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9FABB" w14:textId="580C12DC" w:rsidR="00EC0A85" w:rsidRPr="000F5DD3" w:rsidRDefault="00EC0A85" w:rsidP="000E69F1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sz w:val="52"/>
          <w:szCs w:val="52"/>
        </w:rPr>
      </w:pPr>
      <w:bookmarkStart w:id="0" w:name="Title"/>
      <w:bookmarkStart w:id="1" w:name="SubTitle"/>
      <w:r w:rsidRPr="000F5DD3">
        <w:rPr>
          <w:rFonts w:asciiTheme="majorBidi" w:hAnsiTheme="majorBidi" w:cstheme="majorBidi"/>
          <w:sz w:val="52"/>
          <w:szCs w:val="52"/>
          <w:cs/>
        </w:rPr>
        <w:t>บริษัท ทรอปิคอลแคนนิ่ง</w:t>
      </w:r>
      <w:r w:rsidRPr="000F5DD3">
        <w:rPr>
          <w:rFonts w:asciiTheme="majorBidi" w:hAnsiTheme="majorBidi" w:cstheme="majorBidi"/>
          <w:sz w:val="52"/>
          <w:szCs w:val="52"/>
        </w:rPr>
        <w:t xml:space="preserve"> (</w:t>
      </w:r>
      <w:r w:rsidRPr="000F5DD3">
        <w:rPr>
          <w:rFonts w:asciiTheme="majorBidi" w:hAnsiTheme="majorBidi" w:cstheme="majorBidi"/>
          <w:sz w:val="52"/>
          <w:szCs w:val="52"/>
          <w:cs/>
        </w:rPr>
        <w:t>ประเทศไทย</w:t>
      </w:r>
      <w:r w:rsidRPr="000F5DD3">
        <w:rPr>
          <w:rFonts w:asciiTheme="majorBidi" w:hAnsiTheme="majorBidi" w:cstheme="majorBidi"/>
          <w:sz w:val="52"/>
          <w:szCs w:val="52"/>
        </w:rPr>
        <w:t xml:space="preserve">) </w:t>
      </w:r>
      <w:r w:rsidRPr="000F5DD3">
        <w:rPr>
          <w:rFonts w:asciiTheme="majorBidi" w:hAnsiTheme="majorBidi" w:cstheme="majorBidi"/>
          <w:sz w:val="52"/>
          <w:szCs w:val="52"/>
          <w:cs/>
        </w:rPr>
        <w:t xml:space="preserve">จำกัด </w:t>
      </w:r>
      <w:r w:rsidRPr="000F5DD3">
        <w:rPr>
          <w:rFonts w:asciiTheme="majorBidi" w:hAnsiTheme="majorBidi" w:cstheme="majorBidi"/>
          <w:sz w:val="52"/>
          <w:szCs w:val="52"/>
        </w:rPr>
        <w:t>(</w:t>
      </w:r>
      <w:r w:rsidRPr="000F5DD3">
        <w:rPr>
          <w:rFonts w:asciiTheme="majorBidi" w:hAnsiTheme="majorBidi" w:cstheme="majorBidi"/>
          <w:sz w:val="52"/>
          <w:szCs w:val="52"/>
          <w:cs/>
        </w:rPr>
        <w:t>มหาชน</w:t>
      </w:r>
      <w:r w:rsidRPr="000F5DD3">
        <w:rPr>
          <w:rFonts w:asciiTheme="majorBidi" w:hAnsiTheme="majorBidi" w:cstheme="majorBidi"/>
          <w:sz w:val="52"/>
          <w:szCs w:val="52"/>
        </w:rPr>
        <w:t>)</w:t>
      </w:r>
    </w:p>
    <w:p w14:paraId="1814B1A0" w14:textId="77777777" w:rsidR="00EC0A85" w:rsidRPr="000F5DD3" w:rsidRDefault="00EC0A85" w:rsidP="000E69F1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sz w:val="52"/>
          <w:szCs w:val="52"/>
        </w:rPr>
      </w:pPr>
      <w:r w:rsidRPr="000F5DD3">
        <w:rPr>
          <w:rFonts w:asciiTheme="majorBidi" w:hAnsiTheme="majorBidi" w:cstheme="majorBidi"/>
          <w:sz w:val="52"/>
          <w:szCs w:val="52"/>
          <w:cs/>
        </w:rPr>
        <w:t>และบริษัทย่อย</w:t>
      </w:r>
    </w:p>
    <w:p w14:paraId="6CEF0ADC" w14:textId="77777777" w:rsidR="00EC0A85" w:rsidRPr="000F5DD3" w:rsidRDefault="00EC0A85" w:rsidP="000E69F1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sz w:val="52"/>
          <w:szCs w:val="52"/>
        </w:rPr>
      </w:pPr>
    </w:p>
    <w:p w14:paraId="29807B8E" w14:textId="4221B1D9" w:rsidR="00EC0A85" w:rsidRPr="000F5DD3" w:rsidRDefault="00EC0A85" w:rsidP="000E69F1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</w:rPr>
      </w:pPr>
      <w:r w:rsidRPr="000F5DD3">
        <w:rPr>
          <w:rFonts w:asciiTheme="majorBidi" w:hAnsiTheme="majorBidi" w:cstheme="majorBidi"/>
          <w:b w:val="0"/>
          <w:bCs w:val="0"/>
          <w:sz w:val="32"/>
          <w:szCs w:val="32"/>
          <w:cs/>
        </w:rPr>
        <w:t>งบการเงิน</w:t>
      </w:r>
      <w:r w:rsidR="00D82901" w:rsidRPr="000F5DD3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สำหรับปีสิ้นสุดวันที่ </w:t>
      </w:r>
      <w:r w:rsidR="00D82901" w:rsidRPr="000F5DD3">
        <w:rPr>
          <w:rFonts w:asciiTheme="majorBidi" w:hAnsiTheme="majorBidi" w:cstheme="majorBidi"/>
          <w:b w:val="0"/>
          <w:bCs w:val="0"/>
          <w:sz w:val="32"/>
          <w:szCs w:val="32"/>
        </w:rPr>
        <w:t>31</w:t>
      </w:r>
      <w:r w:rsidR="00D82901" w:rsidRPr="000F5DD3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ธันวาคม </w:t>
      </w:r>
      <w:r w:rsidR="00F51F74">
        <w:rPr>
          <w:rFonts w:asciiTheme="majorBidi" w:hAnsiTheme="majorBidi" w:cstheme="majorBidi"/>
          <w:b w:val="0"/>
          <w:bCs w:val="0"/>
          <w:sz w:val="32"/>
          <w:szCs w:val="32"/>
        </w:rPr>
        <w:t>256</w:t>
      </w:r>
      <w:r w:rsidR="00844235">
        <w:rPr>
          <w:rFonts w:asciiTheme="majorBidi" w:hAnsiTheme="majorBidi" w:cstheme="majorBidi"/>
          <w:b w:val="0"/>
          <w:bCs w:val="0"/>
          <w:sz w:val="32"/>
          <w:szCs w:val="32"/>
        </w:rPr>
        <w:t>7</w:t>
      </w:r>
    </w:p>
    <w:p w14:paraId="4110C423" w14:textId="77777777" w:rsidR="00EC0A85" w:rsidRPr="000F5DD3" w:rsidRDefault="00EC0A85" w:rsidP="000E69F1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0F5DD3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3B414C7B" w14:textId="77777777" w:rsidR="00EC0A85" w:rsidRPr="000F5DD3" w:rsidRDefault="00EC0A85" w:rsidP="000E69F1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0F5DD3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bookmarkEnd w:id="0"/>
    <w:bookmarkEnd w:id="1"/>
    <w:p w14:paraId="531FD563" w14:textId="77777777" w:rsidR="00D82901" w:rsidRPr="000F5DD3" w:rsidRDefault="00D82901" w:rsidP="000E69F1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b w:val="0"/>
          <w:bCs w:val="0"/>
          <w:sz w:val="30"/>
          <w:szCs w:val="30"/>
        </w:rPr>
      </w:pPr>
    </w:p>
    <w:p w14:paraId="074A147B" w14:textId="77777777" w:rsidR="00D82901" w:rsidRPr="000F5DD3" w:rsidRDefault="00D82901" w:rsidP="000E69F1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b w:val="0"/>
          <w:bCs w:val="0"/>
          <w:sz w:val="30"/>
          <w:szCs w:val="30"/>
          <w:cs/>
        </w:rPr>
      </w:pPr>
    </w:p>
    <w:p w14:paraId="40005A2C" w14:textId="77777777" w:rsidR="00452E82" w:rsidRPr="000F5DD3" w:rsidRDefault="00452E82" w:rsidP="000E69F1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b w:val="0"/>
          <w:bCs w:val="0"/>
          <w:sz w:val="30"/>
          <w:szCs w:val="30"/>
        </w:rPr>
        <w:sectPr w:rsidR="00452E82" w:rsidRPr="000F5DD3" w:rsidSect="002111B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nextColumn"/>
          <w:pgSz w:w="11909" w:h="16834" w:code="9"/>
          <w:pgMar w:top="691" w:right="1152" w:bottom="576" w:left="1152" w:header="720" w:footer="720" w:gutter="0"/>
          <w:pgNumType w:start="0"/>
          <w:cols w:space="720"/>
        </w:sectPr>
      </w:pPr>
    </w:p>
    <w:p w14:paraId="68901942" w14:textId="77777777" w:rsidR="00BD3733" w:rsidRPr="000F5DD3" w:rsidRDefault="00BD3733" w:rsidP="00F53061">
      <w:pPr>
        <w:rPr>
          <w:rFonts w:asciiTheme="majorBidi" w:hAnsiTheme="majorBidi" w:cstheme="majorBidi"/>
        </w:rPr>
      </w:pPr>
    </w:p>
    <w:p w14:paraId="7B25D98E" w14:textId="77777777" w:rsidR="00BD3733" w:rsidRPr="000F5DD3" w:rsidRDefault="00BD3733" w:rsidP="00F53061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761821F5" w14:textId="77777777" w:rsidR="003109E2" w:rsidRPr="000F5DD3" w:rsidRDefault="003109E2" w:rsidP="00F53061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16DB9A22" w14:textId="77777777" w:rsidR="003109E2" w:rsidRPr="000F5DD3" w:rsidRDefault="003109E2" w:rsidP="00F53061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01B4D403" w14:textId="77777777" w:rsidR="00DB31AD" w:rsidRPr="000F5DD3" w:rsidRDefault="00DB31AD" w:rsidP="00F53061">
      <w:pPr>
        <w:rPr>
          <w:rFonts w:asciiTheme="majorBidi" w:hAnsiTheme="majorBidi" w:cstheme="majorBidi"/>
          <w:sz w:val="32"/>
          <w:szCs w:val="32"/>
        </w:rPr>
      </w:pPr>
    </w:p>
    <w:p w14:paraId="11361969" w14:textId="77777777" w:rsidR="00982C54" w:rsidRPr="000F5DD3" w:rsidRDefault="00982C54" w:rsidP="00F53061">
      <w:pPr>
        <w:rPr>
          <w:rFonts w:asciiTheme="majorBidi" w:hAnsiTheme="majorBidi" w:cstheme="majorBidi"/>
          <w:sz w:val="32"/>
          <w:szCs w:val="32"/>
        </w:rPr>
      </w:pPr>
    </w:p>
    <w:p w14:paraId="63798BF7" w14:textId="77777777" w:rsidR="00982C54" w:rsidRPr="000F5DD3" w:rsidRDefault="00982C54" w:rsidP="00F53061">
      <w:pPr>
        <w:rPr>
          <w:rFonts w:asciiTheme="majorBidi" w:hAnsiTheme="majorBidi" w:cstheme="majorBidi"/>
          <w:sz w:val="32"/>
          <w:szCs w:val="32"/>
        </w:rPr>
      </w:pPr>
    </w:p>
    <w:p w14:paraId="48FB63C3" w14:textId="77777777" w:rsidR="00982C54" w:rsidRPr="000F5DD3" w:rsidRDefault="00982C54" w:rsidP="00F53061">
      <w:pPr>
        <w:rPr>
          <w:rFonts w:asciiTheme="majorBidi" w:hAnsiTheme="majorBidi" w:cstheme="majorBidi"/>
          <w:sz w:val="32"/>
          <w:szCs w:val="32"/>
        </w:rPr>
      </w:pPr>
    </w:p>
    <w:p w14:paraId="7BDDBB02" w14:textId="77777777" w:rsidR="00064929" w:rsidRPr="000F5DD3" w:rsidRDefault="00064929" w:rsidP="00F53061">
      <w:pPr>
        <w:rPr>
          <w:rFonts w:asciiTheme="majorBidi" w:hAnsiTheme="majorBidi" w:cstheme="majorBidi"/>
          <w:b/>
          <w:bCs/>
          <w:sz w:val="32"/>
          <w:szCs w:val="32"/>
        </w:rPr>
      </w:pPr>
      <w:r w:rsidRPr="000F5DD3">
        <w:rPr>
          <w:rFonts w:asciiTheme="majorBidi" w:hAnsiTheme="majorBidi" w:cstheme="majorBidi"/>
          <w:b/>
          <w:bCs/>
          <w:sz w:val="32"/>
          <w:szCs w:val="32"/>
          <w:cs/>
        </w:rPr>
        <w:t>รายงานของผู้สอบบัญชีรับอนุญาต</w:t>
      </w:r>
    </w:p>
    <w:p w14:paraId="045C2DFF" w14:textId="77777777" w:rsidR="00B15506" w:rsidRPr="000F5DD3" w:rsidRDefault="00B15506" w:rsidP="007B6B59">
      <w:pPr>
        <w:pStyle w:val="a1"/>
        <w:tabs>
          <w:tab w:val="clear" w:pos="1080"/>
        </w:tabs>
        <w:ind w:right="-43"/>
        <w:jc w:val="both"/>
        <w:rPr>
          <w:rFonts w:asciiTheme="majorBidi" w:hAnsiTheme="majorBidi" w:cstheme="majorBidi"/>
          <w:b/>
          <w:bCs/>
          <w:lang w:val="en-US"/>
        </w:rPr>
      </w:pPr>
    </w:p>
    <w:p w14:paraId="5F5D4343" w14:textId="77777777" w:rsidR="00064929" w:rsidRPr="000F5DD3" w:rsidRDefault="00064929" w:rsidP="007B6B59">
      <w:pPr>
        <w:pStyle w:val="a1"/>
        <w:tabs>
          <w:tab w:val="clear" w:pos="1080"/>
        </w:tabs>
        <w:ind w:right="-43"/>
        <w:jc w:val="both"/>
        <w:rPr>
          <w:rFonts w:asciiTheme="majorBidi" w:hAnsiTheme="majorBidi" w:cstheme="majorBidi"/>
          <w:b/>
          <w:bCs/>
          <w:lang w:val="en-US"/>
        </w:rPr>
      </w:pPr>
      <w:r w:rsidRPr="000F5DD3">
        <w:rPr>
          <w:rFonts w:asciiTheme="majorBidi" w:hAnsiTheme="majorBidi" w:cstheme="majorBidi"/>
          <w:b/>
          <w:bCs/>
          <w:cs/>
          <w:lang w:val="en-US"/>
        </w:rPr>
        <w:t>เสนอ  ผู้ถือหุ้น</w:t>
      </w:r>
      <w:r w:rsidRPr="000F5DD3">
        <w:rPr>
          <w:rFonts w:asciiTheme="majorBidi" w:hAnsiTheme="majorBidi" w:cstheme="majorBidi"/>
          <w:b/>
          <w:bCs/>
          <w:cs/>
        </w:rPr>
        <w:t>บริษัท ทรอปิคอลแคนนิ่ง (ประเทศไทย) จำกัด (มหาชน)</w:t>
      </w:r>
    </w:p>
    <w:p w14:paraId="17EA40F3" w14:textId="77777777" w:rsidR="00B15506" w:rsidRPr="000F5DD3" w:rsidRDefault="00B15506" w:rsidP="000E69F1">
      <w:pPr>
        <w:pStyle w:val="a1"/>
        <w:tabs>
          <w:tab w:val="clear" w:pos="1080"/>
        </w:tabs>
        <w:ind w:right="-43"/>
        <w:jc w:val="both"/>
        <w:rPr>
          <w:rFonts w:asciiTheme="majorBidi" w:hAnsiTheme="majorBidi" w:cstheme="majorBidi"/>
          <w:b/>
          <w:bCs/>
          <w:lang w:val="en-US"/>
        </w:rPr>
      </w:pPr>
    </w:p>
    <w:p w14:paraId="10CA7B6E" w14:textId="77777777" w:rsidR="007D795C" w:rsidRPr="000F5DD3" w:rsidRDefault="007D795C" w:rsidP="007D79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i/>
          <w:iCs/>
          <w:sz w:val="30"/>
          <w:szCs w:val="30"/>
          <w:cs/>
        </w:rPr>
        <w:t>ความเห็น</w:t>
      </w:r>
    </w:p>
    <w:p w14:paraId="42EDD392" w14:textId="77777777" w:rsidR="007D795C" w:rsidRPr="000F5DD3" w:rsidRDefault="007D795C" w:rsidP="007D795C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38DA731D" w14:textId="73FCF21D" w:rsidR="007D795C" w:rsidRPr="000F5DD3" w:rsidRDefault="007D795C" w:rsidP="007D795C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 xml:space="preserve">ข้าพเจ้าได้ตรวจสอบงบการเงินรวมและงบการเงินเฉพาะกิจการของบริษัท ทรอปิคอล แคนนิ่ง </w:t>
      </w:r>
      <w:r w:rsidRPr="000F5DD3">
        <w:rPr>
          <w:rFonts w:asciiTheme="majorBidi" w:hAnsiTheme="majorBidi" w:cstheme="majorBidi"/>
          <w:sz w:val="30"/>
          <w:szCs w:val="30"/>
        </w:rPr>
        <w:t>(</w:t>
      </w:r>
      <w:r w:rsidRPr="000F5DD3">
        <w:rPr>
          <w:rFonts w:asciiTheme="majorBidi" w:hAnsiTheme="majorBidi" w:cstheme="majorBidi"/>
          <w:sz w:val="30"/>
          <w:szCs w:val="30"/>
          <w:cs/>
        </w:rPr>
        <w:t>ประเทศไทย</w:t>
      </w:r>
      <w:r w:rsidRPr="000F5DD3">
        <w:rPr>
          <w:rFonts w:asciiTheme="majorBidi" w:hAnsiTheme="majorBidi" w:cstheme="majorBidi"/>
          <w:sz w:val="30"/>
          <w:szCs w:val="30"/>
        </w:rPr>
        <w:t xml:space="preserve">) </w:t>
      </w:r>
      <w:r w:rsidRPr="000F5DD3">
        <w:rPr>
          <w:rFonts w:asciiTheme="majorBidi" w:hAnsiTheme="majorBidi" w:cstheme="majorBidi"/>
          <w:sz w:val="30"/>
          <w:szCs w:val="30"/>
          <w:cs/>
        </w:rPr>
        <w:t>จำกัด (มหาชน) และบริษัทย่อย (กลุ่มบริษัท)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และของเฉพาะบริษัท ทรอปิคอล แคนนิ่ง </w:t>
      </w:r>
      <w:r w:rsidRPr="000F5DD3">
        <w:rPr>
          <w:rFonts w:asciiTheme="majorBidi" w:hAnsiTheme="majorBidi" w:cstheme="majorBidi"/>
          <w:sz w:val="30"/>
          <w:szCs w:val="30"/>
        </w:rPr>
        <w:t>(</w:t>
      </w:r>
      <w:r w:rsidRPr="000F5DD3">
        <w:rPr>
          <w:rFonts w:asciiTheme="majorBidi" w:hAnsiTheme="majorBidi" w:cstheme="majorBidi"/>
          <w:sz w:val="30"/>
          <w:szCs w:val="30"/>
          <w:cs/>
        </w:rPr>
        <w:t>ประเทศไทย</w:t>
      </w:r>
      <w:r w:rsidRPr="000F5DD3">
        <w:rPr>
          <w:rFonts w:asciiTheme="majorBidi" w:hAnsiTheme="majorBidi" w:cstheme="majorBidi"/>
          <w:sz w:val="30"/>
          <w:szCs w:val="30"/>
        </w:rPr>
        <w:t>)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 จำกัด (มหาชน) (บริษัท)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ตามลำดับ ซึ่งประกอบด้วย</w:t>
      </w:r>
      <w:r w:rsidR="000F287E">
        <w:rPr>
          <w:rFonts w:asciiTheme="majorBidi" w:hAnsiTheme="majorBidi" w:cstheme="majorBidi"/>
          <w:sz w:val="30"/>
          <w:szCs w:val="30"/>
          <w:cs/>
        </w:rPr>
        <w:t>งบฐานะการเงิน</w:t>
      </w:r>
      <w:r w:rsidRPr="000F5DD3">
        <w:rPr>
          <w:rFonts w:asciiTheme="majorBidi" w:hAnsiTheme="majorBidi" w:cstheme="majorBidi"/>
          <w:sz w:val="30"/>
          <w:szCs w:val="30"/>
          <w:cs/>
        </w:rPr>
        <w:t>รวมและ</w:t>
      </w:r>
      <w:r w:rsidR="000F287E">
        <w:rPr>
          <w:rFonts w:asciiTheme="majorBidi" w:hAnsiTheme="majorBidi" w:cstheme="majorBidi"/>
          <w:sz w:val="30"/>
          <w:szCs w:val="30"/>
          <w:cs/>
        </w:rPr>
        <w:t>งบฐานะการเงิน</w:t>
      </w:r>
      <w:r w:rsidRPr="000F5DD3">
        <w:rPr>
          <w:rFonts w:asciiTheme="majorBidi" w:hAnsiTheme="majorBidi" w:cstheme="majorBidi"/>
          <w:sz w:val="30"/>
          <w:szCs w:val="30"/>
          <w:cs/>
        </w:rPr>
        <w:t>เฉพาะกิจการ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ณ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Pr="000F5DD3">
        <w:rPr>
          <w:rFonts w:asciiTheme="majorBidi" w:hAnsiTheme="majorBidi" w:cstheme="majorBidi"/>
          <w:sz w:val="30"/>
          <w:szCs w:val="30"/>
        </w:rPr>
        <w:t xml:space="preserve">31 </w:t>
      </w:r>
      <w:r w:rsidRPr="000F5DD3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="003041E9"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="00F51F74">
        <w:rPr>
          <w:rFonts w:asciiTheme="majorBidi" w:hAnsiTheme="majorBidi" w:cstheme="majorBidi"/>
          <w:sz w:val="30"/>
          <w:szCs w:val="30"/>
        </w:rPr>
        <w:t>25</w:t>
      </w:r>
      <w:r w:rsidR="00844235">
        <w:rPr>
          <w:rFonts w:asciiTheme="majorBidi" w:hAnsiTheme="majorBidi" w:cstheme="majorBidi"/>
          <w:sz w:val="30"/>
          <w:szCs w:val="30"/>
        </w:rPr>
        <w:t>67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="000F287E">
        <w:rPr>
          <w:rFonts w:asciiTheme="majorBidi" w:hAnsiTheme="majorBidi" w:cstheme="majorBidi"/>
          <w:sz w:val="30"/>
          <w:szCs w:val="30"/>
          <w:cs/>
        </w:rPr>
        <w:t>งบการเปลี่ยนแปลงส่วนของผู้ถือหุ้น</w:t>
      </w:r>
      <w:r w:rsidRPr="000F5DD3">
        <w:rPr>
          <w:rFonts w:asciiTheme="majorBidi" w:hAnsiTheme="majorBidi" w:cstheme="majorBidi"/>
          <w:sz w:val="30"/>
          <w:szCs w:val="30"/>
          <w:cs/>
        </w:rPr>
        <w:t>รวมและ</w:t>
      </w:r>
      <w:r w:rsidR="000F287E">
        <w:rPr>
          <w:rFonts w:asciiTheme="majorBidi" w:hAnsiTheme="majorBidi" w:cstheme="majorBidi"/>
          <w:sz w:val="30"/>
          <w:szCs w:val="30"/>
          <w:cs/>
        </w:rPr>
        <w:t>งบการเปลี่ยนแปลงส่วนของผู้ถือหุ้น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เฉพาะกิจการ และงบกระแสเงินสดรวมและงบกระแสเงินสดเฉพาะกิจการสำหรับปีสิ้นสุดวันเดียวกัน </w:t>
      </w:r>
      <w:r w:rsidR="00294537" w:rsidRPr="00294537">
        <w:rPr>
          <w:rFonts w:asciiTheme="majorBidi" w:hAnsiTheme="majorBidi" w:cstheme="majorBidi"/>
          <w:sz w:val="30"/>
          <w:szCs w:val="30"/>
          <w:cs/>
        </w:rPr>
        <w:t>และหมายเหตุประกอบงบการเงิน</w:t>
      </w:r>
      <w:r w:rsidRPr="000F5DD3">
        <w:rPr>
          <w:rFonts w:asciiTheme="majorBidi" w:hAnsiTheme="majorBidi" w:cstheme="majorBidi"/>
          <w:sz w:val="30"/>
          <w:szCs w:val="30"/>
          <w:cs/>
        </w:rPr>
        <w:t>ซึ่งประกอบด้วยสรุปนโยบายการบัญชี</w:t>
      </w:r>
      <w:r w:rsidR="00294537" w:rsidRPr="00294537">
        <w:rPr>
          <w:rFonts w:asciiTheme="majorBidi" w:hAnsiTheme="majorBidi" w:cstheme="majorBidi"/>
          <w:sz w:val="30"/>
          <w:szCs w:val="30"/>
          <w:cs/>
        </w:rPr>
        <w:t>และข้อมูลอธิบายอื่นที่มีสาระสำคัญ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2F7EE8AB" w14:textId="77777777" w:rsidR="007D795C" w:rsidRPr="000F5DD3" w:rsidRDefault="007D795C" w:rsidP="007D795C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32B0A663" w14:textId="24CCEFDE" w:rsidR="007D795C" w:rsidRPr="000F5DD3" w:rsidRDefault="007D795C" w:rsidP="007D795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 xml:space="preserve"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 ตามลำดับ ณ วันที่ </w:t>
      </w:r>
      <w:r w:rsidRPr="000F5DD3">
        <w:rPr>
          <w:rFonts w:asciiTheme="majorBidi" w:hAnsiTheme="majorBidi" w:cstheme="majorBidi"/>
          <w:sz w:val="30"/>
          <w:szCs w:val="30"/>
        </w:rPr>
        <w:t xml:space="preserve">31 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F51F74">
        <w:rPr>
          <w:rFonts w:asciiTheme="majorBidi" w:hAnsiTheme="majorBidi" w:cstheme="majorBidi"/>
          <w:sz w:val="30"/>
          <w:szCs w:val="30"/>
        </w:rPr>
        <w:t>256</w:t>
      </w:r>
      <w:r w:rsidR="00844235">
        <w:rPr>
          <w:rFonts w:asciiTheme="majorBidi" w:hAnsiTheme="majorBidi" w:cstheme="majorBidi"/>
          <w:sz w:val="30"/>
          <w:szCs w:val="30"/>
        </w:rPr>
        <w:t>7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 ผลการดำเนินงานรวมและผลการดำเนินงานเฉพาะกิจการ และกระแสเงินสดรวมและกระแสเงินสดเฉพาะกิจการ 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3DEBFBA2" w14:textId="77777777" w:rsidR="007D795C" w:rsidRPr="000F5DD3" w:rsidRDefault="007D795C" w:rsidP="007D795C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1213D43" w14:textId="77777777" w:rsidR="007D795C" w:rsidRPr="000F5DD3" w:rsidRDefault="007D795C" w:rsidP="007D795C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0F5DD3">
        <w:rPr>
          <w:rFonts w:asciiTheme="majorBidi" w:eastAsia="Calibri" w:hAnsiTheme="majorBidi" w:cstheme="majorBidi"/>
          <w:i/>
          <w:iCs/>
          <w:sz w:val="30"/>
          <w:szCs w:val="30"/>
          <w:cs/>
        </w:rPr>
        <w:t>เกณฑ์ในการแสดงความเห็น</w:t>
      </w:r>
    </w:p>
    <w:p w14:paraId="1337EACA" w14:textId="77777777" w:rsidR="007D795C" w:rsidRPr="000F5DD3" w:rsidRDefault="007D795C" w:rsidP="007D79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63370ABE" w14:textId="0AF25246" w:rsidR="007D795C" w:rsidRPr="000F5DD3" w:rsidRDefault="007D795C" w:rsidP="007D795C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0F5DD3">
        <w:rPr>
          <w:rFonts w:asciiTheme="majorBidi" w:eastAsia="Calibri" w:hAnsiTheme="majorBidi" w:cstheme="majorBidi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</w:t>
      </w:r>
      <w:r w:rsidR="000B0C2A" w:rsidRPr="000F5DD3">
        <w:rPr>
          <w:rFonts w:asciiTheme="majorBidi" w:eastAsia="Calibri" w:hAnsiTheme="majorBidi" w:cstheme="majorBidi"/>
          <w:sz w:val="30"/>
          <w:szCs w:val="30"/>
          <w:cs/>
        </w:rPr>
        <w:t>วรรค</w:t>
      </w:r>
      <w:r w:rsidR="004D2414" w:rsidRPr="000F5DD3">
        <w:rPr>
          <w:rFonts w:asciiTheme="majorBidi" w:eastAsia="Calibri" w:hAnsiTheme="majorBidi" w:cstheme="majorBidi"/>
          <w:sz w:val="30"/>
          <w:szCs w:val="30"/>
        </w:rPr>
        <w:br/>
      </w:r>
      <w:r w:rsidRPr="000F5DD3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0F5DD3">
        <w:rPr>
          <w:rFonts w:asciiTheme="majorBidi" w:eastAsia="Calibri" w:hAnsiTheme="majorBidi" w:cstheme="majorBidi"/>
          <w:sz w:val="30"/>
          <w:szCs w:val="30"/>
          <w:cs/>
        </w:rPr>
        <w:t>ในรายงานของข้าพเจ้า ข้าพเจ้ามีความเป็นอิสระจากกลุ่มบริษัทและบริษัทตาม</w:t>
      </w:r>
      <w:r w:rsidR="00F95EBE" w:rsidRPr="000F5DD3">
        <w:rPr>
          <w:rFonts w:asciiTheme="majorBidi" w:hAnsiTheme="majorBidi" w:cstheme="majorBidi"/>
          <w:i/>
          <w:iCs/>
          <w:sz w:val="30"/>
          <w:szCs w:val="30"/>
          <w:cs/>
        </w:rPr>
        <w:t>ประมวล</w:t>
      </w:r>
      <w:r w:rsidR="00F95EBE" w:rsidRPr="000F5DD3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จรรยาบรรณของผู้ประกอบวิชาชีพบัญชี</w:t>
      </w:r>
      <w:r w:rsidR="00F95EBE" w:rsidRPr="000F5DD3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F95EBE" w:rsidRPr="000F5DD3">
        <w:rPr>
          <w:rFonts w:asciiTheme="majorBidi" w:hAnsiTheme="majorBidi" w:cstheme="majorBidi"/>
          <w:i/>
          <w:iCs/>
          <w:sz w:val="30"/>
          <w:szCs w:val="30"/>
          <w:cs/>
        </w:rPr>
        <w:t>รวมถึง</w:t>
      </w:r>
      <w:r w:rsidR="00F95EBE" w:rsidRPr="000F5DD3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F95EBE" w:rsidRPr="000F5DD3">
        <w:rPr>
          <w:rFonts w:asciiTheme="majorBidi" w:hAnsiTheme="majorBidi" w:cstheme="majorBidi"/>
          <w:i/>
          <w:iCs/>
          <w:sz w:val="30"/>
          <w:szCs w:val="30"/>
          <w:cs/>
        </w:rPr>
        <w:t>มาตรฐานเรื่องความเป็นอิสระ</w:t>
      </w:r>
      <w:r w:rsidR="00F95EBE"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="00F95EBE" w:rsidRPr="000F5DD3">
        <w:rPr>
          <w:rFonts w:asciiTheme="majorBidi" w:eastAsia="Calibri" w:hAnsiTheme="majorBidi" w:cstheme="majorBidi"/>
          <w:sz w:val="30"/>
          <w:szCs w:val="30"/>
          <w:cs/>
        </w:rPr>
        <w:t>ที่กำหนดโดยสภาวิชาชีพบัญชี</w:t>
      </w:r>
      <w:r w:rsidR="00F95EBE" w:rsidRPr="000F5DD3">
        <w:rPr>
          <w:rFonts w:asciiTheme="majorBidi" w:hAnsiTheme="majorBidi" w:cstheme="majorBidi"/>
          <w:sz w:val="30"/>
          <w:szCs w:val="30"/>
        </w:rPr>
        <w:t xml:space="preserve"> (</w:t>
      </w:r>
      <w:r w:rsidR="00F95EBE" w:rsidRPr="000F5DD3">
        <w:rPr>
          <w:rFonts w:asciiTheme="majorBidi" w:hAnsiTheme="majorBidi" w:cstheme="majorBidi"/>
          <w:sz w:val="30"/>
          <w:szCs w:val="30"/>
          <w:cs/>
        </w:rPr>
        <w:t>ประมวลจรรยาบรรณของผู้ประกอบวิชาชีพบัญชี)</w:t>
      </w:r>
      <w:r w:rsidRPr="000F5DD3">
        <w:rPr>
          <w:rFonts w:asciiTheme="majorBidi" w:eastAsia="Calibri" w:hAnsiTheme="majorBidi" w:cstheme="majorBidi"/>
          <w:sz w:val="30"/>
          <w:szCs w:val="30"/>
          <w:cs/>
        </w:rPr>
        <w:t>ในส่วนที่เกี่ยวข้อง</w:t>
      </w:r>
      <w:r w:rsidRPr="000F5DD3">
        <w:rPr>
          <w:rFonts w:asciiTheme="majorBidi" w:eastAsia="Calibri" w:hAnsiTheme="majorBidi" w:cstheme="majorBidi"/>
          <w:spacing w:val="-4"/>
          <w:sz w:val="30"/>
          <w:szCs w:val="30"/>
          <w:cs/>
        </w:rPr>
        <w:t>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</w:t>
      </w:r>
      <w:r w:rsidRPr="000F5DD3">
        <w:rPr>
          <w:rFonts w:asciiTheme="majorBidi" w:eastAsia="Calibri" w:hAnsiTheme="majorBidi" w:cstheme="majorBidi"/>
          <w:spacing w:val="-4"/>
          <w:sz w:val="30"/>
          <w:szCs w:val="30"/>
        </w:rPr>
        <w:t xml:space="preserve"> </w:t>
      </w:r>
      <w:r w:rsidRPr="000F5DD3">
        <w:rPr>
          <w:rFonts w:asciiTheme="majorBidi" w:eastAsia="Calibri" w:hAnsiTheme="majorBidi" w:cstheme="majorBidi"/>
          <w:spacing w:val="-4"/>
          <w:sz w:val="30"/>
          <w:szCs w:val="30"/>
          <w:cs/>
        </w:rPr>
        <w:t>ๆ</w:t>
      </w:r>
      <w:r w:rsidRPr="000F5DD3">
        <w:rPr>
          <w:rFonts w:asciiTheme="majorBidi" w:eastAsia="Calibri" w:hAnsiTheme="majorBidi" w:cstheme="majorBidi"/>
          <w:sz w:val="30"/>
          <w:szCs w:val="30"/>
          <w:cs/>
        </w:rPr>
        <w:t xml:space="preserve"> </w:t>
      </w:r>
      <w:r w:rsidR="00DD6EC2" w:rsidRPr="000F5DD3">
        <w:rPr>
          <w:rFonts w:asciiTheme="majorBidi" w:hAnsiTheme="majorBidi" w:cstheme="majorBidi"/>
          <w:sz w:val="30"/>
          <w:szCs w:val="30"/>
          <w:cs/>
        </w:rPr>
        <w:t>ตามประมวลจรรยาบรรณของผู้ประกอบวิชาชีพบัญชี</w:t>
      </w:r>
      <w:r w:rsidRPr="000F5DD3">
        <w:rPr>
          <w:rFonts w:asciiTheme="majorBidi" w:eastAsia="Calibri" w:hAnsiTheme="majorBidi" w:cstheme="majorBidi"/>
          <w:sz w:val="30"/>
          <w:szCs w:val="30"/>
          <w:cs/>
        </w:rPr>
        <w:t xml:space="preserve">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51A4002D" w14:textId="77777777" w:rsidR="00240FF9" w:rsidRPr="000F5DD3" w:rsidRDefault="00240FF9" w:rsidP="00C731E8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1BA7A06E" w14:textId="77777777" w:rsidR="00CA04F4" w:rsidRPr="000F5DD3" w:rsidRDefault="00CA04F4" w:rsidP="00CA04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  <w:sectPr w:rsidR="00CA04F4" w:rsidRPr="000F5DD3" w:rsidSect="002111BA">
          <w:headerReference w:type="default" r:id="rId16"/>
          <w:footerReference w:type="default" r:id="rId17"/>
          <w:pgSz w:w="11909" w:h="16834" w:code="9"/>
          <w:pgMar w:top="691" w:right="1152" w:bottom="576" w:left="1152" w:header="720" w:footer="720" w:gutter="0"/>
          <w:pgNumType w:start="1"/>
          <w:cols w:space="720"/>
        </w:sectPr>
      </w:pPr>
    </w:p>
    <w:p w14:paraId="197F687A" w14:textId="77777777" w:rsidR="007D795C" w:rsidRPr="000F5DD3" w:rsidRDefault="007D795C" w:rsidP="007D795C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i/>
          <w:iCs/>
          <w:sz w:val="30"/>
          <w:szCs w:val="30"/>
          <w:cs/>
        </w:rPr>
        <w:t>เรื่องสำคัญในการตรวจสอบ</w:t>
      </w:r>
    </w:p>
    <w:p w14:paraId="47D7D927" w14:textId="77777777" w:rsidR="007D795C" w:rsidRPr="000F5DD3" w:rsidRDefault="007D795C" w:rsidP="007D795C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3EB275EC" w14:textId="77777777" w:rsidR="007D795C" w:rsidRPr="000F5DD3" w:rsidRDefault="007D795C" w:rsidP="007D795C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0F5DD3">
        <w:rPr>
          <w:rFonts w:asciiTheme="majorBidi" w:eastAsia="Calibri" w:hAnsiTheme="majorBidi" w:cstheme="majorBidi"/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</w:t>
      </w:r>
    </w:p>
    <w:p w14:paraId="5F62C6E2" w14:textId="77777777" w:rsidR="00C731E8" w:rsidRPr="000F5DD3" w:rsidRDefault="00C731E8" w:rsidP="00982C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7"/>
        <w:gridCol w:w="4840"/>
      </w:tblGrid>
      <w:tr w:rsidR="003E0E5F" w:rsidRPr="000F5DD3" w14:paraId="77D20068" w14:textId="77777777" w:rsidTr="00553F3C">
        <w:tc>
          <w:tcPr>
            <w:tcW w:w="9540" w:type="dxa"/>
            <w:gridSpan w:val="2"/>
            <w:shd w:val="clear" w:color="auto" w:fill="auto"/>
          </w:tcPr>
          <w:p w14:paraId="6B74B85F" w14:textId="77777777" w:rsidR="003E0E5F" w:rsidRPr="000F5DD3" w:rsidRDefault="00537B97" w:rsidP="00EA61A7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มูลค่าสินค้าคงเหลือ</w:t>
            </w:r>
          </w:p>
        </w:tc>
      </w:tr>
      <w:tr w:rsidR="003E0E5F" w:rsidRPr="000F5DD3" w14:paraId="4E10D343" w14:textId="77777777" w:rsidTr="00553F3C">
        <w:tc>
          <w:tcPr>
            <w:tcW w:w="9540" w:type="dxa"/>
            <w:gridSpan w:val="2"/>
            <w:shd w:val="clear" w:color="auto" w:fill="auto"/>
          </w:tcPr>
          <w:p w14:paraId="4E668533" w14:textId="16D86362" w:rsidR="003E0E5F" w:rsidRPr="000F5DD3" w:rsidRDefault="003E0E5F" w:rsidP="00567D43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อ้างถึงหมายเหตุ</w:t>
            </w:r>
            <w:r w:rsidR="00567D43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ประกอบงบการเงินข้อ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51FA8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3E0E5F" w:rsidRPr="000F5DD3" w14:paraId="7C7D030D" w14:textId="77777777" w:rsidTr="00553F3C">
        <w:tc>
          <w:tcPr>
            <w:tcW w:w="4675" w:type="dxa"/>
            <w:shd w:val="clear" w:color="auto" w:fill="auto"/>
          </w:tcPr>
          <w:p w14:paraId="76859418" w14:textId="77777777" w:rsidR="003E0E5F" w:rsidRPr="000F5DD3" w:rsidRDefault="003E0E5F" w:rsidP="00553F3C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65" w:type="dxa"/>
            <w:shd w:val="clear" w:color="auto" w:fill="auto"/>
          </w:tcPr>
          <w:p w14:paraId="7D8F45FD" w14:textId="77777777" w:rsidR="003E0E5F" w:rsidRPr="000F5DD3" w:rsidRDefault="003E0E5F" w:rsidP="00553F3C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7D795C" w:rsidRPr="000F5DD3" w14:paraId="4C04E23D" w14:textId="77777777" w:rsidTr="00553F3C">
        <w:tc>
          <w:tcPr>
            <w:tcW w:w="4675" w:type="dxa"/>
            <w:shd w:val="clear" w:color="auto" w:fill="auto"/>
          </w:tcPr>
          <w:p w14:paraId="62EB0B92" w14:textId="77777777" w:rsidR="007D795C" w:rsidRPr="000F5DD3" w:rsidRDefault="007D795C" w:rsidP="007D795C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สินค้าคงเหลือมียอดคงเหลือ</w:t>
            </w:r>
            <w:r w:rsidR="00EA61A7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ที่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มีนัยสำคัญและต้อง</w:t>
            </w:r>
            <w:r w:rsidR="00567D43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บันทึก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ด้วยราคาทุนหรือมูลค่าสุทธิที่จะได้รับแล้วแต่มูลค่าใด</w:t>
            </w:r>
            <w:r w:rsidR="00C66AC9" w:rsidRPr="000F5DD3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จะต่ำกว่า</w:t>
            </w:r>
            <w:r w:rsidR="00C66AC9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567D43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การประมาณการ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  <w:r w:rsidR="00567D43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สุทธิที่จะได้รับของสินค้าคงเหลือเกี่ยวข้องกับการใช้ดุลยพินิจ</w:t>
            </w:r>
            <w:r w:rsidR="00EA61A7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ของผู้บริหาร</w:t>
            </w:r>
            <w:r w:rsidR="00567D43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และอยู่บนพื้นฐานของภาวการณ์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ความผันผวนของราคาวัตถุดิบ </w:t>
            </w:r>
            <w:r w:rsidR="00567D43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ดังนั้นข้าพเจ้าจึงเห็นว่า</w:t>
            </w:r>
            <w:r w:rsidR="00EA61A7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เรื่องดังกล่าว</w:t>
            </w:r>
            <w:r w:rsidR="00567D43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เป็นเรื่องสำคัญในการตรวจสอบ</w:t>
            </w:r>
          </w:p>
          <w:p w14:paraId="6E27D7FF" w14:textId="77777777" w:rsidR="007D795C" w:rsidRPr="000F5DD3" w:rsidRDefault="007D795C" w:rsidP="007D795C">
            <w:pPr>
              <w:pStyle w:val="Default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4865" w:type="dxa"/>
            <w:shd w:val="clear" w:color="auto" w:fill="auto"/>
          </w:tcPr>
          <w:p w14:paraId="09964A6D" w14:textId="77777777" w:rsidR="000F37B4" w:rsidRPr="000F5DD3" w:rsidRDefault="007D795C" w:rsidP="007D795C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วิธีการตรวจสอบของ</w:t>
            </w:r>
            <w:r w:rsidR="000F37B4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ข้าพเจ้า รวมถึง</w:t>
            </w:r>
          </w:p>
          <w:p w14:paraId="65B1E394" w14:textId="77777777" w:rsidR="007D795C" w:rsidRPr="000F5DD3" w:rsidRDefault="000F37B4" w:rsidP="007D795C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  <w:p w14:paraId="74749681" w14:textId="77777777" w:rsidR="007D795C" w:rsidRPr="000F5DD3" w:rsidRDefault="000F37B4" w:rsidP="00123469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สอบถามผู้บริหารและสุ่มทดสอบกับเอกสารที่เกี่ยวข้องเพื่อ</w:t>
            </w:r>
            <w:r w:rsidR="007D795C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ทำความเข้าใจใน</w:t>
            </w:r>
            <w:r w:rsidR="00414CAB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กระบวนการวัดมูลค่า</w:t>
            </w:r>
            <w:r w:rsidR="007D795C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สินค้าคงเหลือ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รวมทั้ง</w:t>
            </w:r>
            <w:r w:rsidR="007D795C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นโยบายของกลุ่มบริษัทและบริษัทในการประมาณการมูลค่าสุทธิที่คาดว่าจะได้รับของสินค้าคงเหลือ </w:t>
            </w:r>
          </w:p>
          <w:p w14:paraId="37BEC8BA" w14:textId="77777777" w:rsidR="00EA61A7" w:rsidRPr="000F5DD3" w:rsidRDefault="00EA61A7" w:rsidP="00EA61A7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34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D2756C5" w14:textId="77777777" w:rsidR="00EA61A7" w:rsidRPr="000F5DD3" w:rsidRDefault="00EA61A7" w:rsidP="00123469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ทำความเข้าใจลักษณะของระบบการควบคุมภายในที่เกี่ยวข้องกับการบริหารจัดการสินค้าคงเหลือและเข้าร่วมสังเกตการณ์</w:t>
            </w:r>
            <w:r w:rsidR="00414CAB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ตรวจนับและสุ่มทดสอบสภาพของสินค้าคงเหลือ</w:t>
            </w:r>
          </w:p>
          <w:p w14:paraId="59389D2E" w14:textId="77777777" w:rsidR="002B1E81" w:rsidRPr="000F5DD3" w:rsidRDefault="002B1E81" w:rsidP="002B1E8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34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BF2D0D7" w14:textId="77777777" w:rsidR="002B1E81" w:rsidRPr="000F5DD3" w:rsidRDefault="002B1E81" w:rsidP="00123469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ทดสอบการออกแบบและการนำมาปฏิบัติของระบบการควบคุมภายใน รวมถึงสุ่มทดสอบการควบคุมภายใน</w:t>
            </w:r>
            <w:r w:rsidR="00EA61A7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ที่สำคัญ</w:t>
            </w:r>
          </w:p>
          <w:p w14:paraId="5D42ADDB" w14:textId="77777777" w:rsidR="002B1E81" w:rsidRPr="000F5DD3" w:rsidRDefault="002B1E81" w:rsidP="002B1E8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2149E2C" w14:textId="77777777" w:rsidR="002B1E81" w:rsidRPr="000F5DD3" w:rsidRDefault="00EA61A7" w:rsidP="00123469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สุ่ม</w:t>
            </w:r>
            <w:r w:rsidR="002B1E81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ทดสอบ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รายการใน</w:t>
            </w:r>
            <w:r w:rsidR="002B1E81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รายงานอายุสินค้า</w:t>
            </w:r>
            <w:r w:rsidR="007D795C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และประเมินข้อสมมติ</w:t>
            </w:r>
            <w:r w:rsidR="002B1E81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ของผู้บริหารที่</w:t>
            </w:r>
            <w:r w:rsidR="007D795C"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สำคัญที่ใช้</w:t>
            </w: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ในการประมาณการสินค้าเสียหายและเสื่อมสภาพ</w:t>
            </w:r>
          </w:p>
        </w:tc>
      </w:tr>
    </w:tbl>
    <w:p w14:paraId="2C3AD6E8" w14:textId="77777777" w:rsidR="00380305" w:rsidRPr="000F5DD3" w:rsidRDefault="00CA04F4" w:rsidP="00982C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i/>
          <w:iCs/>
          <w:sz w:val="30"/>
          <w:szCs w:val="30"/>
        </w:rPr>
        <w:br w:type="page"/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6"/>
        <w:gridCol w:w="4711"/>
      </w:tblGrid>
      <w:tr w:rsidR="002B1E81" w:rsidRPr="000F5DD3" w14:paraId="0AF2E308" w14:textId="77777777" w:rsidTr="00416456">
        <w:trPr>
          <w:trHeight w:val="315"/>
        </w:trPr>
        <w:tc>
          <w:tcPr>
            <w:tcW w:w="9577" w:type="dxa"/>
            <w:gridSpan w:val="2"/>
          </w:tcPr>
          <w:p w14:paraId="208AE153" w14:textId="77777777" w:rsidR="002B1E81" w:rsidRPr="000F5DD3" w:rsidRDefault="002B1E81" w:rsidP="002B1E81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มูลค่าของสินค้าคงเหลือ</w:t>
            </w:r>
          </w:p>
        </w:tc>
      </w:tr>
      <w:tr w:rsidR="00414CAB" w:rsidRPr="000F5DD3" w14:paraId="444A04C9" w14:textId="77777777" w:rsidTr="00416456">
        <w:trPr>
          <w:trHeight w:val="315"/>
        </w:trPr>
        <w:tc>
          <w:tcPr>
            <w:tcW w:w="9577" w:type="dxa"/>
            <w:gridSpan w:val="2"/>
          </w:tcPr>
          <w:p w14:paraId="22FC4E06" w14:textId="139498B9" w:rsidR="00414CAB" w:rsidRPr="000F5DD3" w:rsidRDefault="00414CAB" w:rsidP="00414CAB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อ้างถึงหมายเหตุประกอบงบการเงินข้อ </w:t>
            </w:r>
            <w:r w:rsidR="00651FA8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2B1E81" w:rsidRPr="000F5DD3" w14:paraId="7862830F" w14:textId="77777777" w:rsidTr="00416456">
        <w:trPr>
          <w:trHeight w:val="315"/>
        </w:trPr>
        <w:tc>
          <w:tcPr>
            <w:tcW w:w="4866" w:type="dxa"/>
          </w:tcPr>
          <w:p w14:paraId="66A66D3B" w14:textId="77777777" w:rsidR="002B1E81" w:rsidRPr="000F5DD3" w:rsidRDefault="002B1E81" w:rsidP="002B1E81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711" w:type="dxa"/>
          </w:tcPr>
          <w:p w14:paraId="19B964F3" w14:textId="77777777" w:rsidR="002B1E81" w:rsidRPr="000F5DD3" w:rsidRDefault="002B1E81" w:rsidP="002B1E81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7D795C" w:rsidRPr="000F5DD3" w14:paraId="34101A2A" w14:textId="77777777" w:rsidTr="00416456">
        <w:trPr>
          <w:trHeight w:val="315"/>
        </w:trPr>
        <w:tc>
          <w:tcPr>
            <w:tcW w:w="4866" w:type="dxa"/>
          </w:tcPr>
          <w:p w14:paraId="764ACCE8" w14:textId="77777777" w:rsidR="007D795C" w:rsidRPr="000F5DD3" w:rsidRDefault="007D795C" w:rsidP="006B1EFB">
            <w:pPr>
              <w:ind w:left="-366" w:firstLine="366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711" w:type="dxa"/>
          </w:tcPr>
          <w:p w14:paraId="2EA3E73A" w14:textId="77777777" w:rsidR="00EA61A7" w:rsidRPr="000F5DD3" w:rsidRDefault="00EA61A7" w:rsidP="00123469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ทดสอบการประมาณการมูลค่าสุทธิที่จะได้รับของสินค้าคงเหลือโดยสุ่มทดสอบราคาขายหักด้วยค่าใช้จ่ายที่จำเป็นในการขายกับเอกสารที่เกี่ยวข้องตลอดจนทดสอบการคำนวณ</w:t>
            </w:r>
          </w:p>
          <w:p w14:paraId="60EA7B27" w14:textId="77777777" w:rsidR="00EA61A7" w:rsidRPr="000F5DD3" w:rsidRDefault="00EA61A7" w:rsidP="00EA61A7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34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14:paraId="1E837444" w14:textId="77777777" w:rsidR="007D795C" w:rsidRPr="000F5DD3" w:rsidRDefault="007D795C" w:rsidP="00123469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พิจารณาถึงความเพียงพอของการเปิดเผยข้อมูลตามมาตรฐานการรายงานทางการเงิน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68C87F58" w14:textId="77777777" w:rsidR="007D795C" w:rsidRPr="000F5DD3" w:rsidRDefault="007D795C" w:rsidP="00982C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20"/>
          <w:szCs w:val="20"/>
        </w:rPr>
      </w:pPr>
    </w:p>
    <w:p w14:paraId="6ECA34BF" w14:textId="77777777" w:rsidR="007D795C" w:rsidRPr="000F5DD3" w:rsidRDefault="007D795C" w:rsidP="007D795C">
      <w:pPr>
        <w:rPr>
          <w:rFonts w:asciiTheme="majorBidi" w:hAnsiTheme="majorBidi" w:cstheme="majorBidi"/>
        </w:rPr>
      </w:pPr>
      <w:r w:rsidRPr="000F5DD3">
        <w:rPr>
          <w:rFonts w:asciiTheme="majorBidi" w:eastAsia="Calibri" w:hAnsiTheme="majorBidi" w:cstheme="majorBidi"/>
          <w:i/>
          <w:iCs/>
          <w:sz w:val="30"/>
          <w:szCs w:val="30"/>
          <w:cs/>
        </w:rPr>
        <w:t xml:space="preserve">ข้อมูลอื่น </w:t>
      </w:r>
    </w:p>
    <w:p w14:paraId="5E568529" w14:textId="77777777" w:rsidR="007D795C" w:rsidRPr="000F5DD3" w:rsidRDefault="007D795C" w:rsidP="007D795C">
      <w:pPr>
        <w:autoSpaceDE w:val="0"/>
        <w:autoSpaceDN w:val="0"/>
        <w:adjustRightInd w:val="0"/>
        <w:jc w:val="thaiDistribute"/>
        <w:rPr>
          <w:rFonts w:asciiTheme="majorBidi" w:eastAsia="Calibri" w:hAnsiTheme="majorBidi" w:cstheme="majorBidi"/>
          <w:sz w:val="20"/>
          <w:szCs w:val="20"/>
        </w:rPr>
      </w:pPr>
    </w:p>
    <w:p w14:paraId="383F66D0" w14:textId="77777777" w:rsidR="007D795C" w:rsidRPr="000F5DD3" w:rsidRDefault="007D795C" w:rsidP="007D795C">
      <w:pPr>
        <w:autoSpaceDE w:val="0"/>
        <w:autoSpaceDN w:val="0"/>
        <w:adjustRightInd w:val="0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0F5DD3">
        <w:rPr>
          <w:rFonts w:asciiTheme="majorBidi" w:eastAsia="Calibri" w:hAnsiTheme="majorBidi" w:cstheme="majorBidi"/>
          <w:spacing w:val="-4"/>
          <w:sz w:val="30"/>
          <w:szCs w:val="30"/>
          <w:cs/>
        </w:rPr>
        <w:t>ผู้บริหารเป็นผู้รับผิดชอบต่อข้อมูลอื่น</w:t>
      </w:r>
      <w:r w:rsidRPr="000F5DD3">
        <w:rPr>
          <w:rFonts w:asciiTheme="majorBidi" w:eastAsia="Calibri" w:hAnsiTheme="majorBidi" w:cstheme="majorBidi"/>
          <w:spacing w:val="-4"/>
          <w:sz w:val="30"/>
          <w:szCs w:val="30"/>
        </w:rPr>
        <w:t xml:space="preserve"> </w:t>
      </w:r>
      <w:r w:rsidRPr="000F5DD3">
        <w:rPr>
          <w:rFonts w:asciiTheme="majorBidi" w:eastAsia="Calibri" w:hAnsiTheme="majorBidi" w:cstheme="majorBidi"/>
          <w:spacing w:val="-4"/>
          <w:sz w:val="30"/>
          <w:szCs w:val="30"/>
          <w:cs/>
        </w:rPr>
        <w:t>ข้อมูลอื่นประกอบด้วยข้อมูลซึ่งรวมอยู่ในรายงานประจำปี</w:t>
      </w:r>
      <w:r w:rsidRPr="000F5DD3">
        <w:rPr>
          <w:rFonts w:asciiTheme="majorBidi" w:eastAsia="Calibri" w:hAnsiTheme="majorBidi" w:cstheme="majorBidi"/>
          <w:spacing w:val="-4"/>
          <w:sz w:val="30"/>
          <w:szCs w:val="30"/>
        </w:rPr>
        <w:t xml:space="preserve"> </w:t>
      </w:r>
      <w:r w:rsidRPr="000F5DD3">
        <w:rPr>
          <w:rFonts w:asciiTheme="majorBidi" w:eastAsia="Calibri" w:hAnsiTheme="majorBidi" w:cstheme="majorBidi"/>
          <w:spacing w:val="-4"/>
          <w:sz w:val="30"/>
          <w:szCs w:val="30"/>
          <w:cs/>
        </w:rPr>
        <w:t>แต่ไม่รวมถึงงบการเงิน</w:t>
      </w:r>
      <w:r w:rsidRPr="000F5DD3">
        <w:rPr>
          <w:rFonts w:asciiTheme="majorBidi" w:hAnsiTheme="majorBidi" w:cstheme="majorBidi"/>
          <w:spacing w:val="-4"/>
          <w:sz w:val="30"/>
          <w:szCs w:val="30"/>
          <w:cs/>
        </w:rPr>
        <w:t>รวม</w:t>
      </w:r>
      <w:r w:rsidRPr="000F5DD3">
        <w:rPr>
          <w:rFonts w:asciiTheme="majorBidi" w:hAnsiTheme="majorBidi" w:cstheme="majorBidi"/>
          <w:sz w:val="30"/>
          <w:szCs w:val="30"/>
          <w:cs/>
        </w:rPr>
        <w:t>และงบการเงินเฉพาะกิจการ</w:t>
      </w:r>
      <w:r w:rsidRPr="000F5DD3">
        <w:rPr>
          <w:rFonts w:asciiTheme="majorBidi" w:eastAsia="Calibri" w:hAnsiTheme="majorBidi" w:cstheme="majorBidi"/>
          <w:sz w:val="30"/>
          <w:szCs w:val="30"/>
          <w:cs/>
        </w:rPr>
        <w:t>และรายงานของผู้สอบบัญชีที่อยู่ในรายงานนั้น</w:t>
      </w:r>
      <w:r w:rsidRPr="000F5DD3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eastAsia="Calibri" w:hAnsiTheme="majorBidi" w:cstheme="majorBidi"/>
          <w:sz w:val="30"/>
          <w:szCs w:val="30"/>
          <w:cs/>
        </w:rPr>
        <w:t>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73580922" w14:textId="77777777" w:rsidR="007D795C" w:rsidRPr="000F5DD3" w:rsidRDefault="007D795C" w:rsidP="007D795C">
      <w:pPr>
        <w:autoSpaceDE w:val="0"/>
        <w:autoSpaceDN w:val="0"/>
        <w:adjustRightInd w:val="0"/>
        <w:jc w:val="thaiDistribute"/>
        <w:rPr>
          <w:rFonts w:asciiTheme="majorBidi" w:eastAsia="Calibri" w:hAnsiTheme="majorBidi" w:cstheme="majorBidi"/>
          <w:sz w:val="20"/>
          <w:szCs w:val="20"/>
        </w:rPr>
      </w:pPr>
    </w:p>
    <w:p w14:paraId="136359CF" w14:textId="18E7C3E2" w:rsidR="007D795C" w:rsidRPr="000F5DD3" w:rsidRDefault="007D795C" w:rsidP="007D795C">
      <w:pPr>
        <w:autoSpaceDE w:val="0"/>
        <w:autoSpaceDN w:val="0"/>
        <w:adjustRightInd w:val="0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0F5DD3">
        <w:rPr>
          <w:rFonts w:asciiTheme="majorBidi" w:eastAsia="Calibri" w:hAnsiTheme="majorBidi" w:cstheme="majorBidi"/>
          <w:sz w:val="30"/>
          <w:szCs w:val="30"/>
          <w:cs/>
        </w:rPr>
        <w:t>ความเห็นของข้าพเจ้าต่องบการเงิน</w:t>
      </w:r>
      <w:r w:rsidRPr="000F5DD3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0F5DD3">
        <w:rPr>
          <w:rFonts w:asciiTheme="majorBidi" w:eastAsia="Calibri" w:hAnsiTheme="majorBidi" w:cstheme="majorBidi"/>
          <w:sz w:val="30"/>
          <w:szCs w:val="30"/>
          <w:cs/>
        </w:rPr>
        <w:t>ไม่ครอบคลุมถึงข้อมูลอื่นและข้าพเจ้าไม่ได้ให้</w:t>
      </w:r>
      <w:r w:rsidR="00491E26" w:rsidRPr="000F5DD3">
        <w:rPr>
          <w:rFonts w:asciiTheme="majorBidi" w:eastAsia="Calibri" w:hAnsiTheme="majorBidi" w:cstheme="majorBidi"/>
          <w:sz w:val="30"/>
          <w:szCs w:val="30"/>
        </w:rPr>
        <w:br/>
      </w:r>
      <w:r w:rsidRPr="000F5DD3">
        <w:rPr>
          <w:rFonts w:asciiTheme="majorBidi" w:eastAsia="Calibri" w:hAnsiTheme="majorBidi" w:cstheme="majorBidi"/>
          <w:sz w:val="30"/>
          <w:szCs w:val="30"/>
          <w:cs/>
        </w:rPr>
        <w:t>ความเชื่อมั่นต่อข้อมูลอื่น</w:t>
      </w:r>
      <w:r w:rsidRPr="000F5DD3">
        <w:rPr>
          <w:rFonts w:asciiTheme="majorBidi" w:eastAsia="Calibri" w:hAnsiTheme="majorBidi" w:cstheme="majorBidi"/>
          <w:sz w:val="30"/>
          <w:szCs w:val="30"/>
        </w:rPr>
        <w:t xml:space="preserve"> </w:t>
      </w:r>
    </w:p>
    <w:p w14:paraId="657928CC" w14:textId="77777777" w:rsidR="007D795C" w:rsidRPr="000F5DD3" w:rsidRDefault="007D795C" w:rsidP="007D795C">
      <w:pPr>
        <w:autoSpaceDE w:val="0"/>
        <w:autoSpaceDN w:val="0"/>
        <w:adjustRightInd w:val="0"/>
        <w:jc w:val="thaiDistribute"/>
        <w:rPr>
          <w:rFonts w:asciiTheme="majorBidi" w:eastAsia="Calibri" w:hAnsiTheme="majorBidi" w:cstheme="majorBidi"/>
          <w:sz w:val="20"/>
          <w:szCs w:val="20"/>
        </w:rPr>
      </w:pPr>
    </w:p>
    <w:p w14:paraId="741F08B3" w14:textId="77777777" w:rsidR="007D795C" w:rsidRPr="000F5DD3" w:rsidRDefault="007D795C" w:rsidP="007D795C">
      <w:pPr>
        <w:autoSpaceDE w:val="0"/>
        <w:autoSpaceDN w:val="0"/>
        <w:adjustRightInd w:val="0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0F5DD3">
        <w:rPr>
          <w:rFonts w:asciiTheme="majorBidi" w:eastAsia="Calibri" w:hAnsiTheme="majorBidi" w:cstheme="majorBidi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รวมและงบการเงินเฉพาะกิจการ </w:t>
      </w:r>
      <w:r w:rsidRPr="000F5DD3">
        <w:rPr>
          <w:rFonts w:asciiTheme="majorBidi" w:eastAsia="Calibri" w:hAnsiTheme="majorBidi" w:cstheme="majorBidi"/>
          <w:sz w:val="30"/>
          <w:szCs w:val="30"/>
          <w:cs/>
        </w:rPr>
        <w:t>คือ</w:t>
      </w:r>
      <w:r w:rsidRPr="000F5DD3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eastAsia="Calibri" w:hAnsiTheme="majorBidi" w:cstheme="majorBidi"/>
          <w:sz w:val="30"/>
          <w:szCs w:val="30"/>
          <w:cs/>
        </w:rPr>
        <w:t>การอ่านข้อมูลอื่นตามที่ระบุข้างต้นเมื่อจัดทำแล้ว และพิจารณาว่าข้อมูลอื่นมีความขัดแย้งที่มีสาระสำคัญกับงบการเงิน</w:t>
      </w:r>
      <w:r w:rsidRPr="000F5DD3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0F5DD3">
        <w:rPr>
          <w:rFonts w:asciiTheme="majorBidi" w:eastAsia="Calibri" w:hAnsiTheme="majorBidi" w:cstheme="majorBidi"/>
          <w:sz w:val="30"/>
          <w:szCs w:val="30"/>
          <w:cs/>
        </w:rPr>
        <w:t>หรือกับความรู้ที่ได้รับจากการตรวจสอบของข้าพเจ้า</w:t>
      </w:r>
      <w:r w:rsidRPr="000F5DD3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eastAsia="Calibri" w:hAnsiTheme="majorBidi" w:cstheme="majorBidi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659DBF20" w14:textId="77777777" w:rsidR="007D795C" w:rsidRPr="000F5DD3" w:rsidRDefault="007D795C" w:rsidP="007D79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i/>
          <w:iCs/>
          <w:sz w:val="20"/>
          <w:szCs w:val="20"/>
        </w:rPr>
      </w:pPr>
    </w:p>
    <w:p w14:paraId="6FBA1174" w14:textId="77777777" w:rsidR="00A151AF" w:rsidRPr="000F5DD3" w:rsidRDefault="00A151AF" w:rsidP="00A151AF">
      <w:pPr>
        <w:pStyle w:val="Default"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503C7F62" w14:textId="77777777" w:rsidR="00A151AF" w:rsidRPr="000F5DD3" w:rsidRDefault="00A151AF" w:rsidP="007D79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i/>
          <w:iCs/>
          <w:sz w:val="20"/>
          <w:szCs w:val="20"/>
        </w:rPr>
      </w:pPr>
    </w:p>
    <w:p w14:paraId="3BEFB056" w14:textId="77777777" w:rsidR="004A4BC4" w:rsidRPr="000F5DD3" w:rsidRDefault="004A4BC4" w:rsidP="004A4B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0F5DD3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ความรับผิดชอบของผู้บริหารและผู้มีหน้าที่ในการกำกับดูแลต่องบการเงินรวมและงบการเงินเฉพาะกิจการ</w:t>
      </w:r>
    </w:p>
    <w:p w14:paraId="754CB5FF" w14:textId="77777777" w:rsidR="004A4BC4" w:rsidRPr="000F5DD3" w:rsidRDefault="004A4BC4" w:rsidP="004A4BC4">
      <w:pPr>
        <w:jc w:val="thaiDistribute"/>
        <w:rPr>
          <w:rFonts w:asciiTheme="majorBidi" w:eastAsia="Calibri" w:hAnsiTheme="majorBidi" w:cstheme="majorBidi"/>
          <w:i/>
          <w:iCs/>
          <w:sz w:val="20"/>
          <w:szCs w:val="20"/>
        </w:rPr>
      </w:pPr>
    </w:p>
    <w:p w14:paraId="1AEEE0EA" w14:textId="239866C2" w:rsidR="004A4BC4" w:rsidRPr="000F5DD3" w:rsidRDefault="004A4BC4" w:rsidP="004A4BC4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0F5DD3">
        <w:rPr>
          <w:rFonts w:asciiTheme="majorBidi" w:eastAsia="Calibri" w:hAnsiTheme="majorBidi" w:cstheme="majorBidi"/>
          <w:sz w:val="30"/>
          <w:szCs w:val="30"/>
          <w:cs/>
        </w:rPr>
        <w:t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</w:t>
      </w:r>
      <w:r w:rsidR="00DD5EF2" w:rsidRPr="000F5DD3">
        <w:rPr>
          <w:rFonts w:asciiTheme="majorBidi" w:eastAsia="Calibri" w:hAnsiTheme="majorBidi" w:cstheme="majorBidi"/>
          <w:sz w:val="30"/>
          <w:szCs w:val="30"/>
        </w:rPr>
        <w:br/>
      </w:r>
      <w:r w:rsidRPr="000F5DD3">
        <w:rPr>
          <w:rFonts w:asciiTheme="majorBidi" w:eastAsia="Calibri" w:hAnsiTheme="majorBidi" w:cstheme="majorBidi"/>
          <w:sz w:val="30"/>
          <w:szCs w:val="30"/>
          <w:cs/>
        </w:rPr>
        <w:t xml:space="preserve">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65BB96A4" w14:textId="77777777" w:rsidR="004A4BC4" w:rsidRPr="000F5DD3" w:rsidRDefault="004A4BC4" w:rsidP="00942BA5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0F5DD3">
        <w:rPr>
          <w:rFonts w:asciiTheme="majorBidi" w:eastAsia="Calibri" w:hAnsiTheme="majorBidi" w:cstheme="majorBidi"/>
          <w:sz w:val="30"/>
          <w:szCs w:val="30"/>
          <w:cs/>
        </w:rPr>
        <w:t>ในการจัดทำงบการเงินรวมและงบการเงินเฉพาะกิจการ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 หรือหยุดดำเนินงานหรือไม่สามารถดำเนินงานต่อเนื่องต่อไปได้</w:t>
      </w:r>
    </w:p>
    <w:p w14:paraId="688F0783" w14:textId="77777777" w:rsidR="004A4BC4" w:rsidRPr="000F5DD3" w:rsidRDefault="004A4BC4" w:rsidP="004A4BC4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5220290C" w14:textId="202E5679" w:rsidR="004A4BC4" w:rsidRPr="000F5DD3" w:rsidRDefault="004A4BC4" w:rsidP="004A4BC4">
      <w:pPr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0F5DD3">
        <w:rPr>
          <w:rFonts w:asciiTheme="majorBidi" w:eastAsia="Calibri" w:hAnsiTheme="majorBidi" w:cstheme="majorBidi"/>
          <w:sz w:val="30"/>
          <w:szCs w:val="30"/>
          <w:cs/>
        </w:rPr>
        <w:t>ผู้มีหน้าที่ในการกำกับดูแลมีหน้าที่ในการ</w:t>
      </w:r>
      <w:r w:rsidR="005832A6" w:rsidRPr="000F5DD3">
        <w:rPr>
          <w:rFonts w:asciiTheme="majorBidi" w:eastAsia="Calibri" w:hAnsiTheme="majorBidi" w:cstheme="majorBidi"/>
          <w:sz w:val="30"/>
          <w:szCs w:val="30"/>
          <w:cs/>
        </w:rPr>
        <w:t>กำกับ</w:t>
      </w:r>
      <w:r w:rsidRPr="000F5DD3">
        <w:rPr>
          <w:rFonts w:asciiTheme="majorBidi" w:eastAsia="Calibri" w:hAnsiTheme="majorBidi" w:cstheme="majorBidi"/>
          <w:sz w:val="30"/>
          <w:szCs w:val="30"/>
          <w:cs/>
        </w:rPr>
        <w:t>ดูแลกระบวนการในการจัดทำรายงานทางการเงินของ</w:t>
      </w:r>
      <w:r w:rsidRPr="000F5DD3">
        <w:rPr>
          <w:rFonts w:asciiTheme="majorBidi" w:hAnsiTheme="majorBidi" w:cstheme="majorBidi"/>
          <w:sz w:val="30"/>
          <w:szCs w:val="30"/>
          <w:cs/>
        </w:rPr>
        <w:t>กลุ่มบริษัทและบริษัท</w:t>
      </w:r>
    </w:p>
    <w:p w14:paraId="36D37FE3" w14:textId="77777777" w:rsidR="004A4BC4" w:rsidRPr="000F5DD3" w:rsidRDefault="004A4BC4" w:rsidP="004A4BC4">
      <w:pPr>
        <w:jc w:val="thaiDistribute"/>
        <w:rPr>
          <w:rFonts w:asciiTheme="majorBidi" w:eastAsia="Calibri" w:hAnsiTheme="majorBidi" w:cstheme="majorBidi"/>
          <w:sz w:val="30"/>
          <w:szCs w:val="30"/>
          <w:cs/>
        </w:rPr>
      </w:pPr>
    </w:p>
    <w:p w14:paraId="6ADDE8BA" w14:textId="77777777" w:rsidR="004A4BC4" w:rsidRPr="000F5DD3" w:rsidRDefault="004A4BC4" w:rsidP="004A4BC4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F5DD3">
        <w:rPr>
          <w:rFonts w:asciiTheme="majorBidi" w:hAnsiTheme="majorBidi" w:cstheme="majorBidi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5E36096D" w14:textId="77777777" w:rsidR="004A4BC4" w:rsidRPr="000F5DD3" w:rsidRDefault="004A4BC4" w:rsidP="004A4BC4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5A147D21" w14:textId="28AAE410" w:rsidR="004A4BC4" w:rsidRPr="000F5DD3" w:rsidRDefault="004A4BC4" w:rsidP="004A4BC4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eastAsia="Calibri" w:hAnsiTheme="majorBidi" w:cstheme="majorBidi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0F5DD3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0F5DD3">
        <w:rPr>
          <w:rFonts w:asciiTheme="majorBidi" w:eastAsia="Calibri" w:hAnsiTheme="majorBidi" w:cstheme="majorBidi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</w:t>
      </w:r>
      <w:r w:rsidR="00DD5EF2" w:rsidRPr="000F5DD3">
        <w:rPr>
          <w:rFonts w:asciiTheme="majorBidi" w:eastAsia="Calibri" w:hAnsiTheme="majorBidi" w:cstheme="majorBidi"/>
          <w:sz w:val="30"/>
          <w:szCs w:val="30"/>
        </w:rPr>
        <w:br/>
      </w:r>
      <w:r w:rsidRPr="000F5DD3">
        <w:rPr>
          <w:rFonts w:asciiTheme="majorBidi" w:eastAsia="Calibri" w:hAnsiTheme="majorBidi" w:cstheme="majorBidi"/>
          <w:sz w:val="30"/>
          <w:szCs w:val="30"/>
          <w:cs/>
        </w:rPr>
        <w:t>ทุกรายการรวมกันจะมีผ</w:t>
      </w:r>
      <w:r w:rsidRPr="000F5DD3">
        <w:rPr>
          <w:rFonts w:asciiTheme="majorBidi" w:hAnsiTheme="majorBidi" w:cstheme="majorBidi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</w:t>
      </w:r>
    </w:p>
    <w:p w14:paraId="5F112F5B" w14:textId="77777777" w:rsidR="004A4BC4" w:rsidRPr="000F5DD3" w:rsidRDefault="004A4BC4" w:rsidP="004A4BC4">
      <w:pPr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3152A421" w14:textId="77777777" w:rsidR="004A4BC4" w:rsidRPr="000F5DD3" w:rsidRDefault="004A4BC4" w:rsidP="004A4BC4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0F5DD3">
        <w:rPr>
          <w:rFonts w:asciiTheme="majorBidi" w:eastAsia="Calibri" w:hAnsiTheme="majorBidi" w:cstheme="majorBidi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4A6F594F" w14:textId="77777777" w:rsidR="006B54C4" w:rsidRPr="000F5DD3" w:rsidRDefault="006B54C4" w:rsidP="00B35A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2CC204F1" w14:textId="77777777" w:rsidR="004A4BC4" w:rsidRPr="000F5DD3" w:rsidRDefault="004A4BC4" w:rsidP="00123469">
      <w:pPr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eastAsia="Calibri" w:hAnsiTheme="majorBidi" w:cstheme="majorBidi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0F5DD3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0F5DD3">
        <w:rPr>
          <w:rFonts w:asciiTheme="majorBidi" w:eastAsia="Calibri" w:hAnsiTheme="majorBidi" w:cstheme="majorBidi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0F5DD3">
        <w:rPr>
          <w:rFonts w:asciiTheme="majorBidi" w:hAnsiTheme="majorBidi" w:cstheme="majorBidi"/>
          <w:sz w:val="30"/>
          <w:szCs w:val="30"/>
          <w:cs/>
        </w:rPr>
        <w:t>ายใน</w:t>
      </w:r>
    </w:p>
    <w:p w14:paraId="2A4451D7" w14:textId="77777777" w:rsidR="004A4BC4" w:rsidRPr="000F5DD3" w:rsidRDefault="004A4BC4" w:rsidP="00123469">
      <w:pPr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eastAsia="Calibri" w:hAnsiTheme="majorBidi" w:cstheme="majorBidi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</w:t>
      </w:r>
      <w:r w:rsidRPr="000F5DD3">
        <w:rPr>
          <w:rFonts w:asciiTheme="majorBidi" w:hAnsiTheme="majorBidi" w:cstheme="majorBidi"/>
          <w:sz w:val="30"/>
          <w:szCs w:val="30"/>
          <w:cs/>
        </w:rPr>
        <w:t>บริษัท</w:t>
      </w:r>
    </w:p>
    <w:p w14:paraId="6C2E9F68" w14:textId="77777777" w:rsidR="006A5F21" w:rsidRPr="000F5DD3" w:rsidRDefault="00CA04F4" w:rsidP="006A5F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340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</w:rPr>
        <w:br w:type="page"/>
      </w:r>
    </w:p>
    <w:p w14:paraId="6C189015" w14:textId="2B8E5189" w:rsidR="004A4BC4" w:rsidRPr="000F5DD3" w:rsidRDefault="004A4BC4" w:rsidP="00123469">
      <w:pPr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eastAsia="Calibri" w:hAnsiTheme="majorBidi" w:cstheme="majorBidi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</w:t>
      </w:r>
      <w:r w:rsidR="005F3A66" w:rsidRPr="000F5DD3">
        <w:rPr>
          <w:rFonts w:asciiTheme="majorBidi" w:eastAsia="Calibri" w:hAnsiTheme="majorBidi" w:cstheme="majorBidi"/>
          <w:sz w:val="30"/>
          <w:szCs w:val="30"/>
        </w:rPr>
        <w:br/>
      </w:r>
      <w:r w:rsidRPr="000F5DD3">
        <w:rPr>
          <w:rFonts w:asciiTheme="majorBidi" w:eastAsia="Calibri" w:hAnsiTheme="majorBidi" w:cstheme="majorBidi"/>
          <w:sz w:val="30"/>
          <w:szCs w:val="30"/>
          <w:cs/>
        </w:rPr>
        <w:t>การเปิดเ</w:t>
      </w:r>
      <w:r w:rsidRPr="000F5DD3">
        <w:rPr>
          <w:rFonts w:asciiTheme="majorBidi" w:hAnsiTheme="majorBidi" w:cstheme="majorBidi"/>
          <w:sz w:val="30"/>
          <w:szCs w:val="30"/>
          <w:cs/>
        </w:rPr>
        <w:t>ผยข้อมูลที่เกี่ยวข้องซึ่งจัดทำขึ้นโดยผู้บริหาร</w:t>
      </w:r>
    </w:p>
    <w:p w14:paraId="055C559E" w14:textId="1CC23907" w:rsidR="006B54C4" w:rsidRPr="000F5DD3" w:rsidRDefault="004A4BC4" w:rsidP="00123469">
      <w:pPr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</w:t>
      </w:r>
      <w:r w:rsidR="005F3A66" w:rsidRPr="000F5DD3">
        <w:rPr>
          <w:rFonts w:asciiTheme="majorBidi" w:hAnsiTheme="majorBidi" w:cstheme="majorBidi"/>
          <w:sz w:val="30"/>
          <w:szCs w:val="30"/>
        </w:rPr>
        <w:br/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 </w:t>
      </w:r>
      <w:r w:rsidR="005F3A66" w:rsidRPr="000F5DD3">
        <w:rPr>
          <w:rFonts w:asciiTheme="majorBidi" w:hAnsiTheme="majorBidi" w:cstheme="majorBidi"/>
          <w:sz w:val="30"/>
          <w:szCs w:val="30"/>
        </w:rPr>
        <w:br/>
      </w:r>
      <w:r w:rsidRPr="000F5DD3">
        <w:rPr>
          <w:rFonts w:asciiTheme="majorBidi" w:hAnsiTheme="majorBidi" w:cstheme="majorBidi"/>
          <w:sz w:val="30"/>
          <w:szCs w:val="30"/>
          <w:cs/>
        </w:rPr>
        <w:t>ถ้าข้าพเจ้าได้ข้อสรุปว่ามีความไม่แน่นอนที่มีสาระสำคัญ ข้าพเจ้าต้องกล่าวไว้ในรายงานของผู้สอ</w:t>
      </w:r>
      <w:r w:rsidR="005926BD" w:rsidRPr="000F5DD3">
        <w:rPr>
          <w:rFonts w:asciiTheme="majorBidi" w:hAnsiTheme="majorBidi" w:cstheme="majorBidi"/>
          <w:sz w:val="30"/>
          <w:szCs w:val="30"/>
          <w:cs/>
        </w:rPr>
        <w:t>บบัญชีของข้าพเจ้า</w:t>
      </w:r>
      <w:r w:rsidR="000B0C2A" w:rsidRPr="000F5DD3">
        <w:rPr>
          <w:rFonts w:asciiTheme="majorBidi" w:hAnsiTheme="majorBidi" w:cstheme="majorBidi"/>
          <w:sz w:val="30"/>
          <w:szCs w:val="30"/>
          <w:cs/>
        </w:rPr>
        <w:t xml:space="preserve">โดยให้ข้อสังเกตถึงการเปิดเผยข้อมูลในงบการเงินรวมและงบการเงินเฉพาะกิจการที่เกี่ยวข้อง </w:t>
      </w:r>
      <w:r w:rsidR="005926BD" w:rsidRPr="000F5DD3">
        <w:rPr>
          <w:rFonts w:asciiTheme="majorBidi" w:hAnsiTheme="majorBidi" w:cstheme="majorBidi"/>
          <w:sz w:val="30"/>
          <w:szCs w:val="30"/>
          <w:cs/>
        </w:rPr>
        <w:t>หรือถ้าการเปิดเผย</w:t>
      </w:r>
      <w:r w:rsidR="000B0C2A" w:rsidRPr="000F5DD3">
        <w:rPr>
          <w:rFonts w:asciiTheme="majorBidi" w:hAnsiTheme="majorBidi" w:cstheme="majorBidi"/>
          <w:sz w:val="30"/>
          <w:szCs w:val="30"/>
          <w:cs/>
        </w:rPr>
        <w:t>ข้อมูล</w:t>
      </w:r>
      <w:r w:rsidRPr="000F5DD3">
        <w:rPr>
          <w:rFonts w:asciiTheme="majorBidi" w:hAnsiTheme="majorBidi" w:cstheme="majorBidi"/>
          <w:sz w:val="30"/>
          <w:szCs w:val="30"/>
          <w:cs/>
        </w:rPr>
        <w:t>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เหตุการณ์หรือสถานการณ์ในอนาคตอาจเป็นเหตุให้กลุ่มบริษัทและบริษัทต้องหยุดการดำเนินงานต่อเนื่อง</w:t>
      </w:r>
    </w:p>
    <w:p w14:paraId="424D35BC" w14:textId="77777777" w:rsidR="006B54C4" w:rsidRPr="000F5DD3" w:rsidRDefault="004A4BC4" w:rsidP="00123469">
      <w:pPr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</w:t>
      </w:r>
      <w:r w:rsidR="000B0C2A" w:rsidRPr="000F5DD3">
        <w:rPr>
          <w:rFonts w:asciiTheme="majorBidi" w:hAnsiTheme="majorBidi" w:cstheme="majorBidi"/>
          <w:sz w:val="30"/>
          <w:szCs w:val="30"/>
          <w:cs/>
        </w:rPr>
        <w:t>ข้อมูล</w:t>
      </w:r>
      <w:r w:rsidRPr="000F5DD3">
        <w:rPr>
          <w:rFonts w:asciiTheme="majorBidi" w:hAnsiTheme="majorBidi" w:cstheme="majorBidi"/>
          <w:sz w:val="30"/>
          <w:szCs w:val="30"/>
          <w:cs/>
        </w:rPr>
        <w:t>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</w:t>
      </w:r>
      <w:r w:rsidR="000B0C2A" w:rsidRPr="000F5DD3">
        <w:rPr>
          <w:rFonts w:asciiTheme="majorBidi" w:hAnsiTheme="majorBidi" w:cstheme="majorBidi"/>
          <w:sz w:val="30"/>
          <w:szCs w:val="30"/>
          <w:cs/>
        </w:rPr>
        <w:t>หรือไม่</w:t>
      </w:r>
    </w:p>
    <w:p w14:paraId="27135500" w14:textId="62129576" w:rsidR="004A4BC4" w:rsidRPr="000F5DD3" w:rsidRDefault="004A4BC4" w:rsidP="00F47497">
      <w:pPr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 xml:space="preserve">ข้าพเจ้ารับผิดชอบต่อการกำหนดแนวทาง </w:t>
      </w:r>
      <w:r w:rsidR="005F3A66" w:rsidRPr="000F5DD3">
        <w:rPr>
          <w:rFonts w:asciiTheme="majorBidi" w:hAnsiTheme="majorBidi" w:cstheme="majorBidi"/>
          <w:sz w:val="30"/>
          <w:szCs w:val="30"/>
        </w:rPr>
        <w:br/>
      </w:r>
      <w:r w:rsidRPr="000F5DD3">
        <w:rPr>
          <w:rFonts w:asciiTheme="majorBidi" w:hAnsiTheme="majorBidi" w:cstheme="majorBidi"/>
          <w:sz w:val="30"/>
          <w:szCs w:val="30"/>
          <w:cs/>
        </w:rPr>
        <w:t>การควบคุมดูแล และการปฏิบัติงานตรวจสอบกลุ่มบริษัท</w:t>
      </w:r>
      <w:r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Pr="000F5DD3">
        <w:rPr>
          <w:rFonts w:asciiTheme="majorBidi" w:hAnsiTheme="majorBidi" w:cstheme="majorBidi"/>
          <w:sz w:val="30"/>
          <w:szCs w:val="30"/>
          <w:cs/>
        </w:rPr>
        <w:t>ข้าพเจ้าเป็นผู้รับผิดชอบแต่เพียงผู้เดียวต่อความเห็นของข้าพเจ้า</w:t>
      </w:r>
    </w:p>
    <w:p w14:paraId="2BB0A377" w14:textId="77777777" w:rsidR="00B35AAF" w:rsidRPr="000F5DD3" w:rsidRDefault="00B35AAF" w:rsidP="00F47497">
      <w:pPr>
        <w:pStyle w:val="a6"/>
        <w:tabs>
          <w:tab w:val="clear" w:pos="1080"/>
        </w:tabs>
        <w:ind w:right="-43"/>
        <w:jc w:val="thaiDistribute"/>
        <w:rPr>
          <w:rFonts w:asciiTheme="majorBidi" w:hAnsiTheme="majorBidi" w:cstheme="majorBidi"/>
          <w:i/>
          <w:iCs/>
          <w:cs/>
        </w:rPr>
      </w:pPr>
    </w:p>
    <w:p w14:paraId="327BC421" w14:textId="77777777" w:rsidR="004A4BC4" w:rsidRPr="000F5DD3" w:rsidRDefault="004A4BC4" w:rsidP="006C667E">
      <w:pPr>
        <w:pStyle w:val="a6"/>
        <w:tabs>
          <w:tab w:val="clear" w:pos="1080"/>
        </w:tabs>
        <w:ind w:right="-43"/>
        <w:jc w:val="thaiDistribute"/>
        <w:rPr>
          <w:rFonts w:asciiTheme="majorBidi" w:hAnsiTheme="majorBidi" w:cstheme="majorBidi"/>
          <w:cs/>
        </w:rPr>
      </w:pPr>
      <w:r w:rsidRPr="000F5DD3">
        <w:rPr>
          <w:rFonts w:asciiTheme="majorBidi" w:eastAsia="Calibri" w:hAnsiTheme="majorBidi" w:cstheme="majorBidi"/>
          <w:cs/>
        </w:rPr>
        <w:t>ข้าพเจ้าได้สื่อสารกับผู้มีหน้าที่ในการกำกับดูแล</w:t>
      </w:r>
      <w:r w:rsidR="000B0C2A" w:rsidRPr="000F5DD3">
        <w:rPr>
          <w:rFonts w:asciiTheme="majorBidi" w:eastAsia="Calibri" w:hAnsiTheme="majorBidi" w:cstheme="majorBidi"/>
          <w:cs/>
        </w:rPr>
        <w:t>ในเรื่องต่าง ๆ ที่สำคัญซึ่งรวมถึง</w:t>
      </w:r>
      <w:r w:rsidRPr="000F5DD3">
        <w:rPr>
          <w:rFonts w:asciiTheme="majorBidi" w:eastAsia="Calibri" w:hAnsiTheme="majorBidi" w:cstheme="majorBidi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</w:t>
      </w:r>
      <w:r w:rsidR="000B0C2A" w:rsidRPr="000F5DD3">
        <w:rPr>
          <w:rFonts w:asciiTheme="majorBidi" w:eastAsia="Calibri" w:hAnsiTheme="majorBidi" w:cstheme="majorBidi"/>
          <w:cs/>
        </w:rPr>
        <w:t>หาก</w:t>
      </w:r>
      <w:r w:rsidRPr="000F5DD3">
        <w:rPr>
          <w:rFonts w:asciiTheme="majorBidi" w:eastAsia="Calibri" w:hAnsiTheme="majorBidi" w:cstheme="majorBidi"/>
          <w:cs/>
        </w:rPr>
        <w:t>ข้าพเจ้าได้พบในระหว่างการตรวจสอบขอ</w:t>
      </w:r>
      <w:r w:rsidRPr="000F5DD3">
        <w:rPr>
          <w:rFonts w:asciiTheme="majorBidi" w:hAnsiTheme="majorBidi" w:cstheme="majorBidi"/>
          <w:cs/>
        </w:rPr>
        <w:t>งข้าพเจ้า</w:t>
      </w:r>
    </w:p>
    <w:p w14:paraId="511FECCB" w14:textId="77777777" w:rsidR="004A4BC4" w:rsidRPr="000F5DD3" w:rsidRDefault="004A4BC4" w:rsidP="006C667E">
      <w:pPr>
        <w:pStyle w:val="a6"/>
        <w:tabs>
          <w:tab w:val="clear" w:pos="1080"/>
        </w:tabs>
        <w:ind w:right="-43"/>
        <w:jc w:val="thaiDistribute"/>
        <w:rPr>
          <w:rFonts w:asciiTheme="majorBidi" w:hAnsiTheme="majorBidi" w:cstheme="majorBidi"/>
          <w:cs/>
        </w:rPr>
      </w:pPr>
    </w:p>
    <w:p w14:paraId="4122DE19" w14:textId="7DFCBA7D" w:rsidR="004A4BC4" w:rsidRPr="000F5DD3" w:rsidRDefault="004A4BC4" w:rsidP="004A4BC4">
      <w:pPr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0F5DD3">
        <w:rPr>
          <w:rFonts w:asciiTheme="majorBidi" w:eastAsia="Calibri" w:hAnsiTheme="majorBidi" w:cstheme="majorBidi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</w:t>
      </w:r>
      <w:r w:rsidR="005F3A66" w:rsidRPr="000F5DD3">
        <w:rPr>
          <w:rFonts w:asciiTheme="majorBidi" w:eastAsia="Calibri" w:hAnsiTheme="majorBidi" w:cstheme="majorBidi"/>
          <w:sz w:val="30"/>
          <w:szCs w:val="30"/>
        </w:rPr>
        <w:br/>
      </w:r>
      <w:r w:rsidRPr="000F5DD3">
        <w:rPr>
          <w:rFonts w:asciiTheme="majorBidi" w:eastAsia="Calibri" w:hAnsiTheme="majorBidi" w:cstheme="majorBidi"/>
          <w:sz w:val="30"/>
          <w:szCs w:val="30"/>
          <w:cs/>
        </w:rPr>
        <w:t>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</w:t>
      </w:r>
      <w:r w:rsidR="00EE55EC" w:rsidRPr="000F5DD3">
        <w:rPr>
          <w:rFonts w:asciiTheme="majorBidi" w:eastAsia="Calibri" w:hAnsiTheme="majorBidi" w:cstheme="majorBidi"/>
          <w:sz w:val="30"/>
          <w:szCs w:val="30"/>
          <w:cs/>
        </w:rPr>
        <w:t>และการดำเนินการเพื่อขจัดอุปสรรคหรือมาตรการป้องกันของข้าพเจ้า</w:t>
      </w:r>
    </w:p>
    <w:p w14:paraId="71AF473C" w14:textId="77777777" w:rsidR="000E4A2C" w:rsidRPr="000F5DD3" w:rsidRDefault="000E4A2C" w:rsidP="004A4BC4">
      <w:pPr>
        <w:pStyle w:val="a6"/>
        <w:tabs>
          <w:tab w:val="clear" w:pos="1080"/>
        </w:tabs>
        <w:ind w:right="-43"/>
        <w:jc w:val="thaiDistribute"/>
        <w:rPr>
          <w:rFonts w:asciiTheme="majorBidi" w:hAnsiTheme="majorBidi" w:cstheme="majorBidi"/>
          <w:lang w:val="en-US"/>
        </w:rPr>
      </w:pPr>
      <w:r w:rsidRPr="000F5DD3">
        <w:rPr>
          <w:rFonts w:asciiTheme="majorBidi" w:hAnsiTheme="majorBidi" w:cstheme="majorBidi"/>
          <w:cs/>
          <w:lang w:val="en-US"/>
        </w:rPr>
        <w:br w:type="page"/>
      </w:r>
    </w:p>
    <w:p w14:paraId="525F7CA9" w14:textId="638B3974" w:rsidR="004A4BC4" w:rsidRPr="000F5DD3" w:rsidRDefault="004A4BC4" w:rsidP="004A4BC4">
      <w:pPr>
        <w:pStyle w:val="a6"/>
        <w:tabs>
          <w:tab w:val="clear" w:pos="1080"/>
        </w:tabs>
        <w:ind w:right="-43"/>
        <w:jc w:val="thaiDistribute"/>
        <w:rPr>
          <w:rFonts w:asciiTheme="majorBidi" w:hAnsiTheme="majorBidi" w:cstheme="majorBidi"/>
          <w:cs/>
        </w:rPr>
      </w:pPr>
      <w:r w:rsidRPr="000F5DD3">
        <w:rPr>
          <w:rFonts w:asciiTheme="majorBidi" w:hAnsiTheme="majorBidi" w:cstheme="majorBidi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</w:t>
      </w:r>
      <w:r w:rsidR="002E481F" w:rsidRPr="000F5DD3">
        <w:rPr>
          <w:rFonts w:asciiTheme="majorBidi" w:hAnsiTheme="majorBidi" w:cstheme="majorBidi"/>
          <w:cs/>
        </w:rPr>
        <w:t xml:space="preserve">               </w:t>
      </w:r>
      <w:r w:rsidRPr="000F5DD3">
        <w:rPr>
          <w:rFonts w:asciiTheme="majorBidi" w:hAnsiTheme="majorBidi" w:cstheme="majorBidi"/>
          <w:cs/>
        </w:rPr>
        <w:t>งบการเงินรวมและงบการเงินเฉพาะกิจการในงวดปัจจุบันและก</w:t>
      </w:r>
      <w:r w:rsidR="000E4A2C" w:rsidRPr="000F5DD3">
        <w:rPr>
          <w:rFonts w:asciiTheme="majorBidi" w:hAnsiTheme="majorBidi" w:cstheme="majorBidi"/>
          <w:cs/>
        </w:rPr>
        <w:t>ำหนดเป็นเรื่องสำคัญในการตรวจสอบ</w:t>
      </w:r>
      <w:r w:rsidRPr="000F5DD3">
        <w:rPr>
          <w:rFonts w:asciiTheme="majorBidi" w:hAnsiTheme="majorBidi" w:cstheme="majorBidi"/>
          <w:cs/>
        </w:rPr>
        <w:t xml:space="preserve">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</w:t>
      </w:r>
      <w:r w:rsidR="005F3A66" w:rsidRPr="000F5DD3">
        <w:rPr>
          <w:rFonts w:asciiTheme="majorBidi" w:hAnsiTheme="majorBidi" w:cstheme="majorBidi"/>
          <w:cs/>
        </w:rPr>
        <w:br/>
      </w:r>
      <w:r w:rsidRPr="000F5DD3">
        <w:rPr>
          <w:rFonts w:asciiTheme="majorBidi" w:hAnsiTheme="majorBidi" w:cstheme="majorBidi"/>
          <w:cs/>
        </w:rPr>
        <w:t>จากการสื่อสารดังกล่าว</w:t>
      </w:r>
    </w:p>
    <w:p w14:paraId="343E4D17" w14:textId="77777777" w:rsidR="00404524" w:rsidRPr="000F5DD3" w:rsidRDefault="00404524" w:rsidP="0064574E">
      <w:pPr>
        <w:pStyle w:val="a6"/>
        <w:tabs>
          <w:tab w:val="clear" w:pos="1080"/>
        </w:tabs>
        <w:ind w:right="-43"/>
        <w:jc w:val="thaiDistribute"/>
        <w:rPr>
          <w:rFonts w:asciiTheme="majorBidi" w:hAnsiTheme="majorBidi" w:cstheme="majorBidi"/>
          <w:lang w:val="en-US"/>
        </w:rPr>
      </w:pPr>
    </w:p>
    <w:p w14:paraId="55204232" w14:textId="77777777" w:rsidR="00572400" w:rsidRPr="000F5DD3" w:rsidRDefault="00572400" w:rsidP="0064574E">
      <w:pPr>
        <w:pStyle w:val="a6"/>
        <w:tabs>
          <w:tab w:val="clear" w:pos="1080"/>
        </w:tabs>
        <w:ind w:right="-43"/>
        <w:jc w:val="thaiDistribute"/>
        <w:rPr>
          <w:rFonts w:asciiTheme="majorBidi" w:hAnsiTheme="majorBidi" w:cstheme="majorBidi"/>
          <w:lang w:val="en-US"/>
        </w:rPr>
      </w:pPr>
    </w:p>
    <w:p w14:paraId="51986602" w14:textId="77777777" w:rsidR="00572400" w:rsidRPr="000F5DD3" w:rsidRDefault="00572400" w:rsidP="0064574E">
      <w:pPr>
        <w:pStyle w:val="a6"/>
        <w:tabs>
          <w:tab w:val="clear" w:pos="1080"/>
        </w:tabs>
        <w:ind w:right="-43"/>
        <w:jc w:val="thaiDistribute"/>
        <w:rPr>
          <w:rFonts w:asciiTheme="majorBidi" w:hAnsiTheme="majorBidi" w:cstheme="majorBidi"/>
          <w:lang w:val="en-US"/>
        </w:rPr>
      </w:pPr>
    </w:p>
    <w:p w14:paraId="5E8E3F81" w14:textId="77777777" w:rsidR="00572400" w:rsidRPr="000F5DD3" w:rsidRDefault="00572400" w:rsidP="0064574E">
      <w:pPr>
        <w:pStyle w:val="a6"/>
        <w:tabs>
          <w:tab w:val="clear" w:pos="1080"/>
        </w:tabs>
        <w:ind w:right="-43"/>
        <w:jc w:val="thaiDistribute"/>
        <w:rPr>
          <w:rFonts w:asciiTheme="majorBidi" w:hAnsiTheme="majorBidi" w:cstheme="majorBidi"/>
          <w:lang w:val="en-US"/>
        </w:rPr>
      </w:pPr>
    </w:p>
    <w:p w14:paraId="12271D78" w14:textId="77777777" w:rsidR="00674F7F" w:rsidRPr="000F5DD3" w:rsidRDefault="00674F7F" w:rsidP="000E69F1">
      <w:pPr>
        <w:pStyle w:val="T"/>
        <w:ind w:left="0" w:right="0"/>
        <w:jc w:val="left"/>
        <w:rPr>
          <w:rFonts w:asciiTheme="majorBidi" w:hAnsiTheme="majorBidi" w:cstheme="majorBidi"/>
          <w:cs/>
          <w:lang w:val="en-US"/>
        </w:rPr>
      </w:pPr>
      <w:r w:rsidRPr="000F5DD3">
        <w:rPr>
          <w:rFonts w:asciiTheme="majorBidi" w:hAnsiTheme="majorBidi" w:cstheme="majorBidi"/>
          <w:cs/>
        </w:rPr>
        <w:t>(</w:t>
      </w:r>
      <w:r w:rsidR="003C7241" w:rsidRPr="000F5DD3">
        <w:rPr>
          <w:rFonts w:asciiTheme="majorBidi" w:hAnsiTheme="majorBidi" w:cstheme="majorBidi"/>
          <w:cs/>
        </w:rPr>
        <w:t>บงกช อ่ำเสงี่ยม</w:t>
      </w:r>
      <w:r w:rsidRPr="000F5DD3">
        <w:rPr>
          <w:rFonts w:asciiTheme="majorBidi" w:hAnsiTheme="majorBidi" w:cstheme="majorBidi"/>
          <w:cs/>
        </w:rPr>
        <w:t>)</w:t>
      </w:r>
    </w:p>
    <w:p w14:paraId="01A243C3" w14:textId="77777777" w:rsidR="00674F7F" w:rsidRPr="000F5DD3" w:rsidRDefault="00674F7F" w:rsidP="000E69F1">
      <w:pPr>
        <w:pStyle w:val="T"/>
        <w:ind w:left="0" w:right="0"/>
        <w:jc w:val="left"/>
        <w:rPr>
          <w:rFonts w:asciiTheme="majorBidi" w:hAnsiTheme="majorBidi" w:cstheme="majorBidi"/>
          <w:cs/>
        </w:rPr>
      </w:pPr>
      <w:r w:rsidRPr="000F5DD3">
        <w:rPr>
          <w:rFonts w:asciiTheme="majorBidi" w:hAnsiTheme="majorBidi" w:cstheme="majorBidi"/>
          <w:cs/>
        </w:rPr>
        <w:t>ผู้สอบบัญชีรับอนุญาต</w:t>
      </w:r>
    </w:p>
    <w:p w14:paraId="490E4809" w14:textId="77777777" w:rsidR="00674F7F" w:rsidRPr="000F5DD3" w:rsidRDefault="00674F7F" w:rsidP="000E69F1">
      <w:pPr>
        <w:pStyle w:val="T"/>
        <w:ind w:left="0" w:right="0"/>
        <w:jc w:val="left"/>
        <w:rPr>
          <w:rFonts w:asciiTheme="majorBidi" w:hAnsiTheme="majorBidi" w:cstheme="majorBidi"/>
          <w:lang w:val="en-US"/>
        </w:rPr>
      </w:pPr>
      <w:r w:rsidRPr="000F5DD3">
        <w:rPr>
          <w:rFonts w:asciiTheme="majorBidi" w:hAnsiTheme="majorBidi" w:cstheme="majorBidi"/>
          <w:cs/>
        </w:rPr>
        <w:t xml:space="preserve">เลขทะเบียน </w:t>
      </w:r>
      <w:r w:rsidR="003C7241" w:rsidRPr="000F5DD3">
        <w:rPr>
          <w:rFonts w:asciiTheme="majorBidi" w:hAnsiTheme="majorBidi" w:cstheme="majorBidi"/>
          <w:lang w:val="en-US"/>
        </w:rPr>
        <w:t>3684</w:t>
      </w:r>
    </w:p>
    <w:p w14:paraId="43EE63F4" w14:textId="77777777" w:rsidR="00064929" w:rsidRPr="000F5DD3" w:rsidRDefault="00064929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</w:p>
    <w:p w14:paraId="2B7D4F0D" w14:textId="77777777" w:rsidR="00064929" w:rsidRPr="000F5DD3" w:rsidRDefault="00064929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4FB3B606" w14:textId="77777777" w:rsidR="00CD78E7" w:rsidRDefault="00064929" w:rsidP="00383C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  <w:r w:rsidRPr="000F5DD3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36592459" w14:textId="7F1070AB" w:rsidR="00DA0A21" w:rsidRPr="000F5DD3" w:rsidRDefault="005C4BE4" w:rsidP="00383C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</w:rPr>
        <w:t>25</w:t>
      </w:r>
      <w:r w:rsidR="00383C50" w:rsidRPr="000F5DD3">
        <w:rPr>
          <w:rFonts w:asciiTheme="majorBidi" w:hAnsiTheme="majorBidi" w:cstheme="majorBidi"/>
          <w:sz w:val="30"/>
          <w:szCs w:val="30"/>
        </w:rPr>
        <w:t xml:space="preserve"> </w:t>
      </w:r>
      <w:r w:rsidR="00383C50" w:rsidRPr="000F5DD3">
        <w:rPr>
          <w:rFonts w:asciiTheme="majorBidi" w:hAnsiTheme="majorBidi" w:cstheme="majorBidi"/>
          <w:sz w:val="30"/>
          <w:szCs w:val="30"/>
          <w:cs/>
        </w:rPr>
        <w:t xml:space="preserve">กุมภาพันธ์ </w:t>
      </w:r>
      <w:r w:rsidR="00F51F74">
        <w:rPr>
          <w:rFonts w:asciiTheme="majorBidi" w:hAnsiTheme="majorBidi" w:cstheme="majorBidi"/>
          <w:sz w:val="30"/>
          <w:szCs w:val="30"/>
        </w:rPr>
        <w:t>256</w:t>
      </w:r>
      <w:r w:rsidR="00844235">
        <w:rPr>
          <w:rFonts w:asciiTheme="majorBidi" w:hAnsiTheme="majorBidi" w:cstheme="majorBidi"/>
          <w:sz w:val="30"/>
          <w:szCs w:val="30"/>
        </w:rPr>
        <w:t>8</w:t>
      </w:r>
    </w:p>
    <w:p w14:paraId="17CB7924" w14:textId="55CDD0B2" w:rsidR="00536C48" w:rsidRDefault="00536C48" w:rsidP="00D26576">
      <w:pPr>
        <w:tabs>
          <w:tab w:val="clear" w:pos="680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color w:val="FFFFFF" w:themeColor="background1"/>
          <w:sz w:val="30"/>
          <w:szCs w:val="30"/>
        </w:rPr>
      </w:pPr>
    </w:p>
    <w:p w14:paraId="0E075121" w14:textId="77777777" w:rsidR="00486889" w:rsidRDefault="00486889" w:rsidP="00D26576">
      <w:pPr>
        <w:tabs>
          <w:tab w:val="clear" w:pos="680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color w:val="FFFFFF" w:themeColor="background1"/>
          <w:sz w:val="30"/>
          <w:szCs w:val="30"/>
        </w:rPr>
      </w:pPr>
    </w:p>
    <w:p w14:paraId="680FD6B8" w14:textId="77777777" w:rsidR="00486889" w:rsidRPr="000F5DD3" w:rsidRDefault="00486889" w:rsidP="00D26576">
      <w:pPr>
        <w:tabs>
          <w:tab w:val="clear" w:pos="680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color w:val="FFFFFF" w:themeColor="background1"/>
          <w:sz w:val="30"/>
          <w:szCs w:val="30"/>
        </w:rPr>
      </w:pPr>
    </w:p>
    <w:sectPr w:rsidR="00486889" w:rsidRPr="000F5DD3" w:rsidSect="002111BA">
      <w:headerReference w:type="default" r:id="rId18"/>
      <w:footerReference w:type="default" r:id="rId19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0A4A3" w14:textId="77777777" w:rsidR="00AB7CB3" w:rsidRDefault="00AB7CB3" w:rsidP="00CE3999">
      <w:pPr>
        <w:pStyle w:val="BodyText2"/>
      </w:pPr>
      <w:r>
        <w:separator/>
      </w:r>
    </w:p>
  </w:endnote>
  <w:endnote w:type="continuationSeparator" w:id="0">
    <w:p w14:paraId="158102AB" w14:textId="77777777" w:rsidR="00AB7CB3" w:rsidRDefault="00AB7CB3" w:rsidP="00CE3999">
      <w:pPr>
        <w:pStyle w:val="BodyText2"/>
      </w:pPr>
      <w:r>
        <w:continuationSeparator/>
      </w:r>
    </w:p>
  </w:endnote>
  <w:endnote w:type="continuationNotice" w:id="1">
    <w:p w14:paraId="4873E940" w14:textId="77777777" w:rsidR="00AB7CB3" w:rsidRDefault="00AB7CB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EADB3" w14:textId="77777777" w:rsidR="00BF4603" w:rsidRDefault="00BF4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FAE51" w14:textId="77777777" w:rsidR="001903C7" w:rsidRDefault="001903C7" w:rsidP="00CA04F4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3369C" w14:textId="77777777" w:rsidR="00BF4603" w:rsidRDefault="00BF460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3B4D3" w14:textId="77777777" w:rsidR="00B01030" w:rsidRDefault="00B01030" w:rsidP="00CA04F4">
    <w:pPr>
      <w:pStyle w:val="Footer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ngsana New" w:hAnsi="Angsana New"/>
        <w:sz w:val="30"/>
        <w:szCs w:val="30"/>
      </w:rPr>
      <w:id w:val="601923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BD8C8F" w14:textId="77777777" w:rsidR="00C56D91" w:rsidRPr="007A6B49" w:rsidRDefault="00C56D91">
        <w:pPr>
          <w:pStyle w:val="Footer"/>
          <w:jc w:val="center"/>
          <w:rPr>
            <w:rFonts w:ascii="Angsana New" w:hAnsi="Angsana New"/>
            <w:sz w:val="30"/>
            <w:szCs w:val="30"/>
          </w:rPr>
        </w:pPr>
        <w:r w:rsidRPr="007A6B49">
          <w:rPr>
            <w:rFonts w:ascii="Angsana New" w:hAnsi="Angsana New"/>
            <w:sz w:val="30"/>
            <w:szCs w:val="30"/>
          </w:rPr>
          <w:fldChar w:fldCharType="begin"/>
        </w:r>
        <w:r w:rsidRPr="007A6B49">
          <w:rPr>
            <w:rFonts w:ascii="Angsana New" w:hAnsi="Angsana New"/>
            <w:sz w:val="30"/>
            <w:szCs w:val="30"/>
          </w:rPr>
          <w:instrText xml:space="preserve"> PAGE   \* MERGEFORMAT </w:instrText>
        </w:r>
        <w:r w:rsidRPr="007A6B49">
          <w:rPr>
            <w:rFonts w:ascii="Angsana New" w:hAnsi="Angsana New"/>
            <w:sz w:val="30"/>
            <w:szCs w:val="30"/>
          </w:rPr>
          <w:fldChar w:fldCharType="separate"/>
        </w:r>
        <w:r w:rsidRPr="007A6B49">
          <w:rPr>
            <w:rFonts w:ascii="Angsana New" w:hAnsi="Angsana New"/>
            <w:noProof/>
            <w:sz w:val="30"/>
            <w:szCs w:val="30"/>
          </w:rPr>
          <w:t>2</w:t>
        </w:r>
        <w:r w:rsidRPr="007A6B49">
          <w:rPr>
            <w:rFonts w:ascii="Angsana New" w:hAnsi="Angsana New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8189A" w14:textId="77777777" w:rsidR="00AB7CB3" w:rsidRDefault="00AB7CB3" w:rsidP="00CE3999">
      <w:pPr>
        <w:pStyle w:val="BodyText2"/>
      </w:pPr>
      <w:r>
        <w:separator/>
      </w:r>
    </w:p>
  </w:footnote>
  <w:footnote w:type="continuationSeparator" w:id="0">
    <w:p w14:paraId="772559EE" w14:textId="77777777" w:rsidR="00AB7CB3" w:rsidRDefault="00AB7CB3" w:rsidP="00CE3999">
      <w:pPr>
        <w:pStyle w:val="BodyText2"/>
      </w:pPr>
      <w:r>
        <w:continuationSeparator/>
      </w:r>
    </w:p>
  </w:footnote>
  <w:footnote w:type="continuationNotice" w:id="1">
    <w:p w14:paraId="387D0C82" w14:textId="77777777" w:rsidR="00AB7CB3" w:rsidRDefault="00AB7CB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84B43" w14:textId="77777777" w:rsidR="00BF4603" w:rsidRDefault="00BF4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66B08" w14:textId="14E5D5E5" w:rsidR="00D12678" w:rsidRPr="00D12678" w:rsidRDefault="00D12678" w:rsidP="00D12678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504B81FD" w14:textId="7BC6B1E8" w:rsidR="00D12678" w:rsidRPr="00D12678" w:rsidRDefault="00D12678" w:rsidP="00D12678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10A3F9CF" w14:textId="7DB33CA8" w:rsidR="00D12678" w:rsidRPr="00D12678" w:rsidRDefault="00D12678" w:rsidP="00D12678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602AFDA7" w14:textId="6C51DCFC" w:rsidR="00D12678" w:rsidRPr="00D12678" w:rsidRDefault="00D12678" w:rsidP="00D12678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1B97B047" w14:textId="255249AB" w:rsidR="00D12678" w:rsidRPr="00D12678" w:rsidRDefault="00D12678" w:rsidP="00D12678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60E0EF99" w14:textId="77777777" w:rsidR="00D12678" w:rsidRPr="00D12678" w:rsidRDefault="00D12678" w:rsidP="00D12678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89D2C" w14:textId="77777777" w:rsidR="00BF4603" w:rsidRDefault="00BF460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2FB22" w14:textId="77777777" w:rsidR="00D12678" w:rsidRDefault="00D1267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7FEBB" w14:textId="77777777" w:rsidR="00C56D91" w:rsidRDefault="00C56D91">
    <w:pPr>
      <w:rPr>
        <w:rFonts w:ascii="Angsana New" w:hAnsi="Angsana New"/>
        <w:sz w:val="32"/>
        <w:szCs w:val="32"/>
      </w:rPr>
    </w:pPr>
  </w:p>
  <w:p w14:paraId="1CBD7A6F" w14:textId="77777777" w:rsidR="00BF4603" w:rsidRDefault="00BF4603">
    <w:pPr>
      <w:rPr>
        <w:rFonts w:ascii="Angsana New" w:hAnsi="Angsana New"/>
        <w:sz w:val="32"/>
        <w:szCs w:val="32"/>
      </w:rPr>
    </w:pPr>
  </w:p>
  <w:p w14:paraId="4E2D7CC2" w14:textId="77777777" w:rsidR="00BF4603" w:rsidRDefault="00BF4603">
    <w:pPr>
      <w:rPr>
        <w:rFonts w:ascii="Angsana New" w:hAnsi="Angsana New"/>
        <w:sz w:val="32"/>
        <w:szCs w:val="32"/>
      </w:rPr>
    </w:pPr>
  </w:p>
  <w:p w14:paraId="2D7E4303" w14:textId="77777777" w:rsidR="00BF4603" w:rsidRPr="00B46433" w:rsidRDefault="00BF4603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3273037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5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1" w15:restartNumberingAfterBreak="0">
    <w:nsid w:val="05DC0631"/>
    <w:multiLevelType w:val="hybridMultilevel"/>
    <w:tmpl w:val="90C8B292"/>
    <w:lvl w:ilvl="0" w:tplc="F872C89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574009"/>
    <w:multiLevelType w:val="singleLevel"/>
    <w:tmpl w:val="8E8AD0F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3" w15:restartNumberingAfterBreak="0">
    <w:nsid w:val="0AAA3B29"/>
    <w:multiLevelType w:val="hybridMultilevel"/>
    <w:tmpl w:val="393C3BF8"/>
    <w:lvl w:ilvl="0" w:tplc="08701248">
      <w:start w:val="1"/>
      <w:numFmt w:val="thaiLetters"/>
      <w:lvlText w:val="(%1)"/>
      <w:lvlJc w:val="left"/>
      <w:pPr>
        <w:ind w:left="90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10A40B2A"/>
    <w:multiLevelType w:val="multilevel"/>
    <w:tmpl w:val="BE0C72B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145C4712"/>
    <w:multiLevelType w:val="hybridMultilevel"/>
    <w:tmpl w:val="0334259E"/>
    <w:lvl w:ilvl="0" w:tplc="67E674E8">
      <w:start w:val="17"/>
      <w:numFmt w:val="bullet"/>
      <w:lvlText w:val=""/>
      <w:lvlJc w:val="left"/>
      <w:pPr>
        <w:ind w:left="72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022A1E"/>
    <w:multiLevelType w:val="hybridMultilevel"/>
    <w:tmpl w:val="DFBE0920"/>
    <w:lvl w:ilvl="0" w:tplc="82C41AB0">
      <w:start w:val="1"/>
      <w:numFmt w:val="thaiLetters"/>
      <w:lvlText w:val="(%1)"/>
      <w:lvlJc w:val="left"/>
      <w:pPr>
        <w:ind w:left="922" w:hanging="360"/>
      </w:pPr>
      <w:rPr>
        <w:rFonts w:asciiTheme="majorBidi" w:hAnsiTheme="majorBidi" w:cstheme="maj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7" w15:restartNumberingAfterBreak="0">
    <w:nsid w:val="185C3160"/>
    <w:multiLevelType w:val="multilevel"/>
    <w:tmpl w:val="7C903C8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92D0368"/>
    <w:multiLevelType w:val="hybridMultilevel"/>
    <w:tmpl w:val="30AC7ED6"/>
    <w:lvl w:ilvl="0" w:tplc="9754096C">
      <w:start w:val="1"/>
      <w:numFmt w:val="decimal"/>
      <w:lvlText w:val="(%1)"/>
      <w:lvlJc w:val="left"/>
      <w:pPr>
        <w:ind w:left="900" w:hanging="360"/>
      </w:pPr>
      <w:rPr>
        <w:rFonts w:cs="Angsana New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1C1C0EB8"/>
    <w:multiLevelType w:val="hybridMultilevel"/>
    <w:tmpl w:val="985C8A58"/>
    <w:lvl w:ilvl="0" w:tplc="D58E4E12">
      <w:start w:val="1"/>
      <w:numFmt w:val="decimal"/>
      <w:lvlText w:val="(%1)"/>
      <w:lvlJc w:val="left"/>
      <w:pPr>
        <w:ind w:left="1260" w:hanging="360"/>
      </w:pPr>
      <w:rPr>
        <w:rFonts w:ascii="Angsana New" w:hAnsi="Angsana New" w:cs="Angsana New" w:hint="cs"/>
        <w:b w:val="0"/>
        <w:bCs w:val="0"/>
        <w:i w:val="0"/>
        <w:iCs w:val="0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1C385633"/>
    <w:multiLevelType w:val="hybridMultilevel"/>
    <w:tmpl w:val="6EFAECE6"/>
    <w:lvl w:ilvl="0" w:tplc="94586E5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2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2B60502A"/>
    <w:multiLevelType w:val="hybridMultilevel"/>
    <w:tmpl w:val="83A82D90"/>
    <w:lvl w:ilvl="0" w:tplc="673E3A7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A06235"/>
    <w:multiLevelType w:val="hybridMultilevel"/>
    <w:tmpl w:val="AF4C99FA"/>
    <w:lvl w:ilvl="0" w:tplc="C94AAE32">
      <w:start w:val="1"/>
      <w:numFmt w:val="thaiLetters"/>
      <w:lvlText w:val="(%1)"/>
      <w:lvlJc w:val="left"/>
      <w:pPr>
        <w:ind w:left="126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2FE4076D"/>
    <w:multiLevelType w:val="singleLevel"/>
    <w:tmpl w:val="43BA972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 w15:restartNumberingAfterBreak="0">
    <w:nsid w:val="330A5009"/>
    <w:multiLevelType w:val="multilevel"/>
    <w:tmpl w:val="1FC64FC4"/>
    <w:lvl w:ilvl="0">
      <w:start w:val="1"/>
      <w:numFmt w:val="decimal"/>
      <w:pStyle w:val="Heading1"/>
      <w:lvlText w:val="%1"/>
      <w:lvlJc w:val="left"/>
      <w:pPr>
        <w:tabs>
          <w:tab w:val="num" w:pos="286"/>
        </w:tabs>
        <w:ind w:left="286" w:hanging="283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579"/>
        </w:tabs>
        <w:ind w:left="579" w:hanging="576"/>
      </w:pPr>
    </w:lvl>
    <w:lvl w:ilvl="2">
      <w:start w:val="1"/>
      <w:numFmt w:val="decimal"/>
      <w:lvlText w:val=".%1%2.%3"/>
      <w:lvlJc w:val="left"/>
      <w:pPr>
        <w:tabs>
          <w:tab w:val="num" w:pos="723"/>
        </w:tabs>
        <w:ind w:left="723" w:hanging="720"/>
      </w:pPr>
    </w:lvl>
    <w:lvl w:ilvl="3">
      <w:start w:val="1"/>
      <w:numFmt w:val="decimal"/>
      <w:lvlText w:val="%1.%2.%3.%4"/>
      <w:lvlJc w:val="left"/>
      <w:pPr>
        <w:tabs>
          <w:tab w:val="num" w:pos="867"/>
        </w:tabs>
        <w:ind w:left="867" w:hanging="864"/>
      </w:pPr>
    </w:lvl>
    <w:lvl w:ilvl="4">
      <w:start w:val="1"/>
      <w:numFmt w:val="decimal"/>
      <w:lvlText w:val="%1.%2.%3.%4.%5"/>
      <w:lvlJc w:val="left"/>
      <w:pPr>
        <w:tabs>
          <w:tab w:val="num" w:pos="1011"/>
        </w:tabs>
        <w:ind w:left="1011" w:hanging="1008"/>
      </w:pPr>
    </w:lvl>
    <w:lvl w:ilvl="5">
      <w:start w:val="1"/>
      <w:numFmt w:val="decimal"/>
      <w:lvlText w:val="%1.%2.%3.%4.%5.%6"/>
      <w:lvlJc w:val="left"/>
      <w:pPr>
        <w:tabs>
          <w:tab w:val="num" w:pos="1443"/>
        </w:tabs>
        <w:ind w:left="1155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9"/>
        </w:tabs>
        <w:ind w:left="129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3"/>
        </w:tabs>
        <w:ind w:left="144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7"/>
        </w:tabs>
        <w:ind w:left="1587" w:hanging="1584"/>
      </w:pPr>
    </w:lvl>
  </w:abstractNum>
  <w:abstractNum w:abstractNumId="27" w15:restartNumberingAfterBreak="0">
    <w:nsid w:val="35677A88"/>
    <w:multiLevelType w:val="hybridMultilevel"/>
    <w:tmpl w:val="3DD8E286"/>
    <w:lvl w:ilvl="0" w:tplc="299EEF56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30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31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2" w15:restartNumberingAfterBreak="0">
    <w:nsid w:val="3FC94AA7"/>
    <w:multiLevelType w:val="hybridMultilevel"/>
    <w:tmpl w:val="019E8D38"/>
    <w:lvl w:ilvl="0" w:tplc="1B6C585E">
      <w:start w:val="1"/>
      <w:numFmt w:val="bullet"/>
      <w:lvlText w:val=""/>
      <w:lvlJc w:val="left"/>
      <w:pPr>
        <w:ind w:left="1261" w:hanging="360"/>
      </w:pPr>
      <w:rPr>
        <w:rFonts w:ascii="Symbol" w:hAnsi="Symbol" w:hint="default"/>
        <w:sz w:val="22"/>
        <w:szCs w:val="22"/>
      </w:rPr>
    </w:lvl>
    <w:lvl w:ilvl="1" w:tplc="5C548A76">
      <w:start w:val="1"/>
      <w:numFmt w:val="decimal"/>
      <w:lvlText w:val="%2."/>
      <w:lvlJc w:val="left"/>
      <w:pPr>
        <w:tabs>
          <w:tab w:val="num" w:pos="1441"/>
        </w:tabs>
        <w:ind w:left="1441" w:hanging="360"/>
      </w:pPr>
    </w:lvl>
    <w:lvl w:ilvl="2" w:tplc="60703AB6">
      <w:start w:val="1"/>
      <w:numFmt w:val="decimal"/>
      <w:lvlText w:val="%3."/>
      <w:lvlJc w:val="left"/>
      <w:pPr>
        <w:tabs>
          <w:tab w:val="num" w:pos="2161"/>
        </w:tabs>
        <w:ind w:left="2161" w:hanging="360"/>
      </w:pPr>
    </w:lvl>
    <w:lvl w:ilvl="3" w:tplc="C3A89818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3BD829E2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</w:lvl>
    <w:lvl w:ilvl="5" w:tplc="064E340C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</w:lvl>
    <w:lvl w:ilvl="6" w:tplc="2C16BB0A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18AE4F30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</w:lvl>
    <w:lvl w:ilvl="8" w:tplc="40182594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</w:lvl>
  </w:abstractNum>
  <w:abstractNum w:abstractNumId="33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135D2E"/>
    <w:multiLevelType w:val="hybridMultilevel"/>
    <w:tmpl w:val="18D646EC"/>
    <w:lvl w:ilvl="0" w:tplc="2B9EA2FC">
      <w:start w:val="3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cs"/>
        <w:b w:val="0"/>
        <w:b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5A2C0498"/>
    <w:multiLevelType w:val="hybridMultilevel"/>
    <w:tmpl w:val="9BE0603E"/>
    <w:lvl w:ilvl="0" w:tplc="FD8206AE">
      <w:start w:val="1"/>
      <w:numFmt w:val="thaiLetters"/>
      <w:lvlText w:val="(%1)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1" w:hanging="360"/>
      </w:pPr>
      <w:rPr>
        <w:rFonts w:asciiTheme="majorBidi" w:eastAsia="Calibri" w:hAnsiTheme="majorBidi" w:cstheme="majorBidi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1" w:hanging="360"/>
      </w:pPr>
    </w:lvl>
    <w:lvl w:ilvl="2" w:tplc="0409001B" w:tentative="1">
      <w:start w:val="1"/>
      <w:numFmt w:val="lowerRoman"/>
      <w:lvlText w:val="%3."/>
      <w:lvlJc w:val="right"/>
      <w:pPr>
        <w:ind w:left="2701" w:hanging="180"/>
      </w:pPr>
    </w:lvl>
    <w:lvl w:ilvl="3" w:tplc="0409000F" w:tentative="1">
      <w:start w:val="1"/>
      <w:numFmt w:val="decimal"/>
      <w:lvlText w:val="%4."/>
      <w:lvlJc w:val="left"/>
      <w:pPr>
        <w:ind w:left="3421" w:hanging="360"/>
      </w:pPr>
    </w:lvl>
    <w:lvl w:ilvl="4" w:tplc="04090019" w:tentative="1">
      <w:start w:val="1"/>
      <w:numFmt w:val="lowerLetter"/>
      <w:lvlText w:val="%5."/>
      <w:lvlJc w:val="left"/>
      <w:pPr>
        <w:ind w:left="4141" w:hanging="360"/>
      </w:pPr>
    </w:lvl>
    <w:lvl w:ilvl="5" w:tplc="0409001B" w:tentative="1">
      <w:start w:val="1"/>
      <w:numFmt w:val="lowerRoman"/>
      <w:lvlText w:val="%6."/>
      <w:lvlJc w:val="right"/>
      <w:pPr>
        <w:ind w:left="4861" w:hanging="180"/>
      </w:pPr>
    </w:lvl>
    <w:lvl w:ilvl="6" w:tplc="0409000F" w:tentative="1">
      <w:start w:val="1"/>
      <w:numFmt w:val="decimal"/>
      <w:lvlText w:val="%7."/>
      <w:lvlJc w:val="left"/>
      <w:pPr>
        <w:ind w:left="5581" w:hanging="360"/>
      </w:pPr>
    </w:lvl>
    <w:lvl w:ilvl="7" w:tplc="04090019" w:tentative="1">
      <w:start w:val="1"/>
      <w:numFmt w:val="lowerLetter"/>
      <w:lvlText w:val="%8."/>
      <w:lvlJc w:val="left"/>
      <w:pPr>
        <w:ind w:left="6301" w:hanging="360"/>
      </w:pPr>
    </w:lvl>
    <w:lvl w:ilvl="8" w:tplc="040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37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8" w15:restartNumberingAfterBreak="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0" w15:restartNumberingAfterBreak="0">
    <w:nsid w:val="7D0D260A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41" w15:restartNumberingAfterBreak="0">
    <w:nsid w:val="7F6C32BE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5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2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" w15:restartNumberingAfterBreak="0">
    <w:nsid w:val="7FA53965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5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num w:numId="1" w16cid:durableId="698548493">
    <w:abstractNumId w:val="6"/>
  </w:num>
  <w:num w:numId="2" w16cid:durableId="1603143097">
    <w:abstractNumId w:val="5"/>
  </w:num>
  <w:num w:numId="3" w16cid:durableId="577404492">
    <w:abstractNumId w:val="9"/>
  </w:num>
  <w:num w:numId="4" w16cid:durableId="30041080">
    <w:abstractNumId w:val="7"/>
  </w:num>
  <w:num w:numId="5" w16cid:durableId="363822276">
    <w:abstractNumId w:val="8"/>
  </w:num>
  <w:num w:numId="6" w16cid:durableId="1417167520">
    <w:abstractNumId w:val="3"/>
  </w:num>
  <w:num w:numId="7" w16cid:durableId="194663992">
    <w:abstractNumId w:val="2"/>
  </w:num>
  <w:num w:numId="8" w16cid:durableId="31854165">
    <w:abstractNumId w:val="0"/>
  </w:num>
  <w:num w:numId="9" w16cid:durableId="1995186219">
    <w:abstractNumId w:val="1"/>
  </w:num>
  <w:num w:numId="10" w16cid:durableId="1722290045">
    <w:abstractNumId w:val="4"/>
  </w:num>
  <w:num w:numId="11" w16cid:durableId="790242891">
    <w:abstractNumId w:val="29"/>
  </w:num>
  <w:num w:numId="12" w16cid:durableId="1958943811">
    <w:abstractNumId w:val="21"/>
  </w:num>
  <w:num w:numId="13" w16cid:durableId="257759898">
    <w:abstractNumId w:val="37"/>
  </w:num>
  <w:num w:numId="14" w16cid:durableId="1139302965">
    <w:abstractNumId w:val="26"/>
  </w:num>
  <w:num w:numId="15" w16cid:durableId="235940908">
    <w:abstractNumId w:val="30"/>
  </w:num>
  <w:num w:numId="16" w16cid:durableId="1512841716">
    <w:abstractNumId w:val="14"/>
  </w:num>
  <w:num w:numId="17" w16cid:durableId="1348099672">
    <w:abstractNumId w:val="11"/>
  </w:num>
  <w:num w:numId="18" w16cid:durableId="481699082">
    <w:abstractNumId w:val="25"/>
  </w:num>
  <w:num w:numId="19" w16cid:durableId="731082020">
    <w:abstractNumId w:val="12"/>
  </w:num>
  <w:num w:numId="20" w16cid:durableId="1809083691">
    <w:abstractNumId w:val="13"/>
  </w:num>
  <w:num w:numId="21" w16cid:durableId="525800275">
    <w:abstractNumId w:val="36"/>
  </w:num>
  <w:num w:numId="22" w16cid:durableId="1556769590">
    <w:abstractNumId w:val="32"/>
  </w:num>
  <w:num w:numId="23" w16cid:durableId="1397363109">
    <w:abstractNumId w:val="41"/>
  </w:num>
  <w:num w:numId="24" w16cid:durableId="950432178">
    <w:abstractNumId w:val="39"/>
  </w:num>
  <w:num w:numId="25" w16cid:durableId="1670980435">
    <w:abstractNumId w:val="15"/>
  </w:num>
  <w:num w:numId="26" w16cid:durableId="504172335">
    <w:abstractNumId w:val="35"/>
  </w:num>
  <w:num w:numId="27" w16cid:durableId="2133547889">
    <w:abstractNumId w:val="20"/>
  </w:num>
  <w:num w:numId="28" w16cid:durableId="213467667">
    <w:abstractNumId w:val="19"/>
  </w:num>
  <w:num w:numId="29" w16cid:durableId="1533348336">
    <w:abstractNumId w:val="34"/>
  </w:num>
  <w:num w:numId="30" w16cid:durableId="141773900">
    <w:abstractNumId w:val="17"/>
  </w:num>
  <w:num w:numId="31" w16cid:durableId="1229729071">
    <w:abstractNumId w:val="33"/>
  </w:num>
  <w:num w:numId="32" w16cid:durableId="730231116">
    <w:abstractNumId w:val="38"/>
  </w:num>
  <w:num w:numId="33" w16cid:durableId="1493983650">
    <w:abstractNumId w:val="22"/>
  </w:num>
  <w:num w:numId="34" w16cid:durableId="1185438163">
    <w:abstractNumId w:val="42"/>
  </w:num>
  <w:num w:numId="35" w16cid:durableId="64843591">
    <w:abstractNumId w:val="4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47446894">
    <w:abstractNumId w:val="31"/>
  </w:num>
  <w:num w:numId="37" w16cid:durableId="1526792756">
    <w:abstractNumId w:val="24"/>
  </w:num>
  <w:num w:numId="38" w16cid:durableId="89278590">
    <w:abstractNumId w:val="26"/>
  </w:num>
  <w:num w:numId="39" w16cid:durableId="853569395">
    <w:abstractNumId w:val="43"/>
  </w:num>
  <w:num w:numId="40" w16cid:durableId="281883476">
    <w:abstractNumId w:val="10"/>
  </w:num>
  <w:num w:numId="41" w16cid:durableId="1180002963">
    <w:abstractNumId w:val="27"/>
  </w:num>
  <w:num w:numId="42" w16cid:durableId="1198543079">
    <w:abstractNumId w:val="23"/>
  </w:num>
  <w:num w:numId="43" w16cid:durableId="729965433">
    <w:abstractNumId w:val="28"/>
  </w:num>
  <w:num w:numId="44" w16cid:durableId="1775438107">
    <w:abstractNumId w:val="18"/>
  </w:num>
  <w:num w:numId="45" w16cid:durableId="1127234575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F64"/>
    <w:rsid w:val="00000053"/>
    <w:rsid w:val="0000061F"/>
    <w:rsid w:val="0000062B"/>
    <w:rsid w:val="00000AB8"/>
    <w:rsid w:val="00000FBF"/>
    <w:rsid w:val="00000FD1"/>
    <w:rsid w:val="000012B5"/>
    <w:rsid w:val="0000143A"/>
    <w:rsid w:val="00001627"/>
    <w:rsid w:val="0000185C"/>
    <w:rsid w:val="00001A2A"/>
    <w:rsid w:val="00001AC6"/>
    <w:rsid w:val="000021F1"/>
    <w:rsid w:val="00002461"/>
    <w:rsid w:val="000024CA"/>
    <w:rsid w:val="00002834"/>
    <w:rsid w:val="00002C06"/>
    <w:rsid w:val="00002F01"/>
    <w:rsid w:val="00002FCD"/>
    <w:rsid w:val="0000369A"/>
    <w:rsid w:val="00003B33"/>
    <w:rsid w:val="00003DA8"/>
    <w:rsid w:val="000040CD"/>
    <w:rsid w:val="00004348"/>
    <w:rsid w:val="00004536"/>
    <w:rsid w:val="0000467D"/>
    <w:rsid w:val="0000474D"/>
    <w:rsid w:val="0000487E"/>
    <w:rsid w:val="00004884"/>
    <w:rsid w:val="000049C2"/>
    <w:rsid w:val="00004A85"/>
    <w:rsid w:val="00004B2D"/>
    <w:rsid w:val="00004B44"/>
    <w:rsid w:val="00004B87"/>
    <w:rsid w:val="00004B8B"/>
    <w:rsid w:val="00004B90"/>
    <w:rsid w:val="00004CA7"/>
    <w:rsid w:val="00004CE3"/>
    <w:rsid w:val="00004E15"/>
    <w:rsid w:val="0000512B"/>
    <w:rsid w:val="00005165"/>
    <w:rsid w:val="000054D1"/>
    <w:rsid w:val="000056D9"/>
    <w:rsid w:val="00006374"/>
    <w:rsid w:val="000069CB"/>
    <w:rsid w:val="00007034"/>
    <w:rsid w:val="000073CB"/>
    <w:rsid w:val="000078FD"/>
    <w:rsid w:val="00007A07"/>
    <w:rsid w:val="00007DB9"/>
    <w:rsid w:val="00010010"/>
    <w:rsid w:val="0001065C"/>
    <w:rsid w:val="00010661"/>
    <w:rsid w:val="0001076B"/>
    <w:rsid w:val="00010B8D"/>
    <w:rsid w:val="00010B8F"/>
    <w:rsid w:val="00010D7C"/>
    <w:rsid w:val="00010E54"/>
    <w:rsid w:val="00010F31"/>
    <w:rsid w:val="0001108A"/>
    <w:rsid w:val="000114FF"/>
    <w:rsid w:val="000119A6"/>
    <w:rsid w:val="00011B02"/>
    <w:rsid w:val="00011B37"/>
    <w:rsid w:val="000120E8"/>
    <w:rsid w:val="0001224D"/>
    <w:rsid w:val="00012399"/>
    <w:rsid w:val="000123C3"/>
    <w:rsid w:val="00012A92"/>
    <w:rsid w:val="00012A9C"/>
    <w:rsid w:val="00012AA0"/>
    <w:rsid w:val="00012B30"/>
    <w:rsid w:val="00012B49"/>
    <w:rsid w:val="00012E4B"/>
    <w:rsid w:val="00012E8F"/>
    <w:rsid w:val="00012FF1"/>
    <w:rsid w:val="00012FFE"/>
    <w:rsid w:val="0001310E"/>
    <w:rsid w:val="00013249"/>
    <w:rsid w:val="00013B8D"/>
    <w:rsid w:val="00013CA3"/>
    <w:rsid w:val="00013CAC"/>
    <w:rsid w:val="00013F7A"/>
    <w:rsid w:val="00014047"/>
    <w:rsid w:val="00014212"/>
    <w:rsid w:val="000142C9"/>
    <w:rsid w:val="00014542"/>
    <w:rsid w:val="00014896"/>
    <w:rsid w:val="000149E1"/>
    <w:rsid w:val="00014BF6"/>
    <w:rsid w:val="000150B5"/>
    <w:rsid w:val="00015324"/>
    <w:rsid w:val="0001545F"/>
    <w:rsid w:val="000155BE"/>
    <w:rsid w:val="000156A6"/>
    <w:rsid w:val="000159BD"/>
    <w:rsid w:val="00015AA3"/>
    <w:rsid w:val="00015AFC"/>
    <w:rsid w:val="00015C8E"/>
    <w:rsid w:val="00015E04"/>
    <w:rsid w:val="00015E71"/>
    <w:rsid w:val="00015EDC"/>
    <w:rsid w:val="00015F40"/>
    <w:rsid w:val="000161EB"/>
    <w:rsid w:val="000162F0"/>
    <w:rsid w:val="0001643D"/>
    <w:rsid w:val="00016543"/>
    <w:rsid w:val="00016B29"/>
    <w:rsid w:val="00016E92"/>
    <w:rsid w:val="00016EBD"/>
    <w:rsid w:val="00017019"/>
    <w:rsid w:val="00017413"/>
    <w:rsid w:val="000174D8"/>
    <w:rsid w:val="00017528"/>
    <w:rsid w:val="0001757F"/>
    <w:rsid w:val="00017A7E"/>
    <w:rsid w:val="00017D74"/>
    <w:rsid w:val="00017E32"/>
    <w:rsid w:val="00017ED5"/>
    <w:rsid w:val="0002025D"/>
    <w:rsid w:val="00020288"/>
    <w:rsid w:val="000208D0"/>
    <w:rsid w:val="00020AC9"/>
    <w:rsid w:val="00020D80"/>
    <w:rsid w:val="00020EDE"/>
    <w:rsid w:val="00020EF1"/>
    <w:rsid w:val="000210F1"/>
    <w:rsid w:val="000211F3"/>
    <w:rsid w:val="000214B4"/>
    <w:rsid w:val="000219DB"/>
    <w:rsid w:val="00021BB9"/>
    <w:rsid w:val="00021C49"/>
    <w:rsid w:val="0002200C"/>
    <w:rsid w:val="00022044"/>
    <w:rsid w:val="000228C4"/>
    <w:rsid w:val="00022A85"/>
    <w:rsid w:val="00022BE0"/>
    <w:rsid w:val="00022CD0"/>
    <w:rsid w:val="00022FA6"/>
    <w:rsid w:val="0002302B"/>
    <w:rsid w:val="0002305B"/>
    <w:rsid w:val="0002319F"/>
    <w:rsid w:val="00023478"/>
    <w:rsid w:val="00023716"/>
    <w:rsid w:val="0002377F"/>
    <w:rsid w:val="00023783"/>
    <w:rsid w:val="0002392C"/>
    <w:rsid w:val="00023F4B"/>
    <w:rsid w:val="00024322"/>
    <w:rsid w:val="0002469D"/>
    <w:rsid w:val="000249C6"/>
    <w:rsid w:val="00024CBA"/>
    <w:rsid w:val="00024D3F"/>
    <w:rsid w:val="0002552C"/>
    <w:rsid w:val="00025804"/>
    <w:rsid w:val="000258CF"/>
    <w:rsid w:val="00025C2D"/>
    <w:rsid w:val="00025CA1"/>
    <w:rsid w:val="00025CF9"/>
    <w:rsid w:val="00025DF1"/>
    <w:rsid w:val="00025EA0"/>
    <w:rsid w:val="00025EDF"/>
    <w:rsid w:val="00025FC5"/>
    <w:rsid w:val="000261B0"/>
    <w:rsid w:val="000264E6"/>
    <w:rsid w:val="00026787"/>
    <w:rsid w:val="000267E6"/>
    <w:rsid w:val="00026AB4"/>
    <w:rsid w:val="00026B50"/>
    <w:rsid w:val="00026C12"/>
    <w:rsid w:val="00026CBC"/>
    <w:rsid w:val="00026D9E"/>
    <w:rsid w:val="00026ED8"/>
    <w:rsid w:val="00026FF5"/>
    <w:rsid w:val="00027245"/>
    <w:rsid w:val="0002741E"/>
    <w:rsid w:val="000275B5"/>
    <w:rsid w:val="00027637"/>
    <w:rsid w:val="000276AB"/>
    <w:rsid w:val="00027BD7"/>
    <w:rsid w:val="00027F0C"/>
    <w:rsid w:val="00031071"/>
    <w:rsid w:val="000310A4"/>
    <w:rsid w:val="0003118E"/>
    <w:rsid w:val="00031318"/>
    <w:rsid w:val="000313C1"/>
    <w:rsid w:val="000316E2"/>
    <w:rsid w:val="000319E1"/>
    <w:rsid w:val="00031BEE"/>
    <w:rsid w:val="00031E10"/>
    <w:rsid w:val="00031FF8"/>
    <w:rsid w:val="00032316"/>
    <w:rsid w:val="0003231C"/>
    <w:rsid w:val="000328FD"/>
    <w:rsid w:val="0003297A"/>
    <w:rsid w:val="000334F5"/>
    <w:rsid w:val="00033529"/>
    <w:rsid w:val="00033660"/>
    <w:rsid w:val="000338DE"/>
    <w:rsid w:val="000338F2"/>
    <w:rsid w:val="00033A8F"/>
    <w:rsid w:val="00033E7B"/>
    <w:rsid w:val="0003458D"/>
    <w:rsid w:val="000346A2"/>
    <w:rsid w:val="00034AE0"/>
    <w:rsid w:val="00034B9A"/>
    <w:rsid w:val="00034BA5"/>
    <w:rsid w:val="000351FC"/>
    <w:rsid w:val="0003555A"/>
    <w:rsid w:val="000356E9"/>
    <w:rsid w:val="0003581E"/>
    <w:rsid w:val="000359B9"/>
    <w:rsid w:val="00035B57"/>
    <w:rsid w:val="00035BB1"/>
    <w:rsid w:val="00035DF3"/>
    <w:rsid w:val="00036299"/>
    <w:rsid w:val="0003650C"/>
    <w:rsid w:val="000365B8"/>
    <w:rsid w:val="00036725"/>
    <w:rsid w:val="0003693C"/>
    <w:rsid w:val="000369EB"/>
    <w:rsid w:val="00036AB5"/>
    <w:rsid w:val="00036B40"/>
    <w:rsid w:val="00036DC5"/>
    <w:rsid w:val="00036DD2"/>
    <w:rsid w:val="0003711B"/>
    <w:rsid w:val="0003728D"/>
    <w:rsid w:val="000372F0"/>
    <w:rsid w:val="00037382"/>
    <w:rsid w:val="0003751C"/>
    <w:rsid w:val="000379B6"/>
    <w:rsid w:val="00037A0E"/>
    <w:rsid w:val="00037B3D"/>
    <w:rsid w:val="00040281"/>
    <w:rsid w:val="0004031E"/>
    <w:rsid w:val="00040774"/>
    <w:rsid w:val="00040A16"/>
    <w:rsid w:val="00040AF8"/>
    <w:rsid w:val="00040B80"/>
    <w:rsid w:val="00040D43"/>
    <w:rsid w:val="00041482"/>
    <w:rsid w:val="000416F9"/>
    <w:rsid w:val="000417B7"/>
    <w:rsid w:val="000419E2"/>
    <w:rsid w:val="00041B7A"/>
    <w:rsid w:val="00041DB1"/>
    <w:rsid w:val="00042073"/>
    <w:rsid w:val="000421F1"/>
    <w:rsid w:val="00042239"/>
    <w:rsid w:val="0004228B"/>
    <w:rsid w:val="00042CEE"/>
    <w:rsid w:val="00042ED9"/>
    <w:rsid w:val="00042EDA"/>
    <w:rsid w:val="00042FB6"/>
    <w:rsid w:val="000432FC"/>
    <w:rsid w:val="0004340E"/>
    <w:rsid w:val="00043985"/>
    <w:rsid w:val="000439CE"/>
    <w:rsid w:val="000442A6"/>
    <w:rsid w:val="000443FE"/>
    <w:rsid w:val="00044929"/>
    <w:rsid w:val="0004496B"/>
    <w:rsid w:val="00044C00"/>
    <w:rsid w:val="00045033"/>
    <w:rsid w:val="000455BB"/>
    <w:rsid w:val="00045630"/>
    <w:rsid w:val="00045E7E"/>
    <w:rsid w:val="00045F9A"/>
    <w:rsid w:val="000462E0"/>
    <w:rsid w:val="000468E1"/>
    <w:rsid w:val="00046938"/>
    <w:rsid w:val="00046CBE"/>
    <w:rsid w:val="00046D3B"/>
    <w:rsid w:val="00046EE3"/>
    <w:rsid w:val="00046FEA"/>
    <w:rsid w:val="000470F1"/>
    <w:rsid w:val="000471F1"/>
    <w:rsid w:val="00047235"/>
    <w:rsid w:val="000479D2"/>
    <w:rsid w:val="000500EF"/>
    <w:rsid w:val="000501C8"/>
    <w:rsid w:val="00050556"/>
    <w:rsid w:val="00050591"/>
    <w:rsid w:val="0005074B"/>
    <w:rsid w:val="0005088C"/>
    <w:rsid w:val="00050F55"/>
    <w:rsid w:val="0005110F"/>
    <w:rsid w:val="000515E1"/>
    <w:rsid w:val="00051632"/>
    <w:rsid w:val="000516C1"/>
    <w:rsid w:val="000518AE"/>
    <w:rsid w:val="00051947"/>
    <w:rsid w:val="00052049"/>
    <w:rsid w:val="00052F53"/>
    <w:rsid w:val="00052FE6"/>
    <w:rsid w:val="00053182"/>
    <w:rsid w:val="0005345D"/>
    <w:rsid w:val="00053788"/>
    <w:rsid w:val="00053873"/>
    <w:rsid w:val="00053F77"/>
    <w:rsid w:val="00054383"/>
    <w:rsid w:val="000543E8"/>
    <w:rsid w:val="0005442D"/>
    <w:rsid w:val="00054C31"/>
    <w:rsid w:val="00054E58"/>
    <w:rsid w:val="00054FF6"/>
    <w:rsid w:val="00054FFB"/>
    <w:rsid w:val="0005510F"/>
    <w:rsid w:val="0005527D"/>
    <w:rsid w:val="00055778"/>
    <w:rsid w:val="00055884"/>
    <w:rsid w:val="000558EA"/>
    <w:rsid w:val="00055970"/>
    <w:rsid w:val="00055AD2"/>
    <w:rsid w:val="00055D44"/>
    <w:rsid w:val="00055F4E"/>
    <w:rsid w:val="000561B5"/>
    <w:rsid w:val="00056259"/>
    <w:rsid w:val="0005662B"/>
    <w:rsid w:val="000567F9"/>
    <w:rsid w:val="0005692C"/>
    <w:rsid w:val="000569A7"/>
    <w:rsid w:val="00056B82"/>
    <w:rsid w:val="00056D93"/>
    <w:rsid w:val="0005737D"/>
    <w:rsid w:val="00057867"/>
    <w:rsid w:val="00057978"/>
    <w:rsid w:val="00057AE3"/>
    <w:rsid w:val="00057CF3"/>
    <w:rsid w:val="00057E1F"/>
    <w:rsid w:val="00057E43"/>
    <w:rsid w:val="00057EF8"/>
    <w:rsid w:val="000605B0"/>
    <w:rsid w:val="00060899"/>
    <w:rsid w:val="00060F30"/>
    <w:rsid w:val="00060F64"/>
    <w:rsid w:val="0006114F"/>
    <w:rsid w:val="00061159"/>
    <w:rsid w:val="000613F4"/>
    <w:rsid w:val="00061586"/>
    <w:rsid w:val="0006158A"/>
    <w:rsid w:val="000616E9"/>
    <w:rsid w:val="00061980"/>
    <w:rsid w:val="00061AC2"/>
    <w:rsid w:val="00061D1A"/>
    <w:rsid w:val="00061E0F"/>
    <w:rsid w:val="0006262D"/>
    <w:rsid w:val="00062AD1"/>
    <w:rsid w:val="00062D1E"/>
    <w:rsid w:val="00062D76"/>
    <w:rsid w:val="00062E08"/>
    <w:rsid w:val="000635E0"/>
    <w:rsid w:val="00063B51"/>
    <w:rsid w:val="00063DDE"/>
    <w:rsid w:val="000640B2"/>
    <w:rsid w:val="000641AA"/>
    <w:rsid w:val="0006458C"/>
    <w:rsid w:val="00064929"/>
    <w:rsid w:val="00064A8D"/>
    <w:rsid w:val="00065167"/>
    <w:rsid w:val="0006518D"/>
    <w:rsid w:val="000657C6"/>
    <w:rsid w:val="00065911"/>
    <w:rsid w:val="00065CB1"/>
    <w:rsid w:val="00065D30"/>
    <w:rsid w:val="00065DB3"/>
    <w:rsid w:val="0006627B"/>
    <w:rsid w:val="0006651E"/>
    <w:rsid w:val="000667CE"/>
    <w:rsid w:val="00066C84"/>
    <w:rsid w:val="00066F12"/>
    <w:rsid w:val="00066F52"/>
    <w:rsid w:val="00066FD3"/>
    <w:rsid w:val="00067371"/>
    <w:rsid w:val="00067A48"/>
    <w:rsid w:val="00067BEC"/>
    <w:rsid w:val="00067FE6"/>
    <w:rsid w:val="00070189"/>
    <w:rsid w:val="00070502"/>
    <w:rsid w:val="00070608"/>
    <w:rsid w:val="000706F9"/>
    <w:rsid w:val="00070781"/>
    <w:rsid w:val="000707B2"/>
    <w:rsid w:val="00070C1F"/>
    <w:rsid w:val="00070C4A"/>
    <w:rsid w:val="00070D4F"/>
    <w:rsid w:val="00071096"/>
    <w:rsid w:val="000712D8"/>
    <w:rsid w:val="0007130A"/>
    <w:rsid w:val="0007153A"/>
    <w:rsid w:val="0007179A"/>
    <w:rsid w:val="0007192D"/>
    <w:rsid w:val="00071B79"/>
    <w:rsid w:val="0007220D"/>
    <w:rsid w:val="00072499"/>
    <w:rsid w:val="0007288C"/>
    <w:rsid w:val="00072955"/>
    <w:rsid w:val="00072E64"/>
    <w:rsid w:val="00073689"/>
    <w:rsid w:val="000736D3"/>
    <w:rsid w:val="000738B8"/>
    <w:rsid w:val="000739BD"/>
    <w:rsid w:val="00073B52"/>
    <w:rsid w:val="00073D1B"/>
    <w:rsid w:val="00073D55"/>
    <w:rsid w:val="000745C3"/>
    <w:rsid w:val="0007469A"/>
    <w:rsid w:val="000749E5"/>
    <w:rsid w:val="00074B44"/>
    <w:rsid w:val="00074CE4"/>
    <w:rsid w:val="00075452"/>
    <w:rsid w:val="0007598B"/>
    <w:rsid w:val="00075BD2"/>
    <w:rsid w:val="00075BE3"/>
    <w:rsid w:val="00076D17"/>
    <w:rsid w:val="00077106"/>
    <w:rsid w:val="0007719E"/>
    <w:rsid w:val="00077349"/>
    <w:rsid w:val="00077501"/>
    <w:rsid w:val="00077948"/>
    <w:rsid w:val="0007795B"/>
    <w:rsid w:val="00077C3F"/>
    <w:rsid w:val="00077E0E"/>
    <w:rsid w:val="00077E53"/>
    <w:rsid w:val="00080085"/>
    <w:rsid w:val="00080252"/>
    <w:rsid w:val="00080671"/>
    <w:rsid w:val="00080749"/>
    <w:rsid w:val="0008074B"/>
    <w:rsid w:val="00080A30"/>
    <w:rsid w:val="00080CD1"/>
    <w:rsid w:val="00081005"/>
    <w:rsid w:val="000811AF"/>
    <w:rsid w:val="000815E3"/>
    <w:rsid w:val="00081767"/>
    <w:rsid w:val="0008189D"/>
    <w:rsid w:val="00081D4A"/>
    <w:rsid w:val="0008272C"/>
    <w:rsid w:val="0008279A"/>
    <w:rsid w:val="00082DAD"/>
    <w:rsid w:val="00082E27"/>
    <w:rsid w:val="00083453"/>
    <w:rsid w:val="0008368D"/>
    <w:rsid w:val="00083884"/>
    <w:rsid w:val="000838B6"/>
    <w:rsid w:val="00083BFD"/>
    <w:rsid w:val="00083F2A"/>
    <w:rsid w:val="000841AC"/>
    <w:rsid w:val="0008423C"/>
    <w:rsid w:val="000848C7"/>
    <w:rsid w:val="00084929"/>
    <w:rsid w:val="00084C49"/>
    <w:rsid w:val="00084CBB"/>
    <w:rsid w:val="00084D26"/>
    <w:rsid w:val="00084DD0"/>
    <w:rsid w:val="00084EC6"/>
    <w:rsid w:val="00084F4B"/>
    <w:rsid w:val="00084F50"/>
    <w:rsid w:val="0008503A"/>
    <w:rsid w:val="000851B8"/>
    <w:rsid w:val="000855A1"/>
    <w:rsid w:val="0008576F"/>
    <w:rsid w:val="00085831"/>
    <w:rsid w:val="0008587F"/>
    <w:rsid w:val="00085F4D"/>
    <w:rsid w:val="00085F69"/>
    <w:rsid w:val="00086165"/>
    <w:rsid w:val="000867DA"/>
    <w:rsid w:val="00086925"/>
    <w:rsid w:val="0008699F"/>
    <w:rsid w:val="00087180"/>
    <w:rsid w:val="00087487"/>
    <w:rsid w:val="0008792A"/>
    <w:rsid w:val="00087977"/>
    <w:rsid w:val="0008797D"/>
    <w:rsid w:val="0008799A"/>
    <w:rsid w:val="00087B36"/>
    <w:rsid w:val="00090799"/>
    <w:rsid w:val="000908CE"/>
    <w:rsid w:val="00090AA4"/>
    <w:rsid w:val="00090BF4"/>
    <w:rsid w:val="00090CD1"/>
    <w:rsid w:val="00090EDA"/>
    <w:rsid w:val="00090F7D"/>
    <w:rsid w:val="00091A2E"/>
    <w:rsid w:val="00091A53"/>
    <w:rsid w:val="00091ECF"/>
    <w:rsid w:val="000921B2"/>
    <w:rsid w:val="00092798"/>
    <w:rsid w:val="0009282E"/>
    <w:rsid w:val="0009284D"/>
    <w:rsid w:val="00092CFC"/>
    <w:rsid w:val="00092D37"/>
    <w:rsid w:val="00092E1D"/>
    <w:rsid w:val="00092F84"/>
    <w:rsid w:val="0009308B"/>
    <w:rsid w:val="00093768"/>
    <w:rsid w:val="000937DD"/>
    <w:rsid w:val="00093818"/>
    <w:rsid w:val="00094005"/>
    <w:rsid w:val="000942BC"/>
    <w:rsid w:val="000946A4"/>
    <w:rsid w:val="00094862"/>
    <w:rsid w:val="000949D9"/>
    <w:rsid w:val="00094AB2"/>
    <w:rsid w:val="00094BE7"/>
    <w:rsid w:val="00094BFF"/>
    <w:rsid w:val="00094C36"/>
    <w:rsid w:val="00094E10"/>
    <w:rsid w:val="00094E58"/>
    <w:rsid w:val="0009517B"/>
    <w:rsid w:val="0009527A"/>
    <w:rsid w:val="000952E4"/>
    <w:rsid w:val="000953E3"/>
    <w:rsid w:val="00095868"/>
    <w:rsid w:val="00095C06"/>
    <w:rsid w:val="00095D17"/>
    <w:rsid w:val="00095DBB"/>
    <w:rsid w:val="00095FF0"/>
    <w:rsid w:val="000961EF"/>
    <w:rsid w:val="00096207"/>
    <w:rsid w:val="00096A5E"/>
    <w:rsid w:val="00096D2F"/>
    <w:rsid w:val="00096F44"/>
    <w:rsid w:val="00096F57"/>
    <w:rsid w:val="000974C8"/>
    <w:rsid w:val="000975CF"/>
    <w:rsid w:val="000978A5"/>
    <w:rsid w:val="00097C1F"/>
    <w:rsid w:val="00097D70"/>
    <w:rsid w:val="00097DB4"/>
    <w:rsid w:val="00097EE1"/>
    <w:rsid w:val="000A01B8"/>
    <w:rsid w:val="000A0203"/>
    <w:rsid w:val="000A04A4"/>
    <w:rsid w:val="000A0B20"/>
    <w:rsid w:val="000A0CAE"/>
    <w:rsid w:val="000A0D36"/>
    <w:rsid w:val="000A0F39"/>
    <w:rsid w:val="000A0F9F"/>
    <w:rsid w:val="000A1211"/>
    <w:rsid w:val="000A1545"/>
    <w:rsid w:val="000A171B"/>
    <w:rsid w:val="000A1D36"/>
    <w:rsid w:val="000A1F31"/>
    <w:rsid w:val="000A216F"/>
    <w:rsid w:val="000A26E2"/>
    <w:rsid w:val="000A27BB"/>
    <w:rsid w:val="000A2A1F"/>
    <w:rsid w:val="000A2D6A"/>
    <w:rsid w:val="000A3025"/>
    <w:rsid w:val="000A315A"/>
    <w:rsid w:val="000A343E"/>
    <w:rsid w:val="000A3540"/>
    <w:rsid w:val="000A35DD"/>
    <w:rsid w:val="000A39BE"/>
    <w:rsid w:val="000A39E2"/>
    <w:rsid w:val="000A3A47"/>
    <w:rsid w:val="000A3A93"/>
    <w:rsid w:val="000A3F31"/>
    <w:rsid w:val="000A406C"/>
    <w:rsid w:val="000A4220"/>
    <w:rsid w:val="000A4427"/>
    <w:rsid w:val="000A48E1"/>
    <w:rsid w:val="000A4983"/>
    <w:rsid w:val="000A4D0A"/>
    <w:rsid w:val="000A4EC5"/>
    <w:rsid w:val="000A4F54"/>
    <w:rsid w:val="000A5033"/>
    <w:rsid w:val="000A519F"/>
    <w:rsid w:val="000A51FD"/>
    <w:rsid w:val="000A5336"/>
    <w:rsid w:val="000A54B9"/>
    <w:rsid w:val="000A5658"/>
    <w:rsid w:val="000A56C0"/>
    <w:rsid w:val="000A5B42"/>
    <w:rsid w:val="000A5CBB"/>
    <w:rsid w:val="000A6334"/>
    <w:rsid w:val="000A6646"/>
    <w:rsid w:val="000A6ABB"/>
    <w:rsid w:val="000A6C9D"/>
    <w:rsid w:val="000A6E0C"/>
    <w:rsid w:val="000A7058"/>
    <w:rsid w:val="000A7196"/>
    <w:rsid w:val="000A7206"/>
    <w:rsid w:val="000A7324"/>
    <w:rsid w:val="000A75C9"/>
    <w:rsid w:val="000A7C3F"/>
    <w:rsid w:val="000B0087"/>
    <w:rsid w:val="000B00CF"/>
    <w:rsid w:val="000B0156"/>
    <w:rsid w:val="000B028F"/>
    <w:rsid w:val="000B0754"/>
    <w:rsid w:val="000B07AB"/>
    <w:rsid w:val="000B07BD"/>
    <w:rsid w:val="000B0B18"/>
    <w:rsid w:val="000B0C2A"/>
    <w:rsid w:val="000B0CA4"/>
    <w:rsid w:val="000B0F29"/>
    <w:rsid w:val="000B0F78"/>
    <w:rsid w:val="000B0FF0"/>
    <w:rsid w:val="000B130C"/>
    <w:rsid w:val="000B1619"/>
    <w:rsid w:val="000B17F7"/>
    <w:rsid w:val="000B18C8"/>
    <w:rsid w:val="000B1B8A"/>
    <w:rsid w:val="000B1C46"/>
    <w:rsid w:val="000B2126"/>
    <w:rsid w:val="000B21B1"/>
    <w:rsid w:val="000B2268"/>
    <w:rsid w:val="000B255C"/>
    <w:rsid w:val="000B266C"/>
    <w:rsid w:val="000B2925"/>
    <w:rsid w:val="000B2AF0"/>
    <w:rsid w:val="000B2CFE"/>
    <w:rsid w:val="000B2D40"/>
    <w:rsid w:val="000B2E80"/>
    <w:rsid w:val="000B367D"/>
    <w:rsid w:val="000B376A"/>
    <w:rsid w:val="000B3A0C"/>
    <w:rsid w:val="000B3B08"/>
    <w:rsid w:val="000B3C30"/>
    <w:rsid w:val="000B4374"/>
    <w:rsid w:val="000B4532"/>
    <w:rsid w:val="000B4787"/>
    <w:rsid w:val="000B479E"/>
    <w:rsid w:val="000B4A56"/>
    <w:rsid w:val="000B4C0E"/>
    <w:rsid w:val="000B4D5A"/>
    <w:rsid w:val="000B4E3B"/>
    <w:rsid w:val="000B4EAB"/>
    <w:rsid w:val="000B4FF9"/>
    <w:rsid w:val="000B5093"/>
    <w:rsid w:val="000B51D8"/>
    <w:rsid w:val="000B53AA"/>
    <w:rsid w:val="000B56AF"/>
    <w:rsid w:val="000B57F8"/>
    <w:rsid w:val="000B59CD"/>
    <w:rsid w:val="000B5E87"/>
    <w:rsid w:val="000B5F1D"/>
    <w:rsid w:val="000B6119"/>
    <w:rsid w:val="000B6895"/>
    <w:rsid w:val="000B6F61"/>
    <w:rsid w:val="000B73C9"/>
    <w:rsid w:val="000B7546"/>
    <w:rsid w:val="000B7B09"/>
    <w:rsid w:val="000B7D07"/>
    <w:rsid w:val="000C02EB"/>
    <w:rsid w:val="000C03EB"/>
    <w:rsid w:val="000C06F0"/>
    <w:rsid w:val="000C0830"/>
    <w:rsid w:val="000C0A47"/>
    <w:rsid w:val="000C0C2C"/>
    <w:rsid w:val="000C0D14"/>
    <w:rsid w:val="000C0FA1"/>
    <w:rsid w:val="000C1103"/>
    <w:rsid w:val="000C17A1"/>
    <w:rsid w:val="000C1982"/>
    <w:rsid w:val="000C1CE4"/>
    <w:rsid w:val="000C2000"/>
    <w:rsid w:val="000C22DC"/>
    <w:rsid w:val="000C22EC"/>
    <w:rsid w:val="000C2558"/>
    <w:rsid w:val="000C255D"/>
    <w:rsid w:val="000C25E2"/>
    <w:rsid w:val="000C2773"/>
    <w:rsid w:val="000C2919"/>
    <w:rsid w:val="000C2A33"/>
    <w:rsid w:val="000C2D74"/>
    <w:rsid w:val="000C2D7C"/>
    <w:rsid w:val="000C2F86"/>
    <w:rsid w:val="000C2FDD"/>
    <w:rsid w:val="000C3307"/>
    <w:rsid w:val="000C36BC"/>
    <w:rsid w:val="000C38B1"/>
    <w:rsid w:val="000C3E1D"/>
    <w:rsid w:val="000C4398"/>
    <w:rsid w:val="000C454E"/>
    <w:rsid w:val="000C4B44"/>
    <w:rsid w:val="000C4C96"/>
    <w:rsid w:val="000C4D13"/>
    <w:rsid w:val="000C4E17"/>
    <w:rsid w:val="000C4F90"/>
    <w:rsid w:val="000C5141"/>
    <w:rsid w:val="000C525A"/>
    <w:rsid w:val="000C555E"/>
    <w:rsid w:val="000C56C6"/>
    <w:rsid w:val="000C5C34"/>
    <w:rsid w:val="000C5C38"/>
    <w:rsid w:val="000C5F42"/>
    <w:rsid w:val="000C6095"/>
    <w:rsid w:val="000C6356"/>
    <w:rsid w:val="000C666B"/>
    <w:rsid w:val="000C6A68"/>
    <w:rsid w:val="000C6B59"/>
    <w:rsid w:val="000C6D0D"/>
    <w:rsid w:val="000C6F26"/>
    <w:rsid w:val="000C73D8"/>
    <w:rsid w:val="000C769A"/>
    <w:rsid w:val="000C76C9"/>
    <w:rsid w:val="000C789B"/>
    <w:rsid w:val="000C7E98"/>
    <w:rsid w:val="000C7F25"/>
    <w:rsid w:val="000D019F"/>
    <w:rsid w:val="000D01B2"/>
    <w:rsid w:val="000D0428"/>
    <w:rsid w:val="000D04C9"/>
    <w:rsid w:val="000D077E"/>
    <w:rsid w:val="000D086C"/>
    <w:rsid w:val="000D08EF"/>
    <w:rsid w:val="000D0AFC"/>
    <w:rsid w:val="000D0CB3"/>
    <w:rsid w:val="000D0FCA"/>
    <w:rsid w:val="000D1288"/>
    <w:rsid w:val="000D19F3"/>
    <w:rsid w:val="000D1BE0"/>
    <w:rsid w:val="000D1E43"/>
    <w:rsid w:val="000D1FA4"/>
    <w:rsid w:val="000D21F9"/>
    <w:rsid w:val="000D288A"/>
    <w:rsid w:val="000D2926"/>
    <w:rsid w:val="000D2A96"/>
    <w:rsid w:val="000D2B6B"/>
    <w:rsid w:val="000D2E6D"/>
    <w:rsid w:val="000D2F99"/>
    <w:rsid w:val="000D30A1"/>
    <w:rsid w:val="000D3427"/>
    <w:rsid w:val="000D3650"/>
    <w:rsid w:val="000D3891"/>
    <w:rsid w:val="000D3D3C"/>
    <w:rsid w:val="000D4036"/>
    <w:rsid w:val="000D40D9"/>
    <w:rsid w:val="000D41D4"/>
    <w:rsid w:val="000D446B"/>
    <w:rsid w:val="000D4787"/>
    <w:rsid w:val="000D4AFD"/>
    <w:rsid w:val="000D4BFA"/>
    <w:rsid w:val="000D4F03"/>
    <w:rsid w:val="000D50F4"/>
    <w:rsid w:val="000D546A"/>
    <w:rsid w:val="000D54E3"/>
    <w:rsid w:val="000D56CE"/>
    <w:rsid w:val="000D5A3C"/>
    <w:rsid w:val="000D5BBF"/>
    <w:rsid w:val="000D5D55"/>
    <w:rsid w:val="000D5E46"/>
    <w:rsid w:val="000D5FE5"/>
    <w:rsid w:val="000D6831"/>
    <w:rsid w:val="000D689A"/>
    <w:rsid w:val="000D68FA"/>
    <w:rsid w:val="000D6AE1"/>
    <w:rsid w:val="000D6D4F"/>
    <w:rsid w:val="000D70D8"/>
    <w:rsid w:val="000D7254"/>
    <w:rsid w:val="000D7353"/>
    <w:rsid w:val="000D73AC"/>
    <w:rsid w:val="000D765B"/>
    <w:rsid w:val="000D787D"/>
    <w:rsid w:val="000D79CD"/>
    <w:rsid w:val="000D7D92"/>
    <w:rsid w:val="000D7F2E"/>
    <w:rsid w:val="000E030B"/>
    <w:rsid w:val="000E0619"/>
    <w:rsid w:val="000E0839"/>
    <w:rsid w:val="000E0F46"/>
    <w:rsid w:val="000E122B"/>
    <w:rsid w:val="000E198B"/>
    <w:rsid w:val="000E19D6"/>
    <w:rsid w:val="000E1A06"/>
    <w:rsid w:val="000E21FE"/>
    <w:rsid w:val="000E2257"/>
    <w:rsid w:val="000E276F"/>
    <w:rsid w:val="000E27BA"/>
    <w:rsid w:val="000E28A2"/>
    <w:rsid w:val="000E293B"/>
    <w:rsid w:val="000E2AFB"/>
    <w:rsid w:val="000E2EE7"/>
    <w:rsid w:val="000E37C2"/>
    <w:rsid w:val="000E3955"/>
    <w:rsid w:val="000E3A36"/>
    <w:rsid w:val="000E3BF4"/>
    <w:rsid w:val="000E3C9B"/>
    <w:rsid w:val="000E3CB4"/>
    <w:rsid w:val="000E3DB8"/>
    <w:rsid w:val="000E4046"/>
    <w:rsid w:val="000E42AE"/>
    <w:rsid w:val="000E45B6"/>
    <w:rsid w:val="000E4610"/>
    <w:rsid w:val="000E478F"/>
    <w:rsid w:val="000E4893"/>
    <w:rsid w:val="000E4A2C"/>
    <w:rsid w:val="000E4A85"/>
    <w:rsid w:val="000E4D6D"/>
    <w:rsid w:val="000E4DEC"/>
    <w:rsid w:val="000E4E21"/>
    <w:rsid w:val="000E5050"/>
    <w:rsid w:val="000E52B3"/>
    <w:rsid w:val="000E57E0"/>
    <w:rsid w:val="000E5C85"/>
    <w:rsid w:val="000E5D57"/>
    <w:rsid w:val="000E66C3"/>
    <w:rsid w:val="000E68DD"/>
    <w:rsid w:val="000E692B"/>
    <w:rsid w:val="000E69F1"/>
    <w:rsid w:val="000E6D77"/>
    <w:rsid w:val="000E6D95"/>
    <w:rsid w:val="000E6F23"/>
    <w:rsid w:val="000E74CC"/>
    <w:rsid w:val="000E7657"/>
    <w:rsid w:val="000E7D58"/>
    <w:rsid w:val="000E7EEA"/>
    <w:rsid w:val="000E7F37"/>
    <w:rsid w:val="000F024E"/>
    <w:rsid w:val="000F03D2"/>
    <w:rsid w:val="000F049A"/>
    <w:rsid w:val="000F04B3"/>
    <w:rsid w:val="000F0522"/>
    <w:rsid w:val="000F10B5"/>
    <w:rsid w:val="000F1487"/>
    <w:rsid w:val="000F15D0"/>
    <w:rsid w:val="000F16A1"/>
    <w:rsid w:val="000F258A"/>
    <w:rsid w:val="000F287E"/>
    <w:rsid w:val="000F2C54"/>
    <w:rsid w:val="000F2F09"/>
    <w:rsid w:val="000F2F9D"/>
    <w:rsid w:val="000F3472"/>
    <w:rsid w:val="000F347D"/>
    <w:rsid w:val="000F37B4"/>
    <w:rsid w:val="000F38E1"/>
    <w:rsid w:val="000F3BAD"/>
    <w:rsid w:val="000F402B"/>
    <w:rsid w:val="000F4560"/>
    <w:rsid w:val="000F4691"/>
    <w:rsid w:val="000F4796"/>
    <w:rsid w:val="000F4A62"/>
    <w:rsid w:val="000F505B"/>
    <w:rsid w:val="000F509B"/>
    <w:rsid w:val="000F566B"/>
    <w:rsid w:val="000F56AB"/>
    <w:rsid w:val="000F56C4"/>
    <w:rsid w:val="000F57C1"/>
    <w:rsid w:val="000F58E6"/>
    <w:rsid w:val="000F5ABA"/>
    <w:rsid w:val="000F5B73"/>
    <w:rsid w:val="000F5CDF"/>
    <w:rsid w:val="000F5DD3"/>
    <w:rsid w:val="000F5F0B"/>
    <w:rsid w:val="000F6194"/>
    <w:rsid w:val="000F633F"/>
    <w:rsid w:val="000F653C"/>
    <w:rsid w:val="000F6569"/>
    <w:rsid w:val="000F6D84"/>
    <w:rsid w:val="000F6F3B"/>
    <w:rsid w:val="000F7433"/>
    <w:rsid w:val="000F7B79"/>
    <w:rsid w:val="000F7C1E"/>
    <w:rsid w:val="000F7CBC"/>
    <w:rsid w:val="000F7D47"/>
    <w:rsid w:val="000F7E15"/>
    <w:rsid w:val="000F7F54"/>
    <w:rsid w:val="000F7F5B"/>
    <w:rsid w:val="0010018F"/>
    <w:rsid w:val="00100373"/>
    <w:rsid w:val="00100422"/>
    <w:rsid w:val="001005F8"/>
    <w:rsid w:val="001009C7"/>
    <w:rsid w:val="00101164"/>
    <w:rsid w:val="00101535"/>
    <w:rsid w:val="001015E8"/>
    <w:rsid w:val="001015FA"/>
    <w:rsid w:val="00101604"/>
    <w:rsid w:val="0010184B"/>
    <w:rsid w:val="00101984"/>
    <w:rsid w:val="00101987"/>
    <w:rsid w:val="00101E91"/>
    <w:rsid w:val="0010201D"/>
    <w:rsid w:val="00102354"/>
    <w:rsid w:val="001024AC"/>
    <w:rsid w:val="001025C4"/>
    <w:rsid w:val="001026BB"/>
    <w:rsid w:val="00102D43"/>
    <w:rsid w:val="00102D8E"/>
    <w:rsid w:val="00102E8A"/>
    <w:rsid w:val="00103964"/>
    <w:rsid w:val="00103B18"/>
    <w:rsid w:val="00103DF9"/>
    <w:rsid w:val="00104060"/>
    <w:rsid w:val="00104346"/>
    <w:rsid w:val="0010450D"/>
    <w:rsid w:val="001045E3"/>
    <w:rsid w:val="0010464A"/>
    <w:rsid w:val="001048F3"/>
    <w:rsid w:val="00104A61"/>
    <w:rsid w:val="00104A68"/>
    <w:rsid w:val="00104B01"/>
    <w:rsid w:val="00104C15"/>
    <w:rsid w:val="00104E8F"/>
    <w:rsid w:val="001053A8"/>
    <w:rsid w:val="00105A1A"/>
    <w:rsid w:val="00105C4C"/>
    <w:rsid w:val="00105EDE"/>
    <w:rsid w:val="001060FD"/>
    <w:rsid w:val="00106115"/>
    <w:rsid w:val="001062D4"/>
    <w:rsid w:val="001063B9"/>
    <w:rsid w:val="00106502"/>
    <w:rsid w:val="001065D9"/>
    <w:rsid w:val="00106777"/>
    <w:rsid w:val="001069A6"/>
    <w:rsid w:val="001072B3"/>
    <w:rsid w:val="0010781D"/>
    <w:rsid w:val="00107CB4"/>
    <w:rsid w:val="00107F50"/>
    <w:rsid w:val="00107F87"/>
    <w:rsid w:val="00107F99"/>
    <w:rsid w:val="00110158"/>
    <w:rsid w:val="00110205"/>
    <w:rsid w:val="00110315"/>
    <w:rsid w:val="001103B6"/>
    <w:rsid w:val="00110622"/>
    <w:rsid w:val="0011063E"/>
    <w:rsid w:val="0011075B"/>
    <w:rsid w:val="00110809"/>
    <w:rsid w:val="001108E9"/>
    <w:rsid w:val="00110A37"/>
    <w:rsid w:val="00110A7C"/>
    <w:rsid w:val="00110E72"/>
    <w:rsid w:val="00110FAB"/>
    <w:rsid w:val="0011126C"/>
    <w:rsid w:val="001113F0"/>
    <w:rsid w:val="0011142C"/>
    <w:rsid w:val="00111BE1"/>
    <w:rsid w:val="00111CB6"/>
    <w:rsid w:val="00111E41"/>
    <w:rsid w:val="00111ED5"/>
    <w:rsid w:val="00111FC6"/>
    <w:rsid w:val="00112254"/>
    <w:rsid w:val="00112358"/>
    <w:rsid w:val="001124BE"/>
    <w:rsid w:val="0011261F"/>
    <w:rsid w:val="001128EA"/>
    <w:rsid w:val="00112B69"/>
    <w:rsid w:val="00112D16"/>
    <w:rsid w:val="00112E56"/>
    <w:rsid w:val="00113628"/>
    <w:rsid w:val="00113B82"/>
    <w:rsid w:val="00113E6A"/>
    <w:rsid w:val="001140B2"/>
    <w:rsid w:val="00114227"/>
    <w:rsid w:val="00114315"/>
    <w:rsid w:val="00114738"/>
    <w:rsid w:val="00114853"/>
    <w:rsid w:val="001149F0"/>
    <w:rsid w:val="001154C4"/>
    <w:rsid w:val="00115CD6"/>
    <w:rsid w:val="00115D3C"/>
    <w:rsid w:val="00116307"/>
    <w:rsid w:val="00116475"/>
    <w:rsid w:val="0011695A"/>
    <w:rsid w:val="00116A50"/>
    <w:rsid w:val="00116CCB"/>
    <w:rsid w:val="00116FF4"/>
    <w:rsid w:val="00117031"/>
    <w:rsid w:val="001172DB"/>
    <w:rsid w:val="001176FE"/>
    <w:rsid w:val="00117789"/>
    <w:rsid w:val="00117B92"/>
    <w:rsid w:val="00117DDB"/>
    <w:rsid w:val="00117FCA"/>
    <w:rsid w:val="00120238"/>
    <w:rsid w:val="001208C6"/>
    <w:rsid w:val="00120C34"/>
    <w:rsid w:val="00120ECF"/>
    <w:rsid w:val="00121011"/>
    <w:rsid w:val="001212EA"/>
    <w:rsid w:val="00121469"/>
    <w:rsid w:val="00121478"/>
    <w:rsid w:val="00121543"/>
    <w:rsid w:val="001217A4"/>
    <w:rsid w:val="00121A29"/>
    <w:rsid w:val="00121E3C"/>
    <w:rsid w:val="00121F39"/>
    <w:rsid w:val="001220A1"/>
    <w:rsid w:val="001220D9"/>
    <w:rsid w:val="00122106"/>
    <w:rsid w:val="001221AA"/>
    <w:rsid w:val="0012237B"/>
    <w:rsid w:val="001223B0"/>
    <w:rsid w:val="00122607"/>
    <w:rsid w:val="0012274C"/>
    <w:rsid w:val="00122AD3"/>
    <w:rsid w:val="0012307E"/>
    <w:rsid w:val="001230A8"/>
    <w:rsid w:val="00123350"/>
    <w:rsid w:val="00123416"/>
    <w:rsid w:val="00123469"/>
    <w:rsid w:val="001238B1"/>
    <w:rsid w:val="001239CB"/>
    <w:rsid w:val="00123BAA"/>
    <w:rsid w:val="00123BDB"/>
    <w:rsid w:val="00123C50"/>
    <w:rsid w:val="00123F11"/>
    <w:rsid w:val="00124408"/>
    <w:rsid w:val="00124546"/>
    <w:rsid w:val="001245E0"/>
    <w:rsid w:val="0012463C"/>
    <w:rsid w:val="00124F12"/>
    <w:rsid w:val="00125001"/>
    <w:rsid w:val="00125063"/>
    <w:rsid w:val="001251CE"/>
    <w:rsid w:val="0012537A"/>
    <w:rsid w:val="001253D6"/>
    <w:rsid w:val="001253E6"/>
    <w:rsid w:val="00125A87"/>
    <w:rsid w:val="00125B63"/>
    <w:rsid w:val="00125F8C"/>
    <w:rsid w:val="001261F0"/>
    <w:rsid w:val="001264A1"/>
    <w:rsid w:val="00126573"/>
    <w:rsid w:val="00126656"/>
    <w:rsid w:val="00126812"/>
    <w:rsid w:val="00126BD8"/>
    <w:rsid w:val="00126D1D"/>
    <w:rsid w:val="0012746F"/>
    <w:rsid w:val="00127514"/>
    <w:rsid w:val="00127696"/>
    <w:rsid w:val="00127781"/>
    <w:rsid w:val="001277E2"/>
    <w:rsid w:val="00127885"/>
    <w:rsid w:val="00127A43"/>
    <w:rsid w:val="00127B28"/>
    <w:rsid w:val="00127C7D"/>
    <w:rsid w:val="00127DBE"/>
    <w:rsid w:val="00130319"/>
    <w:rsid w:val="0013041C"/>
    <w:rsid w:val="0013049D"/>
    <w:rsid w:val="0013051E"/>
    <w:rsid w:val="00130931"/>
    <w:rsid w:val="00131633"/>
    <w:rsid w:val="001319DB"/>
    <w:rsid w:val="00131C79"/>
    <w:rsid w:val="00131E6C"/>
    <w:rsid w:val="00132056"/>
    <w:rsid w:val="00132237"/>
    <w:rsid w:val="00132400"/>
    <w:rsid w:val="0013262B"/>
    <w:rsid w:val="00133305"/>
    <w:rsid w:val="0013378B"/>
    <w:rsid w:val="001337BD"/>
    <w:rsid w:val="00133AC6"/>
    <w:rsid w:val="001343DC"/>
    <w:rsid w:val="00134646"/>
    <w:rsid w:val="00134BA0"/>
    <w:rsid w:val="00134FFB"/>
    <w:rsid w:val="001353BE"/>
    <w:rsid w:val="00135761"/>
    <w:rsid w:val="00135EF8"/>
    <w:rsid w:val="001361BE"/>
    <w:rsid w:val="0013688D"/>
    <w:rsid w:val="00136BFB"/>
    <w:rsid w:val="00136C3E"/>
    <w:rsid w:val="00136D27"/>
    <w:rsid w:val="001373D3"/>
    <w:rsid w:val="0013767A"/>
    <w:rsid w:val="001377DF"/>
    <w:rsid w:val="00137AF3"/>
    <w:rsid w:val="00140576"/>
    <w:rsid w:val="0014070C"/>
    <w:rsid w:val="00140AC3"/>
    <w:rsid w:val="00140EF9"/>
    <w:rsid w:val="00141130"/>
    <w:rsid w:val="00141256"/>
    <w:rsid w:val="001414C2"/>
    <w:rsid w:val="00141595"/>
    <w:rsid w:val="001415AF"/>
    <w:rsid w:val="00141B46"/>
    <w:rsid w:val="00141C6D"/>
    <w:rsid w:val="00141D52"/>
    <w:rsid w:val="0014212D"/>
    <w:rsid w:val="001423E1"/>
    <w:rsid w:val="001427B6"/>
    <w:rsid w:val="00142962"/>
    <w:rsid w:val="00142A59"/>
    <w:rsid w:val="00142B58"/>
    <w:rsid w:val="001432E5"/>
    <w:rsid w:val="00143379"/>
    <w:rsid w:val="001434E3"/>
    <w:rsid w:val="001435F3"/>
    <w:rsid w:val="00143865"/>
    <w:rsid w:val="00143924"/>
    <w:rsid w:val="00143A88"/>
    <w:rsid w:val="00143C5E"/>
    <w:rsid w:val="00143F19"/>
    <w:rsid w:val="00144494"/>
    <w:rsid w:val="00144503"/>
    <w:rsid w:val="001445C9"/>
    <w:rsid w:val="00144606"/>
    <w:rsid w:val="0014474F"/>
    <w:rsid w:val="001447CA"/>
    <w:rsid w:val="0014480E"/>
    <w:rsid w:val="00144B54"/>
    <w:rsid w:val="00144E06"/>
    <w:rsid w:val="00144E33"/>
    <w:rsid w:val="00145218"/>
    <w:rsid w:val="0014549A"/>
    <w:rsid w:val="00145502"/>
    <w:rsid w:val="00145CC3"/>
    <w:rsid w:val="00146006"/>
    <w:rsid w:val="00146254"/>
    <w:rsid w:val="00146342"/>
    <w:rsid w:val="00146354"/>
    <w:rsid w:val="00146A97"/>
    <w:rsid w:val="00146FEB"/>
    <w:rsid w:val="001472F6"/>
    <w:rsid w:val="0014775E"/>
    <w:rsid w:val="00147B98"/>
    <w:rsid w:val="00147FEC"/>
    <w:rsid w:val="0015016A"/>
    <w:rsid w:val="0015018F"/>
    <w:rsid w:val="0015059C"/>
    <w:rsid w:val="00150740"/>
    <w:rsid w:val="00150796"/>
    <w:rsid w:val="001508CB"/>
    <w:rsid w:val="00150CDE"/>
    <w:rsid w:val="0015101B"/>
    <w:rsid w:val="0015120A"/>
    <w:rsid w:val="001512C6"/>
    <w:rsid w:val="00151447"/>
    <w:rsid w:val="001514CF"/>
    <w:rsid w:val="0015182E"/>
    <w:rsid w:val="00151916"/>
    <w:rsid w:val="00151993"/>
    <w:rsid w:val="00151CBC"/>
    <w:rsid w:val="00151EE4"/>
    <w:rsid w:val="001520E8"/>
    <w:rsid w:val="001521D2"/>
    <w:rsid w:val="0015258D"/>
    <w:rsid w:val="0015265E"/>
    <w:rsid w:val="0015294B"/>
    <w:rsid w:val="001529BC"/>
    <w:rsid w:val="001529EE"/>
    <w:rsid w:val="001529FA"/>
    <w:rsid w:val="00152F78"/>
    <w:rsid w:val="001530C3"/>
    <w:rsid w:val="00153102"/>
    <w:rsid w:val="0015377E"/>
    <w:rsid w:val="0015392F"/>
    <w:rsid w:val="0015393B"/>
    <w:rsid w:val="00153C3B"/>
    <w:rsid w:val="00153C43"/>
    <w:rsid w:val="00153CA6"/>
    <w:rsid w:val="001542B8"/>
    <w:rsid w:val="001543DD"/>
    <w:rsid w:val="0015467A"/>
    <w:rsid w:val="001547B9"/>
    <w:rsid w:val="00154851"/>
    <w:rsid w:val="00154880"/>
    <w:rsid w:val="00154A62"/>
    <w:rsid w:val="00154D13"/>
    <w:rsid w:val="00154D80"/>
    <w:rsid w:val="00154DEF"/>
    <w:rsid w:val="00155364"/>
    <w:rsid w:val="00155377"/>
    <w:rsid w:val="0015555E"/>
    <w:rsid w:val="001555AB"/>
    <w:rsid w:val="00155774"/>
    <w:rsid w:val="0015588E"/>
    <w:rsid w:val="00155934"/>
    <w:rsid w:val="00155C02"/>
    <w:rsid w:val="00155C4B"/>
    <w:rsid w:val="00155F58"/>
    <w:rsid w:val="0015620C"/>
    <w:rsid w:val="001567CC"/>
    <w:rsid w:val="001567F6"/>
    <w:rsid w:val="001568BD"/>
    <w:rsid w:val="00156C34"/>
    <w:rsid w:val="00156D3F"/>
    <w:rsid w:val="00156D5E"/>
    <w:rsid w:val="00156E44"/>
    <w:rsid w:val="00156E4B"/>
    <w:rsid w:val="00156F10"/>
    <w:rsid w:val="00157091"/>
    <w:rsid w:val="00157353"/>
    <w:rsid w:val="0015780B"/>
    <w:rsid w:val="001578D7"/>
    <w:rsid w:val="00157ADB"/>
    <w:rsid w:val="00157D9C"/>
    <w:rsid w:val="001603F1"/>
    <w:rsid w:val="00160757"/>
    <w:rsid w:val="001607B7"/>
    <w:rsid w:val="001608E4"/>
    <w:rsid w:val="00160E62"/>
    <w:rsid w:val="0016103D"/>
    <w:rsid w:val="001610FA"/>
    <w:rsid w:val="00161187"/>
    <w:rsid w:val="0016121C"/>
    <w:rsid w:val="001613AE"/>
    <w:rsid w:val="00161A60"/>
    <w:rsid w:val="00161BEE"/>
    <w:rsid w:val="00161F8C"/>
    <w:rsid w:val="0016221C"/>
    <w:rsid w:val="00162262"/>
    <w:rsid w:val="001623CA"/>
    <w:rsid w:val="0016241E"/>
    <w:rsid w:val="0016254A"/>
    <w:rsid w:val="00162729"/>
    <w:rsid w:val="00162781"/>
    <w:rsid w:val="00162838"/>
    <w:rsid w:val="00162AB1"/>
    <w:rsid w:val="00162F5F"/>
    <w:rsid w:val="0016300B"/>
    <w:rsid w:val="00163048"/>
    <w:rsid w:val="001631EE"/>
    <w:rsid w:val="00163324"/>
    <w:rsid w:val="001639AD"/>
    <w:rsid w:val="001639B3"/>
    <w:rsid w:val="00163FD1"/>
    <w:rsid w:val="0016415B"/>
    <w:rsid w:val="00164220"/>
    <w:rsid w:val="001644FA"/>
    <w:rsid w:val="001645AB"/>
    <w:rsid w:val="001646F8"/>
    <w:rsid w:val="001648AB"/>
    <w:rsid w:val="001648AD"/>
    <w:rsid w:val="0016494F"/>
    <w:rsid w:val="001649C5"/>
    <w:rsid w:val="00164A60"/>
    <w:rsid w:val="00164B62"/>
    <w:rsid w:val="00164E55"/>
    <w:rsid w:val="0016525B"/>
    <w:rsid w:val="00165261"/>
    <w:rsid w:val="00165481"/>
    <w:rsid w:val="001658BC"/>
    <w:rsid w:val="00165A77"/>
    <w:rsid w:val="00165D06"/>
    <w:rsid w:val="00165DEE"/>
    <w:rsid w:val="00165E11"/>
    <w:rsid w:val="00165ECA"/>
    <w:rsid w:val="00165F63"/>
    <w:rsid w:val="00166124"/>
    <w:rsid w:val="0016635E"/>
    <w:rsid w:val="00166642"/>
    <w:rsid w:val="00166785"/>
    <w:rsid w:val="00166A69"/>
    <w:rsid w:val="00166BCC"/>
    <w:rsid w:val="00166CD3"/>
    <w:rsid w:val="0016718D"/>
    <w:rsid w:val="00167732"/>
    <w:rsid w:val="0016786E"/>
    <w:rsid w:val="00167899"/>
    <w:rsid w:val="0016797B"/>
    <w:rsid w:val="0017012D"/>
    <w:rsid w:val="001702F1"/>
    <w:rsid w:val="0017049A"/>
    <w:rsid w:val="001706E5"/>
    <w:rsid w:val="00170878"/>
    <w:rsid w:val="00170E0E"/>
    <w:rsid w:val="00170F60"/>
    <w:rsid w:val="00170F87"/>
    <w:rsid w:val="0017101B"/>
    <w:rsid w:val="001712A3"/>
    <w:rsid w:val="00171414"/>
    <w:rsid w:val="00171876"/>
    <w:rsid w:val="00171B68"/>
    <w:rsid w:val="0017211E"/>
    <w:rsid w:val="00172187"/>
    <w:rsid w:val="0017221A"/>
    <w:rsid w:val="001726C8"/>
    <w:rsid w:val="00173001"/>
    <w:rsid w:val="001731A8"/>
    <w:rsid w:val="001734AD"/>
    <w:rsid w:val="001736D4"/>
    <w:rsid w:val="00173A52"/>
    <w:rsid w:val="00173D7E"/>
    <w:rsid w:val="00173E63"/>
    <w:rsid w:val="001741CF"/>
    <w:rsid w:val="00174247"/>
    <w:rsid w:val="00174527"/>
    <w:rsid w:val="00174745"/>
    <w:rsid w:val="00174AC2"/>
    <w:rsid w:val="00174F0F"/>
    <w:rsid w:val="00175512"/>
    <w:rsid w:val="001756C9"/>
    <w:rsid w:val="00175818"/>
    <w:rsid w:val="00175B81"/>
    <w:rsid w:val="00175F45"/>
    <w:rsid w:val="001761E1"/>
    <w:rsid w:val="001764EC"/>
    <w:rsid w:val="0017667C"/>
    <w:rsid w:val="001766CA"/>
    <w:rsid w:val="00176A22"/>
    <w:rsid w:val="00176BBE"/>
    <w:rsid w:val="00176CB9"/>
    <w:rsid w:val="00176CEB"/>
    <w:rsid w:val="00176E15"/>
    <w:rsid w:val="001771CD"/>
    <w:rsid w:val="00177559"/>
    <w:rsid w:val="00177610"/>
    <w:rsid w:val="00177744"/>
    <w:rsid w:val="00177E75"/>
    <w:rsid w:val="0018049A"/>
    <w:rsid w:val="0018098D"/>
    <w:rsid w:val="001809DA"/>
    <w:rsid w:val="00180A62"/>
    <w:rsid w:val="00180D5C"/>
    <w:rsid w:val="00181194"/>
    <w:rsid w:val="0018163C"/>
    <w:rsid w:val="0018178C"/>
    <w:rsid w:val="001817FC"/>
    <w:rsid w:val="00181982"/>
    <w:rsid w:val="001819DC"/>
    <w:rsid w:val="00181B11"/>
    <w:rsid w:val="00181C5B"/>
    <w:rsid w:val="00181D5F"/>
    <w:rsid w:val="00182133"/>
    <w:rsid w:val="00182435"/>
    <w:rsid w:val="00182BD0"/>
    <w:rsid w:val="00182D1A"/>
    <w:rsid w:val="00182E57"/>
    <w:rsid w:val="00183363"/>
    <w:rsid w:val="00183377"/>
    <w:rsid w:val="0018356E"/>
    <w:rsid w:val="00183938"/>
    <w:rsid w:val="00183CE8"/>
    <w:rsid w:val="00183D9F"/>
    <w:rsid w:val="00183E55"/>
    <w:rsid w:val="00183F14"/>
    <w:rsid w:val="001842A5"/>
    <w:rsid w:val="00184475"/>
    <w:rsid w:val="0018468B"/>
    <w:rsid w:val="001846AD"/>
    <w:rsid w:val="001847C4"/>
    <w:rsid w:val="0018490C"/>
    <w:rsid w:val="00184EB6"/>
    <w:rsid w:val="00184F64"/>
    <w:rsid w:val="0018503A"/>
    <w:rsid w:val="0018582E"/>
    <w:rsid w:val="00185930"/>
    <w:rsid w:val="00185AEA"/>
    <w:rsid w:val="00185B5B"/>
    <w:rsid w:val="00185B9B"/>
    <w:rsid w:val="00185C75"/>
    <w:rsid w:val="00185E37"/>
    <w:rsid w:val="00185F85"/>
    <w:rsid w:val="00185FEF"/>
    <w:rsid w:val="0018647B"/>
    <w:rsid w:val="001869D5"/>
    <w:rsid w:val="00186BC3"/>
    <w:rsid w:val="001871B1"/>
    <w:rsid w:val="00187216"/>
    <w:rsid w:val="001872F0"/>
    <w:rsid w:val="001878D5"/>
    <w:rsid w:val="00187CD4"/>
    <w:rsid w:val="00187F85"/>
    <w:rsid w:val="00190020"/>
    <w:rsid w:val="001900A6"/>
    <w:rsid w:val="00190200"/>
    <w:rsid w:val="001903C7"/>
    <w:rsid w:val="001908F1"/>
    <w:rsid w:val="001909A3"/>
    <w:rsid w:val="00190A51"/>
    <w:rsid w:val="00190B39"/>
    <w:rsid w:val="00191426"/>
    <w:rsid w:val="00191824"/>
    <w:rsid w:val="00191CDB"/>
    <w:rsid w:val="001922D6"/>
    <w:rsid w:val="0019244A"/>
    <w:rsid w:val="00192948"/>
    <w:rsid w:val="00192D2E"/>
    <w:rsid w:val="00193265"/>
    <w:rsid w:val="00193619"/>
    <w:rsid w:val="00193759"/>
    <w:rsid w:val="001937F2"/>
    <w:rsid w:val="00193912"/>
    <w:rsid w:val="00193B6D"/>
    <w:rsid w:val="00193BFA"/>
    <w:rsid w:val="001940D5"/>
    <w:rsid w:val="00194247"/>
    <w:rsid w:val="00194443"/>
    <w:rsid w:val="001949CF"/>
    <w:rsid w:val="00194C46"/>
    <w:rsid w:val="00194DB4"/>
    <w:rsid w:val="00194EEF"/>
    <w:rsid w:val="001950CE"/>
    <w:rsid w:val="00195436"/>
    <w:rsid w:val="00195511"/>
    <w:rsid w:val="001958AE"/>
    <w:rsid w:val="00195C2B"/>
    <w:rsid w:val="00195C40"/>
    <w:rsid w:val="00196086"/>
    <w:rsid w:val="00196310"/>
    <w:rsid w:val="001964A6"/>
    <w:rsid w:val="00196523"/>
    <w:rsid w:val="00196583"/>
    <w:rsid w:val="00196694"/>
    <w:rsid w:val="0019692C"/>
    <w:rsid w:val="00196A63"/>
    <w:rsid w:val="00196DAF"/>
    <w:rsid w:val="00196E00"/>
    <w:rsid w:val="0019738F"/>
    <w:rsid w:val="00197747"/>
    <w:rsid w:val="00197B85"/>
    <w:rsid w:val="00197DFA"/>
    <w:rsid w:val="00197ECF"/>
    <w:rsid w:val="001A0310"/>
    <w:rsid w:val="001A03D8"/>
    <w:rsid w:val="001A048B"/>
    <w:rsid w:val="001A0708"/>
    <w:rsid w:val="001A0712"/>
    <w:rsid w:val="001A0734"/>
    <w:rsid w:val="001A0D08"/>
    <w:rsid w:val="001A1076"/>
    <w:rsid w:val="001A1270"/>
    <w:rsid w:val="001A16C4"/>
    <w:rsid w:val="001A16FF"/>
    <w:rsid w:val="001A1810"/>
    <w:rsid w:val="001A1DB4"/>
    <w:rsid w:val="001A1FC8"/>
    <w:rsid w:val="001A209F"/>
    <w:rsid w:val="001A22AC"/>
    <w:rsid w:val="001A2AD5"/>
    <w:rsid w:val="001A2F5E"/>
    <w:rsid w:val="001A3089"/>
    <w:rsid w:val="001A335B"/>
    <w:rsid w:val="001A33D4"/>
    <w:rsid w:val="001A34F2"/>
    <w:rsid w:val="001A3C06"/>
    <w:rsid w:val="001A3E86"/>
    <w:rsid w:val="001A3EA7"/>
    <w:rsid w:val="001A41B9"/>
    <w:rsid w:val="001A4257"/>
    <w:rsid w:val="001A4514"/>
    <w:rsid w:val="001A4519"/>
    <w:rsid w:val="001A489F"/>
    <w:rsid w:val="001A4AEA"/>
    <w:rsid w:val="001A4DA8"/>
    <w:rsid w:val="001A4FE8"/>
    <w:rsid w:val="001A52F6"/>
    <w:rsid w:val="001A5408"/>
    <w:rsid w:val="001A54B7"/>
    <w:rsid w:val="001A55A9"/>
    <w:rsid w:val="001A55EC"/>
    <w:rsid w:val="001A56AB"/>
    <w:rsid w:val="001A5A9F"/>
    <w:rsid w:val="001A5ACA"/>
    <w:rsid w:val="001A5AEC"/>
    <w:rsid w:val="001A5E37"/>
    <w:rsid w:val="001A5F11"/>
    <w:rsid w:val="001A61CB"/>
    <w:rsid w:val="001A6242"/>
    <w:rsid w:val="001A64B5"/>
    <w:rsid w:val="001A6681"/>
    <w:rsid w:val="001A66DB"/>
    <w:rsid w:val="001A6988"/>
    <w:rsid w:val="001A6A57"/>
    <w:rsid w:val="001A6AF8"/>
    <w:rsid w:val="001A6E68"/>
    <w:rsid w:val="001A6E9B"/>
    <w:rsid w:val="001A6EBB"/>
    <w:rsid w:val="001A75F6"/>
    <w:rsid w:val="001A7845"/>
    <w:rsid w:val="001A7F85"/>
    <w:rsid w:val="001B022A"/>
    <w:rsid w:val="001B03EE"/>
    <w:rsid w:val="001B04FF"/>
    <w:rsid w:val="001B05CE"/>
    <w:rsid w:val="001B080D"/>
    <w:rsid w:val="001B085D"/>
    <w:rsid w:val="001B0AA7"/>
    <w:rsid w:val="001B0C12"/>
    <w:rsid w:val="001B0D9F"/>
    <w:rsid w:val="001B10C2"/>
    <w:rsid w:val="001B120F"/>
    <w:rsid w:val="001B14AD"/>
    <w:rsid w:val="001B1848"/>
    <w:rsid w:val="001B1868"/>
    <w:rsid w:val="001B1AC8"/>
    <w:rsid w:val="001B1E72"/>
    <w:rsid w:val="001B1EB4"/>
    <w:rsid w:val="001B2048"/>
    <w:rsid w:val="001B207C"/>
    <w:rsid w:val="001B23AC"/>
    <w:rsid w:val="001B2D6F"/>
    <w:rsid w:val="001B3033"/>
    <w:rsid w:val="001B3255"/>
    <w:rsid w:val="001B3443"/>
    <w:rsid w:val="001B3504"/>
    <w:rsid w:val="001B35E6"/>
    <w:rsid w:val="001B35E9"/>
    <w:rsid w:val="001B3F81"/>
    <w:rsid w:val="001B3FE2"/>
    <w:rsid w:val="001B451E"/>
    <w:rsid w:val="001B4A85"/>
    <w:rsid w:val="001B4B42"/>
    <w:rsid w:val="001B4BD5"/>
    <w:rsid w:val="001B4D53"/>
    <w:rsid w:val="001B4FEB"/>
    <w:rsid w:val="001B593A"/>
    <w:rsid w:val="001B5962"/>
    <w:rsid w:val="001B5A5D"/>
    <w:rsid w:val="001B5DB8"/>
    <w:rsid w:val="001B5E50"/>
    <w:rsid w:val="001B63C1"/>
    <w:rsid w:val="001B6869"/>
    <w:rsid w:val="001B6B20"/>
    <w:rsid w:val="001B794A"/>
    <w:rsid w:val="001B7AF4"/>
    <w:rsid w:val="001B7E8E"/>
    <w:rsid w:val="001C07EE"/>
    <w:rsid w:val="001C0AB0"/>
    <w:rsid w:val="001C0B49"/>
    <w:rsid w:val="001C0C0E"/>
    <w:rsid w:val="001C0DFA"/>
    <w:rsid w:val="001C15A5"/>
    <w:rsid w:val="001C15F4"/>
    <w:rsid w:val="001C1816"/>
    <w:rsid w:val="001C186D"/>
    <w:rsid w:val="001C18F8"/>
    <w:rsid w:val="001C1DC3"/>
    <w:rsid w:val="001C2460"/>
    <w:rsid w:val="001C2528"/>
    <w:rsid w:val="001C265F"/>
    <w:rsid w:val="001C2A5C"/>
    <w:rsid w:val="001C2A78"/>
    <w:rsid w:val="001C2ABE"/>
    <w:rsid w:val="001C2B02"/>
    <w:rsid w:val="001C2CB6"/>
    <w:rsid w:val="001C3069"/>
    <w:rsid w:val="001C30E3"/>
    <w:rsid w:val="001C3510"/>
    <w:rsid w:val="001C3632"/>
    <w:rsid w:val="001C36C9"/>
    <w:rsid w:val="001C3C75"/>
    <w:rsid w:val="001C3D38"/>
    <w:rsid w:val="001C3D8B"/>
    <w:rsid w:val="001C41C7"/>
    <w:rsid w:val="001C43A4"/>
    <w:rsid w:val="001C4429"/>
    <w:rsid w:val="001C4628"/>
    <w:rsid w:val="001C466F"/>
    <w:rsid w:val="001C4673"/>
    <w:rsid w:val="001C4A21"/>
    <w:rsid w:val="001C4AFB"/>
    <w:rsid w:val="001C4B3B"/>
    <w:rsid w:val="001C4BE3"/>
    <w:rsid w:val="001C4FAB"/>
    <w:rsid w:val="001C50DE"/>
    <w:rsid w:val="001C5624"/>
    <w:rsid w:val="001C5C40"/>
    <w:rsid w:val="001C5E60"/>
    <w:rsid w:val="001C614F"/>
    <w:rsid w:val="001C6A20"/>
    <w:rsid w:val="001C6C57"/>
    <w:rsid w:val="001C6C9B"/>
    <w:rsid w:val="001C6E89"/>
    <w:rsid w:val="001C71F7"/>
    <w:rsid w:val="001C77E8"/>
    <w:rsid w:val="001C7A32"/>
    <w:rsid w:val="001C7A5A"/>
    <w:rsid w:val="001C7B92"/>
    <w:rsid w:val="001D000F"/>
    <w:rsid w:val="001D01ED"/>
    <w:rsid w:val="001D0862"/>
    <w:rsid w:val="001D0D3B"/>
    <w:rsid w:val="001D0D69"/>
    <w:rsid w:val="001D0DE1"/>
    <w:rsid w:val="001D119A"/>
    <w:rsid w:val="001D1219"/>
    <w:rsid w:val="001D1913"/>
    <w:rsid w:val="001D1971"/>
    <w:rsid w:val="001D2350"/>
    <w:rsid w:val="001D2626"/>
    <w:rsid w:val="001D265B"/>
    <w:rsid w:val="001D267B"/>
    <w:rsid w:val="001D2835"/>
    <w:rsid w:val="001D2C0F"/>
    <w:rsid w:val="001D31EA"/>
    <w:rsid w:val="001D340F"/>
    <w:rsid w:val="001D357F"/>
    <w:rsid w:val="001D35B3"/>
    <w:rsid w:val="001D370F"/>
    <w:rsid w:val="001D37D5"/>
    <w:rsid w:val="001D3F06"/>
    <w:rsid w:val="001D40A1"/>
    <w:rsid w:val="001D477C"/>
    <w:rsid w:val="001D485D"/>
    <w:rsid w:val="001D48C4"/>
    <w:rsid w:val="001D4900"/>
    <w:rsid w:val="001D50DB"/>
    <w:rsid w:val="001D53E7"/>
    <w:rsid w:val="001D56D9"/>
    <w:rsid w:val="001D5B3F"/>
    <w:rsid w:val="001D605F"/>
    <w:rsid w:val="001D629A"/>
    <w:rsid w:val="001D68D4"/>
    <w:rsid w:val="001D7435"/>
    <w:rsid w:val="001D771C"/>
    <w:rsid w:val="001D7A9F"/>
    <w:rsid w:val="001D7E6C"/>
    <w:rsid w:val="001D7F86"/>
    <w:rsid w:val="001E0177"/>
    <w:rsid w:val="001E0186"/>
    <w:rsid w:val="001E0274"/>
    <w:rsid w:val="001E031D"/>
    <w:rsid w:val="001E038A"/>
    <w:rsid w:val="001E042B"/>
    <w:rsid w:val="001E05E5"/>
    <w:rsid w:val="001E09B4"/>
    <w:rsid w:val="001E0CD6"/>
    <w:rsid w:val="001E0D77"/>
    <w:rsid w:val="001E0E6E"/>
    <w:rsid w:val="001E0EAE"/>
    <w:rsid w:val="001E1221"/>
    <w:rsid w:val="001E1C27"/>
    <w:rsid w:val="001E1EE8"/>
    <w:rsid w:val="001E26FA"/>
    <w:rsid w:val="001E28DB"/>
    <w:rsid w:val="001E2DB7"/>
    <w:rsid w:val="001E2F5B"/>
    <w:rsid w:val="001E30C8"/>
    <w:rsid w:val="001E3373"/>
    <w:rsid w:val="001E387E"/>
    <w:rsid w:val="001E3FBE"/>
    <w:rsid w:val="001E408B"/>
    <w:rsid w:val="001E472F"/>
    <w:rsid w:val="001E49A2"/>
    <w:rsid w:val="001E49F1"/>
    <w:rsid w:val="001E4DA1"/>
    <w:rsid w:val="001E4DAC"/>
    <w:rsid w:val="001E5361"/>
    <w:rsid w:val="001E5555"/>
    <w:rsid w:val="001E594E"/>
    <w:rsid w:val="001E5B06"/>
    <w:rsid w:val="001E6411"/>
    <w:rsid w:val="001E6E3F"/>
    <w:rsid w:val="001E7205"/>
    <w:rsid w:val="001E726D"/>
    <w:rsid w:val="001E732F"/>
    <w:rsid w:val="001E7C8F"/>
    <w:rsid w:val="001E7CC1"/>
    <w:rsid w:val="001E7D76"/>
    <w:rsid w:val="001E7D8F"/>
    <w:rsid w:val="001E7ECA"/>
    <w:rsid w:val="001E7FFC"/>
    <w:rsid w:val="001F008A"/>
    <w:rsid w:val="001F00ED"/>
    <w:rsid w:val="001F04A0"/>
    <w:rsid w:val="001F0B17"/>
    <w:rsid w:val="001F0CFB"/>
    <w:rsid w:val="001F0F11"/>
    <w:rsid w:val="001F0FAA"/>
    <w:rsid w:val="001F0FEC"/>
    <w:rsid w:val="001F12F6"/>
    <w:rsid w:val="001F1367"/>
    <w:rsid w:val="001F1A5E"/>
    <w:rsid w:val="001F1BC2"/>
    <w:rsid w:val="001F1C5E"/>
    <w:rsid w:val="001F1C86"/>
    <w:rsid w:val="001F1CA4"/>
    <w:rsid w:val="001F1DE2"/>
    <w:rsid w:val="001F1F94"/>
    <w:rsid w:val="001F21A1"/>
    <w:rsid w:val="001F233D"/>
    <w:rsid w:val="001F2434"/>
    <w:rsid w:val="001F243D"/>
    <w:rsid w:val="001F27AA"/>
    <w:rsid w:val="001F27AB"/>
    <w:rsid w:val="001F2962"/>
    <w:rsid w:val="001F2A30"/>
    <w:rsid w:val="001F2A69"/>
    <w:rsid w:val="001F2A6F"/>
    <w:rsid w:val="001F2C94"/>
    <w:rsid w:val="001F3041"/>
    <w:rsid w:val="001F324B"/>
    <w:rsid w:val="001F332E"/>
    <w:rsid w:val="001F364B"/>
    <w:rsid w:val="001F3967"/>
    <w:rsid w:val="001F3ACC"/>
    <w:rsid w:val="001F3D70"/>
    <w:rsid w:val="001F3FA2"/>
    <w:rsid w:val="001F41E7"/>
    <w:rsid w:val="001F4221"/>
    <w:rsid w:val="001F43A9"/>
    <w:rsid w:val="001F467D"/>
    <w:rsid w:val="001F4A93"/>
    <w:rsid w:val="001F4CCA"/>
    <w:rsid w:val="001F4D76"/>
    <w:rsid w:val="001F5320"/>
    <w:rsid w:val="001F553E"/>
    <w:rsid w:val="001F585B"/>
    <w:rsid w:val="001F63DD"/>
    <w:rsid w:val="001F656D"/>
    <w:rsid w:val="001F679F"/>
    <w:rsid w:val="001F6D48"/>
    <w:rsid w:val="001F6F38"/>
    <w:rsid w:val="001F6F9B"/>
    <w:rsid w:val="001F7124"/>
    <w:rsid w:val="001F73AC"/>
    <w:rsid w:val="001F7419"/>
    <w:rsid w:val="001F767B"/>
    <w:rsid w:val="001F7900"/>
    <w:rsid w:val="001F7996"/>
    <w:rsid w:val="001F7B5D"/>
    <w:rsid w:val="001F7C82"/>
    <w:rsid w:val="002005DF"/>
    <w:rsid w:val="002005F6"/>
    <w:rsid w:val="00200735"/>
    <w:rsid w:val="002008D3"/>
    <w:rsid w:val="00200966"/>
    <w:rsid w:val="002009F2"/>
    <w:rsid w:val="00200B2A"/>
    <w:rsid w:val="00200B4C"/>
    <w:rsid w:val="00201668"/>
    <w:rsid w:val="00201C6A"/>
    <w:rsid w:val="00201D34"/>
    <w:rsid w:val="00201F1B"/>
    <w:rsid w:val="00201F93"/>
    <w:rsid w:val="00202685"/>
    <w:rsid w:val="00202917"/>
    <w:rsid w:val="00202AF6"/>
    <w:rsid w:val="00202BAB"/>
    <w:rsid w:val="0020313B"/>
    <w:rsid w:val="00203273"/>
    <w:rsid w:val="00203370"/>
    <w:rsid w:val="002034EA"/>
    <w:rsid w:val="0020380D"/>
    <w:rsid w:val="002038C6"/>
    <w:rsid w:val="002039B7"/>
    <w:rsid w:val="00203D33"/>
    <w:rsid w:val="00203DFC"/>
    <w:rsid w:val="0020420F"/>
    <w:rsid w:val="002048BA"/>
    <w:rsid w:val="00205224"/>
    <w:rsid w:val="002054DC"/>
    <w:rsid w:val="00205798"/>
    <w:rsid w:val="00205E1A"/>
    <w:rsid w:val="00205E75"/>
    <w:rsid w:val="00205F2D"/>
    <w:rsid w:val="0020601F"/>
    <w:rsid w:val="00206570"/>
    <w:rsid w:val="002066B4"/>
    <w:rsid w:val="00206E6A"/>
    <w:rsid w:val="002070BB"/>
    <w:rsid w:val="002070F6"/>
    <w:rsid w:val="00207102"/>
    <w:rsid w:val="0020753F"/>
    <w:rsid w:val="00207876"/>
    <w:rsid w:val="0020794C"/>
    <w:rsid w:val="00207BDB"/>
    <w:rsid w:val="002107F6"/>
    <w:rsid w:val="00210892"/>
    <w:rsid w:val="00210C48"/>
    <w:rsid w:val="00210EF8"/>
    <w:rsid w:val="002111BA"/>
    <w:rsid w:val="0021170D"/>
    <w:rsid w:val="002117FF"/>
    <w:rsid w:val="0021194A"/>
    <w:rsid w:val="00211A19"/>
    <w:rsid w:val="00211C7A"/>
    <w:rsid w:val="00211CA2"/>
    <w:rsid w:val="00211CD2"/>
    <w:rsid w:val="00211E3A"/>
    <w:rsid w:val="0021293D"/>
    <w:rsid w:val="00212AB4"/>
    <w:rsid w:val="00212AFF"/>
    <w:rsid w:val="00212D1E"/>
    <w:rsid w:val="00212ED2"/>
    <w:rsid w:val="002130E1"/>
    <w:rsid w:val="002138CF"/>
    <w:rsid w:val="002139A9"/>
    <w:rsid w:val="00213A3C"/>
    <w:rsid w:val="00213BAF"/>
    <w:rsid w:val="00213C3A"/>
    <w:rsid w:val="002141ED"/>
    <w:rsid w:val="0021425A"/>
    <w:rsid w:val="002142C5"/>
    <w:rsid w:val="002146DE"/>
    <w:rsid w:val="002147F3"/>
    <w:rsid w:val="00214816"/>
    <w:rsid w:val="002149EB"/>
    <w:rsid w:val="00214FA2"/>
    <w:rsid w:val="00215397"/>
    <w:rsid w:val="002153FD"/>
    <w:rsid w:val="00215B46"/>
    <w:rsid w:val="00215D58"/>
    <w:rsid w:val="00215FC5"/>
    <w:rsid w:val="0021633A"/>
    <w:rsid w:val="00216A1E"/>
    <w:rsid w:val="00216D29"/>
    <w:rsid w:val="00216DFC"/>
    <w:rsid w:val="00216F7A"/>
    <w:rsid w:val="00216F99"/>
    <w:rsid w:val="002170F9"/>
    <w:rsid w:val="002171E0"/>
    <w:rsid w:val="0021767A"/>
    <w:rsid w:val="00217697"/>
    <w:rsid w:val="00217F55"/>
    <w:rsid w:val="002200A8"/>
    <w:rsid w:val="002204CE"/>
    <w:rsid w:val="00220AB1"/>
    <w:rsid w:val="00220C06"/>
    <w:rsid w:val="00220C49"/>
    <w:rsid w:val="0022105C"/>
    <w:rsid w:val="00221105"/>
    <w:rsid w:val="0022113D"/>
    <w:rsid w:val="00221206"/>
    <w:rsid w:val="00221275"/>
    <w:rsid w:val="00221402"/>
    <w:rsid w:val="00221452"/>
    <w:rsid w:val="00221B3D"/>
    <w:rsid w:val="00221D92"/>
    <w:rsid w:val="00221DB6"/>
    <w:rsid w:val="00221E6B"/>
    <w:rsid w:val="00222135"/>
    <w:rsid w:val="00222203"/>
    <w:rsid w:val="0022244F"/>
    <w:rsid w:val="00222632"/>
    <w:rsid w:val="002228AF"/>
    <w:rsid w:val="00222CFA"/>
    <w:rsid w:val="00222E60"/>
    <w:rsid w:val="00222EB4"/>
    <w:rsid w:val="00223019"/>
    <w:rsid w:val="00223084"/>
    <w:rsid w:val="002231A6"/>
    <w:rsid w:val="0022338A"/>
    <w:rsid w:val="002233E2"/>
    <w:rsid w:val="00223424"/>
    <w:rsid w:val="0022375C"/>
    <w:rsid w:val="002238EE"/>
    <w:rsid w:val="00223D2D"/>
    <w:rsid w:val="00223EE7"/>
    <w:rsid w:val="00224984"/>
    <w:rsid w:val="00225047"/>
    <w:rsid w:val="002250F3"/>
    <w:rsid w:val="00225362"/>
    <w:rsid w:val="002254D9"/>
    <w:rsid w:val="002259F6"/>
    <w:rsid w:val="00225BDF"/>
    <w:rsid w:val="00225C3D"/>
    <w:rsid w:val="00225E4A"/>
    <w:rsid w:val="00226004"/>
    <w:rsid w:val="0022666F"/>
    <w:rsid w:val="00226B69"/>
    <w:rsid w:val="00226CC6"/>
    <w:rsid w:val="002272DA"/>
    <w:rsid w:val="00227457"/>
    <w:rsid w:val="0022769F"/>
    <w:rsid w:val="002277B6"/>
    <w:rsid w:val="00227885"/>
    <w:rsid w:val="00227C5E"/>
    <w:rsid w:val="00230D4E"/>
    <w:rsid w:val="00230D53"/>
    <w:rsid w:val="00230FB7"/>
    <w:rsid w:val="00231038"/>
    <w:rsid w:val="002313EA"/>
    <w:rsid w:val="002316B6"/>
    <w:rsid w:val="002316C8"/>
    <w:rsid w:val="002316D0"/>
    <w:rsid w:val="00231D23"/>
    <w:rsid w:val="00231D42"/>
    <w:rsid w:val="00231DB5"/>
    <w:rsid w:val="002321A1"/>
    <w:rsid w:val="002324F7"/>
    <w:rsid w:val="00232533"/>
    <w:rsid w:val="00232CE2"/>
    <w:rsid w:val="00232D01"/>
    <w:rsid w:val="00232E01"/>
    <w:rsid w:val="00232E23"/>
    <w:rsid w:val="00232E72"/>
    <w:rsid w:val="00232E80"/>
    <w:rsid w:val="00232F14"/>
    <w:rsid w:val="00233004"/>
    <w:rsid w:val="0023312E"/>
    <w:rsid w:val="0023352A"/>
    <w:rsid w:val="0023386D"/>
    <w:rsid w:val="00233902"/>
    <w:rsid w:val="00233B89"/>
    <w:rsid w:val="00233D5E"/>
    <w:rsid w:val="00233F9B"/>
    <w:rsid w:val="00234191"/>
    <w:rsid w:val="002343BE"/>
    <w:rsid w:val="00234591"/>
    <w:rsid w:val="002345C0"/>
    <w:rsid w:val="002348C9"/>
    <w:rsid w:val="002348F6"/>
    <w:rsid w:val="00234B19"/>
    <w:rsid w:val="00234EA5"/>
    <w:rsid w:val="00235301"/>
    <w:rsid w:val="00235516"/>
    <w:rsid w:val="00235730"/>
    <w:rsid w:val="00235A3D"/>
    <w:rsid w:val="00235D24"/>
    <w:rsid w:val="00235ED3"/>
    <w:rsid w:val="0023603F"/>
    <w:rsid w:val="002365C6"/>
    <w:rsid w:val="00236698"/>
    <w:rsid w:val="00236D85"/>
    <w:rsid w:val="00236F68"/>
    <w:rsid w:val="00237252"/>
    <w:rsid w:val="002378B9"/>
    <w:rsid w:val="002379B0"/>
    <w:rsid w:val="002379CD"/>
    <w:rsid w:val="00237A92"/>
    <w:rsid w:val="00237B99"/>
    <w:rsid w:val="00237FF9"/>
    <w:rsid w:val="00240228"/>
    <w:rsid w:val="00240800"/>
    <w:rsid w:val="00240889"/>
    <w:rsid w:val="00240895"/>
    <w:rsid w:val="00240A20"/>
    <w:rsid w:val="00240A86"/>
    <w:rsid w:val="00240D08"/>
    <w:rsid w:val="00240DB9"/>
    <w:rsid w:val="00240FF9"/>
    <w:rsid w:val="002410B3"/>
    <w:rsid w:val="00241306"/>
    <w:rsid w:val="0024146B"/>
    <w:rsid w:val="00241BF1"/>
    <w:rsid w:val="00241DF8"/>
    <w:rsid w:val="00241E5B"/>
    <w:rsid w:val="00241F1B"/>
    <w:rsid w:val="0024247D"/>
    <w:rsid w:val="00242989"/>
    <w:rsid w:val="00242BD9"/>
    <w:rsid w:val="00243341"/>
    <w:rsid w:val="0024335B"/>
    <w:rsid w:val="002435A3"/>
    <w:rsid w:val="00243DB5"/>
    <w:rsid w:val="0024412C"/>
    <w:rsid w:val="00244277"/>
    <w:rsid w:val="002443F8"/>
    <w:rsid w:val="0024440C"/>
    <w:rsid w:val="00244578"/>
    <w:rsid w:val="00244704"/>
    <w:rsid w:val="00244730"/>
    <w:rsid w:val="0024476B"/>
    <w:rsid w:val="00244928"/>
    <w:rsid w:val="002449AD"/>
    <w:rsid w:val="00244A4F"/>
    <w:rsid w:val="00244AF6"/>
    <w:rsid w:val="00244C4A"/>
    <w:rsid w:val="00244E24"/>
    <w:rsid w:val="00244E80"/>
    <w:rsid w:val="0024510C"/>
    <w:rsid w:val="00245979"/>
    <w:rsid w:val="00245BF5"/>
    <w:rsid w:val="00245D99"/>
    <w:rsid w:val="00245E06"/>
    <w:rsid w:val="002461D3"/>
    <w:rsid w:val="002464D6"/>
    <w:rsid w:val="0024656E"/>
    <w:rsid w:val="002465EE"/>
    <w:rsid w:val="002467B5"/>
    <w:rsid w:val="00246847"/>
    <w:rsid w:val="0024690A"/>
    <w:rsid w:val="00246A9E"/>
    <w:rsid w:val="00246F56"/>
    <w:rsid w:val="00246F6D"/>
    <w:rsid w:val="00246FF3"/>
    <w:rsid w:val="00247069"/>
    <w:rsid w:val="00247114"/>
    <w:rsid w:val="00247163"/>
    <w:rsid w:val="00247317"/>
    <w:rsid w:val="00247425"/>
    <w:rsid w:val="002475C4"/>
    <w:rsid w:val="0024799A"/>
    <w:rsid w:val="00247B70"/>
    <w:rsid w:val="00247B84"/>
    <w:rsid w:val="00247F55"/>
    <w:rsid w:val="00250238"/>
    <w:rsid w:val="00250934"/>
    <w:rsid w:val="00250D79"/>
    <w:rsid w:val="00250E0B"/>
    <w:rsid w:val="00250E23"/>
    <w:rsid w:val="00251064"/>
    <w:rsid w:val="00251233"/>
    <w:rsid w:val="00251292"/>
    <w:rsid w:val="002518DE"/>
    <w:rsid w:val="00251A5E"/>
    <w:rsid w:val="00251AE8"/>
    <w:rsid w:val="00251AFD"/>
    <w:rsid w:val="00251BF1"/>
    <w:rsid w:val="00252CFB"/>
    <w:rsid w:val="0025301E"/>
    <w:rsid w:val="00253155"/>
    <w:rsid w:val="00253203"/>
    <w:rsid w:val="00253214"/>
    <w:rsid w:val="002532D8"/>
    <w:rsid w:val="002534D4"/>
    <w:rsid w:val="0025361A"/>
    <w:rsid w:val="00253661"/>
    <w:rsid w:val="00253949"/>
    <w:rsid w:val="00253A4A"/>
    <w:rsid w:val="00253AB7"/>
    <w:rsid w:val="00253BFD"/>
    <w:rsid w:val="00253E10"/>
    <w:rsid w:val="00254374"/>
    <w:rsid w:val="002544D4"/>
    <w:rsid w:val="002549ED"/>
    <w:rsid w:val="00254AE0"/>
    <w:rsid w:val="002551E7"/>
    <w:rsid w:val="002552F5"/>
    <w:rsid w:val="00255423"/>
    <w:rsid w:val="0025553F"/>
    <w:rsid w:val="00255732"/>
    <w:rsid w:val="00255A6C"/>
    <w:rsid w:val="00255EF3"/>
    <w:rsid w:val="00255F2F"/>
    <w:rsid w:val="00255F77"/>
    <w:rsid w:val="002561A5"/>
    <w:rsid w:val="002566F5"/>
    <w:rsid w:val="00256E3E"/>
    <w:rsid w:val="00257086"/>
    <w:rsid w:val="002579EE"/>
    <w:rsid w:val="00257ABD"/>
    <w:rsid w:val="00257EB9"/>
    <w:rsid w:val="00260334"/>
    <w:rsid w:val="0026070E"/>
    <w:rsid w:val="002608B2"/>
    <w:rsid w:val="00260C54"/>
    <w:rsid w:val="00260DB2"/>
    <w:rsid w:val="00260F51"/>
    <w:rsid w:val="0026107D"/>
    <w:rsid w:val="002611A7"/>
    <w:rsid w:val="00261311"/>
    <w:rsid w:val="0026190F"/>
    <w:rsid w:val="002619F0"/>
    <w:rsid w:val="0026220E"/>
    <w:rsid w:val="002624CF"/>
    <w:rsid w:val="002625C8"/>
    <w:rsid w:val="00262913"/>
    <w:rsid w:val="00262A76"/>
    <w:rsid w:val="00262C78"/>
    <w:rsid w:val="00262D0C"/>
    <w:rsid w:val="00263031"/>
    <w:rsid w:val="00263127"/>
    <w:rsid w:val="002632F2"/>
    <w:rsid w:val="002639BD"/>
    <w:rsid w:val="00263A72"/>
    <w:rsid w:val="00263DA6"/>
    <w:rsid w:val="00263FDE"/>
    <w:rsid w:val="002641A0"/>
    <w:rsid w:val="002644F1"/>
    <w:rsid w:val="00264642"/>
    <w:rsid w:val="00264ADD"/>
    <w:rsid w:val="00264C5E"/>
    <w:rsid w:val="00264E6E"/>
    <w:rsid w:val="00264E77"/>
    <w:rsid w:val="00264F6F"/>
    <w:rsid w:val="002651F9"/>
    <w:rsid w:val="002655DB"/>
    <w:rsid w:val="002655F9"/>
    <w:rsid w:val="0026564D"/>
    <w:rsid w:val="002656D1"/>
    <w:rsid w:val="00265797"/>
    <w:rsid w:val="002658BC"/>
    <w:rsid w:val="00265A1A"/>
    <w:rsid w:val="00265EFC"/>
    <w:rsid w:val="00265F82"/>
    <w:rsid w:val="0026600B"/>
    <w:rsid w:val="002662B2"/>
    <w:rsid w:val="002662FC"/>
    <w:rsid w:val="00266624"/>
    <w:rsid w:val="00266668"/>
    <w:rsid w:val="0026709E"/>
    <w:rsid w:val="00267138"/>
    <w:rsid w:val="00267516"/>
    <w:rsid w:val="00267548"/>
    <w:rsid w:val="002677F1"/>
    <w:rsid w:val="002679E6"/>
    <w:rsid w:val="00267AED"/>
    <w:rsid w:val="00267E20"/>
    <w:rsid w:val="00270055"/>
    <w:rsid w:val="002701FC"/>
    <w:rsid w:val="00270556"/>
    <w:rsid w:val="00270AC3"/>
    <w:rsid w:val="00271032"/>
    <w:rsid w:val="00271280"/>
    <w:rsid w:val="002717FC"/>
    <w:rsid w:val="0027195A"/>
    <w:rsid w:val="00271C73"/>
    <w:rsid w:val="00271E38"/>
    <w:rsid w:val="00271F32"/>
    <w:rsid w:val="00271FE8"/>
    <w:rsid w:val="00272894"/>
    <w:rsid w:val="00272D85"/>
    <w:rsid w:val="00272FD9"/>
    <w:rsid w:val="00273780"/>
    <w:rsid w:val="00273F66"/>
    <w:rsid w:val="00273FCA"/>
    <w:rsid w:val="002742AA"/>
    <w:rsid w:val="002745DD"/>
    <w:rsid w:val="00274707"/>
    <w:rsid w:val="00274C4D"/>
    <w:rsid w:val="00275115"/>
    <w:rsid w:val="002753B4"/>
    <w:rsid w:val="0027557C"/>
    <w:rsid w:val="0027568C"/>
    <w:rsid w:val="002756C8"/>
    <w:rsid w:val="002756E2"/>
    <w:rsid w:val="002758C0"/>
    <w:rsid w:val="00275C05"/>
    <w:rsid w:val="00275CBF"/>
    <w:rsid w:val="00276022"/>
    <w:rsid w:val="00276699"/>
    <w:rsid w:val="002767F0"/>
    <w:rsid w:val="00276F18"/>
    <w:rsid w:val="00277142"/>
    <w:rsid w:val="0027736A"/>
    <w:rsid w:val="002777FA"/>
    <w:rsid w:val="00277A9C"/>
    <w:rsid w:val="00277AA8"/>
    <w:rsid w:val="00277B59"/>
    <w:rsid w:val="002800E9"/>
    <w:rsid w:val="00280165"/>
    <w:rsid w:val="002806E4"/>
    <w:rsid w:val="0028071E"/>
    <w:rsid w:val="002809E2"/>
    <w:rsid w:val="002809F6"/>
    <w:rsid w:val="00280DBB"/>
    <w:rsid w:val="00280F28"/>
    <w:rsid w:val="0028101C"/>
    <w:rsid w:val="00281041"/>
    <w:rsid w:val="002814F8"/>
    <w:rsid w:val="002814F9"/>
    <w:rsid w:val="002815F3"/>
    <w:rsid w:val="002816F2"/>
    <w:rsid w:val="002818AB"/>
    <w:rsid w:val="002818DB"/>
    <w:rsid w:val="00281FB4"/>
    <w:rsid w:val="00282087"/>
    <w:rsid w:val="002820C0"/>
    <w:rsid w:val="002822DA"/>
    <w:rsid w:val="0028230E"/>
    <w:rsid w:val="0028244D"/>
    <w:rsid w:val="00282C25"/>
    <w:rsid w:val="00282D54"/>
    <w:rsid w:val="00283013"/>
    <w:rsid w:val="002830E0"/>
    <w:rsid w:val="00283271"/>
    <w:rsid w:val="00283635"/>
    <w:rsid w:val="00283947"/>
    <w:rsid w:val="0028398E"/>
    <w:rsid w:val="00283B78"/>
    <w:rsid w:val="00283C72"/>
    <w:rsid w:val="00283CBF"/>
    <w:rsid w:val="00283D39"/>
    <w:rsid w:val="0028419E"/>
    <w:rsid w:val="00284336"/>
    <w:rsid w:val="0028464D"/>
    <w:rsid w:val="0028487B"/>
    <w:rsid w:val="0028489D"/>
    <w:rsid w:val="00284CD6"/>
    <w:rsid w:val="00284D32"/>
    <w:rsid w:val="002850B9"/>
    <w:rsid w:val="002856DA"/>
    <w:rsid w:val="002859DB"/>
    <w:rsid w:val="00285A95"/>
    <w:rsid w:val="00285DF8"/>
    <w:rsid w:val="00285E29"/>
    <w:rsid w:val="00286317"/>
    <w:rsid w:val="00286561"/>
    <w:rsid w:val="0028661B"/>
    <w:rsid w:val="00286B4B"/>
    <w:rsid w:val="00286B86"/>
    <w:rsid w:val="00286C50"/>
    <w:rsid w:val="00286FF8"/>
    <w:rsid w:val="00287119"/>
    <w:rsid w:val="002875AA"/>
    <w:rsid w:val="00287C8A"/>
    <w:rsid w:val="00287C8C"/>
    <w:rsid w:val="00287E6D"/>
    <w:rsid w:val="00290139"/>
    <w:rsid w:val="00290155"/>
    <w:rsid w:val="0029016B"/>
    <w:rsid w:val="002901D4"/>
    <w:rsid w:val="00290244"/>
    <w:rsid w:val="0029027B"/>
    <w:rsid w:val="0029035E"/>
    <w:rsid w:val="00290470"/>
    <w:rsid w:val="0029098B"/>
    <w:rsid w:val="00290AD7"/>
    <w:rsid w:val="00291131"/>
    <w:rsid w:val="002913D2"/>
    <w:rsid w:val="002917A0"/>
    <w:rsid w:val="0029191E"/>
    <w:rsid w:val="00291A53"/>
    <w:rsid w:val="00291AE8"/>
    <w:rsid w:val="00291FBB"/>
    <w:rsid w:val="00292ADD"/>
    <w:rsid w:val="00293255"/>
    <w:rsid w:val="00293320"/>
    <w:rsid w:val="002934AF"/>
    <w:rsid w:val="00293738"/>
    <w:rsid w:val="0029384D"/>
    <w:rsid w:val="00293D72"/>
    <w:rsid w:val="0029400A"/>
    <w:rsid w:val="00294240"/>
    <w:rsid w:val="00294537"/>
    <w:rsid w:val="0029489A"/>
    <w:rsid w:val="002949E4"/>
    <w:rsid w:val="00294A2E"/>
    <w:rsid w:val="00294C94"/>
    <w:rsid w:val="00294F10"/>
    <w:rsid w:val="002950F5"/>
    <w:rsid w:val="002951E0"/>
    <w:rsid w:val="002951EE"/>
    <w:rsid w:val="0029543D"/>
    <w:rsid w:val="00295488"/>
    <w:rsid w:val="002956DB"/>
    <w:rsid w:val="0029570F"/>
    <w:rsid w:val="0029578D"/>
    <w:rsid w:val="00295AE1"/>
    <w:rsid w:val="00295C12"/>
    <w:rsid w:val="00295CE5"/>
    <w:rsid w:val="00296192"/>
    <w:rsid w:val="002962AF"/>
    <w:rsid w:val="002963BD"/>
    <w:rsid w:val="002965BD"/>
    <w:rsid w:val="00296B85"/>
    <w:rsid w:val="00296F05"/>
    <w:rsid w:val="00297012"/>
    <w:rsid w:val="00297191"/>
    <w:rsid w:val="00297942"/>
    <w:rsid w:val="0029799B"/>
    <w:rsid w:val="002A064A"/>
    <w:rsid w:val="002A0EBC"/>
    <w:rsid w:val="002A0F8F"/>
    <w:rsid w:val="002A1035"/>
    <w:rsid w:val="002A11E8"/>
    <w:rsid w:val="002A14CB"/>
    <w:rsid w:val="002A195A"/>
    <w:rsid w:val="002A1ABA"/>
    <w:rsid w:val="002A1E1F"/>
    <w:rsid w:val="002A1E49"/>
    <w:rsid w:val="002A1EB6"/>
    <w:rsid w:val="002A1FFC"/>
    <w:rsid w:val="002A23DA"/>
    <w:rsid w:val="002A26AE"/>
    <w:rsid w:val="002A2867"/>
    <w:rsid w:val="002A2A2E"/>
    <w:rsid w:val="002A2A4D"/>
    <w:rsid w:val="002A2CA2"/>
    <w:rsid w:val="002A2CBB"/>
    <w:rsid w:val="002A2F17"/>
    <w:rsid w:val="002A2FC7"/>
    <w:rsid w:val="002A3127"/>
    <w:rsid w:val="002A3143"/>
    <w:rsid w:val="002A31A0"/>
    <w:rsid w:val="002A3225"/>
    <w:rsid w:val="002A32E6"/>
    <w:rsid w:val="002A33DD"/>
    <w:rsid w:val="002A344E"/>
    <w:rsid w:val="002A36B6"/>
    <w:rsid w:val="002A3A4A"/>
    <w:rsid w:val="002A4381"/>
    <w:rsid w:val="002A43FA"/>
    <w:rsid w:val="002A4632"/>
    <w:rsid w:val="002A463B"/>
    <w:rsid w:val="002A46B0"/>
    <w:rsid w:val="002A46CB"/>
    <w:rsid w:val="002A48B0"/>
    <w:rsid w:val="002A4AFE"/>
    <w:rsid w:val="002A4C46"/>
    <w:rsid w:val="002A4E2C"/>
    <w:rsid w:val="002A4FF4"/>
    <w:rsid w:val="002A5213"/>
    <w:rsid w:val="002A52BD"/>
    <w:rsid w:val="002A5B77"/>
    <w:rsid w:val="002A5CEC"/>
    <w:rsid w:val="002A601C"/>
    <w:rsid w:val="002A63B4"/>
    <w:rsid w:val="002A63C1"/>
    <w:rsid w:val="002A72B7"/>
    <w:rsid w:val="002A7325"/>
    <w:rsid w:val="002A73BD"/>
    <w:rsid w:val="002A77D8"/>
    <w:rsid w:val="002A7A0D"/>
    <w:rsid w:val="002A7B14"/>
    <w:rsid w:val="002B01F5"/>
    <w:rsid w:val="002B02FE"/>
    <w:rsid w:val="002B034E"/>
    <w:rsid w:val="002B0505"/>
    <w:rsid w:val="002B06B2"/>
    <w:rsid w:val="002B07B4"/>
    <w:rsid w:val="002B0E2D"/>
    <w:rsid w:val="002B146F"/>
    <w:rsid w:val="002B1660"/>
    <w:rsid w:val="002B1941"/>
    <w:rsid w:val="002B1B78"/>
    <w:rsid w:val="002B1E81"/>
    <w:rsid w:val="002B21E5"/>
    <w:rsid w:val="002B2330"/>
    <w:rsid w:val="002B23A6"/>
    <w:rsid w:val="002B24C8"/>
    <w:rsid w:val="002B2875"/>
    <w:rsid w:val="002B29C8"/>
    <w:rsid w:val="002B2BCF"/>
    <w:rsid w:val="002B311D"/>
    <w:rsid w:val="002B3206"/>
    <w:rsid w:val="002B32CE"/>
    <w:rsid w:val="002B3428"/>
    <w:rsid w:val="002B3432"/>
    <w:rsid w:val="002B3593"/>
    <w:rsid w:val="002B373B"/>
    <w:rsid w:val="002B37DA"/>
    <w:rsid w:val="002B3847"/>
    <w:rsid w:val="002B3A50"/>
    <w:rsid w:val="002B3B1C"/>
    <w:rsid w:val="002B3F1A"/>
    <w:rsid w:val="002B3F9B"/>
    <w:rsid w:val="002B43E3"/>
    <w:rsid w:val="002B43F4"/>
    <w:rsid w:val="002B4637"/>
    <w:rsid w:val="002B4F03"/>
    <w:rsid w:val="002B515C"/>
    <w:rsid w:val="002B5725"/>
    <w:rsid w:val="002B58ED"/>
    <w:rsid w:val="002B5925"/>
    <w:rsid w:val="002B5D1B"/>
    <w:rsid w:val="002B5D28"/>
    <w:rsid w:val="002B5FE5"/>
    <w:rsid w:val="002B6062"/>
    <w:rsid w:val="002B65DB"/>
    <w:rsid w:val="002B667C"/>
    <w:rsid w:val="002B6946"/>
    <w:rsid w:val="002B6AE0"/>
    <w:rsid w:val="002B6D69"/>
    <w:rsid w:val="002B6F8C"/>
    <w:rsid w:val="002B7057"/>
    <w:rsid w:val="002B7596"/>
    <w:rsid w:val="002B7A8D"/>
    <w:rsid w:val="002B7B5E"/>
    <w:rsid w:val="002B7D1D"/>
    <w:rsid w:val="002B7F02"/>
    <w:rsid w:val="002B7FB9"/>
    <w:rsid w:val="002C00C9"/>
    <w:rsid w:val="002C00DB"/>
    <w:rsid w:val="002C01EA"/>
    <w:rsid w:val="002C02EE"/>
    <w:rsid w:val="002C086A"/>
    <w:rsid w:val="002C08A9"/>
    <w:rsid w:val="002C090C"/>
    <w:rsid w:val="002C0910"/>
    <w:rsid w:val="002C0DE4"/>
    <w:rsid w:val="002C1191"/>
    <w:rsid w:val="002C175F"/>
    <w:rsid w:val="002C181E"/>
    <w:rsid w:val="002C1985"/>
    <w:rsid w:val="002C203F"/>
    <w:rsid w:val="002C211D"/>
    <w:rsid w:val="002C2593"/>
    <w:rsid w:val="002C269C"/>
    <w:rsid w:val="002C273C"/>
    <w:rsid w:val="002C2C87"/>
    <w:rsid w:val="002C2E3F"/>
    <w:rsid w:val="002C2E46"/>
    <w:rsid w:val="002C2FD1"/>
    <w:rsid w:val="002C2FDC"/>
    <w:rsid w:val="002C35EB"/>
    <w:rsid w:val="002C381F"/>
    <w:rsid w:val="002C3899"/>
    <w:rsid w:val="002C3B33"/>
    <w:rsid w:val="002C3C78"/>
    <w:rsid w:val="002C3E04"/>
    <w:rsid w:val="002C40D2"/>
    <w:rsid w:val="002C412D"/>
    <w:rsid w:val="002C43CB"/>
    <w:rsid w:val="002C43D0"/>
    <w:rsid w:val="002C459C"/>
    <w:rsid w:val="002C479E"/>
    <w:rsid w:val="002C4A42"/>
    <w:rsid w:val="002C4C0F"/>
    <w:rsid w:val="002C506A"/>
    <w:rsid w:val="002C50E9"/>
    <w:rsid w:val="002C51D4"/>
    <w:rsid w:val="002C52D1"/>
    <w:rsid w:val="002C5353"/>
    <w:rsid w:val="002C53AA"/>
    <w:rsid w:val="002C59A9"/>
    <w:rsid w:val="002C5A6D"/>
    <w:rsid w:val="002C5CE4"/>
    <w:rsid w:val="002C60D4"/>
    <w:rsid w:val="002C617D"/>
    <w:rsid w:val="002C6974"/>
    <w:rsid w:val="002C6AEA"/>
    <w:rsid w:val="002C6B63"/>
    <w:rsid w:val="002C6DDA"/>
    <w:rsid w:val="002C7219"/>
    <w:rsid w:val="002C72F9"/>
    <w:rsid w:val="002C74A8"/>
    <w:rsid w:val="002C7566"/>
    <w:rsid w:val="002C7A37"/>
    <w:rsid w:val="002C7B45"/>
    <w:rsid w:val="002C7FA4"/>
    <w:rsid w:val="002D03E3"/>
    <w:rsid w:val="002D0402"/>
    <w:rsid w:val="002D05FD"/>
    <w:rsid w:val="002D0623"/>
    <w:rsid w:val="002D0988"/>
    <w:rsid w:val="002D0B3F"/>
    <w:rsid w:val="002D0C12"/>
    <w:rsid w:val="002D0F2C"/>
    <w:rsid w:val="002D17B7"/>
    <w:rsid w:val="002D1BF8"/>
    <w:rsid w:val="002D250C"/>
    <w:rsid w:val="002D2594"/>
    <w:rsid w:val="002D264A"/>
    <w:rsid w:val="002D297B"/>
    <w:rsid w:val="002D2AE3"/>
    <w:rsid w:val="002D2B65"/>
    <w:rsid w:val="002D3262"/>
    <w:rsid w:val="002D3507"/>
    <w:rsid w:val="002D37A2"/>
    <w:rsid w:val="002D38D9"/>
    <w:rsid w:val="002D3AB6"/>
    <w:rsid w:val="002D4182"/>
    <w:rsid w:val="002D4223"/>
    <w:rsid w:val="002D424A"/>
    <w:rsid w:val="002D42C7"/>
    <w:rsid w:val="002D4327"/>
    <w:rsid w:val="002D455F"/>
    <w:rsid w:val="002D4A6D"/>
    <w:rsid w:val="002D4B7A"/>
    <w:rsid w:val="002D4C8C"/>
    <w:rsid w:val="002D4E25"/>
    <w:rsid w:val="002D4E78"/>
    <w:rsid w:val="002D5354"/>
    <w:rsid w:val="002D5C9B"/>
    <w:rsid w:val="002D5EBA"/>
    <w:rsid w:val="002D62DD"/>
    <w:rsid w:val="002D6311"/>
    <w:rsid w:val="002D6A48"/>
    <w:rsid w:val="002D6A5F"/>
    <w:rsid w:val="002D6B16"/>
    <w:rsid w:val="002D6C53"/>
    <w:rsid w:val="002D6C5A"/>
    <w:rsid w:val="002D6E37"/>
    <w:rsid w:val="002D71C8"/>
    <w:rsid w:val="002D7A91"/>
    <w:rsid w:val="002D7ADD"/>
    <w:rsid w:val="002D7CCE"/>
    <w:rsid w:val="002E008F"/>
    <w:rsid w:val="002E0352"/>
    <w:rsid w:val="002E0388"/>
    <w:rsid w:val="002E046E"/>
    <w:rsid w:val="002E05F2"/>
    <w:rsid w:val="002E0652"/>
    <w:rsid w:val="002E078F"/>
    <w:rsid w:val="002E0852"/>
    <w:rsid w:val="002E0F12"/>
    <w:rsid w:val="002E0F92"/>
    <w:rsid w:val="002E12FD"/>
    <w:rsid w:val="002E1303"/>
    <w:rsid w:val="002E134B"/>
    <w:rsid w:val="002E139D"/>
    <w:rsid w:val="002E13E9"/>
    <w:rsid w:val="002E14E0"/>
    <w:rsid w:val="002E15A2"/>
    <w:rsid w:val="002E16EC"/>
    <w:rsid w:val="002E17D9"/>
    <w:rsid w:val="002E1AF6"/>
    <w:rsid w:val="002E1B74"/>
    <w:rsid w:val="002E1D15"/>
    <w:rsid w:val="002E1EFC"/>
    <w:rsid w:val="002E2199"/>
    <w:rsid w:val="002E238E"/>
    <w:rsid w:val="002E2719"/>
    <w:rsid w:val="002E2885"/>
    <w:rsid w:val="002E2BA7"/>
    <w:rsid w:val="002E2D88"/>
    <w:rsid w:val="002E30C8"/>
    <w:rsid w:val="002E3330"/>
    <w:rsid w:val="002E38B7"/>
    <w:rsid w:val="002E3A9E"/>
    <w:rsid w:val="002E3B75"/>
    <w:rsid w:val="002E3BFD"/>
    <w:rsid w:val="002E3CCC"/>
    <w:rsid w:val="002E3DF3"/>
    <w:rsid w:val="002E3EA2"/>
    <w:rsid w:val="002E3F86"/>
    <w:rsid w:val="002E40AB"/>
    <w:rsid w:val="002E45AE"/>
    <w:rsid w:val="002E47AA"/>
    <w:rsid w:val="002E481F"/>
    <w:rsid w:val="002E4820"/>
    <w:rsid w:val="002E4910"/>
    <w:rsid w:val="002E4D90"/>
    <w:rsid w:val="002E4F97"/>
    <w:rsid w:val="002E5008"/>
    <w:rsid w:val="002E54C0"/>
    <w:rsid w:val="002E5656"/>
    <w:rsid w:val="002E5867"/>
    <w:rsid w:val="002E5C94"/>
    <w:rsid w:val="002E5D9D"/>
    <w:rsid w:val="002E5F04"/>
    <w:rsid w:val="002E6123"/>
    <w:rsid w:val="002E69D5"/>
    <w:rsid w:val="002E6AF6"/>
    <w:rsid w:val="002E6C6F"/>
    <w:rsid w:val="002E6ED6"/>
    <w:rsid w:val="002E6F16"/>
    <w:rsid w:val="002E7294"/>
    <w:rsid w:val="002E77B3"/>
    <w:rsid w:val="002E7A2C"/>
    <w:rsid w:val="002E7B23"/>
    <w:rsid w:val="002E7FAC"/>
    <w:rsid w:val="002E7FDD"/>
    <w:rsid w:val="002F035F"/>
    <w:rsid w:val="002F0468"/>
    <w:rsid w:val="002F051C"/>
    <w:rsid w:val="002F0666"/>
    <w:rsid w:val="002F0C2F"/>
    <w:rsid w:val="002F0CCB"/>
    <w:rsid w:val="002F0F5A"/>
    <w:rsid w:val="002F14A2"/>
    <w:rsid w:val="002F1658"/>
    <w:rsid w:val="002F16B7"/>
    <w:rsid w:val="002F188B"/>
    <w:rsid w:val="002F1B2E"/>
    <w:rsid w:val="002F1C2A"/>
    <w:rsid w:val="002F1DD3"/>
    <w:rsid w:val="002F1ECD"/>
    <w:rsid w:val="002F1F5D"/>
    <w:rsid w:val="002F206F"/>
    <w:rsid w:val="002F2CBB"/>
    <w:rsid w:val="002F2D86"/>
    <w:rsid w:val="002F2D9F"/>
    <w:rsid w:val="002F3682"/>
    <w:rsid w:val="002F3749"/>
    <w:rsid w:val="002F38C5"/>
    <w:rsid w:val="002F3E5E"/>
    <w:rsid w:val="002F43EA"/>
    <w:rsid w:val="002F455D"/>
    <w:rsid w:val="002F492E"/>
    <w:rsid w:val="002F4DC7"/>
    <w:rsid w:val="002F4E20"/>
    <w:rsid w:val="002F4E68"/>
    <w:rsid w:val="002F50A2"/>
    <w:rsid w:val="002F50D9"/>
    <w:rsid w:val="002F523E"/>
    <w:rsid w:val="002F5BD5"/>
    <w:rsid w:val="002F6405"/>
    <w:rsid w:val="002F67F5"/>
    <w:rsid w:val="002F6A0F"/>
    <w:rsid w:val="002F6CFF"/>
    <w:rsid w:val="002F6FFC"/>
    <w:rsid w:val="002F707B"/>
    <w:rsid w:val="002F7297"/>
    <w:rsid w:val="002F72F8"/>
    <w:rsid w:val="002F756E"/>
    <w:rsid w:val="002F759B"/>
    <w:rsid w:val="002F782A"/>
    <w:rsid w:val="002F784B"/>
    <w:rsid w:val="002F78FA"/>
    <w:rsid w:val="002F7C72"/>
    <w:rsid w:val="002F7C88"/>
    <w:rsid w:val="002F7D96"/>
    <w:rsid w:val="00300531"/>
    <w:rsid w:val="00300AAD"/>
    <w:rsid w:val="00300B81"/>
    <w:rsid w:val="00300D80"/>
    <w:rsid w:val="0030117B"/>
    <w:rsid w:val="0030118C"/>
    <w:rsid w:val="003018EE"/>
    <w:rsid w:val="00301B44"/>
    <w:rsid w:val="00301BC7"/>
    <w:rsid w:val="00301C24"/>
    <w:rsid w:val="00301D9C"/>
    <w:rsid w:val="0030270D"/>
    <w:rsid w:val="00302D0D"/>
    <w:rsid w:val="00302E1A"/>
    <w:rsid w:val="00302EA1"/>
    <w:rsid w:val="00302FD3"/>
    <w:rsid w:val="003032B5"/>
    <w:rsid w:val="00303423"/>
    <w:rsid w:val="003034EA"/>
    <w:rsid w:val="003035EC"/>
    <w:rsid w:val="0030370C"/>
    <w:rsid w:val="0030381C"/>
    <w:rsid w:val="003039EF"/>
    <w:rsid w:val="00303E37"/>
    <w:rsid w:val="00303E83"/>
    <w:rsid w:val="00304113"/>
    <w:rsid w:val="00304195"/>
    <w:rsid w:val="003041E9"/>
    <w:rsid w:val="003050BA"/>
    <w:rsid w:val="003050E2"/>
    <w:rsid w:val="003051A3"/>
    <w:rsid w:val="003051C5"/>
    <w:rsid w:val="003058A9"/>
    <w:rsid w:val="003058F3"/>
    <w:rsid w:val="003059A8"/>
    <w:rsid w:val="00305A74"/>
    <w:rsid w:val="00305C3C"/>
    <w:rsid w:val="00305F35"/>
    <w:rsid w:val="0030632D"/>
    <w:rsid w:val="00306386"/>
    <w:rsid w:val="00306395"/>
    <w:rsid w:val="00306C5A"/>
    <w:rsid w:val="00306C9C"/>
    <w:rsid w:val="00306D09"/>
    <w:rsid w:val="00306D45"/>
    <w:rsid w:val="00306DF3"/>
    <w:rsid w:val="00306E3A"/>
    <w:rsid w:val="00306E60"/>
    <w:rsid w:val="00306E66"/>
    <w:rsid w:val="00307682"/>
    <w:rsid w:val="00307869"/>
    <w:rsid w:val="00310207"/>
    <w:rsid w:val="0031034B"/>
    <w:rsid w:val="0031058C"/>
    <w:rsid w:val="003109BB"/>
    <w:rsid w:val="003109E2"/>
    <w:rsid w:val="00310B25"/>
    <w:rsid w:val="00310B71"/>
    <w:rsid w:val="00310E10"/>
    <w:rsid w:val="003111D1"/>
    <w:rsid w:val="003112C6"/>
    <w:rsid w:val="00311540"/>
    <w:rsid w:val="00311B00"/>
    <w:rsid w:val="00311CE6"/>
    <w:rsid w:val="00311CFC"/>
    <w:rsid w:val="00311F2E"/>
    <w:rsid w:val="00312244"/>
    <w:rsid w:val="00312803"/>
    <w:rsid w:val="00312850"/>
    <w:rsid w:val="00312E50"/>
    <w:rsid w:val="003133AF"/>
    <w:rsid w:val="003137FE"/>
    <w:rsid w:val="0031383F"/>
    <w:rsid w:val="003139BB"/>
    <w:rsid w:val="00313BAE"/>
    <w:rsid w:val="00314064"/>
    <w:rsid w:val="003141E2"/>
    <w:rsid w:val="00314298"/>
    <w:rsid w:val="00314314"/>
    <w:rsid w:val="00314359"/>
    <w:rsid w:val="003144FA"/>
    <w:rsid w:val="00314F44"/>
    <w:rsid w:val="0031504E"/>
    <w:rsid w:val="00315150"/>
    <w:rsid w:val="003154D9"/>
    <w:rsid w:val="00315879"/>
    <w:rsid w:val="00315B34"/>
    <w:rsid w:val="00315D6C"/>
    <w:rsid w:val="00315EBB"/>
    <w:rsid w:val="00315F98"/>
    <w:rsid w:val="00316007"/>
    <w:rsid w:val="003164B0"/>
    <w:rsid w:val="0031693F"/>
    <w:rsid w:val="003169B5"/>
    <w:rsid w:val="00316EAE"/>
    <w:rsid w:val="003170D1"/>
    <w:rsid w:val="0031730B"/>
    <w:rsid w:val="00317421"/>
    <w:rsid w:val="003177F4"/>
    <w:rsid w:val="00317BE8"/>
    <w:rsid w:val="00317DA6"/>
    <w:rsid w:val="00317DF1"/>
    <w:rsid w:val="00320265"/>
    <w:rsid w:val="00320C3B"/>
    <w:rsid w:val="00320C89"/>
    <w:rsid w:val="00320CEB"/>
    <w:rsid w:val="0032103C"/>
    <w:rsid w:val="003210C2"/>
    <w:rsid w:val="003212E6"/>
    <w:rsid w:val="00321365"/>
    <w:rsid w:val="0032144B"/>
    <w:rsid w:val="00321569"/>
    <w:rsid w:val="0032172C"/>
    <w:rsid w:val="003219E2"/>
    <w:rsid w:val="003219E8"/>
    <w:rsid w:val="00321ADB"/>
    <w:rsid w:val="00321C17"/>
    <w:rsid w:val="00321D27"/>
    <w:rsid w:val="00322021"/>
    <w:rsid w:val="003224BE"/>
    <w:rsid w:val="00322565"/>
    <w:rsid w:val="00322869"/>
    <w:rsid w:val="003229CF"/>
    <w:rsid w:val="00322A66"/>
    <w:rsid w:val="00322A7E"/>
    <w:rsid w:val="00322ADA"/>
    <w:rsid w:val="00322CE2"/>
    <w:rsid w:val="00322DFC"/>
    <w:rsid w:val="00322F7E"/>
    <w:rsid w:val="003230B0"/>
    <w:rsid w:val="003231AB"/>
    <w:rsid w:val="003234B2"/>
    <w:rsid w:val="0032372D"/>
    <w:rsid w:val="003239F5"/>
    <w:rsid w:val="00323EF4"/>
    <w:rsid w:val="0032413E"/>
    <w:rsid w:val="00324768"/>
    <w:rsid w:val="003247E1"/>
    <w:rsid w:val="00324825"/>
    <w:rsid w:val="00324A6D"/>
    <w:rsid w:val="00324BCA"/>
    <w:rsid w:val="00324F77"/>
    <w:rsid w:val="00325A8A"/>
    <w:rsid w:val="00325D07"/>
    <w:rsid w:val="00325F30"/>
    <w:rsid w:val="00326395"/>
    <w:rsid w:val="003263E2"/>
    <w:rsid w:val="003265E0"/>
    <w:rsid w:val="0032666B"/>
    <w:rsid w:val="00326AF9"/>
    <w:rsid w:val="00326B19"/>
    <w:rsid w:val="00326E9B"/>
    <w:rsid w:val="00327019"/>
    <w:rsid w:val="00327088"/>
    <w:rsid w:val="0032708D"/>
    <w:rsid w:val="003270EF"/>
    <w:rsid w:val="003271DA"/>
    <w:rsid w:val="00327D48"/>
    <w:rsid w:val="00327FE6"/>
    <w:rsid w:val="00330320"/>
    <w:rsid w:val="00330B78"/>
    <w:rsid w:val="00330B7D"/>
    <w:rsid w:val="00330D9F"/>
    <w:rsid w:val="00330F41"/>
    <w:rsid w:val="003312CC"/>
    <w:rsid w:val="00331A85"/>
    <w:rsid w:val="00331B67"/>
    <w:rsid w:val="00331E0C"/>
    <w:rsid w:val="00331EB2"/>
    <w:rsid w:val="00331F63"/>
    <w:rsid w:val="00332113"/>
    <w:rsid w:val="003322A1"/>
    <w:rsid w:val="00332AEF"/>
    <w:rsid w:val="00332CFC"/>
    <w:rsid w:val="00332D69"/>
    <w:rsid w:val="00333420"/>
    <w:rsid w:val="00333479"/>
    <w:rsid w:val="00333C80"/>
    <w:rsid w:val="003342D1"/>
    <w:rsid w:val="003343EE"/>
    <w:rsid w:val="00334429"/>
    <w:rsid w:val="003349EA"/>
    <w:rsid w:val="00334A1C"/>
    <w:rsid w:val="00334DA9"/>
    <w:rsid w:val="00334EB4"/>
    <w:rsid w:val="003351DE"/>
    <w:rsid w:val="0033538C"/>
    <w:rsid w:val="003358C0"/>
    <w:rsid w:val="003358CE"/>
    <w:rsid w:val="00335969"/>
    <w:rsid w:val="00336134"/>
    <w:rsid w:val="0033635C"/>
    <w:rsid w:val="003364B5"/>
    <w:rsid w:val="0033669A"/>
    <w:rsid w:val="003367E4"/>
    <w:rsid w:val="00336A54"/>
    <w:rsid w:val="00336B29"/>
    <w:rsid w:val="00336BB4"/>
    <w:rsid w:val="00336C41"/>
    <w:rsid w:val="00336D00"/>
    <w:rsid w:val="00336D8A"/>
    <w:rsid w:val="00336D9E"/>
    <w:rsid w:val="00336F07"/>
    <w:rsid w:val="00336FAE"/>
    <w:rsid w:val="0033730B"/>
    <w:rsid w:val="003377F9"/>
    <w:rsid w:val="0033782B"/>
    <w:rsid w:val="00337BE8"/>
    <w:rsid w:val="00337C31"/>
    <w:rsid w:val="00337D03"/>
    <w:rsid w:val="00337F00"/>
    <w:rsid w:val="00337F22"/>
    <w:rsid w:val="0034001A"/>
    <w:rsid w:val="003402C5"/>
    <w:rsid w:val="00340311"/>
    <w:rsid w:val="003405AC"/>
    <w:rsid w:val="003405B3"/>
    <w:rsid w:val="003406C8"/>
    <w:rsid w:val="00340E78"/>
    <w:rsid w:val="00341502"/>
    <w:rsid w:val="00341A12"/>
    <w:rsid w:val="00341C60"/>
    <w:rsid w:val="00341CBD"/>
    <w:rsid w:val="00341E8C"/>
    <w:rsid w:val="00342211"/>
    <w:rsid w:val="003424EE"/>
    <w:rsid w:val="00342627"/>
    <w:rsid w:val="003426C3"/>
    <w:rsid w:val="00342CCE"/>
    <w:rsid w:val="0034328A"/>
    <w:rsid w:val="003434E6"/>
    <w:rsid w:val="003436CC"/>
    <w:rsid w:val="00343970"/>
    <w:rsid w:val="00343B7C"/>
    <w:rsid w:val="00343B9B"/>
    <w:rsid w:val="00343F0E"/>
    <w:rsid w:val="0034452A"/>
    <w:rsid w:val="003445DB"/>
    <w:rsid w:val="0034464D"/>
    <w:rsid w:val="00344EFE"/>
    <w:rsid w:val="00344F51"/>
    <w:rsid w:val="00344FF8"/>
    <w:rsid w:val="00345031"/>
    <w:rsid w:val="0034508B"/>
    <w:rsid w:val="0034518D"/>
    <w:rsid w:val="0034521A"/>
    <w:rsid w:val="0034569F"/>
    <w:rsid w:val="00345730"/>
    <w:rsid w:val="00345A30"/>
    <w:rsid w:val="003460C5"/>
    <w:rsid w:val="0034610D"/>
    <w:rsid w:val="00346143"/>
    <w:rsid w:val="00346700"/>
    <w:rsid w:val="00346A7C"/>
    <w:rsid w:val="00346AE9"/>
    <w:rsid w:val="00346BA0"/>
    <w:rsid w:val="0034712D"/>
    <w:rsid w:val="0034726E"/>
    <w:rsid w:val="00347502"/>
    <w:rsid w:val="00347E1F"/>
    <w:rsid w:val="00347E8C"/>
    <w:rsid w:val="00347FE1"/>
    <w:rsid w:val="0035034F"/>
    <w:rsid w:val="00350539"/>
    <w:rsid w:val="0035059A"/>
    <w:rsid w:val="0035074B"/>
    <w:rsid w:val="00350840"/>
    <w:rsid w:val="00350992"/>
    <w:rsid w:val="00350B1E"/>
    <w:rsid w:val="00350BB2"/>
    <w:rsid w:val="00350BED"/>
    <w:rsid w:val="00350FEF"/>
    <w:rsid w:val="00351526"/>
    <w:rsid w:val="00351798"/>
    <w:rsid w:val="00351799"/>
    <w:rsid w:val="003517D3"/>
    <w:rsid w:val="00351B83"/>
    <w:rsid w:val="00351BA8"/>
    <w:rsid w:val="00351DBC"/>
    <w:rsid w:val="003523ED"/>
    <w:rsid w:val="003525C0"/>
    <w:rsid w:val="00352602"/>
    <w:rsid w:val="003526CD"/>
    <w:rsid w:val="003527BA"/>
    <w:rsid w:val="00352AEF"/>
    <w:rsid w:val="00352B64"/>
    <w:rsid w:val="00352DFA"/>
    <w:rsid w:val="00353337"/>
    <w:rsid w:val="0035339A"/>
    <w:rsid w:val="00353625"/>
    <w:rsid w:val="003539D7"/>
    <w:rsid w:val="00353D89"/>
    <w:rsid w:val="0035457C"/>
    <w:rsid w:val="00354760"/>
    <w:rsid w:val="003549CB"/>
    <w:rsid w:val="00354C21"/>
    <w:rsid w:val="00354C46"/>
    <w:rsid w:val="00354CC6"/>
    <w:rsid w:val="00354DC1"/>
    <w:rsid w:val="00354E68"/>
    <w:rsid w:val="00355480"/>
    <w:rsid w:val="0035550C"/>
    <w:rsid w:val="00355612"/>
    <w:rsid w:val="00355B32"/>
    <w:rsid w:val="00355C2C"/>
    <w:rsid w:val="0035604A"/>
    <w:rsid w:val="003567BE"/>
    <w:rsid w:val="003569A2"/>
    <w:rsid w:val="00356D14"/>
    <w:rsid w:val="0035709A"/>
    <w:rsid w:val="0035713F"/>
    <w:rsid w:val="0035729F"/>
    <w:rsid w:val="00357567"/>
    <w:rsid w:val="00360035"/>
    <w:rsid w:val="00360173"/>
    <w:rsid w:val="003603DD"/>
    <w:rsid w:val="003604BF"/>
    <w:rsid w:val="00360F6F"/>
    <w:rsid w:val="0036179F"/>
    <w:rsid w:val="003617CD"/>
    <w:rsid w:val="00361D21"/>
    <w:rsid w:val="00361F94"/>
    <w:rsid w:val="003621B2"/>
    <w:rsid w:val="00362565"/>
    <w:rsid w:val="003625BE"/>
    <w:rsid w:val="003625C3"/>
    <w:rsid w:val="00362925"/>
    <w:rsid w:val="00362A2E"/>
    <w:rsid w:val="00362A43"/>
    <w:rsid w:val="00363058"/>
    <w:rsid w:val="003631BC"/>
    <w:rsid w:val="003631E4"/>
    <w:rsid w:val="003637E2"/>
    <w:rsid w:val="00363AB7"/>
    <w:rsid w:val="00363F84"/>
    <w:rsid w:val="00363F87"/>
    <w:rsid w:val="00363FEF"/>
    <w:rsid w:val="0036403E"/>
    <w:rsid w:val="0036413F"/>
    <w:rsid w:val="00364253"/>
    <w:rsid w:val="00364752"/>
    <w:rsid w:val="00364781"/>
    <w:rsid w:val="00364C15"/>
    <w:rsid w:val="00364ED4"/>
    <w:rsid w:val="00364EEE"/>
    <w:rsid w:val="003658F7"/>
    <w:rsid w:val="0036595B"/>
    <w:rsid w:val="00365DB8"/>
    <w:rsid w:val="00365E86"/>
    <w:rsid w:val="00365FA2"/>
    <w:rsid w:val="00365FFF"/>
    <w:rsid w:val="00366010"/>
    <w:rsid w:val="0036649A"/>
    <w:rsid w:val="003666F4"/>
    <w:rsid w:val="003669F8"/>
    <w:rsid w:val="00366A7B"/>
    <w:rsid w:val="00366EBC"/>
    <w:rsid w:val="00366F51"/>
    <w:rsid w:val="00366F59"/>
    <w:rsid w:val="00366FC2"/>
    <w:rsid w:val="00367135"/>
    <w:rsid w:val="0036759C"/>
    <w:rsid w:val="003677C3"/>
    <w:rsid w:val="00367FDD"/>
    <w:rsid w:val="00370959"/>
    <w:rsid w:val="00370F6B"/>
    <w:rsid w:val="0037114F"/>
    <w:rsid w:val="003715B9"/>
    <w:rsid w:val="00371740"/>
    <w:rsid w:val="003719A5"/>
    <w:rsid w:val="00371A9A"/>
    <w:rsid w:val="00371B0C"/>
    <w:rsid w:val="00371C46"/>
    <w:rsid w:val="00371D6F"/>
    <w:rsid w:val="00371F71"/>
    <w:rsid w:val="003721DB"/>
    <w:rsid w:val="00372453"/>
    <w:rsid w:val="00372651"/>
    <w:rsid w:val="0037268C"/>
    <w:rsid w:val="0037280E"/>
    <w:rsid w:val="0037292D"/>
    <w:rsid w:val="00372AA4"/>
    <w:rsid w:val="00372B3C"/>
    <w:rsid w:val="00372CA4"/>
    <w:rsid w:val="00372EA3"/>
    <w:rsid w:val="0037307F"/>
    <w:rsid w:val="003737E9"/>
    <w:rsid w:val="00373860"/>
    <w:rsid w:val="003739ED"/>
    <w:rsid w:val="00373C87"/>
    <w:rsid w:val="00374770"/>
    <w:rsid w:val="00374916"/>
    <w:rsid w:val="00374EAC"/>
    <w:rsid w:val="00374EDE"/>
    <w:rsid w:val="00374F12"/>
    <w:rsid w:val="00374FF1"/>
    <w:rsid w:val="003754E5"/>
    <w:rsid w:val="003755CA"/>
    <w:rsid w:val="00375658"/>
    <w:rsid w:val="00375839"/>
    <w:rsid w:val="00375E21"/>
    <w:rsid w:val="0037611A"/>
    <w:rsid w:val="0037689F"/>
    <w:rsid w:val="00376CD0"/>
    <w:rsid w:val="003774E5"/>
    <w:rsid w:val="003775CD"/>
    <w:rsid w:val="0037762D"/>
    <w:rsid w:val="003777DB"/>
    <w:rsid w:val="00377B1F"/>
    <w:rsid w:val="00377B45"/>
    <w:rsid w:val="00377BB5"/>
    <w:rsid w:val="00377C70"/>
    <w:rsid w:val="00377CDD"/>
    <w:rsid w:val="00377CED"/>
    <w:rsid w:val="00380044"/>
    <w:rsid w:val="00380305"/>
    <w:rsid w:val="003804E4"/>
    <w:rsid w:val="00380541"/>
    <w:rsid w:val="00380A26"/>
    <w:rsid w:val="0038123E"/>
    <w:rsid w:val="003813B1"/>
    <w:rsid w:val="0038152C"/>
    <w:rsid w:val="0038193E"/>
    <w:rsid w:val="00381CF6"/>
    <w:rsid w:val="00382193"/>
    <w:rsid w:val="00382473"/>
    <w:rsid w:val="003824B4"/>
    <w:rsid w:val="003825DA"/>
    <w:rsid w:val="003829EC"/>
    <w:rsid w:val="00382B49"/>
    <w:rsid w:val="00382D05"/>
    <w:rsid w:val="00382EBA"/>
    <w:rsid w:val="00382EBD"/>
    <w:rsid w:val="00382F16"/>
    <w:rsid w:val="003830B7"/>
    <w:rsid w:val="00383171"/>
    <w:rsid w:val="003834BE"/>
    <w:rsid w:val="0038369C"/>
    <w:rsid w:val="003839A0"/>
    <w:rsid w:val="00383B0A"/>
    <w:rsid w:val="00383C50"/>
    <w:rsid w:val="00383C6C"/>
    <w:rsid w:val="00383DA2"/>
    <w:rsid w:val="00384446"/>
    <w:rsid w:val="00384478"/>
    <w:rsid w:val="00384808"/>
    <w:rsid w:val="00384C77"/>
    <w:rsid w:val="00384F0C"/>
    <w:rsid w:val="00384F6F"/>
    <w:rsid w:val="003851B5"/>
    <w:rsid w:val="003852EC"/>
    <w:rsid w:val="00385485"/>
    <w:rsid w:val="003856F3"/>
    <w:rsid w:val="00385D3A"/>
    <w:rsid w:val="00385E05"/>
    <w:rsid w:val="00386049"/>
    <w:rsid w:val="00386528"/>
    <w:rsid w:val="0038652D"/>
    <w:rsid w:val="0038664F"/>
    <w:rsid w:val="00386760"/>
    <w:rsid w:val="003867B9"/>
    <w:rsid w:val="00386A5C"/>
    <w:rsid w:val="00386B07"/>
    <w:rsid w:val="00386C4C"/>
    <w:rsid w:val="00386E86"/>
    <w:rsid w:val="00386F0F"/>
    <w:rsid w:val="00387310"/>
    <w:rsid w:val="0038748D"/>
    <w:rsid w:val="003875EF"/>
    <w:rsid w:val="00387665"/>
    <w:rsid w:val="00387CDD"/>
    <w:rsid w:val="00387D31"/>
    <w:rsid w:val="00387FEB"/>
    <w:rsid w:val="00390485"/>
    <w:rsid w:val="00390E78"/>
    <w:rsid w:val="00390EEF"/>
    <w:rsid w:val="00390F7F"/>
    <w:rsid w:val="0039101B"/>
    <w:rsid w:val="003913F0"/>
    <w:rsid w:val="00391775"/>
    <w:rsid w:val="00391896"/>
    <w:rsid w:val="00391C32"/>
    <w:rsid w:val="00391C91"/>
    <w:rsid w:val="00391D4A"/>
    <w:rsid w:val="003920AB"/>
    <w:rsid w:val="00392151"/>
    <w:rsid w:val="00392269"/>
    <w:rsid w:val="0039241E"/>
    <w:rsid w:val="00392424"/>
    <w:rsid w:val="003924B1"/>
    <w:rsid w:val="003929EF"/>
    <w:rsid w:val="00392B83"/>
    <w:rsid w:val="00392E5C"/>
    <w:rsid w:val="003931BE"/>
    <w:rsid w:val="0039345C"/>
    <w:rsid w:val="0039348E"/>
    <w:rsid w:val="003934D8"/>
    <w:rsid w:val="00393E48"/>
    <w:rsid w:val="00393E5F"/>
    <w:rsid w:val="00393E8F"/>
    <w:rsid w:val="003942E7"/>
    <w:rsid w:val="0039433E"/>
    <w:rsid w:val="00394592"/>
    <w:rsid w:val="003945EA"/>
    <w:rsid w:val="003948D1"/>
    <w:rsid w:val="00394D33"/>
    <w:rsid w:val="00394E7E"/>
    <w:rsid w:val="00395153"/>
    <w:rsid w:val="003955D1"/>
    <w:rsid w:val="00395A8B"/>
    <w:rsid w:val="00395A95"/>
    <w:rsid w:val="00395D58"/>
    <w:rsid w:val="00395FA1"/>
    <w:rsid w:val="00395FAF"/>
    <w:rsid w:val="003961E6"/>
    <w:rsid w:val="0039626F"/>
    <w:rsid w:val="0039628A"/>
    <w:rsid w:val="00396356"/>
    <w:rsid w:val="00396449"/>
    <w:rsid w:val="003966F6"/>
    <w:rsid w:val="003968DE"/>
    <w:rsid w:val="00396B0A"/>
    <w:rsid w:val="00396B71"/>
    <w:rsid w:val="00396D2D"/>
    <w:rsid w:val="00396E6D"/>
    <w:rsid w:val="00396F12"/>
    <w:rsid w:val="0039744D"/>
    <w:rsid w:val="00397921"/>
    <w:rsid w:val="00397AE2"/>
    <w:rsid w:val="00397AE8"/>
    <w:rsid w:val="00397D4D"/>
    <w:rsid w:val="00397D7F"/>
    <w:rsid w:val="00397D8C"/>
    <w:rsid w:val="00397E20"/>
    <w:rsid w:val="003A002F"/>
    <w:rsid w:val="003A003F"/>
    <w:rsid w:val="003A015E"/>
    <w:rsid w:val="003A0248"/>
    <w:rsid w:val="003A0397"/>
    <w:rsid w:val="003A044E"/>
    <w:rsid w:val="003A0594"/>
    <w:rsid w:val="003A06DA"/>
    <w:rsid w:val="003A06E1"/>
    <w:rsid w:val="003A0776"/>
    <w:rsid w:val="003A0999"/>
    <w:rsid w:val="003A102B"/>
    <w:rsid w:val="003A121A"/>
    <w:rsid w:val="003A1323"/>
    <w:rsid w:val="003A1473"/>
    <w:rsid w:val="003A17AF"/>
    <w:rsid w:val="003A18C1"/>
    <w:rsid w:val="003A1E45"/>
    <w:rsid w:val="003A230F"/>
    <w:rsid w:val="003A2417"/>
    <w:rsid w:val="003A2683"/>
    <w:rsid w:val="003A28FE"/>
    <w:rsid w:val="003A2978"/>
    <w:rsid w:val="003A2C0E"/>
    <w:rsid w:val="003A2DC1"/>
    <w:rsid w:val="003A31EB"/>
    <w:rsid w:val="003A3269"/>
    <w:rsid w:val="003A32C8"/>
    <w:rsid w:val="003A3374"/>
    <w:rsid w:val="003A360D"/>
    <w:rsid w:val="003A3637"/>
    <w:rsid w:val="003A376B"/>
    <w:rsid w:val="003A3829"/>
    <w:rsid w:val="003A3A78"/>
    <w:rsid w:val="003A3AA8"/>
    <w:rsid w:val="003A3BE1"/>
    <w:rsid w:val="003A3C61"/>
    <w:rsid w:val="003A3D7B"/>
    <w:rsid w:val="003A47DA"/>
    <w:rsid w:val="003A4997"/>
    <w:rsid w:val="003A4B20"/>
    <w:rsid w:val="003A4C08"/>
    <w:rsid w:val="003A4C54"/>
    <w:rsid w:val="003A4C84"/>
    <w:rsid w:val="003A4F6B"/>
    <w:rsid w:val="003A507D"/>
    <w:rsid w:val="003A5164"/>
    <w:rsid w:val="003A5685"/>
    <w:rsid w:val="003A5889"/>
    <w:rsid w:val="003A5CCC"/>
    <w:rsid w:val="003A5F81"/>
    <w:rsid w:val="003A6009"/>
    <w:rsid w:val="003A6163"/>
    <w:rsid w:val="003A66D7"/>
    <w:rsid w:val="003A6C1B"/>
    <w:rsid w:val="003A6D76"/>
    <w:rsid w:val="003A6E0C"/>
    <w:rsid w:val="003A6F77"/>
    <w:rsid w:val="003A74D3"/>
    <w:rsid w:val="003A7808"/>
    <w:rsid w:val="003A7F4C"/>
    <w:rsid w:val="003B0023"/>
    <w:rsid w:val="003B0071"/>
    <w:rsid w:val="003B02BA"/>
    <w:rsid w:val="003B036E"/>
    <w:rsid w:val="003B03E0"/>
    <w:rsid w:val="003B0831"/>
    <w:rsid w:val="003B092E"/>
    <w:rsid w:val="003B0A81"/>
    <w:rsid w:val="003B0CFF"/>
    <w:rsid w:val="003B0D2D"/>
    <w:rsid w:val="003B14D8"/>
    <w:rsid w:val="003B170D"/>
    <w:rsid w:val="003B1A55"/>
    <w:rsid w:val="003B1F84"/>
    <w:rsid w:val="003B20DE"/>
    <w:rsid w:val="003B22AF"/>
    <w:rsid w:val="003B2390"/>
    <w:rsid w:val="003B2865"/>
    <w:rsid w:val="003B2A84"/>
    <w:rsid w:val="003B2EC3"/>
    <w:rsid w:val="003B3123"/>
    <w:rsid w:val="003B34BE"/>
    <w:rsid w:val="003B35C1"/>
    <w:rsid w:val="003B369E"/>
    <w:rsid w:val="003B397F"/>
    <w:rsid w:val="003B3A0E"/>
    <w:rsid w:val="003B3DB3"/>
    <w:rsid w:val="003B3EAD"/>
    <w:rsid w:val="003B40AA"/>
    <w:rsid w:val="003B40C5"/>
    <w:rsid w:val="003B4230"/>
    <w:rsid w:val="003B45BF"/>
    <w:rsid w:val="003B4771"/>
    <w:rsid w:val="003B4A71"/>
    <w:rsid w:val="003B4E4E"/>
    <w:rsid w:val="003B511B"/>
    <w:rsid w:val="003B5552"/>
    <w:rsid w:val="003B5A0A"/>
    <w:rsid w:val="003B5B55"/>
    <w:rsid w:val="003B5E28"/>
    <w:rsid w:val="003B60D0"/>
    <w:rsid w:val="003B611E"/>
    <w:rsid w:val="003B6398"/>
    <w:rsid w:val="003B64C7"/>
    <w:rsid w:val="003B6683"/>
    <w:rsid w:val="003B67EE"/>
    <w:rsid w:val="003B6A7A"/>
    <w:rsid w:val="003B7061"/>
    <w:rsid w:val="003B708B"/>
    <w:rsid w:val="003B7214"/>
    <w:rsid w:val="003B73BA"/>
    <w:rsid w:val="003B76EF"/>
    <w:rsid w:val="003B7A5E"/>
    <w:rsid w:val="003B7B4B"/>
    <w:rsid w:val="003B7BE7"/>
    <w:rsid w:val="003B7DEE"/>
    <w:rsid w:val="003B7ECD"/>
    <w:rsid w:val="003B7F3F"/>
    <w:rsid w:val="003B7F8D"/>
    <w:rsid w:val="003C05BE"/>
    <w:rsid w:val="003C0640"/>
    <w:rsid w:val="003C071E"/>
    <w:rsid w:val="003C0813"/>
    <w:rsid w:val="003C088A"/>
    <w:rsid w:val="003C0A86"/>
    <w:rsid w:val="003C0B54"/>
    <w:rsid w:val="003C0C1C"/>
    <w:rsid w:val="003C1068"/>
    <w:rsid w:val="003C143F"/>
    <w:rsid w:val="003C15FA"/>
    <w:rsid w:val="003C18D6"/>
    <w:rsid w:val="003C1AA1"/>
    <w:rsid w:val="003C1AAD"/>
    <w:rsid w:val="003C1CF0"/>
    <w:rsid w:val="003C1CF9"/>
    <w:rsid w:val="003C1D04"/>
    <w:rsid w:val="003C1D6F"/>
    <w:rsid w:val="003C1E34"/>
    <w:rsid w:val="003C1EA1"/>
    <w:rsid w:val="003C1F27"/>
    <w:rsid w:val="003C22E6"/>
    <w:rsid w:val="003C2734"/>
    <w:rsid w:val="003C287F"/>
    <w:rsid w:val="003C30E5"/>
    <w:rsid w:val="003C334C"/>
    <w:rsid w:val="003C335E"/>
    <w:rsid w:val="003C33E8"/>
    <w:rsid w:val="003C3712"/>
    <w:rsid w:val="003C3B4D"/>
    <w:rsid w:val="003C3B51"/>
    <w:rsid w:val="003C3B63"/>
    <w:rsid w:val="003C3D0A"/>
    <w:rsid w:val="003C3EE8"/>
    <w:rsid w:val="003C403D"/>
    <w:rsid w:val="003C4157"/>
    <w:rsid w:val="003C4864"/>
    <w:rsid w:val="003C49CE"/>
    <w:rsid w:val="003C535C"/>
    <w:rsid w:val="003C555E"/>
    <w:rsid w:val="003C57FD"/>
    <w:rsid w:val="003C59D0"/>
    <w:rsid w:val="003C5A4C"/>
    <w:rsid w:val="003C5F27"/>
    <w:rsid w:val="003C6200"/>
    <w:rsid w:val="003C623A"/>
    <w:rsid w:val="003C646E"/>
    <w:rsid w:val="003C67C7"/>
    <w:rsid w:val="003C681F"/>
    <w:rsid w:val="003C6C8E"/>
    <w:rsid w:val="003C6DF9"/>
    <w:rsid w:val="003C7241"/>
    <w:rsid w:val="003C7705"/>
    <w:rsid w:val="003C79FC"/>
    <w:rsid w:val="003C7BC8"/>
    <w:rsid w:val="003C7C8C"/>
    <w:rsid w:val="003C7CE6"/>
    <w:rsid w:val="003C7E34"/>
    <w:rsid w:val="003D0048"/>
    <w:rsid w:val="003D00FA"/>
    <w:rsid w:val="003D018A"/>
    <w:rsid w:val="003D0423"/>
    <w:rsid w:val="003D0884"/>
    <w:rsid w:val="003D0E7F"/>
    <w:rsid w:val="003D0F59"/>
    <w:rsid w:val="003D0F80"/>
    <w:rsid w:val="003D1381"/>
    <w:rsid w:val="003D169D"/>
    <w:rsid w:val="003D1A8C"/>
    <w:rsid w:val="003D1BF2"/>
    <w:rsid w:val="003D22F0"/>
    <w:rsid w:val="003D2340"/>
    <w:rsid w:val="003D24E0"/>
    <w:rsid w:val="003D2884"/>
    <w:rsid w:val="003D29E7"/>
    <w:rsid w:val="003D2A54"/>
    <w:rsid w:val="003D2B29"/>
    <w:rsid w:val="003D2C38"/>
    <w:rsid w:val="003D2D4B"/>
    <w:rsid w:val="003D2E01"/>
    <w:rsid w:val="003D2E76"/>
    <w:rsid w:val="003D3161"/>
    <w:rsid w:val="003D318E"/>
    <w:rsid w:val="003D362D"/>
    <w:rsid w:val="003D3688"/>
    <w:rsid w:val="003D372E"/>
    <w:rsid w:val="003D40F6"/>
    <w:rsid w:val="003D41B7"/>
    <w:rsid w:val="003D41D5"/>
    <w:rsid w:val="003D41F7"/>
    <w:rsid w:val="003D471A"/>
    <w:rsid w:val="003D49A4"/>
    <w:rsid w:val="003D4D96"/>
    <w:rsid w:val="003D5148"/>
    <w:rsid w:val="003D54E2"/>
    <w:rsid w:val="003D5628"/>
    <w:rsid w:val="003D5641"/>
    <w:rsid w:val="003D56D2"/>
    <w:rsid w:val="003D56D6"/>
    <w:rsid w:val="003D5801"/>
    <w:rsid w:val="003D5A47"/>
    <w:rsid w:val="003D5BB5"/>
    <w:rsid w:val="003D5D77"/>
    <w:rsid w:val="003D5E47"/>
    <w:rsid w:val="003D5E53"/>
    <w:rsid w:val="003D5EED"/>
    <w:rsid w:val="003D6028"/>
    <w:rsid w:val="003D6395"/>
    <w:rsid w:val="003D63DE"/>
    <w:rsid w:val="003D680F"/>
    <w:rsid w:val="003D6B8C"/>
    <w:rsid w:val="003D6BDD"/>
    <w:rsid w:val="003D6E3C"/>
    <w:rsid w:val="003D6F8E"/>
    <w:rsid w:val="003D7497"/>
    <w:rsid w:val="003D766C"/>
    <w:rsid w:val="003D7DB8"/>
    <w:rsid w:val="003D7F29"/>
    <w:rsid w:val="003E0050"/>
    <w:rsid w:val="003E0241"/>
    <w:rsid w:val="003E08D6"/>
    <w:rsid w:val="003E0E5F"/>
    <w:rsid w:val="003E11AF"/>
    <w:rsid w:val="003E1223"/>
    <w:rsid w:val="003E12E4"/>
    <w:rsid w:val="003E1328"/>
    <w:rsid w:val="003E13A9"/>
    <w:rsid w:val="003E1849"/>
    <w:rsid w:val="003E19AB"/>
    <w:rsid w:val="003E21A1"/>
    <w:rsid w:val="003E2311"/>
    <w:rsid w:val="003E2697"/>
    <w:rsid w:val="003E27BA"/>
    <w:rsid w:val="003E292F"/>
    <w:rsid w:val="003E2F57"/>
    <w:rsid w:val="003E309E"/>
    <w:rsid w:val="003E30A8"/>
    <w:rsid w:val="003E3153"/>
    <w:rsid w:val="003E3284"/>
    <w:rsid w:val="003E36E9"/>
    <w:rsid w:val="003E3753"/>
    <w:rsid w:val="003E39A6"/>
    <w:rsid w:val="003E44B6"/>
    <w:rsid w:val="003E4883"/>
    <w:rsid w:val="003E490E"/>
    <w:rsid w:val="003E4A0F"/>
    <w:rsid w:val="003E4BC7"/>
    <w:rsid w:val="003E4F54"/>
    <w:rsid w:val="003E501F"/>
    <w:rsid w:val="003E519F"/>
    <w:rsid w:val="003E51B9"/>
    <w:rsid w:val="003E54F9"/>
    <w:rsid w:val="003E550E"/>
    <w:rsid w:val="003E553E"/>
    <w:rsid w:val="003E572B"/>
    <w:rsid w:val="003E58E2"/>
    <w:rsid w:val="003E5990"/>
    <w:rsid w:val="003E5B4A"/>
    <w:rsid w:val="003E5C07"/>
    <w:rsid w:val="003E5CA2"/>
    <w:rsid w:val="003E5F44"/>
    <w:rsid w:val="003E6510"/>
    <w:rsid w:val="003E6740"/>
    <w:rsid w:val="003E6B09"/>
    <w:rsid w:val="003E6B3C"/>
    <w:rsid w:val="003E6E51"/>
    <w:rsid w:val="003E6EA6"/>
    <w:rsid w:val="003E6F73"/>
    <w:rsid w:val="003E7167"/>
    <w:rsid w:val="003E751E"/>
    <w:rsid w:val="003E7575"/>
    <w:rsid w:val="003E7647"/>
    <w:rsid w:val="003E7652"/>
    <w:rsid w:val="003E76CF"/>
    <w:rsid w:val="003E78A4"/>
    <w:rsid w:val="003E79B1"/>
    <w:rsid w:val="003E7A1E"/>
    <w:rsid w:val="003E7BDE"/>
    <w:rsid w:val="003F013F"/>
    <w:rsid w:val="003F0146"/>
    <w:rsid w:val="003F0204"/>
    <w:rsid w:val="003F03B6"/>
    <w:rsid w:val="003F0401"/>
    <w:rsid w:val="003F06AB"/>
    <w:rsid w:val="003F1570"/>
    <w:rsid w:val="003F1987"/>
    <w:rsid w:val="003F1DB9"/>
    <w:rsid w:val="003F2266"/>
    <w:rsid w:val="003F25E0"/>
    <w:rsid w:val="003F267A"/>
    <w:rsid w:val="003F275A"/>
    <w:rsid w:val="003F2773"/>
    <w:rsid w:val="003F2A8F"/>
    <w:rsid w:val="003F2B6F"/>
    <w:rsid w:val="003F2BDA"/>
    <w:rsid w:val="003F2C6F"/>
    <w:rsid w:val="003F2FA9"/>
    <w:rsid w:val="003F31D0"/>
    <w:rsid w:val="003F3323"/>
    <w:rsid w:val="003F33F6"/>
    <w:rsid w:val="003F3586"/>
    <w:rsid w:val="003F38EC"/>
    <w:rsid w:val="003F38ED"/>
    <w:rsid w:val="003F3B4C"/>
    <w:rsid w:val="003F3F55"/>
    <w:rsid w:val="003F4022"/>
    <w:rsid w:val="003F4115"/>
    <w:rsid w:val="003F46C7"/>
    <w:rsid w:val="003F4876"/>
    <w:rsid w:val="003F4AAF"/>
    <w:rsid w:val="003F4B16"/>
    <w:rsid w:val="003F4D27"/>
    <w:rsid w:val="003F51E8"/>
    <w:rsid w:val="003F5579"/>
    <w:rsid w:val="003F594F"/>
    <w:rsid w:val="003F5978"/>
    <w:rsid w:val="003F5CA2"/>
    <w:rsid w:val="003F5CEB"/>
    <w:rsid w:val="003F5ED7"/>
    <w:rsid w:val="003F5F1C"/>
    <w:rsid w:val="003F6033"/>
    <w:rsid w:val="003F61C8"/>
    <w:rsid w:val="003F66D1"/>
    <w:rsid w:val="003F69D6"/>
    <w:rsid w:val="003F6C4D"/>
    <w:rsid w:val="003F7451"/>
    <w:rsid w:val="003F76E4"/>
    <w:rsid w:val="003F787A"/>
    <w:rsid w:val="003F79D7"/>
    <w:rsid w:val="0040009B"/>
    <w:rsid w:val="00400503"/>
    <w:rsid w:val="00400964"/>
    <w:rsid w:val="00400B26"/>
    <w:rsid w:val="00400EE2"/>
    <w:rsid w:val="0040159A"/>
    <w:rsid w:val="004015AE"/>
    <w:rsid w:val="00401738"/>
    <w:rsid w:val="004019DC"/>
    <w:rsid w:val="00401B9F"/>
    <w:rsid w:val="00401D83"/>
    <w:rsid w:val="0040246B"/>
    <w:rsid w:val="00402864"/>
    <w:rsid w:val="00402BE5"/>
    <w:rsid w:val="00402CBC"/>
    <w:rsid w:val="00403348"/>
    <w:rsid w:val="00403526"/>
    <w:rsid w:val="00403561"/>
    <w:rsid w:val="0040376B"/>
    <w:rsid w:val="00403BFA"/>
    <w:rsid w:val="00404086"/>
    <w:rsid w:val="00404524"/>
    <w:rsid w:val="004049B8"/>
    <w:rsid w:val="00404B44"/>
    <w:rsid w:val="004051B4"/>
    <w:rsid w:val="004054D7"/>
    <w:rsid w:val="0040568D"/>
    <w:rsid w:val="00405921"/>
    <w:rsid w:val="00405A34"/>
    <w:rsid w:val="00405B42"/>
    <w:rsid w:val="00405CCD"/>
    <w:rsid w:val="00405D4E"/>
    <w:rsid w:val="004062A0"/>
    <w:rsid w:val="00406441"/>
    <w:rsid w:val="004065A1"/>
    <w:rsid w:val="00406749"/>
    <w:rsid w:val="004069A8"/>
    <w:rsid w:val="00406D03"/>
    <w:rsid w:val="004070FD"/>
    <w:rsid w:val="0040727F"/>
    <w:rsid w:val="0040787E"/>
    <w:rsid w:val="00407DBF"/>
    <w:rsid w:val="00407FB2"/>
    <w:rsid w:val="004100E8"/>
    <w:rsid w:val="00410115"/>
    <w:rsid w:val="004104FF"/>
    <w:rsid w:val="00410523"/>
    <w:rsid w:val="004108BC"/>
    <w:rsid w:val="00410C8D"/>
    <w:rsid w:val="00410E09"/>
    <w:rsid w:val="00410FF3"/>
    <w:rsid w:val="00411643"/>
    <w:rsid w:val="00411AED"/>
    <w:rsid w:val="004120BB"/>
    <w:rsid w:val="004123B7"/>
    <w:rsid w:val="004123E1"/>
    <w:rsid w:val="004123FE"/>
    <w:rsid w:val="004125DA"/>
    <w:rsid w:val="00412726"/>
    <w:rsid w:val="00412C81"/>
    <w:rsid w:val="00413202"/>
    <w:rsid w:val="00413652"/>
    <w:rsid w:val="00413A26"/>
    <w:rsid w:val="00413A84"/>
    <w:rsid w:val="00413C7D"/>
    <w:rsid w:val="00413F06"/>
    <w:rsid w:val="00413F37"/>
    <w:rsid w:val="0041423D"/>
    <w:rsid w:val="00414851"/>
    <w:rsid w:val="00414ACC"/>
    <w:rsid w:val="00414C5A"/>
    <w:rsid w:val="00414CAB"/>
    <w:rsid w:val="0041551E"/>
    <w:rsid w:val="00415BD8"/>
    <w:rsid w:val="00415E5B"/>
    <w:rsid w:val="00416070"/>
    <w:rsid w:val="00416456"/>
    <w:rsid w:val="0041665F"/>
    <w:rsid w:val="004170BF"/>
    <w:rsid w:val="004176AC"/>
    <w:rsid w:val="00417C2A"/>
    <w:rsid w:val="00417C77"/>
    <w:rsid w:val="00417E74"/>
    <w:rsid w:val="00417E8D"/>
    <w:rsid w:val="00417FBC"/>
    <w:rsid w:val="004200EF"/>
    <w:rsid w:val="004202B9"/>
    <w:rsid w:val="00420BA4"/>
    <w:rsid w:val="00420CA8"/>
    <w:rsid w:val="00420EBF"/>
    <w:rsid w:val="00420F28"/>
    <w:rsid w:val="0042113E"/>
    <w:rsid w:val="00421445"/>
    <w:rsid w:val="0042166C"/>
    <w:rsid w:val="004216DD"/>
    <w:rsid w:val="0042196B"/>
    <w:rsid w:val="00421D92"/>
    <w:rsid w:val="00422158"/>
    <w:rsid w:val="004223BE"/>
    <w:rsid w:val="004223D3"/>
    <w:rsid w:val="0042265E"/>
    <w:rsid w:val="00422666"/>
    <w:rsid w:val="004227B9"/>
    <w:rsid w:val="0042334E"/>
    <w:rsid w:val="004233E3"/>
    <w:rsid w:val="00423BEF"/>
    <w:rsid w:val="00423CD0"/>
    <w:rsid w:val="00423DB1"/>
    <w:rsid w:val="00423E63"/>
    <w:rsid w:val="0042411A"/>
    <w:rsid w:val="004241D1"/>
    <w:rsid w:val="00424719"/>
    <w:rsid w:val="004248B5"/>
    <w:rsid w:val="00424DBA"/>
    <w:rsid w:val="00424E4E"/>
    <w:rsid w:val="00424F13"/>
    <w:rsid w:val="00424F5C"/>
    <w:rsid w:val="00425158"/>
    <w:rsid w:val="0042559C"/>
    <w:rsid w:val="004255EF"/>
    <w:rsid w:val="0042567E"/>
    <w:rsid w:val="00425844"/>
    <w:rsid w:val="00425A5B"/>
    <w:rsid w:val="00425CEB"/>
    <w:rsid w:val="00425CF6"/>
    <w:rsid w:val="00425DAE"/>
    <w:rsid w:val="00426053"/>
    <w:rsid w:val="00426214"/>
    <w:rsid w:val="00426C7D"/>
    <w:rsid w:val="00426D6B"/>
    <w:rsid w:val="00426E41"/>
    <w:rsid w:val="004271B0"/>
    <w:rsid w:val="00427537"/>
    <w:rsid w:val="00427B2F"/>
    <w:rsid w:val="00427BB7"/>
    <w:rsid w:val="00427CE5"/>
    <w:rsid w:val="00427D84"/>
    <w:rsid w:val="00427EA2"/>
    <w:rsid w:val="00430464"/>
    <w:rsid w:val="0043046C"/>
    <w:rsid w:val="0043062D"/>
    <w:rsid w:val="004308CC"/>
    <w:rsid w:val="00430CA0"/>
    <w:rsid w:val="00430D1A"/>
    <w:rsid w:val="00430DFE"/>
    <w:rsid w:val="00430E12"/>
    <w:rsid w:val="00430E87"/>
    <w:rsid w:val="0043162D"/>
    <w:rsid w:val="00431695"/>
    <w:rsid w:val="0043173F"/>
    <w:rsid w:val="0043177D"/>
    <w:rsid w:val="004318A6"/>
    <w:rsid w:val="0043191E"/>
    <w:rsid w:val="004319B3"/>
    <w:rsid w:val="00431A75"/>
    <w:rsid w:val="00431A9F"/>
    <w:rsid w:val="00432153"/>
    <w:rsid w:val="00432178"/>
    <w:rsid w:val="00432623"/>
    <w:rsid w:val="004326DA"/>
    <w:rsid w:val="00432A86"/>
    <w:rsid w:val="00432C95"/>
    <w:rsid w:val="00432DCF"/>
    <w:rsid w:val="00432FCB"/>
    <w:rsid w:val="004330F2"/>
    <w:rsid w:val="00433237"/>
    <w:rsid w:val="0043329D"/>
    <w:rsid w:val="004332A8"/>
    <w:rsid w:val="0043332E"/>
    <w:rsid w:val="0043376D"/>
    <w:rsid w:val="004338E9"/>
    <w:rsid w:val="00433B44"/>
    <w:rsid w:val="00433D70"/>
    <w:rsid w:val="00433D80"/>
    <w:rsid w:val="00433E2D"/>
    <w:rsid w:val="00433F23"/>
    <w:rsid w:val="00434479"/>
    <w:rsid w:val="004344E9"/>
    <w:rsid w:val="0043460A"/>
    <w:rsid w:val="00434627"/>
    <w:rsid w:val="00434C77"/>
    <w:rsid w:val="00434CE3"/>
    <w:rsid w:val="004353E2"/>
    <w:rsid w:val="004354CC"/>
    <w:rsid w:val="004359D9"/>
    <w:rsid w:val="00435A4D"/>
    <w:rsid w:val="00435D79"/>
    <w:rsid w:val="00435DB6"/>
    <w:rsid w:val="00436019"/>
    <w:rsid w:val="0043607F"/>
    <w:rsid w:val="00436139"/>
    <w:rsid w:val="00436185"/>
    <w:rsid w:val="00436296"/>
    <w:rsid w:val="004363C6"/>
    <w:rsid w:val="00436601"/>
    <w:rsid w:val="004367F1"/>
    <w:rsid w:val="00436828"/>
    <w:rsid w:val="00436A98"/>
    <w:rsid w:val="00436ED0"/>
    <w:rsid w:val="00436F4F"/>
    <w:rsid w:val="00436F85"/>
    <w:rsid w:val="004371B6"/>
    <w:rsid w:val="00437314"/>
    <w:rsid w:val="0043745B"/>
    <w:rsid w:val="004376AC"/>
    <w:rsid w:val="004376CC"/>
    <w:rsid w:val="004377CB"/>
    <w:rsid w:val="00440290"/>
    <w:rsid w:val="00440391"/>
    <w:rsid w:val="004403F8"/>
    <w:rsid w:val="0044071B"/>
    <w:rsid w:val="00440912"/>
    <w:rsid w:val="004409EB"/>
    <w:rsid w:val="00440B3B"/>
    <w:rsid w:val="00440CD6"/>
    <w:rsid w:val="00441063"/>
    <w:rsid w:val="00441402"/>
    <w:rsid w:val="0044142E"/>
    <w:rsid w:val="00441785"/>
    <w:rsid w:val="004419E6"/>
    <w:rsid w:val="00441A4E"/>
    <w:rsid w:val="00441B4E"/>
    <w:rsid w:val="004421AA"/>
    <w:rsid w:val="00442259"/>
    <w:rsid w:val="004423C4"/>
    <w:rsid w:val="0044272E"/>
    <w:rsid w:val="0044304A"/>
    <w:rsid w:val="0044306F"/>
    <w:rsid w:val="00443951"/>
    <w:rsid w:val="00443DB8"/>
    <w:rsid w:val="00443E14"/>
    <w:rsid w:val="00444170"/>
    <w:rsid w:val="004443C8"/>
    <w:rsid w:val="0044454C"/>
    <w:rsid w:val="00444592"/>
    <w:rsid w:val="00444A7B"/>
    <w:rsid w:val="00444D6A"/>
    <w:rsid w:val="00445118"/>
    <w:rsid w:val="0044521F"/>
    <w:rsid w:val="00445980"/>
    <w:rsid w:val="00445A08"/>
    <w:rsid w:val="004463CB"/>
    <w:rsid w:val="00446483"/>
    <w:rsid w:val="004465EA"/>
    <w:rsid w:val="00446620"/>
    <w:rsid w:val="00446693"/>
    <w:rsid w:val="004466D1"/>
    <w:rsid w:val="00446792"/>
    <w:rsid w:val="004468A1"/>
    <w:rsid w:val="00447588"/>
    <w:rsid w:val="00447694"/>
    <w:rsid w:val="00447814"/>
    <w:rsid w:val="004479BC"/>
    <w:rsid w:val="00447B38"/>
    <w:rsid w:val="00447B62"/>
    <w:rsid w:val="00447D68"/>
    <w:rsid w:val="00447D6E"/>
    <w:rsid w:val="00447DD7"/>
    <w:rsid w:val="00447E4F"/>
    <w:rsid w:val="00447E51"/>
    <w:rsid w:val="00450314"/>
    <w:rsid w:val="00450755"/>
    <w:rsid w:val="0045085F"/>
    <w:rsid w:val="00450BB4"/>
    <w:rsid w:val="0045134D"/>
    <w:rsid w:val="00451B09"/>
    <w:rsid w:val="00451D4C"/>
    <w:rsid w:val="00451F31"/>
    <w:rsid w:val="00451F64"/>
    <w:rsid w:val="00452458"/>
    <w:rsid w:val="0045253F"/>
    <w:rsid w:val="0045269E"/>
    <w:rsid w:val="004526AB"/>
    <w:rsid w:val="004527C1"/>
    <w:rsid w:val="004528E3"/>
    <w:rsid w:val="00452B91"/>
    <w:rsid w:val="00452E82"/>
    <w:rsid w:val="00453065"/>
    <w:rsid w:val="0045343E"/>
    <w:rsid w:val="00453719"/>
    <w:rsid w:val="004537FD"/>
    <w:rsid w:val="00453CC7"/>
    <w:rsid w:val="00453DEB"/>
    <w:rsid w:val="004542AE"/>
    <w:rsid w:val="004545E0"/>
    <w:rsid w:val="00454A1C"/>
    <w:rsid w:val="00454D71"/>
    <w:rsid w:val="00454E58"/>
    <w:rsid w:val="00455008"/>
    <w:rsid w:val="004550D4"/>
    <w:rsid w:val="0045510D"/>
    <w:rsid w:val="00455275"/>
    <w:rsid w:val="0045545C"/>
    <w:rsid w:val="00455743"/>
    <w:rsid w:val="00455E85"/>
    <w:rsid w:val="00455F89"/>
    <w:rsid w:val="00456174"/>
    <w:rsid w:val="004561AA"/>
    <w:rsid w:val="004562F9"/>
    <w:rsid w:val="00456686"/>
    <w:rsid w:val="00456879"/>
    <w:rsid w:val="00456A33"/>
    <w:rsid w:val="00456D4E"/>
    <w:rsid w:val="00456F57"/>
    <w:rsid w:val="004575FB"/>
    <w:rsid w:val="00457695"/>
    <w:rsid w:val="00457853"/>
    <w:rsid w:val="004578B6"/>
    <w:rsid w:val="0046015E"/>
    <w:rsid w:val="00460270"/>
    <w:rsid w:val="004606F1"/>
    <w:rsid w:val="004607AA"/>
    <w:rsid w:val="00460802"/>
    <w:rsid w:val="00460F69"/>
    <w:rsid w:val="004611DD"/>
    <w:rsid w:val="004612E3"/>
    <w:rsid w:val="004614E9"/>
    <w:rsid w:val="0046166D"/>
    <w:rsid w:val="004617F7"/>
    <w:rsid w:val="00461BA2"/>
    <w:rsid w:val="00462157"/>
    <w:rsid w:val="004626D8"/>
    <w:rsid w:val="004627A0"/>
    <w:rsid w:val="00462C9E"/>
    <w:rsid w:val="00462E73"/>
    <w:rsid w:val="00462EC5"/>
    <w:rsid w:val="00462FE9"/>
    <w:rsid w:val="004630A6"/>
    <w:rsid w:val="00463119"/>
    <w:rsid w:val="004635B8"/>
    <w:rsid w:val="00463974"/>
    <w:rsid w:val="004639AB"/>
    <w:rsid w:val="00463D10"/>
    <w:rsid w:val="0046412A"/>
    <w:rsid w:val="0046448E"/>
    <w:rsid w:val="00464576"/>
    <w:rsid w:val="00464607"/>
    <w:rsid w:val="00464DF0"/>
    <w:rsid w:val="00464E34"/>
    <w:rsid w:val="00464FE8"/>
    <w:rsid w:val="004651AE"/>
    <w:rsid w:val="0046574F"/>
    <w:rsid w:val="004657A6"/>
    <w:rsid w:val="004658E9"/>
    <w:rsid w:val="00465B90"/>
    <w:rsid w:val="00465C54"/>
    <w:rsid w:val="0046662D"/>
    <w:rsid w:val="00466712"/>
    <w:rsid w:val="0046673B"/>
    <w:rsid w:val="00466824"/>
    <w:rsid w:val="00466850"/>
    <w:rsid w:val="004669BB"/>
    <w:rsid w:val="00467039"/>
    <w:rsid w:val="00467133"/>
    <w:rsid w:val="004672AF"/>
    <w:rsid w:val="0046779F"/>
    <w:rsid w:val="00467829"/>
    <w:rsid w:val="004679F6"/>
    <w:rsid w:val="00467A2A"/>
    <w:rsid w:val="00467A85"/>
    <w:rsid w:val="00467B3E"/>
    <w:rsid w:val="00467D86"/>
    <w:rsid w:val="00467E0A"/>
    <w:rsid w:val="00467E0E"/>
    <w:rsid w:val="00470031"/>
    <w:rsid w:val="004701E8"/>
    <w:rsid w:val="0047030E"/>
    <w:rsid w:val="004706DF"/>
    <w:rsid w:val="00470BDB"/>
    <w:rsid w:val="00470BEA"/>
    <w:rsid w:val="00470C1A"/>
    <w:rsid w:val="00470D8F"/>
    <w:rsid w:val="00470DE3"/>
    <w:rsid w:val="00470FAF"/>
    <w:rsid w:val="00470FBE"/>
    <w:rsid w:val="00471350"/>
    <w:rsid w:val="00471736"/>
    <w:rsid w:val="004718FB"/>
    <w:rsid w:val="004718FF"/>
    <w:rsid w:val="00471B0F"/>
    <w:rsid w:val="00471BAF"/>
    <w:rsid w:val="00471FC1"/>
    <w:rsid w:val="004720BD"/>
    <w:rsid w:val="004723D2"/>
    <w:rsid w:val="004728EC"/>
    <w:rsid w:val="00472BE2"/>
    <w:rsid w:val="00472E4D"/>
    <w:rsid w:val="004730DC"/>
    <w:rsid w:val="00473407"/>
    <w:rsid w:val="004736E8"/>
    <w:rsid w:val="004737A1"/>
    <w:rsid w:val="004737B3"/>
    <w:rsid w:val="00473A87"/>
    <w:rsid w:val="00473B39"/>
    <w:rsid w:val="00473D27"/>
    <w:rsid w:val="00473D4D"/>
    <w:rsid w:val="00473D8A"/>
    <w:rsid w:val="00473DE5"/>
    <w:rsid w:val="00473FF6"/>
    <w:rsid w:val="00474415"/>
    <w:rsid w:val="00474C12"/>
    <w:rsid w:val="00474CCC"/>
    <w:rsid w:val="00474E6F"/>
    <w:rsid w:val="00475447"/>
    <w:rsid w:val="004754FA"/>
    <w:rsid w:val="00475B0B"/>
    <w:rsid w:val="00475B0F"/>
    <w:rsid w:val="00475C38"/>
    <w:rsid w:val="00475CAD"/>
    <w:rsid w:val="00475EC6"/>
    <w:rsid w:val="00475F31"/>
    <w:rsid w:val="00475FFA"/>
    <w:rsid w:val="004763A4"/>
    <w:rsid w:val="004764A2"/>
    <w:rsid w:val="004766CC"/>
    <w:rsid w:val="00476EBC"/>
    <w:rsid w:val="00476F15"/>
    <w:rsid w:val="004770FC"/>
    <w:rsid w:val="00477106"/>
    <w:rsid w:val="0047735A"/>
    <w:rsid w:val="004775E0"/>
    <w:rsid w:val="004776D4"/>
    <w:rsid w:val="004776D6"/>
    <w:rsid w:val="004778E2"/>
    <w:rsid w:val="0047790B"/>
    <w:rsid w:val="00477A59"/>
    <w:rsid w:val="00477DA4"/>
    <w:rsid w:val="00477DBC"/>
    <w:rsid w:val="00480098"/>
    <w:rsid w:val="00480367"/>
    <w:rsid w:val="00480D2A"/>
    <w:rsid w:val="00480D54"/>
    <w:rsid w:val="00480DAA"/>
    <w:rsid w:val="00480DC6"/>
    <w:rsid w:val="00480E67"/>
    <w:rsid w:val="00481357"/>
    <w:rsid w:val="00481370"/>
    <w:rsid w:val="00481390"/>
    <w:rsid w:val="0048141F"/>
    <w:rsid w:val="004817A7"/>
    <w:rsid w:val="00481BA6"/>
    <w:rsid w:val="00481ED1"/>
    <w:rsid w:val="00482088"/>
    <w:rsid w:val="004822BE"/>
    <w:rsid w:val="00482619"/>
    <w:rsid w:val="00482865"/>
    <w:rsid w:val="004829F2"/>
    <w:rsid w:val="00482FF7"/>
    <w:rsid w:val="004834F8"/>
    <w:rsid w:val="00483511"/>
    <w:rsid w:val="00483CF7"/>
    <w:rsid w:val="00483DFB"/>
    <w:rsid w:val="00484112"/>
    <w:rsid w:val="004844AF"/>
    <w:rsid w:val="00484C9D"/>
    <w:rsid w:val="00484CA9"/>
    <w:rsid w:val="004851A3"/>
    <w:rsid w:val="0048535D"/>
    <w:rsid w:val="0048547F"/>
    <w:rsid w:val="00485757"/>
    <w:rsid w:val="00485CC7"/>
    <w:rsid w:val="0048642F"/>
    <w:rsid w:val="004864B1"/>
    <w:rsid w:val="004864D0"/>
    <w:rsid w:val="00486889"/>
    <w:rsid w:val="00486A71"/>
    <w:rsid w:val="00486B75"/>
    <w:rsid w:val="00486D39"/>
    <w:rsid w:val="00486DAE"/>
    <w:rsid w:val="0048708B"/>
    <w:rsid w:val="0048715A"/>
    <w:rsid w:val="004871BB"/>
    <w:rsid w:val="0048742E"/>
    <w:rsid w:val="004877D0"/>
    <w:rsid w:val="00487815"/>
    <w:rsid w:val="00487C4D"/>
    <w:rsid w:val="0049008C"/>
    <w:rsid w:val="00490493"/>
    <w:rsid w:val="004906E2"/>
    <w:rsid w:val="004907C7"/>
    <w:rsid w:val="00490847"/>
    <w:rsid w:val="0049091F"/>
    <w:rsid w:val="00490A46"/>
    <w:rsid w:val="00490D7C"/>
    <w:rsid w:val="00490DE4"/>
    <w:rsid w:val="004910B0"/>
    <w:rsid w:val="00491419"/>
    <w:rsid w:val="00491576"/>
    <w:rsid w:val="00491E26"/>
    <w:rsid w:val="00492018"/>
    <w:rsid w:val="004920A1"/>
    <w:rsid w:val="004921A4"/>
    <w:rsid w:val="00492288"/>
    <w:rsid w:val="00492362"/>
    <w:rsid w:val="0049246F"/>
    <w:rsid w:val="0049256E"/>
    <w:rsid w:val="00492619"/>
    <w:rsid w:val="00492B41"/>
    <w:rsid w:val="00492DBF"/>
    <w:rsid w:val="00492E23"/>
    <w:rsid w:val="00492E7A"/>
    <w:rsid w:val="0049315D"/>
    <w:rsid w:val="0049349E"/>
    <w:rsid w:val="00493576"/>
    <w:rsid w:val="00493C09"/>
    <w:rsid w:val="00493D41"/>
    <w:rsid w:val="00494078"/>
    <w:rsid w:val="0049411E"/>
    <w:rsid w:val="00494359"/>
    <w:rsid w:val="004946DA"/>
    <w:rsid w:val="00494D47"/>
    <w:rsid w:val="00494FB0"/>
    <w:rsid w:val="0049508F"/>
    <w:rsid w:val="0049540C"/>
    <w:rsid w:val="00495796"/>
    <w:rsid w:val="0049583F"/>
    <w:rsid w:val="00495D93"/>
    <w:rsid w:val="00495E85"/>
    <w:rsid w:val="00495F98"/>
    <w:rsid w:val="00496076"/>
    <w:rsid w:val="00496201"/>
    <w:rsid w:val="004965FA"/>
    <w:rsid w:val="00496715"/>
    <w:rsid w:val="00496839"/>
    <w:rsid w:val="004968F6"/>
    <w:rsid w:val="004969AE"/>
    <w:rsid w:val="00496B99"/>
    <w:rsid w:val="00496D04"/>
    <w:rsid w:val="00496D61"/>
    <w:rsid w:val="004970EB"/>
    <w:rsid w:val="0049737B"/>
    <w:rsid w:val="00497635"/>
    <w:rsid w:val="00497A35"/>
    <w:rsid w:val="00497A54"/>
    <w:rsid w:val="00497C07"/>
    <w:rsid w:val="00497CC8"/>
    <w:rsid w:val="00497D61"/>
    <w:rsid w:val="004A0361"/>
    <w:rsid w:val="004A0E79"/>
    <w:rsid w:val="004A17CD"/>
    <w:rsid w:val="004A1CBF"/>
    <w:rsid w:val="004A1E20"/>
    <w:rsid w:val="004A1ECA"/>
    <w:rsid w:val="004A1ED3"/>
    <w:rsid w:val="004A2065"/>
    <w:rsid w:val="004A21E5"/>
    <w:rsid w:val="004A247E"/>
    <w:rsid w:val="004A24CE"/>
    <w:rsid w:val="004A24CF"/>
    <w:rsid w:val="004A25E5"/>
    <w:rsid w:val="004A2BA2"/>
    <w:rsid w:val="004A2F54"/>
    <w:rsid w:val="004A328D"/>
    <w:rsid w:val="004A32E9"/>
    <w:rsid w:val="004A3482"/>
    <w:rsid w:val="004A3614"/>
    <w:rsid w:val="004A39C0"/>
    <w:rsid w:val="004A3A08"/>
    <w:rsid w:val="004A3D0E"/>
    <w:rsid w:val="004A3DAF"/>
    <w:rsid w:val="004A4414"/>
    <w:rsid w:val="004A45D7"/>
    <w:rsid w:val="004A4BC4"/>
    <w:rsid w:val="004A4C01"/>
    <w:rsid w:val="004A4C77"/>
    <w:rsid w:val="004A4E0E"/>
    <w:rsid w:val="004A5211"/>
    <w:rsid w:val="004A52F4"/>
    <w:rsid w:val="004A5B30"/>
    <w:rsid w:val="004A5F18"/>
    <w:rsid w:val="004A5FAD"/>
    <w:rsid w:val="004A62E3"/>
    <w:rsid w:val="004A657E"/>
    <w:rsid w:val="004A65A8"/>
    <w:rsid w:val="004A6636"/>
    <w:rsid w:val="004A6958"/>
    <w:rsid w:val="004A6D2F"/>
    <w:rsid w:val="004A6DF7"/>
    <w:rsid w:val="004A6F59"/>
    <w:rsid w:val="004A71A9"/>
    <w:rsid w:val="004A721D"/>
    <w:rsid w:val="004A7692"/>
    <w:rsid w:val="004A7758"/>
    <w:rsid w:val="004A7861"/>
    <w:rsid w:val="004A7E12"/>
    <w:rsid w:val="004A7FDD"/>
    <w:rsid w:val="004B022A"/>
    <w:rsid w:val="004B04E9"/>
    <w:rsid w:val="004B04FC"/>
    <w:rsid w:val="004B0517"/>
    <w:rsid w:val="004B0519"/>
    <w:rsid w:val="004B09A9"/>
    <w:rsid w:val="004B0A80"/>
    <w:rsid w:val="004B0A9B"/>
    <w:rsid w:val="004B0CFF"/>
    <w:rsid w:val="004B0D0B"/>
    <w:rsid w:val="004B1165"/>
    <w:rsid w:val="004B154B"/>
    <w:rsid w:val="004B1746"/>
    <w:rsid w:val="004B1793"/>
    <w:rsid w:val="004B1A6C"/>
    <w:rsid w:val="004B1AEE"/>
    <w:rsid w:val="004B1DAD"/>
    <w:rsid w:val="004B21B0"/>
    <w:rsid w:val="004B2202"/>
    <w:rsid w:val="004B223F"/>
    <w:rsid w:val="004B243F"/>
    <w:rsid w:val="004B25D8"/>
    <w:rsid w:val="004B28A9"/>
    <w:rsid w:val="004B29C6"/>
    <w:rsid w:val="004B2C92"/>
    <w:rsid w:val="004B2ECA"/>
    <w:rsid w:val="004B2F0B"/>
    <w:rsid w:val="004B30FA"/>
    <w:rsid w:val="004B31B3"/>
    <w:rsid w:val="004B35BC"/>
    <w:rsid w:val="004B374F"/>
    <w:rsid w:val="004B38F4"/>
    <w:rsid w:val="004B3AC5"/>
    <w:rsid w:val="004B3E0D"/>
    <w:rsid w:val="004B3F54"/>
    <w:rsid w:val="004B4034"/>
    <w:rsid w:val="004B4081"/>
    <w:rsid w:val="004B412A"/>
    <w:rsid w:val="004B414D"/>
    <w:rsid w:val="004B4686"/>
    <w:rsid w:val="004B49FE"/>
    <w:rsid w:val="004B4BE0"/>
    <w:rsid w:val="004B4D32"/>
    <w:rsid w:val="004B4D6F"/>
    <w:rsid w:val="004B4EF1"/>
    <w:rsid w:val="004B4EF5"/>
    <w:rsid w:val="004B4FA7"/>
    <w:rsid w:val="004B520B"/>
    <w:rsid w:val="004B553D"/>
    <w:rsid w:val="004B5B28"/>
    <w:rsid w:val="004B5BC9"/>
    <w:rsid w:val="004B5D28"/>
    <w:rsid w:val="004B5F95"/>
    <w:rsid w:val="004B6307"/>
    <w:rsid w:val="004B6383"/>
    <w:rsid w:val="004B646F"/>
    <w:rsid w:val="004B6863"/>
    <w:rsid w:val="004B6B1E"/>
    <w:rsid w:val="004B6C80"/>
    <w:rsid w:val="004B7178"/>
    <w:rsid w:val="004B729F"/>
    <w:rsid w:val="004B72D4"/>
    <w:rsid w:val="004B7332"/>
    <w:rsid w:val="004B76AE"/>
    <w:rsid w:val="004B78DC"/>
    <w:rsid w:val="004B79D4"/>
    <w:rsid w:val="004B7D2B"/>
    <w:rsid w:val="004B7D93"/>
    <w:rsid w:val="004B7FD5"/>
    <w:rsid w:val="004C0063"/>
    <w:rsid w:val="004C03F5"/>
    <w:rsid w:val="004C0506"/>
    <w:rsid w:val="004C0515"/>
    <w:rsid w:val="004C09D5"/>
    <w:rsid w:val="004C0B87"/>
    <w:rsid w:val="004C1035"/>
    <w:rsid w:val="004C10D2"/>
    <w:rsid w:val="004C10D8"/>
    <w:rsid w:val="004C158F"/>
    <w:rsid w:val="004C15DB"/>
    <w:rsid w:val="004C1950"/>
    <w:rsid w:val="004C1E65"/>
    <w:rsid w:val="004C2292"/>
    <w:rsid w:val="004C22F1"/>
    <w:rsid w:val="004C242E"/>
    <w:rsid w:val="004C2575"/>
    <w:rsid w:val="004C2627"/>
    <w:rsid w:val="004C2735"/>
    <w:rsid w:val="004C28DF"/>
    <w:rsid w:val="004C3677"/>
    <w:rsid w:val="004C3CBE"/>
    <w:rsid w:val="004C3F95"/>
    <w:rsid w:val="004C406E"/>
    <w:rsid w:val="004C4334"/>
    <w:rsid w:val="004C44C2"/>
    <w:rsid w:val="004C467E"/>
    <w:rsid w:val="004C4CC1"/>
    <w:rsid w:val="004C4E8F"/>
    <w:rsid w:val="004C4EAA"/>
    <w:rsid w:val="004C505F"/>
    <w:rsid w:val="004C50D1"/>
    <w:rsid w:val="004C523F"/>
    <w:rsid w:val="004C5631"/>
    <w:rsid w:val="004C56CF"/>
    <w:rsid w:val="004C5B27"/>
    <w:rsid w:val="004C5E20"/>
    <w:rsid w:val="004C5FEC"/>
    <w:rsid w:val="004C6472"/>
    <w:rsid w:val="004C668D"/>
    <w:rsid w:val="004C68B2"/>
    <w:rsid w:val="004C69E0"/>
    <w:rsid w:val="004C6BFF"/>
    <w:rsid w:val="004C6D19"/>
    <w:rsid w:val="004C7240"/>
    <w:rsid w:val="004C73C3"/>
    <w:rsid w:val="004C7484"/>
    <w:rsid w:val="004C74CF"/>
    <w:rsid w:val="004C76F1"/>
    <w:rsid w:val="004C7805"/>
    <w:rsid w:val="004C7B9D"/>
    <w:rsid w:val="004C7C3B"/>
    <w:rsid w:val="004C7D71"/>
    <w:rsid w:val="004C7E8D"/>
    <w:rsid w:val="004C7F17"/>
    <w:rsid w:val="004C7F6D"/>
    <w:rsid w:val="004D001C"/>
    <w:rsid w:val="004D007B"/>
    <w:rsid w:val="004D02D0"/>
    <w:rsid w:val="004D03D4"/>
    <w:rsid w:val="004D045B"/>
    <w:rsid w:val="004D093C"/>
    <w:rsid w:val="004D0B28"/>
    <w:rsid w:val="004D0C61"/>
    <w:rsid w:val="004D0CC8"/>
    <w:rsid w:val="004D0E46"/>
    <w:rsid w:val="004D1137"/>
    <w:rsid w:val="004D11E6"/>
    <w:rsid w:val="004D13B6"/>
    <w:rsid w:val="004D14CD"/>
    <w:rsid w:val="004D153E"/>
    <w:rsid w:val="004D1639"/>
    <w:rsid w:val="004D180A"/>
    <w:rsid w:val="004D18FC"/>
    <w:rsid w:val="004D1D7A"/>
    <w:rsid w:val="004D22CD"/>
    <w:rsid w:val="004D2305"/>
    <w:rsid w:val="004D23CF"/>
    <w:rsid w:val="004D2414"/>
    <w:rsid w:val="004D272C"/>
    <w:rsid w:val="004D283D"/>
    <w:rsid w:val="004D2A89"/>
    <w:rsid w:val="004D2ADF"/>
    <w:rsid w:val="004D2B6A"/>
    <w:rsid w:val="004D2BD1"/>
    <w:rsid w:val="004D2E3A"/>
    <w:rsid w:val="004D2FA8"/>
    <w:rsid w:val="004D303F"/>
    <w:rsid w:val="004D30BA"/>
    <w:rsid w:val="004D320F"/>
    <w:rsid w:val="004D35B1"/>
    <w:rsid w:val="004D35EE"/>
    <w:rsid w:val="004D3806"/>
    <w:rsid w:val="004D395E"/>
    <w:rsid w:val="004D39C4"/>
    <w:rsid w:val="004D3A47"/>
    <w:rsid w:val="004D3B60"/>
    <w:rsid w:val="004D3D2C"/>
    <w:rsid w:val="004D3F15"/>
    <w:rsid w:val="004D3F4A"/>
    <w:rsid w:val="004D40BF"/>
    <w:rsid w:val="004D4160"/>
    <w:rsid w:val="004D41A9"/>
    <w:rsid w:val="004D4D2F"/>
    <w:rsid w:val="004D502D"/>
    <w:rsid w:val="004D508A"/>
    <w:rsid w:val="004D5190"/>
    <w:rsid w:val="004D522D"/>
    <w:rsid w:val="004D5574"/>
    <w:rsid w:val="004D5764"/>
    <w:rsid w:val="004D576B"/>
    <w:rsid w:val="004D5BFE"/>
    <w:rsid w:val="004D5C0D"/>
    <w:rsid w:val="004D600A"/>
    <w:rsid w:val="004D663E"/>
    <w:rsid w:val="004D6792"/>
    <w:rsid w:val="004D6A25"/>
    <w:rsid w:val="004D7026"/>
    <w:rsid w:val="004D71EF"/>
    <w:rsid w:val="004D7269"/>
    <w:rsid w:val="004D77AD"/>
    <w:rsid w:val="004D794F"/>
    <w:rsid w:val="004D79B7"/>
    <w:rsid w:val="004D7BBA"/>
    <w:rsid w:val="004E0090"/>
    <w:rsid w:val="004E0128"/>
    <w:rsid w:val="004E0D4A"/>
    <w:rsid w:val="004E0E01"/>
    <w:rsid w:val="004E0F2B"/>
    <w:rsid w:val="004E1047"/>
    <w:rsid w:val="004E10CD"/>
    <w:rsid w:val="004E1624"/>
    <w:rsid w:val="004E1718"/>
    <w:rsid w:val="004E19F8"/>
    <w:rsid w:val="004E1C8B"/>
    <w:rsid w:val="004E2415"/>
    <w:rsid w:val="004E25D3"/>
    <w:rsid w:val="004E2967"/>
    <w:rsid w:val="004E2D21"/>
    <w:rsid w:val="004E2D62"/>
    <w:rsid w:val="004E2D76"/>
    <w:rsid w:val="004E3174"/>
    <w:rsid w:val="004E3A1E"/>
    <w:rsid w:val="004E3BEA"/>
    <w:rsid w:val="004E3DE8"/>
    <w:rsid w:val="004E419D"/>
    <w:rsid w:val="004E4234"/>
    <w:rsid w:val="004E466F"/>
    <w:rsid w:val="004E4A10"/>
    <w:rsid w:val="004E4E32"/>
    <w:rsid w:val="004E4F86"/>
    <w:rsid w:val="004E4FE0"/>
    <w:rsid w:val="004E5145"/>
    <w:rsid w:val="004E5292"/>
    <w:rsid w:val="004E539A"/>
    <w:rsid w:val="004E53A6"/>
    <w:rsid w:val="004E5C06"/>
    <w:rsid w:val="004E5EF2"/>
    <w:rsid w:val="004E6074"/>
    <w:rsid w:val="004E6283"/>
    <w:rsid w:val="004E6817"/>
    <w:rsid w:val="004E73D0"/>
    <w:rsid w:val="004E73D9"/>
    <w:rsid w:val="004E7523"/>
    <w:rsid w:val="004E7567"/>
    <w:rsid w:val="004E7582"/>
    <w:rsid w:val="004E77D7"/>
    <w:rsid w:val="004E78A6"/>
    <w:rsid w:val="004E7921"/>
    <w:rsid w:val="004E7966"/>
    <w:rsid w:val="004E7B94"/>
    <w:rsid w:val="004E7E24"/>
    <w:rsid w:val="004E7F47"/>
    <w:rsid w:val="004E7FEF"/>
    <w:rsid w:val="004F0039"/>
    <w:rsid w:val="004F00F9"/>
    <w:rsid w:val="004F01AA"/>
    <w:rsid w:val="004F02BE"/>
    <w:rsid w:val="004F0325"/>
    <w:rsid w:val="004F03DE"/>
    <w:rsid w:val="004F05A5"/>
    <w:rsid w:val="004F0749"/>
    <w:rsid w:val="004F0994"/>
    <w:rsid w:val="004F09FF"/>
    <w:rsid w:val="004F0A54"/>
    <w:rsid w:val="004F0F1D"/>
    <w:rsid w:val="004F0F3D"/>
    <w:rsid w:val="004F10D3"/>
    <w:rsid w:val="004F1A35"/>
    <w:rsid w:val="004F2410"/>
    <w:rsid w:val="004F2534"/>
    <w:rsid w:val="004F2583"/>
    <w:rsid w:val="004F25D5"/>
    <w:rsid w:val="004F2636"/>
    <w:rsid w:val="004F29D9"/>
    <w:rsid w:val="004F2AB6"/>
    <w:rsid w:val="004F2AE6"/>
    <w:rsid w:val="004F2C62"/>
    <w:rsid w:val="004F2D5D"/>
    <w:rsid w:val="004F2DEC"/>
    <w:rsid w:val="004F334E"/>
    <w:rsid w:val="004F355E"/>
    <w:rsid w:val="004F385B"/>
    <w:rsid w:val="004F3A6B"/>
    <w:rsid w:val="004F3AA8"/>
    <w:rsid w:val="004F3EFF"/>
    <w:rsid w:val="004F4252"/>
    <w:rsid w:val="004F44A8"/>
    <w:rsid w:val="004F4664"/>
    <w:rsid w:val="004F4687"/>
    <w:rsid w:val="004F48AD"/>
    <w:rsid w:val="004F4C5B"/>
    <w:rsid w:val="004F4DAF"/>
    <w:rsid w:val="004F4E3F"/>
    <w:rsid w:val="004F5111"/>
    <w:rsid w:val="004F536B"/>
    <w:rsid w:val="004F5ECF"/>
    <w:rsid w:val="004F605C"/>
    <w:rsid w:val="004F6076"/>
    <w:rsid w:val="004F619E"/>
    <w:rsid w:val="004F6262"/>
    <w:rsid w:val="004F6383"/>
    <w:rsid w:val="004F6459"/>
    <w:rsid w:val="004F6DFB"/>
    <w:rsid w:val="004F77BC"/>
    <w:rsid w:val="004F77CB"/>
    <w:rsid w:val="004F79FF"/>
    <w:rsid w:val="004F7C35"/>
    <w:rsid w:val="004F7C70"/>
    <w:rsid w:val="004F7ED5"/>
    <w:rsid w:val="0050009A"/>
    <w:rsid w:val="00500911"/>
    <w:rsid w:val="00500B00"/>
    <w:rsid w:val="00500C91"/>
    <w:rsid w:val="00500F88"/>
    <w:rsid w:val="005010DB"/>
    <w:rsid w:val="00501184"/>
    <w:rsid w:val="0050118B"/>
    <w:rsid w:val="005011BB"/>
    <w:rsid w:val="005013DE"/>
    <w:rsid w:val="00501545"/>
    <w:rsid w:val="00501549"/>
    <w:rsid w:val="005018F1"/>
    <w:rsid w:val="00501B42"/>
    <w:rsid w:val="00501BAB"/>
    <w:rsid w:val="00501F66"/>
    <w:rsid w:val="00502067"/>
    <w:rsid w:val="005021E9"/>
    <w:rsid w:val="00502847"/>
    <w:rsid w:val="00502B29"/>
    <w:rsid w:val="00502E08"/>
    <w:rsid w:val="00502EEB"/>
    <w:rsid w:val="00503334"/>
    <w:rsid w:val="00503D9B"/>
    <w:rsid w:val="00503DDB"/>
    <w:rsid w:val="0050416E"/>
    <w:rsid w:val="005043A5"/>
    <w:rsid w:val="005045A6"/>
    <w:rsid w:val="00504837"/>
    <w:rsid w:val="00504E57"/>
    <w:rsid w:val="00504F50"/>
    <w:rsid w:val="0050513C"/>
    <w:rsid w:val="00505624"/>
    <w:rsid w:val="005057A3"/>
    <w:rsid w:val="00505875"/>
    <w:rsid w:val="00505AA1"/>
    <w:rsid w:val="00505E0A"/>
    <w:rsid w:val="0050608F"/>
    <w:rsid w:val="005062CE"/>
    <w:rsid w:val="00506436"/>
    <w:rsid w:val="00506594"/>
    <w:rsid w:val="005068CA"/>
    <w:rsid w:val="005069FF"/>
    <w:rsid w:val="00506AEC"/>
    <w:rsid w:val="00506DC5"/>
    <w:rsid w:val="00506DF5"/>
    <w:rsid w:val="00506E9C"/>
    <w:rsid w:val="00506EC3"/>
    <w:rsid w:val="00506FAA"/>
    <w:rsid w:val="0050700C"/>
    <w:rsid w:val="005072AA"/>
    <w:rsid w:val="00507481"/>
    <w:rsid w:val="00507FB1"/>
    <w:rsid w:val="005100F2"/>
    <w:rsid w:val="005103E8"/>
    <w:rsid w:val="0051048C"/>
    <w:rsid w:val="0051062B"/>
    <w:rsid w:val="0051086D"/>
    <w:rsid w:val="00511309"/>
    <w:rsid w:val="00511362"/>
    <w:rsid w:val="0051179A"/>
    <w:rsid w:val="00511A83"/>
    <w:rsid w:val="00511B2C"/>
    <w:rsid w:val="00511B6E"/>
    <w:rsid w:val="00511B94"/>
    <w:rsid w:val="00511DEE"/>
    <w:rsid w:val="00511E0E"/>
    <w:rsid w:val="00511F75"/>
    <w:rsid w:val="00512B53"/>
    <w:rsid w:val="00512D7F"/>
    <w:rsid w:val="00512D95"/>
    <w:rsid w:val="00512EA4"/>
    <w:rsid w:val="005133B7"/>
    <w:rsid w:val="0051372C"/>
    <w:rsid w:val="00513BC8"/>
    <w:rsid w:val="00513CE0"/>
    <w:rsid w:val="005140BB"/>
    <w:rsid w:val="005140E7"/>
    <w:rsid w:val="0051415B"/>
    <w:rsid w:val="00514431"/>
    <w:rsid w:val="005144E1"/>
    <w:rsid w:val="00514A9C"/>
    <w:rsid w:val="00514D5F"/>
    <w:rsid w:val="00514E49"/>
    <w:rsid w:val="00515093"/>
    <w:rsid w:val="0051518E"/>
    <w:rsid w:val="00515630"/>
    <w:rsid w:val="00515819"/>
    <w:rsid w:val="00515C0E"/>
    <w:rsid w:val="00515C19"/>
    <w:rsid w:val="00515C4E"/>
    <w:rsid w:val="00515D61"/>
    <w:rsid w:val="005162D4"/>
    <w:rsid w:val="005163FA"/>
    <w:rsid w:val="0051651A"/>
    <w:rsid w:val="005167D6"/>
    <w:rsid w:val="0051685E"/>
    <w:rsid w:val="00516A6E"/>
    <w:rsid w:val="00516A8E"/>
    <w:rsid w:val="00516BC8"/>
    <w:rsid w:val="00516C8A"/>
    <w:rsid w:val="00517152"/>
    <w:rsid w:val="0051720C"/>
    <w:rsid w:val="00517273"/>
    <w:rsid w:val="00517984"/>
    <w:rsid w:val="00517BB4"/>
    <w:rsid w:val="00517D44"/>
    <w:rsid w:val="00517E1C"/>
    <w:rsid w:val="005209E1"/>
    <w:rsid w:val="00520D77"/>
    <w:rsid w:val="00520F32"/>
    <w:rsid w:val="005210F4"/>
    <w:rsid w:val="00521489"/>
    <w:rsid w:val="005219EE"/>
    <w:rsid w:val="005219F2"/>
    <w:rsid w:val="00521BCF"/>
    <w:rsid w:val="00521C00"/>
    <w:rsid w:val="00521E42"/>
    <w:rsid w:val="005222C5"/>
    <w:rsid w:val="00522303"/>
    <w:rsid w:val="005226CA"/>
    <w:rsid w:val="005227A8"/>
    <w:rsid w:val="0052299A"/>
    <w:rsid w:val="00522B06"/>
    <w:rsid w:val="00522BF8"/>
    <w:rsid w:val="00522DEF"/>
    <w:rsid w:val="00523349"/>
    <w:rsid w:val="0052342A"/>
    <w:rsid w:val="00523638"/>
    <w:rsid w:val="00523985"/>
    <w:rsid w:val="00523D27"/>
    <w:rsid w:val="00523ED7"/>
    <w:rsid w:val="00524294"/>
    <w:rsid w:val="005242E0"/>
    <w:rsid w:val="0052445E"/>
    <w:rsid w:val="0052457A"/>
    <w:rsid w:val="00524635"/>
    <w:rsid w:val="00524C07"/>
    <w:rsid w:val="005251D2"/>
    <w:rsid w:val="005251D7"/>
    <w:rsid w:val="005251E7"/>
    <w:rsid w:val="005252F7"/>
    <w:rsid w:val="005255E6"/>
    <w:rsid w:val="00525775"/>
    <w:rsid w:val="005257DF"/>
    <w:rsid w:val="0052580C"/>
    <w:rsid w:val="00525CC7"/>
    <w:rsid w:val="00525E9D"/>
    <w:rsid w:val="00525FC6"/>
    <w:rsid w:val="00526759"/>
    <w:rsid w:val="005268BD"/>
    <w:rsid w:val="00526982"/>
    <w:rsid w:val="00526ACB"/>
    <w:rsid w:val="00526DAF"/>
    <w:rsid w:val="00526E81"/>
    <w:rsid w:val="00527C3B"/>
    <w:rsid w:val="00527C7B"/>
    <w:rsid w:val="00527EF9"/>
    <w:rsid w:val="00530924"/>
    <w:rsid w:val="00530A9C"/>
    <w:rsid w:val="00530C0C"/>
    <w:rsid w:val="00530E22"/>
    <w:rsid w:val="005310C3"/>
    <w:rsid w:val="005310E7"/>
    <w:rsid w:val="0053144B"/>
    <w:rsid w:val="00531577"/>
    <w:rsid w:val="0053185C"/>
    <w:rsid w:val="00531E13"/>
    <w:rsid w:val="00531E8F"/>
    <w:rsid w:val="005320ED"/>
    <w:rsid w:val="00532311"/>
    <w:rsid w:val="00532563"/>
    <w:rsid w:val="00532C66"/>
    <w:rsid w:val="005331BF"/>
    <w:rsid w:val="005333C7"/>
    <w:rsid w:val="005338C5"/>
    <w:rsid w:val="00533AB4"/>
    <w:rsid w:val="00533F13"/>
    <w:rsid w:val="00534201"/>
    <w:rsid w:val="00534487"/>
    <w:rsid w:val="005344F6"/>
    <w:rsid w:val="005344FD"/>
    <w:rsid w:val="00534590"/>
    <w:rsid w:val="00534848"/>
    <w:rsid w:val="00534BC3"/>
    <w:rsid w:val="00534DFA"/>
    <w:rsid w:val="00534E78"/>
    <w:rsid w:val="00534EEF"/>
    <w:rsid w:val="00535E74"/>
    <w:rsid w:val="0053629B"/>
    <w:rsid w:val="00536358"/>
    <w:rsid w:val="005364AA"/>
    <w:rsid w:val="005368AB"/>
    <w:rsid w:val="00536948"/>
    <w:rsid w:val="00536A9F"/>
    <w:rsid w:val="00536B88"/>
    <w:rsid w:val="00536C48"/>
    <w:rsid w:val="00536E3C"/>
    <w:rsid w:val="00536EC1"/>
    <w:rsid w:val="0053780B"/>
    <w:rsid w:val="00537B97"/>
    <w:rsid w:val="00537E7C"/>
    <w:rsid w:val="0054025C"/>
    <w:rsid w:val="005406E6"/>
    <w:rsid w:val="00540929"/>
    <w:rsid w:val="00540E2E"/>
    <w:rsid w:val="00541039"/>
    <w:rsid w:val="00541157"/>
    <w:rsid w:val="00541256"/>
    <w:rsid w:val="0054137D"/>
    <w:rsid w:val="005417EA"/>
    <w:rsid w:val="00541897"/>
    <w:rsid w:val="005419CF"/>
    <w:rsid w:val="00541B04"/>
    <w:rsid w:val="00541F4B"/>
    <w:rsid w:val="00541F84"/>
    <w:rsid w:val="00542064"/>
    <w:rsid w:val="005421C5"/>
    <w:rsid w:val="0054228A"/>
    <w:rsid w:val="00542582"/>
    <w:rsid w:val="00542AE5"/>
    <w:rsid w:val="00542D65"/>
    <w:rsid w:val="00542E12"/>
    <w:rsid w:val="00542EDC"/>
    <w:rsid w:val="0054314D"/>
    <w:rsid w:val="005431EF"/>
    <w:rsid w:val="00543488"/>
    <w:rsid w:val="00543547"/>
    <w:rsid w:val="0054356E"/>
    <w:rsid w:val="005435D5"/>
    <w:rsid w:val="0054383B"/>
    <w:rsid w:val="0054389C"/>
    <w:rsid w:val="005439E5"/>
    <w:rsid w:val="005439F8"/>
    <w:rsid w:val="00543AD5"/>
    <w:rsid w:val="00543C5D"/>
    <w:rsid w:val="00543D5F"/>
    <w:rsid w:val="00543E61"/>
    <w:rsid w:val="005443A5"/>
    <w:rsid w:val="0054458A"/>
    <w:rsid w:val="00544971"/>
    <w:rsid w:val="00544A38"/>
    <w:rsid w:val="00544DAB"/>
    <w:rsid w:val="00544EDB"/>
    <w:rsid w:val="005450F9"/>
    <w:rsid w:val="00545637"/>
    <w:rsid w:val="005459D9"/>
    <w:rsid w:val="00545A11"/>
    <w:rsid w:val="00545A6D"/>
    <w:rsid w:val="00545B5C"/>
    <w:rsid w:val="00545C59"/>
    <w:rsid w:val="00545CA6"/>
    <w:rsid w:val="00545E00"/>
    <w:rsid w:val="005461EC"/>
    <w:rsid w:val="005462A8"/>
    <w:rsid w:val="0054638D"/>
    <w:rsid w:val="00546839"/>
    <w:rsid w:val="00546CAE"/>
    <w:rsid w:val="00546CDE"/>
    <w:rsid w:val="00546F8D"/>
    <w:rsid w:val="00547BCB"/>
    <w:rsid w:val="00547C0B"/>
    <w:rsid w:val="00547C33"/>
    <w:rsid w:val="00550030"/>
    <w:rsid w:val="00550989"/>
    <w:rsid w:val="00550B74"/>
    <w:rsid w:val="005511AD"/>
    <w:rsid w:val="00551277"/>
    <w:rsid w:val="005518F3"/>
    <w:rsid w:val="00551B7F"/>
    <w:rsid w:val="00551B9B"/>
    <w:rsid w:val="00551EFD"/>
    <w:rsid w:val="005520D9"/>
    <w:rsid w:val="005524F8"/>
    <w:rsid w:val="00552592"/>
    <w:rsid w:val="0055271F"/>
    <w:rsid w:val="00552A25"/>
    <w:rsid w:val="00552A5E"/>
    <w:rsid w:val="00552A9F"/>
    <w:rsid w:val="00552DA9"/>
    <w:rsid w:val="0055305B"/>
    <w:rsid w:val="0055310C"/>
    <w:rsid w:val="00553138"/>
    <w:rsid w:val="00553170"/>
    <w:rsid w:val="005531AD"/>
    <w:rsid w:val="005531B7"/>
    <w:rsid w:val="005531EE"/>
    <w:rsid w:val="00553523"/>
    <w:rsid w:val="00553584"/>
    <w:rsid w:val="005537D8"/>
    <w:rsid w:val="00553B45"/>
    <w:rsid w:val="00553B64"/>
    <w:rsid w:val="00553BBF"/>
    <w:rsid w:val="00553EB4"/>
    <w:rsid w:val="00553F3C"/>
    <w:rsid w:val="00553F53"/>
    <w:rsid w:val="0055472B"/>
    <w:rsid w:val="00554747"/>
    <w:rsid w:val="00554AE6"/>
    <w:rsid w:val="00554EFC"/>
    <w:rsid w:val="00555116"/>
    <w:rsid w:val="005553C4"/>
    <w:rsid w:val="00555406"/>
    <w:rsid w:val="0055544C"/>
    <w:rsid w:val="0055556F"/>
    <w:rsid w:val="005555A1"/>
    <w:rsid w:val="0055561A"/>
    <w:rsid w:val="005558EF"/>
    <w:rsid w:val="0055591A"/>
    <w:rsid w:val="00555A4B"/>
    <w:rsid w:val="00555C9B"/>
    <w:rsid w:val="00555D9B"/>
    <w:rsid w:val="005562C6"/>
    <w:rsid w:val="005563E0"/>
    <w:rsid w:val="0055647F"/>
    <w:rsid w:val="00556766"/>
    <w:rsid w:val="0055684F"/>
    <w:rsid w:val="00556932"/>
    <w:rsid w:val="0055699C"/>
    <w:rsid w:val="00556A41"/>
    <w:rsid w:val="0055706F"/>
    <w:rsid w:val="00557236"/>
    <w:rsid w:val="005574B7"/>
    <w:rsid w:val="005574D4"/>
    <w:rsid w:val="005574FF"/>
    <w:rsid w:val="005575C1"/>
    <w:rsid w:val="00557CCF"/>
    <w:rsid w:val="00557E7F"/>
    <w:rsid w:val="00560410"/>
    <w:rsid w:val="005604CF"/>
    <w:rsid w:val="005604D0"/>
    <w:rsid w:val="00560B21"/>
    <w:rsid w:val="00560B2D"/>
    <w:rsid w:val="00560C45"/>
    <w:rsid w:val="00560CAA"/>
    <w:rsid w:val="00560D03"/>
    <w:rsid w:val="00560D3F"/>
    <w:rsid w:val="00561BC0"/>
    <w:rsid w:val="00561C35"/>
    <w:rsid w:val="00561CE0"/>
    <w:rsid w:val="00561F3A"/>
    <w:rsid w:val="0056230E"/>
    <w:rsid w:val="00562373"/>
    <w:rsid w:val="0056287B"/>
    <w:rsid w:val="005629A5"/>
    <w:rsid w:val="00562B4D"/>
    <w:rsid w:val="00562B68"/>
    <w:rsid w:val="00562E2C"/>
    <w:rsid w:val="00562E91"/>
    <w:rsid w:val="0056358C"/>
    <w:rsid w:val="005635F6"/>
    <w:rsid w:val="0056361D"/>
    <w:rsid w:val="005639ED"/>
    <w:rsid w:val="00563A01"/>
    <w:rsid w:val="00563EDA"/>
    <w:rsid w:val="00563F3E"/>
    <w:rsid w:val="00564224"/>
    <w:rsid w:val="00564637"/>
    <w:rsid w:val="00564715"/>
    <w:rsid w:val="00564D03"/>
    <w:rsid w:val="00564EC4"/>
    <w:rsid w:val="00564FA9"/>
    <w:rsid w:val="005650C5"/>
    <w:rsid w:val="00565114"/>
    <w:rsid w:val="00565339"/>
    <w:rsid w:val="00565AE7"/>
    <w:rsid w:val="00565B2E"/>
    <w:rsid w:val="00565B69"/>
    <w:rsid w:val="00565D99"/>
    <w:rsid w:val="00566079"/>
    <w:rsid w:val="0056611E"/>
    <w:rsid w:val="00566312"/>
    <w:rsid w:val="00566658"/>
    <w:rsid w:val="0056687F"/>
    <w:rsid w:val="005669CB"/>
    <w:rsid w:val="00566D8D"/>
    <w:rsid w:val="00566E09"/>
    <w:rsid w:val="00566EAC"/>
    <w:rsid w:val="00566FC0"/>
    <w:rsid w:val="005671FF"/>
    <w:rsid w:val="0056733D"/>
    <w:rsid w:val="00567D43"/>
    <w:rsid w:val="0057004F"/>
    <w:rsid w:val="00570305"/>
    <w:rsid w:val="0057091E"/>
    <w:rsid w:val="00570ADF"/>
    <w:rsid w:val="00570BC4"/>
    <w:rsid w:val="00570F7E"/>
    <w:rsid w:val="00571252"/>
    <w:rsid w:val="0057126C"/>
    <w:rsid w:val="005715FD"/>
    <w:rsid w:val="00571676"/>
    <w:rsid w:val="005718B2"/>
    <w:rsid w:val="00571B35"/>
    <w:rsid w:val="00571D3C"/>
    <w:rsid w:val="00571DB1"/>
    <w:rsid w:val="00571E0D"/>
    <w:rsid w:val="00571FB7"/>
    <w:rsid w:val="00572147"/>
    <w:rsid w:val="00572400"/>
    <w:rsid w:val="0057242F"/>
    <w:rsid w:val="00572847"/>
    <w:rsid w:val="00572E7E"/>
    <w:rsid w:val="0057342C"/>
    <w:rsid w:val="00573542"/>
    <w:rsid w:val="00573765"/>
    <w:rsid w:val="005737C4"/>
    <w:rsid w:val="00573B3F"/>
    <w:rsid w:val="00573C4A"/>
    <w:rsid w:val="00573C4D"/>
    <w:rsid w:val="00573D8A"/>
    <w:rsid w:val="00573FCB"/>
    <w:rsid w:val="00574482"/>
    <w:rsid w:val="0057479C"/>
    <w:rsid w:val="00574CB6"/>
    <w:rsid w:val="0057521C"/>
    <w:rsid w:val="005755AD"/>
    <w:rsid w:val="00575655"/>
    <w:rsid w:val="00575889"/>
    <w:rsid w:val="00575A66"/>
    <w:rsid w:val="00575BF9"/>
    <w:rsid w:val="00575F5E"/>
    <w:rsid w:val="0057652C"/>
    <w:rsid w:val="00576549"/>
    <w:rsid w:val="00576700"/>
    <w:rsid w:val="00576785"/>
    <w:rsid w:val="005767F2"/>
    <w:rsid w:val="00576E9A"/>
    <w:rsid w:val="005771CE"/>
    <w:rsid w:val="005771FB"/>
    <w:rsid w:val="0057740A"/>
    <w:rsid w:val="00577AD3"/>
    <w:rsid w:val="00577B5F"/>
    <w:rsid w:val="00577C91"/>
    <w:rsid w:val="00577EA3"/>
    <w:rsid w:val="0058019E"/>
    <w:rsid w:val="00580817"/>
    <w:rsid w:val="00580974"/>
    <w:rsid w:val="00580BAE"/>
    <w:rsid w:val="00580BE1"/>
    <w:rsid w:val="00580CA0"/>
    <w:rsid w:val="00580E3B"/>
    <w:rsid w:val="0058104D"/>
    <w:rsid w:val="005810C4"/>
    <w:rsid w:val="005811A1"/>
    <w:rsid w:val="005814E3"/>
    <w:rsid w:val="00581A53"/>
    <w:rsid w:val="00581B6A"/>
    <w:rsid w:val="00582073"/>
    <w:rsid w:val="005821C2"/>
    <w:rsid w:val="00582648"/>
    <w:rsid w:val="005832A6"/>
    <w:rsid w:val="00583384"/>
    <w:rsid w:val="00583805"/>
    <w:rsid w:val="00583E1A"/>
    <w:rsid w:val="0058421F"/>
    <w:rsid w:val="0058425C"/>
    <w:rsid w:val="005844A0"/>
    <w:rsid w:val="00584652"/>
    <w:rsid w:val="005846CC"/>
    <w:rsid w:val="005847FD"/>
    <w:rsid w:val="00584A2F"/>
    <w:rsid w:val="00584E1C"/>
    <w:rsid w:val="00584EB2"/>
    <w:rsid w:val="00585603"/>
    <w:rsid w:val="0058568F"/>
    <w:rsid w:val="0058599D"/>
    <w:rsid w:val="005859ED"/>
    <w:rsid w:val="00585AA0"/>
    <w:rsid w:val="00585D08"/>
    <w:rsid w:val="00585DC6"/>
    <w:rsid w:val="00585F0F"/>
    <w:rsid w:val="00585F59"/>
    <w:rsid w:val="00585FCB"/>
    <w:rsid w:val="0058604F"/>
    <w:rsid w:val="005861B6"/>
    <w:rsid w:val="005864AD"/>
    <w:rsid w:val="00586769"/>
    <w:rsid w:val="00586877"/>
    <w:rsid w:val="0058691F"/>
    <w:rsid w:val="00586A81"/>
    <w:rsid w:val="00587051"/>
    <w:rsid w:val="005872F4"/>
    <w:rsid w:val="00587407"/>
    <w:rsid w:val="00587954"/>
    <w:rsid w:val="00587B34"/>
    <w:rsid w:val="0059002C"/>
    <w:rsid w:val="005900B5"/>
    <w:rsid w:val="005901FA"/>
    <w:rsid w:val="005902F0"/>
    <w:rsid w:val="005904B5"/>
    <w:rsid w:val="00590670"/>
    <w:rsid w:val="00590723"/>
    <w:rsid w:val="00590852"/>
    <w:rsid w:val="0059097B"/>
    <w:rsid w:val="00590B3C"/>
    <w:rsid w:val="00591100"/>
    <w:rsid w:val="005912E9"/>
    <w:rsid w:val="005913B9"/>
    <w:rsid w:val="005916F0"/>
    <w:rsid w:val="00591A86"/>
    <w:rsid w:val="00591ACA"/>
    <w:rsid w:val="005920AA"/>
    <w:rsid w:val="005921EF"/>
    <w:rsid w:val="0059220E"/>
    <w:rsid w:val="005922E6"/>
    <w:rsid w:val="0059240D"/>
    <w:rsid w:val="005926BD"/>
    <w:rsid w:val="00592861"/>
    <w:rsid w:val="00592887"/>
    <w:rsid w:val="00592B99"/>
    <w:rsid w:val="00592F99"/>
    <w:rsid w:val="0059309F"/>
    <w:rsid w:val="005933DF"/>
    <w:rsid w:val="00593CED"/>
    <w:rsid w:val="00593D9D"/>
    <w:rsid w:val="00593EFF"/>
    <w:rsid w:val="00593F10"/>
    <w:rsid w:val="005941F7"/>
    <w:rsid w:val="005944B3"/>
    <w:rsid w:val="00594556"/>
    <w:rsid w:val="005945C2"/>
    <w:rsid w:val="0059461C"/>
    <w:rsid w:val="00594F36"/>
    <w:rsid w:val="00595361"/>
    <w:rsid w:val="00595579"/>
    <w:rsid w:val="0059564B"/>
    <w:rsid w:val="00595AFF"/>
    <w:rsid w:val="00595C6E"/>
    <w:rsid w:val="00595D27"/>
    <w:rsid w:val="00595FC5"/>
    <w:rsid w:val="00595FE4"/>
    <w:rsid w:val="00596240"/>
    <w:rsid w:val="0059625A"/>
    <w:rsid w:val="005964AF"/>
    <w:rsid w:val="005966D7"/>
    <w:rsid w:val="005966E7"/>
    <w:rsid w:val="005967BB"/>
    <w:rsid w:val="005968EA"/>
    <w:rsid w:val="00596C14"/>
    <w:rsid w:val="00596C20"/>
    <w:rsid w:val="00596F0D"/>
    <w:rsid w:val="00596FBC"/>
    <w:rsid w:val="00596FD2"/>
    <w:rsid w:val="00597CE1"/>
    <w:rsid w:val="00597E0E"/>
    <w:rsid w:val="005A02D6"/>
    <w:rsid w:val="005A03B4"/>
    <w:rsid w:val="005A08B1"/>
    <w:rsid w:val="005A097E"/>
    <w:rsid w:val="005A0988"/>
    <w:rsid w:val="005A0B42"/>
    <w:rsid w:val="005A0D04"/>
    <w:rsid w:val="005A111B"/>
    <w:rsid w:val="005A119F"/>
    <w:rsid w:val="005A1271"/>
    <w:rsid w:val="005A12FC"/>
    <w:rsid w:val="005A179B"/>
    <w:rsid w:val="005A1805"/>
    <w:rsid w:val="005A18AC"/>
    <w:rsid w:val="005A1AFA"/>
    <w:rsid w:val="005A1C8B"/>
    <w:rsid w:val="005A1EB4"/>
    <w:rsid w:val="005A1F1A"/>
    <w:rsid w:val="005A20D5"/>
    <w:rsid w:val="005A21BC"/>
    <w:rsid w:val="005A2311"/>
    <w:rsid w:val="005A23E0"/>
    <w:rsid w:val="005A2437"/>
    <w:rsid w:val="005A245D"/>
    <w:rsid w:val="005A280B"/>
    <w:rsid w:val="005A2D3F"/>
    <w:rsid w:val="005A30A6"/>
    <w:rsid w:val="005A31B5"/>
    <w:rsid w:val="005A3337"/>
    <w:rsid w:val="005A3380"/>
    <w:rsid w:val="005A33AB"/>
    <w:rsid w:val="005A3581"/>
    <w:rsid w:val="005A362F"/>
    <w:rsid w:val="005A3A27"/>
    <w:rsid w:val="005A3C79"/>
    <w:rsid w:val="005A43AC"/>
    <w:rsid w:val="005A53ED"/>
    <w:rsid w:val="005A56A7"/>
    <w:rsid w:val="005A5A85"/>
    <w:rsid w:val="005A65DF"/>
    <w:rsid w:val="005A6646"/>
    <w:rsid w:val="005A672E"/>
    <w:rsid w:val="005A6814"/>
    <w:rsid w:val="005A6890"/>
    <w:rsid w:val="005A6C33"/>
    <w:rsid w:val="005A7027"/>
    <w:rsid w:val="005A74DD"/>
    <w:rsid w:val="005A771A"/>
    <w:rsid w:val="005A7810"/>
    <w:rsid w:val="005A782E"/>
    <w:rsid w:val="005A785F"/>
    <w:rsid w:val="005A791C"/>
    <w:rsid w:val="005A7C45"/>
    <w:rsid w:val="005A7C83"/>
    <w:rsid w:val="005A7C9F"/>
    <w:rsid w:val="005B02EA"/>
    <w:rsid w:val="005B035C"/>
    <w:rsid w:val="005B0ECC"/>
    <w:rsid w:val="005B0F31"/>
    <w:rsid w:val="005B1385"/>
    <w:rsid w:val="005B1423"/>
    <w:rsid w:val="005B17CB"/>
    <w:rsid w:val="005B1884"/>
    <w:rsid w:val="005B1981"/>
    <w:rsid w:val="005B1C89"/>
    <w:rsid w:val="005B1F98"/>
    <w:rsid w:val="005B22A4"/>
    <w:rsid w:val="005B22F0"/>
    <w:rsid w:val="005B266E"/>
    <w:rsid w:val="005B26BB"/>
    <w:rsid w:val="005B2707"/>
    <w:rsid w:val="005B32E1"/>
    <w:rsid w:val="005B3480"/>
    <w:rsid w:val="005B3696"/>
    <w:rsid w:val="005B3C5B"/>
    <w:rsid w:val="005B3DFD"/>
    <w:rsid w:val="005B409F"/>
    <w:rsid w:val="005B42BB"/>
    <w:rsid w:val="005B4745"/>
    <w:rsid w:val="005B4D2E"/>
    <w:rsid w:val="005B52D9"/>
    <w:rsid w:val="005B5741"/>
    <w:rsid w:val="005B5B2D"/>
    <w:rsid w:val="005B5F48"/>
    <w:rsid w:val="005B6200"/>
    <w:rsid w:val="005B6670"/>
    <w:rsid w:val="005B680C"/>
    <w:rsid w:val="005B6828"/>
    <w:rsid w:val="005B6997"/>
    <w:rsid w:val="005B6ACD"/>
    <w:rsid w:val="005B735A"/>
    <w:rsid w:val="005B77D7"/>
    <w:rsid w:val="005B787A"/>
    <w:rsid w:val="005B78FE"/>
    <w:rsid w:val="005B7A45"/>
    <w:rsid w:val="005B7A9A"/>
    <w:rsid w:val="005B7BCB"/>
    <w:rsid w:val="005B7CD6"/>
    <w:rsid w:val="005B7DE7"/>
    <w:rsid w:val="005B7F6A"/>
    <w:rsid w:val="005B7FD2"/>
    <w:rsid w:val="005C007B"/>
    <w:rsid w:val="005C051D"/>
    <w:rsid w:val="005C08F6"/>
    <w:rsid w:val="005C0BC7"/>
    <w:rsid w:val="005C0CA3"/>
    <w:rsid w:val="005C0D61"/>
    <w:rsid w:val="005C0EF9"/>
    <w:rsid w:val="005C1178"/>
    <w:rsid w:val="005C11DF"/>
    <w:rsid w:val="005C17B7"/>
    <w:rsid w:val="005C1B81"/>
    <w:rsid w:val="005C1D96"/>
    <w:rsid w:val="005C1EB3"/>
    <w:rsid w:val="005C2108"/>
    <w:rsid w:val="005C2180"/>
    <w:rsid w:val="005C24E3"/>
    <w:rsid w:val="005C2861"/>
    <w:rsid w:val="005C29FA"/>
    <w:rsid w:val="005C2F7C"/>
    <w:rsid w:val="005C30F4"/>
    <w:rsid w:val="005C38E4"/>
    <w:rsid w:val="005C3C87"/>
    <w:rsid w:val="005C3CC8"/>
    <w:rsid w:val="005C3F44"/>
    <w:rsid w:val="005C42A6"/>
    <w:rsid w:val="005C44FF"/>
    <w:rsid w:val="005C4BE4"/>
    <w:rsid w:val="005C4FB0"/>
    <w:rsid w:val="005C55EB"/>
    <w:rsid w:val="005C5651"/>
    <w:rsid w:val="005C57D3"/>
    <w:rsid w:val="005C587F"/>
    <w:rsid w:val="005C599E"/>
    <w:rsid w:val="005C5B8F"/>
    <w:rsid w:val="005C5EB6"/>
    <w:rsid w:val="005C63F7"/>
    <w:rsid w:val="005C66CE"/>
    <w:rsid w:val="005C692D"/>
    <w:rsid w:val="005C6A37"/>
    <w:rsid w:val="005C6A46"/>
    <w:rsid w:val="005C6AD6"/>
    <w:rsid w:val="005C6B9E"/>
    <w:rsid w:val="005C6C5A"/>
    <w:rsid w:val="005C6CB3"/>
    <w:rsid w:val="005C6DE1"/>
    <w:rsid w:val="005C7067"/>
    <w:rsid w:val="005C717A"/>
    <w:rsid w:val="005C72BD"/>
    <w:rsid w:val="005C7589"/>
    <w:rsid w:val="005C75B4"/>
    <w:rsid w:val="005C789A"/>
    <w:rsid w:val="005C7E61"/>
    <w:rsid w:val="005C7F16"/>
    <w:rsid w:val="005C7F2F"/>
    <w:rsid w:val="005D0033"/>
    <w:rsid w:val="005D004D"/>
    <w:rsid w:val="005D0316"/>
    <w:rsid w:val="005D041C"/>
    <w:rsid w:val="005D05ED"/>
    <w:rsid w:val="005D06B9"/>
    <w:rsid w:val="005D0777"/>
    <w:rsid w:val="005D079A"/>
    <w:rsid w:val="005D0E15"/>
    <w:rsid w:val="005D0E80"/>
    <w:rsid w:val="005D0F48"/>
    <w:rsid w:val="005D1305"/>
    <w:rsid w:val="005D21C5"/>
    <w:rsid w:val="005D22D0"/>
    <w:rsid w:val="005D2315"/>
    <w:rsid w:val="005D25F0"/>
    <w:rsid w:val="005D266C"/>
    <w:rsid w:val="005D26A0"/>
    <w:rsid w:val="005D2888"/>
    <w:rsid w:val="005D2A16"/>
    <w:rsid w:val="005D2B3B"/>
    <w:rsid w:val="005D2BAF"/>
    <w:rsid w:val="005D30D4"/>
    <w:rsid w:val="005D335C"/>
    <w:rsid w:val="005D33A8"/>
    <w:rsid w:val="005D35A6"/>
    <w:rsid w:val="005D364F"/>
    <w:rsid w:val="005D3707"/>
    <w:rsid w:val="005D395D"/>
    <w:rsid w:val="005D398B"/>
    <w:rsid w:val="005D3DFC"/>
    <w:rsid w:val="005D3E00"/>
    <w:rsid w:val="005D3ED7"/>
    <w:rsid w:val="005D404F"/>
    <w:rsid w:val="005D43AC"/>
    <w:rsid w:val="005D4443"/>
    <w:rsid w:val="005D444E"/>
    <w:rsid w:val="005D4814"/>
    <w:rsid w:val="005D4ACF"/>
    <w:rsid w:val="005D4B64"/>
    <w:rsid w:val="005D4C9E"/>
    <w:rsid w:val="005D4DF4"/>
    <w:rsid w:val="005D4FCC"/>
    <w:rsid w:val="005D5067"/>
    <w:rsid w:val="005D511E"/>
    <w:rsid w:val="005D5236"/>
    <w:rsid w:val="005D52F9"/>
    <w:rsid w:val="005D554F"/>
    <w:rsid w:val="005D5608"/>
    <w:rsid w:val="005D5D26"/>
    <w:rsid w:val="005D5D74"/>
    <w:rsid w:val="005D5F62"/>
    <w:rsid w:val="005D5FB6"/>
    <w:rsid w:val="005D5FED"/>
    <w:rsid w:val="005D6225"/>
    <w:rsid w:val="005D63A1"/>
    <w:rsid w:val="005D6609"/>
    <w:rsid w:val="005D6CE0"/>
    <w:rsid w:val="005D6EA3"/>
    <w:rsid w:val="005D70BE"/>
    <w:rsid w:val="005D710D"/>
    <w:rsid w:val="005D72F3"/>
    <w:rsid w:val="005D779F"/>
    <w:rsid w:val="005D7812"/>
    <w:rsid w:val="005D7B5F"/>
    <w:rsid w:val="005D7FD3"/>
    <w:rsid w:val="005E0489"/>
    <w:rsid w:val="005E06B2"/>
    <w:rsid w:val="005E093C"/>
    <w:rsid w:val="005E0B6A"/>
    <w:rsid w:val="005E0EC9"/>
    <w:rsid w:val="005E1B37"/>
    <w:rsid w:val="005E221A"/>
    <w:rsid w:val="005E221E"/>
    <w:rsid w:val="005E223A"/>
    <w:rsid w:val="005E2745"/>
    <w:rsid w:val="005E2919"/>
    <w:rsid w:val="005E29C3"/>
    <w:rsid w:val="005E2F75"/>
    <w:rsid w:val="005E32E3"/>
    <w:rsid w:val="005E32EA"/>
    <w:rsid w:val="005E39B3"/>
    <w:rsid w:val="005E3AF4"/>
    <w:rsid w:val="005E4434"/>
    <w:rsid w:val="005E4477"/>
    <w:rsid w:val="005E463C"/>
    <w:rsid w:val="005E4992"/>
    <w:rsid w:val="005E5362"/>
    <w:rsid w:val="005E5A68"/>
    <w:rsid w:val="005E5B74"/>
    <w:rsid w:val="005E5F62"/>
    <w:rsid w:val="005E5F63"/>
    <w:rsid w:val="005E6152"/>
    <w:rsid w:val="005E622E"/>
    <w:rsid w:val="005E63FA"/>
    <w:rsid w:val="005E63FB"/>
    <w:rsid w:val="005E685A"/>
    <w:rsid w:val="005E6C3A"/>
    <w:rsid w:val="005E6CCC"/>
    <w:rsid w:val="005E6ED8"/>
    <w:rsid w:val="005E72CC"/>
    <w:rsid w:val="005E7732"/>
    <w:rsid w:val="005E79A2"/>
    <w:rsid w:val="005E7BFF"/>
    <w:rsid w:val="005E7EFD"/>
    <w:rsid w:val="005F003B"/>
    <w:rsid w:val="005F00A6"/>
    <w:rsid w:val="005F016B"/>
    <w:rsid w:val="005F0355"/>
    <w:rsid w:val="005F05E5"/>
    <w:rsid w:val="005F0772"/>
    <w:rsid w:val="005F0783"/>
    <w:rsid w:val="005F080E"/>
    <w:rsid w:val="005F0A47"/>
    <w:rsid w:val="005F0CB4"/>
    <w:rsid w:val="005F0FFE"/>
    <w:rsid w:val="005F111B"/>
    <w:rsid w:val="005F135C"/>
    <w:rsid w:val="005F1666"/>
    <w:rsid w:val="005F1B4F"/>
    <w:rsid w:val="005F1B72"/>
    <w:rsid w:val="005F1D5C"/>
    <w:rsid w:val="005F25D4"/>
    <w:rsid w:val="005F2723"/>
    <w:rsid w:val="005F2831"/>
    <w:rsid w:val="005F2C09"/>
    <w:rsid w:val="005F2FDF"/>
    <w:rsid w:val="005F3825"/>
    <w:rsid w:val="005F3A48"/>
    <w:rsid w:val="005F3A66"/>
    <w:rsid w:val="005F3AE7"/>
    <w:rsid w:val="005F3EB0"/>
    <w:rsid w:val="005F4425"/>
    <w:rsid w:val="005F44EF"/>
    <w:rsid w:val="005F4665"/>
    <w:rsid w:val="005F4F08"/>
    <w:rsid w:val="005F4F50"/>
    <w:rsid w:val="005F5321"/>
    <w:rsid w:val="005F5468"/>
    <w:rsid w:val="005F577C"/>
    <w:rsid w:val="005F5858"/>
    <w:rsid w:val="005F5A73"/>
    <w:rsid w:val="005F5B2A"/>
    <w:rsid w:val="005F5B77"/>
    <w:rsid w:val="005F65EC"/>
    <w:rsid w:val="005F6761"/>
    <w:rsid w:val="005F67A3"/>
    <w:rsid w:val="005F687A"/>
    <w:rsid w:val="005F68BF"/>
    <w:rsid w:val="005F6AC4"/>
    <w:rsid w:val="005F6CD7"/>
    <w:rsid w:val="005F6E7F"/>
    <w:rsid w:val="005F6F03"/>
    <w:rsid w:val="005F709D"/>
    <w:rsid w:val="005F78A1"/>
    <w:rsid w:val="005F7D8C"/>
    <w:rsid w:val="005F7E80"/>
    <w:rsid w:val="005F7EB8"/>
    <w:rsid w:val="00600387"/>
    <w:rsid w:val="0060090C"/>
    <w:rsid w:val="00600A51"/>
    <w:rsid w:val="00600F36"/>
    <w:rsid w:val="00601045"/>
    <w:rsid w:val="00601061"/>
    <w:rsid w:val="006011E8"/>
    <w:rsid w:val="00601217"/>
    <w:rsid w:val="0060122B"/>
    <w:rsid w:val="00601A56"/>
    <w:rsid w:val="00601F9E"/>
    <w:rsid w:val="006026FE"/>
    <w:rsid w:val="0060297E"/>
    <w:rsid w:val="00602BE7"/>
    <w:rsid w:val="00602F7B"/>
    <w:rsid w:val="006030B9"/>
    <w:rsid w:val="00603144"/>
    <w:rsid w:val="006032BD"/>
    <w:rsid w:val="006038B1"/>
    <w:rsid w:val="00603C2B"/>
    <w:rsid w:val="00603E0B"/>
    <w:rsid w:val="0060451B"/>
    <w:rsid w:val="0060456A"/>
    <w:rsid w:val="006045B2"/>
    <w:rsid w:val="006045D1"/>
    <w:rsid w:val="00604731"/>
    <w:rsid w:val="00604917"/>
    <w:rsid w:val="00604C49"/>
    <w:rsid w:val="00604CE6"/>
    <w:rsid w:val="00604D81"/>
    <w:rsid w:val="00605111"/>
    <w:rsid w:val="00605274"/>
    <w:rsid w:val="006059CA"/>
    <w:rsid w:val="00605AC7"/>
    <w:rsid w:val="00605C4B"/>
    <w:rsid w:val="00605DD9"/>
    <w:rsid w:val="00606122"/>
    <w:rsid w:val="006061C0"/>
    <w:rsid w:val="006062CD"/>
    <w:rsid w:val="006063BC"/>
    <w:rsid w:val="00606828"/>
    <w:rsid w:val="00606A62"/>
    <w:rsid w:val="00606BA9"/>
    <w:rsid w:val="00606FB8"/>
    <w:rsid w:val="00607476"/>
    <w:rsid w:val="0060750B"/>
    <w:rsid w:val="006076F9"/>
    <w:rsid w:val="006077CA"/>
    <w:rsid w:val="0060780C"/>
    <w:rsid w:val="00607C07"/>
    <w:rsid w:val="00607E3F"/>
    <w:rsid w:val="00610283"/>
    <w:rsid w:val="00610507"/>
    <w:rsid w:val="006108C3"/>
    <w:rsid w:val="0061095E"/>
    <w:rsid w:val="00610C13"/>
    <w:rsid w:val="006110FB"/>
    <w:rsid w:val="006111DF"/>
    <w:rsid w:val="0061150E"/>
    <w:rsid w:val="0061166A"/>
    <w:rsid w:val="00611771"/>
    <w:rsid w:val="00611A2C"/>
    <w:rsid w:val="00611A84"/>
    <w:rsid w:val="00611B9F"/>
    <w:rsid w:val="00611D47"/>
    <w:rsid w:val="00611E19"/>
    <w:rsid w:val="006127DD"/>
    <w:rsid w:val="006129D3"/>
    <w:rsid w:val="00612A57"/>
    <w:rsid w:val="00612A89"/>
    <w:rsid w:val="00612BE7"/>
    <w:rsid w:val="00612BF7"/>
    <w:rsid w:val="00612C84"/>
    <w:rsid w:val="006136C8"/>
    <w:rsid w:val="00613E05"/>
    <w:rsid w:val="0061413B"/>
    <w:rsid w:val="00614179"/>
    <w:rsid w:val="006143E2"/>
    <w:rsid w:val="006144C8"/>
    <w:rsid w:val="006146A2"/>
    <w:rsid w:val="00614867"/>
    <w:rsid w:val="006148A9"/>
    <w:rsid w:val="00614989"/>
    <w:rsid w:val="00614DCD"/>
    <w:rsid w:val="00614E3B"/>
    <w:rsid w:val="00614F4C"/>
    <w:rsid w:val="0061523D"/>
    <w:rsid w:val="0061534E"/>
    <w:rsid w:val="006153C0"/>
    <w:rsid w:val="00615456"/>
    <w:rsid w:val="00615520"/>
    <w:rsid w:val="006157BE"/>
    <w:rsid w:val="006159A2"/>
    <w:rsid w:val="00615D01"/>
    <w:rsid w:val="00615D7D"/>
    <w:rsid w:val="00615D95"/>
    <w:rsid w:val="00616223"/>
    <w:rsid w:val="006165EC"/>
    <w:rsid w:val="0061679E"/>
    <w:rsid w:val="00616B57"/>
    <w:rsid w:val="00617024"/>
    <w:rsid w:val="0061736C"/>
    <w:rsid w:val="0061766C"/>
    <w:rsid w:val="00617769"/>
    <w:rsid w:val="00617792"/>
    <w:rsid w:val="006177F7"/>
    <w:rsid w:val="00617941"/>
    <w:rsid w:val="00617B69"/>
    <w:rsid w:val="00617E3F"/>
    <w:rsid w:val="00617EDE"/>
    <w:rsid w:val="0062006E"/>
    <w:rsid w:val="00620109"/>
    <w:rsid w:val="00620291"/>
    <w:rsid w:val="0062043B"/>
    <w:rsid w:val="0062097D"/>
    <w:rsid w:val="00620C78"/>
    <w:rsid w:val="00620D53"/>
    <w:rsid w:val="00620E03"/>
    <w:rsid w:val="00620F1F"/>
    <w:rsid w:val="00621365"/>
    <w:rsid w:val="006213D3"/>
    <w:rsid w:val="006213FE"/>
    <w:rsid w:val="006214B2"/>
    <w:rsid w:val="0062159B"/>
    <w:rsid w:val="0062189D"/>
    <w:rsid w:val="00621BB5"/>
    <w:rsid w:val="00621E11"/>
    <w:rsid w:val="00621E78"/>
    <w:rsid w:val="0062227E"/>
    <w:rsid w:val="00622280"/>
    <w:rsid w:val="00622595"/>
    <w:rsid w:val="0062276B"/>
    <w:rsid w:val="00622961"/>
    <w:rsid w:val="00622BAC"/>
    <w:rsid w:val="00622F51"/>
    <w:rsid w:val="00622FE8"/>
    <w:rsid w:val="006230D6"/>
    <w:rsid w:val="00623665"/>
    <w:rsid w:val="00623793"/>
    <w:rsid w:val="006237F1"/>
    <w:rsid w:val="006238C0"/>
    <w:rsid w:val="00623BD0"/>
    <w:rsid w:val="00623C1D"/>
    <w:rsid w:val="00623EE2"/>
    <w:rsid w:val="006242B7"/>
    <w:rsid w:val="00624783"/>
    <w:rsid w:val="006247B3"/>
    <w:rsid w:val="00624A93"/>
    <w:rsid w:val="00624CFA"/>
    <w:rsid w:val="00625174"/>
    <w:rsid w:val="00625265"/>
    <w:rsid w:val="00625465"/>
    <w:rsid w:val="00625B90"/>
    <w:rsid w:val="00625FC5"/>
    <w:rsid w:val="00626113"/>
    <w:rsid w:val="0062612A"/>
    <w:rsid w:val="00626173"/>
    <w:rsid w:val="00626404"/>
    <w:rsid w:val="006264B2"/>
    <w:rsid w:val="0062670B"/>
    <w:rsid w:val="006267A0"/>
    <w:rsid w:val="006269AB"/>
    <w:rsid w:val="00626C7A"/>
    <w:rsid w:val="00627102"/>
    <w:rsid w:val="00627170"/>
    <w:rsid w:val="00627195"/>
    <w:rsid w:val="0062736B"/>
    <w:rsid w:val="0062750C"/>
    <w:rsid w:val="006275CF"/>
    <w:rsid w:val="0062770A"/>
    <w:rsid w:val="00627967"/>
    <w:rsid w:val="00627E21"/>
    <w:rsid w:val="00627EFF"/>
    <w:rsid w:val="00630121"/>
    <w:rsid w:val="0063038C"/>
    <w:rsid w:val="00630748"/>
    <w:rsid w:val="0063085B"/>
    <w:rsid w:val="0063096B"/>
    <w:rsid w:val="006309A4"/>
    <w:rsid w:val="00630C28"/>
    <w:rsid w:val="00630C5C"/>
    <w:rsid w:val="00630C7F"/>
    <w:rsid w:val="00631013"/>
    <w:rsid w:val="006313EC"/>
    <w:rsid w:val="00631531"/>
    <w:rsid w:val="0063165E"/>
    <w:rsid w:val="006317B7"/>
    <w:rsid w:val="00631B4D"/>
    <w:rsid w:val="00631B72"/>
    <w:rsid w:val="00631C83"/>
    <w:rsid w:val="00631EF9"/>
    <w:rsid w:val="00631F3E"/>
    <w:rsid w:val="00631F7B"/>
    <w:rsid w:val="00631FB6"/>
    <w:rsid w:val="00631FFA"/>
    <w:rsid w:val="00632664"/>
    <w:rsid w:val="006328DF"/>
    <w:rsid w:val="00632BCE"/>
    <w:rsid w:val="00632BD5"/>
    <w:rsid w:val="00632C79"/>
    <w:rsid w:val="00632CE3"/>
    <w:rsid w:val="00633662"/>
    <w:rsid w:val="006336AB"/>
    <w:rsid w:val="0063377B"/>
    <w:rsid w:val="00633829"/>
    <w:rsid w:val="00633F36"/>
    <w:rsid w:val="0063424B"/>
    <w:rsid w:val="00634791"/>
    <w:rsid w:val="0063495D"/>
    <w:rsid w:val="00634AE3"/>
    <w:rsid w:val="00634B39"/>
    <w:rsid w:val="00634EE4"/>
    <w:rsid w:val="00635005"/>
    <w:rsid w:val="0063524D"/>
    <w:rsid w:val="006353EE"/>
    <w:rsid w:val="00635B4F"/>
    <w:rsid w:val="00635D68"/>
    <w:rsid w:val="00636061"/>
    <w:rsid w:val="00636241"/>
    <w:rsid w:val="00636524"/>
    <w:rsid w:val="0063658A"/>
    <w:rsid w:val="006367F4"/>
    <w:rsid w:val="00636926"/>
    <w:rsid w:val="006369BB"/>
    <w:rsid w:val="00636A96"/>
    <w:rsid w:val="00636BA6"/>
    <w:rsid w:val="00636F5D"/>
    <w:rsid w:val="00637026"/>
    <w:rsid w:val="00637128"/>
    <w:rsid w:val="006374F8"/>
    <w:rsid w:val="00637C04"/>
    <w:rsid w:val="00637E90"/>
    <w:rsid w:val="00637ED4"/>
    <w:rsid w:val="00640358"/>
    <w:rsid w:val="00640390"/>
    <w:rsid w:val="00640404"/>
    <w:rsid w:val="006404F7"/>
    <w:rsid w:val="00640814"/>
    <w:rsid w:val="00640A97"/>
    <w:rsid w:val="00640A99"/>
    <w:rsid w:val="00640FB8"/>
    <w:rsid w:val="00641004"/>
    <w:rsid w:val="00641BF6"/>
    <w:rsid w:val="00641C3B"/>
    <w:rsid w:val="00641D61"/>
    <w:rsid w:val="00641EB1"/>
    <w:rsid w:val="00641F0C"/>
    <w:rsid w:val="006423C1"/>
    <w:rsid w:val="0064249F"/>
    <w:rsid w:val="006424AD"/>
    <w:rsid w:val="006425F5"/>
    <w:rsid w:val="006427F3"/>
    <w:rsid w:val="006427FB"/>
    <w:rsid w:val="006428C2"/>
    <w:rsid w:val="00642D08"/>
    <w:rsid w:val="00642D93"/>
    <w:rsid w:val="00642E0B"/>
    <w:rsid w:val="00643002"/>
    <w:rsid w:val="00643259"/>
    <w:rsid w:val="006432B3"/>
    <w:rsid w:val="00643388"/>
    <w:rsid w:val="0064379A"/>
    <w:rsid w:val="006439E8"/>
    <w:rsid w:val="00643C69"/>
    <w:rsid w:val="00643CBB"/>
    <w:rsid w:val="006441B2"/>
    <w:rsid w:val="00644201"/>
    <w:rsid w:val="006442D7"/>
    <w:rsid w:val="00644A49"/>
    <w:rsid w:val="00644B2F"/>
    <w:rsid w:val="00644CA3"/>
    <w:rsid w:val="00644D4B"/>
    <w:rsid w:val="00644FB3"/>
    <w:rsid w:val="0064545B"/>
    <w:rsid w:val="0064567F"/>
    <w:rsid w:val="0064574E"/>
    <w:rsid w:val="0064581A"/>
    <w:rsid w:val="00645CA3"/>
    <w:rsid w:val="0064616D"/>
    <w:rsid w:val="00646291"/>
    <w:rsid w:val="006463F9"/>
    <w:rsid w:val="0064654B"/>
    <w:rsid w:val="00646720"/>
    <w:rsid w:val="00646943"/>
    <w:rsid w:val="00646E06"/>
    <w:rsid w:val="00646EAA"/>
    <w:rsid w:val="00646FEE"/>
    <w:rsid w:val="006472B4"/>
    <w:rsid w:val="0064765D"/>
    <w:rsid w:val="00647824"/>
    <w:rsid w:val="006479C5"/>
    <w:rsid w:val="00647A72"/>
    <w:rsid w:val="00647B78"/>
    <w:rsid w:val="00647D09"/>
    <w:rsid w:val="00647F88"/>
    <w:rsid w:val="0065015E"/>
    <w:rsid w:val="006501DB"/>
    <w:rsid w:val="00650262"/>
    <w:rsid w:val="006508E9"/>
    <w:rsid w:val="0065091F"/>
    <w:rsid w:val="00650A2A"/>
    <w:rsid w:val="00650A34"/>
    <w:rsid w:val="00650C97"/>
    <w:rsid w:val="00650EE6"/>
    <w:rsid w:val="0065113A"/>
    <w:rsid w:val="006512EF"/>
    <w:rsid w:val="006513A5"/>
    <w:rsid w:val="0065157E"/>
    <w:rsid w:val="006516FE"/>
    <w:rsid w:val="00651A39"/>
    <w:rsid w:val="00651AAB"/>
    <w:rsid w:val="00651E20"/>
    <w:rsid w:val="00651FA8"/>
    <w:rsid w:val="006521AB"/>
    <w:rsid w:val="00652C9C"/>
    <w:rsid w:val="00652CF4"/>
    <w:rsid w:val="006532D4"/>
    <w:rsid w:val="00653391"/>
    <w:rsid w:val="00653446"/>
    <w:rsid w:val="0065354F"/>
    <w:rsid w:val="0065358F"/>
    <w:rsid w:val="0065398C"/>
    <w:rsid w:val="00653ABF"/>
    <w:rsid w:val="00653BB2"/>
    <w:rsid w:val="00653D96"/>
    <w:rsid w:val="0065414E"/>
    <w:rsid w:val="00654186"/>
    <w:rsid w:val="0065434A"/>
    <w:rsid w:val="00654382"/>
    <w:rsid w:val="00654623"/>
    <w:rsid w:val="006546AB"/>
    <w:rsid w:val="006547D2"/>
    <w:rsid w:val="00654849"/>
    <w:rsid w:val="00654AC7"/>
    <w:rsid w:val="00654B53"/>
    <w:rsid w:val="00654CF5"/>
    <w:rsid w:val="0065526A"/>
    <w:rsid w:val="0065528E"/>
    <w:rsid w:val="00655634"/>
    <w:rsid w:val="006557F5"/>
    <w:rsid w:val="00655826"/>
    <w:rsid w:val="00655BED"/>
    <w:rsid w:val="00655E1C"/>
    <w:rsid w:val="00655F09"/>
    <w:rsid w:val="00655FE0"/>
    <w:rsid w:val="00655FF2"/>
    <w:rsid w:val="0065620D"/>
    <w:rsid w:val="0065634A"/>
    <w:rsid w:val="0065648B"/>
    <w:rsid w:val="00656601"/>
    <w:rsid w:val="006566CC"/>
    <w:rsid w:val="0065672D"/>
    <w:rsid w:val="006568F8"/>
    <w:rsid w:val="00656C6B"/>
    <w:rsid w:val="00656DBB"/>
    <w:rsid w:val="00657112"/>
    <w:rsid w:val="006573A6"/>
    <w:rsid w:val="0065743C"/>
    <w:rsid w:val="00657695"/>
    <w:rsid w:val="0065790E"/>
    <w:rsid w:val="00657944"/>
    <w:rsid w:val="00657AD9"/>
    <w:rsid w:val="00657DDB"/>
    <w:rsid w:val="0066033A"/>
    <w:rsid w:val="006606A3"/>
    <w:rsid w:val="006607A9"/>
    <w:rsid w:val="00660940"/>
    <w:rsid w:val="00661318"/>
    <w:rsid w:val="006616D1"/>
    <w:rsid w:val="00661768"/>
    <w:rsid w:val="00661859"/>
    <w:rsid w:val="00661FC1"/>
    <w:rsid w:val="006626C5"/>
    <w:rsid w:val="00662BD4"/>
    <w:rsid w:val="006630F8"/>
    <w:rsid w:val="00663479"/>
    <w:rsid w:val="006635D2"/>
    <w:rsid w:val="0066371E"/>
    <w:rsid w:val="006638C4"/>
    <w:rsid w:val="00663BD1"/>
    <w:rsid w:val="00663C16"/>
    <w:rsid w:val="00663C71"/>
    <w:rsid w:val="00663F76"/>
    <w:rsid w:val="00664340"/>
    <w:rsid w:val="0066441E"/>
    <w:rsid w:val="00664431"/>
    <w:rsid w:val="0066466C"/>
    <w:rsid w:val="006646CE"/>
    <w:rsid w:val="0066473D"/>
    <w:rsid w:val="006649DF"/>
    <w:rsid w:val="00664AB2"/>
    <w:rsid w:val="006654BB"/>
    <w:rsid w:val="00665ACF"/>
    <w:rsid w:val="00665B29"/>
    <w:rsid w:val="00665CB7"/>
    <w:rsid w:val="0066632F"/>
    <w:rsid w:val="006666FA"/>
    <w:rsid w:val="00666899"/>
    <w:rsid w:val="00666B52"/>
    <w:rsid w:val="00666F0E"/>
    <w:rsid w:val="00666FB9"/>
    <w:rsid w:val="006675BC"/>
    <w:rsid w:val="0066774B"/>
    <w:rsid w:val="006677B4"/>
    <w:rsid w:val="006678EB"/>
    <w:rsid w:val="00667C69"/>
    <w:rsid w:val="00670073"/>
    <w:rsid w:val="00670140"/>
    <w:rsid w:val="00670189"/>
    <w:rsid w:val="006701A9"/>
    <w:rsid w:val="006701F4"/>
    <w:rsid w:val="0067021A"/>
    <w:rsid w:val="0067022D"/>
    <w:rsid w:val="00670360"/>
    <w:rsid w:val="0067051A"/>
    <w:rsid w:val="0067070C"/>
    <w:rsid w:val="006709E9"/>
    <w:rsid w:val="00670CB2"/>
    <w:rsid w:val="00670DAA"/>
    <w:rsid w:val="00670FD1"/>
    <w:rsid w:val="006711EC"/>
    <w:rsid w:val="00671703"/>
    <w:rsid w:val="00671A23"/>
    <w:rsid w:val="00671B80"/>
    <w:rsid w:val="00671CB7"/>
    <w:rsid w:val="00671D71"/>
    <w:rsid w:val="00671DCB"/>
    <w:rsid w:val="00671F5E"/>
    <w:rsid w:val="0067206A"/>
    <w:rsid w:val="00672997"/>
    <w:rsid w:val="00672D16"/>
    <w:rsid w:val="00672D2C"/>
    <w:rsid w:val="006733BF"/>
    <w:rsid w:val="006734C6"/>
    <w:rsid w:val="006736A6"/>
    <w:rsid w:val="00673787"/>
    <w:rsid w:val="00673834"/>
    <w:rsid w:val="006738D9"/>
    <w:rsid w:val="00673A18"/>
    <w:rsid w:val="00673A36"/>
    <w:rsid w:val="00673CC3"/>
    <w:rsid w:val="00673DF1"/>
    <w:rsid w:val="006741AA"/>
    <w:rsid w:val="00674606"/>
    <w:rsid w:val="00674689"/>
    <w:rsid w:val="00674696"/>
    <w:rsid w:val="006747B5"/>
    <w:rsid w:val="006747BC"/>
    <w:rsid w:val="00674D59"/>
    <w:rsid w:val="00674EAF"/>
    <w:rsid w:val="00674F7F"/>
    <w:rsid w:val="006750C6"/>
    <w:rsid w:val="00675407"/>
    <w:rsid w:val="006756A6"/>
    <w:rsid w:val="006757DB"/>
    <w:rsid w:val="00675BE0"/>
    <w:rsid w:val="00675C04"/>
    <w:rsid w:val="00675F1E"/>
    <w:rsid w:val="00675F3A"/>
    <w:rsid w:val="00675F83"/>
    <w:rsid w:val="00676059"/>
    <w:rsid w:val="006761A9"/>
    <w:rsid w:val="00676372"/>
    <w:rsid w:val="0067699E"/>
    <w:rsid w:val="00676A97"/>
    <w:rsid w:val="00676CFC"/>
    <w:rsid w:val="00676D57"/>
    <w:rsid w:val="00676DB8"/>
    <w:rsid w:val="00676E42"/>
    <w:rsid w:val="0067718C"/>
    <w:rsid w:val="006771BC"/>
    <w:rsid w:val="0067742F"/>
    <w:rsid w:val="00677584"/>
    <w:rsid w:val="006775B6"/>
    <w:rsid w:val="0067762D"/>
    <w:rsid w:val="00677766"/>
    <w:rsid w:val="006777D7"/>
    <w:rsid w:val="00677892"/>
    <w:rsid w:val="00680105"/>
    <w:rsid w:val="00680C54"/>
    <w:rsid w:val="00680C6B"/>
    <w:rsid w:val="00680EBB"/>
    <w:rsid w:val="00681580"/>
    <w:rsid w:val="00681584"/>
    <w:rsid w:val="00681689"/>
    <w:rsid w:val="006817A9"/>
    <w:rsid w:val="00681A18"/>
    <w:rsid w:val="00681E59"/>
    <w:rsid w:val="00681E7C"/>
    <w:rsid w:val="00682038"/>
    <w:rsid w:val="00682107"/>
    <w:rsid w:val="006821A6"/>
    <w:rsid w:val="00682506"/>
    <w:rsid w:val="006825D0"/>
    <w:rsid w:val="006827A6"/>
    <w:rsid w:val="00682B8C"/>
    <w:rsid w:val="00682CCB"/>
    <w:rsid w:val="00683412"/>
    <w:rsid w:val="00683445"/>
    <w:rsid w:val="006834C1"/>
    <w:rsid w:val="00683873"/>
    <w:rsid w:val="00683B60"/>
    <w:rsid w:val="00683C01"/>
    <w:rsid w:val="00683C27"/>
    <w:rsid w:val="00683D82"/>
    <w:rsid w:val="00683D97"/>
    <w:rsid w:val="00684074"/>
    <w:rsid w:val="00684464"/>
    <w:rsid w:val="00684567"/>
    <w:rsid w:val="00684598"/>
    <w:rsid w:val="00684765"/>
    <w:rsid w:val="006848F3"/>
    <w:rsid w:val="006849B6"/>
    <w:rsid w:val="006849B9"/>
    <w:rsid w:val="00684A1C"/>
    <w:rsid w:val="00684D46"/>
    <w:rsid w:val="0068531A"/>
    <w:rsid w:val="006853A4"/>
    <w:rsid w:val="006857D0"/>
    <w:rsid w:val="00685896"/>
    <w:rsid w:val="00685A45"/>
    <w:rsid w:val="00685CD1"/>
    <w:rsid w:val="00686131"/>
    <w:rsid w:val="00686405"/>
    <w:rsid w:val="00686943"/>
    <w:rsid w:val="006869E8"/>
    <w:rsid w:val="00686C11"/>
    <w:rsid w:val="00686CCA"/>
    <w:rsid w:val="006871A7"/>
    <w:rsid w:val="00687386"/>
    <w:rsid w:val="00687631"/>
    <w:rsid w:val="006877DD"/>
    <w:rsid w:val="00687A39"/>
    <w:rsid w:val="00687A91"/>
    <w:rsid w:val="00687D25"/>
    <w:rsid w:val="00687EAE"/>
    <w:rsid w:val="0069004E"/>
    <w:rsid w:val="00690171"/>
    <w:rsid w:val="00690807"/>
    <w:rsid w:val="006908C9"/>
    <w:rsid w:val="00690C10"/>
    <w:rsid w:val="006912D6"/>
    <w:rsid w:val="006913AB"/>
    <w:rsid w:val="006914AB"/>
    <w:rsid w:val="00691555"/>
    <w:rsid w:val="00691577"/>
    <w:rsid w:val="006915D8"/>
    <w:rsid w:val="0069161B"/>
    <w:rsid w:val="00691704"/>
    <w:rsid w:val="0069183C"/>
    <w:rsid w:val="00691A63"/>
    <w:rsid w:val="00691BA4"/>
    <w:rsid w:val="00691E6E"/>
    <w:rsid w:val="00691F71"/>
    <w:rsid w:val="0069202E"/>
    <w:rsid w:val="00692032"/>
    <w:rsid w:val="006923BD"/>
    <w:rsid w:val="0069245A"/>
    <w:rsid w:val="006925EF"/>
    <w:rsid w:val="00692707"/>
    <w:rsid w:val="00692871"/>
    <w:rsid w:val="00692A8D"/>
    <w:rsid w:val="00692B4F"/>
    <w:rsid w:val="00692C57"/>
    <w:rsid w:val="00692C62"/>
    <w:rsid w:val="00692D5C"/>
    <w:rsid w:val="0069309A"/>
    <w:rsid w:val="006934DA"/>
    <w:rsid w:val="006936CF"/>
    <w:rsid w:val="00693AEC"/>
    <w:rsid w:val="00693CED"/>
    <w:rsid w:val="00693D39"/>
    <w:rsid w:val="00693F1F"/>
    <w:rsid w:val="00694162"/>
    <w:rsid w:val="00694223"/>
    <w:rsid w:val="00694306"/>
    <w:rsid w:val="0069432A"/>
    <w:rsid w:val="00694361"/>
    <w:rsid w:val="006943DD"/>
    <w:rsid w:val="006946CE"/>
    <w:rsid w:val="00694C2C"/>
    <w:rsid w:val="00695501"/>
    <w:rsid w:val="0069558F"/>
    <w:rsid w:val="0069565A"/>
    <w:rsid w:val="006961A9"/>
    <w:rsid w:val="0069668E"/>
    <w:rsid w:val="006966B6"/>
    <w:rsid w:val="00696E3E"/>
    <w:rsid w:val="00696E51"/>
    <w:rsid w:val="00696FA7"/>
    <w:rsid w:val="006971AF"/>
    <w:rsid w:val="006973D1"/>
    <w:rsid w:val="00697427"/>
    <w:rsid w:val="00697819"/>
    <w:rsid w:val="00697937"/>
    <w:rsid w:val="006979A2"/>
    <w:rsid w:val="00697DB3"/>
    <w:rsid w:val="00697E69"/>
    <w:rsid w:val="00697FE1"/>
    <w:rsid w:val="006A0159"/>
    <w:rsid w:val="006A01E0"/>
    <w:rsid w:val="006A03AC"/>
    <w:rsid w:val="006A086A"/>
    <w:rsid w:val="006A08A1"/>
    <w:rsid w:val="006A094B"/>
    <w:rsid w:val="006A0B84"/>
    <w:rsid w:val="006A0EF0"/>
    <w:rsid w:val="006A0F81"/>
    <w:rsid w:val="006A10A1"/>
    <w:rsid w:val="006A1285"/>
    <w:rsid w:val="006A1322"/>
    <w:rsid w:val="006A132C"/>
    <w:rsid w:val="006A139A"/>
    <w:rsid w:val="006A149C"/>
    <w:rsid w:val="006A18FC"/>
    <w:rsid w:val="006A1EC3"/>
    <w:rsid w:val="006A21E2"/>
    <w:rsid w:val="006A2350"/>
    <w:rsid w:val="006A294E"/>
    <w:rsid w:val="006A2FB2"/>
    <w:rsid w:val="006A3E1A"/>
    <w:rsid w:val="006A3FF3"/>
    <w:rsid w:val="006A422A"/>
    <w:rsid w:val="006A427F"/>
    <w:rsid w:val="006A4D06"/>
    <w:rsid w:val="006A4FCC"/>
    <w:rsid w:val="006A5665"/>
    <w:rsid w:val="006A5706"/>
    <w:rsid w:val="006A5716"/>
    <w:rsid w:val="006A58DD"/>
    <w:rsid w:val="006A5989"/>
    <w:rsid w:val="006A5A64"/>
    <w:rsid w:val="006A5DB2"/>
    <w:rsid w:val="006A5DC9"/>
    <w:rsid w:val="006A5E03"/>
    <w:rsid w:val="006A5EFC"/>
    <w:rsid w:val="006A5F21"/>
    <w:rsid w:val="006A61C4"/>
    <w:rsid w:val="006A6C2F"/>
    <w:rsid w:val="006A6F55"/>
    <w:rsid w:val="006A7127"/>
    <w:rsid w:val="006A71B2"/>
    <w:rsid w:val="006A723A"/>
    <w:rsid w:val="006A7814"/>
    <w:rsid w:val="006A78BC"/>
    <w:rsid w:val="006B044A"/>
    <w:rsid w:val="006B04FE"/>
    <w:rsid w:val="006B068A"/>
    <w:rsid w:val="006B06F7"/>
    <w:rsid w:val="006B0A54"/>
    <w:rsid w:val="006B0B4F"/>
    <w:rsid w:val="006B0B52"/>
    <w:rsid w:val="006B0D1C"/>
    <w:rsid w:val="006B0DF2"/>
    <w:rsid w:val="006B0F1C"/>
    <w:rsid w:val="006B118B"/>
    <w:rsid w:val="006B1576"/>
    <w:rsid w:val="006B1706"/>
    <w:rsid w:val="006B1880"/>
    <w:rsid w:val="006B1C25"/>
    <w:rsid w:val="006B1CD5"/>
    <w:rsid w:val="006B1EFB"/>
    <w:rsid w:val="006B2005"/>
    <w:rsid w:val="006B22FA"/>
    <w:rsid w:val="006B23A5"/>
    <w:rsid w:val="006B28AF"/>
    <w:rsid w:val="006B2EF1"/>
    <w:rsid w:val="006B32A3"/>
    <w:rsid w:val="006B334F"/>
    <w:rsid w:val="006B3351"/>
    <w:rsid w:val="006B3400"/>
    <w:rsid w:val="006B39DF"/>
    <w:rsid w:val="006B39FA"/>
    <w:rsid w:val="006B3A8C"/>
    <w:rsid w:val="006B3AAC"/>
    <w:rsid w:val="006B3C4E"/>
    <w:rsid w:val="006B3D5E"/>
    <w:rsid w:val="006B4310"/>
    <w:rsid w:val="006B4454"/>
    <w:rsid w:val="006B467B"/>
    <w:rsid w:val="006B492A"/>
    <w:rsid w:val="006B4AA8"/>
    <w:rsid w:val="006B4BEF"/>
    <w:rsid w:val="006B4E06"/>
    <w:rsid w:val="006B4F68"/>
    <w:rsid w:val="006B546E"/>
    <w:rsid w:val="006B54C4"/>
    <w:rsid w:val="006B5568"/>
    <w:rsid w:val="006B5880"/>
    <w:rsid w:val="006B58E4"/>
    <w:rsid w:val="006B61BE"/>
    <w:rsid w:val="006B627B"/>
    <w:rsid w:val="006B6956"/>
    <w:rsid w:val="006B7000"/>
    <w:rsid w:val="006B737E"/>
    <w:rsid w:val="006B73A5"/>
    <w:rsid w:val="006B7934"/>
    <w:rsid w:val="006B79CF"/>
    <w:rsid w:val="006B7A5E"/>
    <w:rsid w:val="006C0028"/>
    <w:rsid w:val="006C009A"/>
    <w:rsid w:val="006C023B"/>
    <w:rsid w:val="006C0A19"/>
    <w:rsid w:val="006C0C77"/>
    <w:rsid w:val="006C0DA3"/>
    <w:rsid w:val="006C0DFB"/>
    <w:rsid w:val="006C1043"/>
    <w:rsid w:val="006C1467"/>
    <w:rsid w:val="006C1AC5"/>
    <w:rsid w:val="006C1BFF"/>
    <w:rsid w:val="006C1DBB"/>
    <w:rsid w:val="006C1E7F"/>
    <w:rsid w:val="006C1F92"/>
    <w:rsid w:val="006C2150"/>
    <w:rsid w:val="006C215D"/>
    <w:rsid w:val="006C22E2"/>
    <w:rsid w:val="006C2332"/>
    <w:rsid w:val="006C239F"/>
    <w:rsid w:val="006C27BC"/>
    <w:rsid w:val="006C28DF"/>
    <w:rsid w:val="006C2A16"/>
    <w:rsid w:val="006C2A5D"/>
    <w:rsid w:val="006C2A7A"/>
    <w:rsid w:val="006C2BF0"/>
    <w:rsid w:val="006C3021"/>
    <w:rsid w:val="006C3343"/>
    <w:rsid w:val="006C34A7"/>
    <w:rsid w:val="006C385D"/>
    <w:rsid w:val="006C38D4"/>
    <w:rsid w:val="006C3FAF"/>
    <w:rsid w:val="006C402A"/>
    <w:rsid w:val="006C4356"/>
    <w:rsid w:val="006C4941"/>
    <w:rsid w:val="006C50B5"/>
    <w:rsid w:val="006C5668"/>
    <w:rsid w:val="006C58B7"/>
    <w:rsid w:val="006C5E22"/>
    <w:rsid w:val="006C5E63"/>
    <w:rsid w:val="006C5F12"/>
    <w:rsid w:val="006C61F1"/>
    <w:rsid w:val="006C6491"/>
    <w:rsid w:val="006C64FB"/>
    <w:rsid w:val="006C667E"/>
    <w:rsid w:val="006C698C"/>
    <w:rsid w:val="006C69B5"/>
    <w:rsid w:val="006C6D05"/>
    <w:rsid w:val="006C7044"/>
    <w:rsid w:val="006C7059"/>
    <w:rsid w:val="006D01F5"/>
    <w:rsid w:val="006D0810"/>
    <w:rsid w:val="006D0B7F"/>
    <w:rsid w:val="006D0BF6"/>
    <w:rsid w:val="006D0DEF"/>
    <w:rsid w:val="006D0E2F"/>
    <w:rsid w:val="006D0EA4"/>
    <w:rsid w:val="006D0F00"/>
    <w:rsid w:val="006D17C0"/>
    <w:rsid w:val="006D1C09"/>
    <w:rsid w:val="006D1F1B"/>
    <w:rsid w:val="006D211C"/>
    <w:rsid w:val="006D214A"/>
    <w:rsid w:val="006D2676"/>
    <w:rsid w:val="006D2AC6"/>
    <w:rsid w:val="006D2C4B"/>
    <w:rsid w:val="006D2E62"/>
    <w:rsid w:val="006D2EA6"/>
    <w:rsid w:val="006D2F4B"/>
    <w:rsid w:val="006D3580"/>
    <w:rsid w:val="006D375C"/>
    <w:rsid w:val="006D376C"/>
    <w:rsid w:val="006D39CE"/>
    <w:rsid w:val="006D3F15"/>
    <w:rsid w:val="006D3F26"/>
    <w:rsid w:val="006D4235"/>
    <w:rsid w:val="006D429A"/>
    <w:rsid w:val="006D436A"/>
    <w:rsid w:val="006D4655"/>
    <w:rsid w:val="006D4746"/>
    <w:rsid w:val="006D47E3"/>
    <w:rsid w:val="006D4BB2"/>
    <w:rsid w:val="006D4CFB"/>
    <w:rsid w:val="006D503E"/>
    <w:rsid w:val="006D56FB"/>
    <w:rsid w:val="006D578B"/>
    <w:rsid w:val="006D6485"/>
    <w:rsid w:val="006D657A"/>
    <w:rsid w:val="006D67F3"/>
    <w:rsid w:val="006D6A44"/>
    <w:rsid w:val="006D6C43"/>
    <w:rsid w:val="006D6D77"/>
    <w:rsid w:val="006D6EFB"/>
    <w:rsid w:val="006D7063"/>
    <w:rsid w:val="006D71C3"/>
    <w:rsid w:val="006D7292"/>
    <w:rsid w:val="006D75ED"/>
    <w:rsid w:val="006D7BE3"/>
    <w:rsid w:val="006D7C36"/>
    <w:rsid w:val="006E026A"/>
    <w:rsid w:val="006E03F5"/>
    <w:rsid w:val="006E0443"/>
    <w:rsid w:val="006E0570"/>
    <w:rsid w:val="006E05B8"/>
    <w:rsid w:val="006E07C2"/>
    <w:rsid w:val="006E0872"/>
    <w:rsid w:val="006E0AF7"/>
    <w:rsid w:val="006E0EDF"/>
    <w:rsid w:val="006E0F6D"/>
    <w:rsid w:val="006E1375"/>
    <w:rsid w:val="006E14BF"/>
    <w:rsid w:val="006E1662"/>
    <w:rsid w:val="006E1B03"/>
    <w:rsid w:val="006E1B36"/>
    <w:rsid w:val="006E1B77"/>
    <w:rsid w:val="006E1F0F"/>
    <w:rsid w:val="006E2771"/>
    <w:rsid w:val="006E2828"/>
    <w:rsid w:val="006E2AAA"/>
    <w:rsid w:val="006E33E2"/>
    <w:rsid w:val="006E352F"/>
    <w:rsid w:val="006E355D"/>
    <w:rsid w:val="006E356B"/>
    <w:rsid w:val="006E38B5"/>
    <w:rsid w:val="006E3954"/>
    <w:rsid w:val="006E3BD7"/>
    <w:rsid w:val="006E3E3D"/>
    <w:rsid w:val="006E3F98"/>
    <w:rsid w:val="006E4142"/>
    <w:rsid w:val="006E48D6"/>
    <w:rsid w:val="006E4AD0"/>
    <w:rsid w:val="006E4B15"/>
    <w:rsid w:val="006E50D0"/>
    <w:rsid w:val="006E52D0"/>
    <w:rsid w:val="006E555D"/>
    <w:rsid w:val="006E55EB"/>
    <w:rsid w:val="006E56CF"/>
    <w:rsid w:val="006E5827"/>
    <w:rsid w:val="006E592A"/>
    <w:rsid w:val="006E5A19"/>
    <w:rsid w:val="006E5C0E"/>
    <w:rsid w:val="006E6270"/>
    <w:rsid w:val="006E732A"/>
    <w:rsid w:val="006E73B5"/>
    <w:rsid w:val="006E7475"/>
    <w:rsid w:val="006E764F"/>
    <w:rsid w:val="006E78CC"/>
    <w:rsid w:val="006E7B5E"/>
    <w:rsid w:val="006E7BED"/>
    <w:rsid w:val="006E7E71"/>
    <w:rsid w:val="006F00CA"/>
    <w:rsid w:val="006F0629"/>
    <w:rsid w:val="006F0893"/>
    <w:rsid w:val="006F0D19"/>
    <w:rsid w:val="006F0EB5"/>
    <w:rsid w:val="006F1331"/>
    <w:rsid w:val="006F13ED"/>
    <w:rsid w:val="006F14ED"/>
    <w:rsid w:val="006F177D"/>
    <w:rsid w:val="006F1BB5"/>
    <w:rsid w:val="006F1E2D"/>
    <w:rsid w:val="006F20D7"/>
    <w:rsid w:val="006F2279"/>
    <w:rsid w:val="006F24BB"/>
    <w:rsid w:val="006F28FF"/>
    <w:rsid w:val="006F292D"/>
    <w:rsid w:val="006F2BD5"/>
    <w:rsid w:val="006F2D50"/>
    <w:rsid w:val="006F35F8"/>
    <w:rsid w:val="006F3A93"/>
    <w:rsid w:val="006F3CAB"/>
    <w:rsid w:val="006F3E1E"/>
    <w:rsid w:val="006F3F0F"/>
    <w:rsid w:val="006F4182"/>
    <w:rsid w:val="006F4188"/>
    <w:rsid w:val="006F4647"/>
    <w:rsid w:val="006F46F3"/>
    <w:rsid w:val="006F47A5"/>
    <w:rsid w:val="006F47B1"/>
    <w:rsid w:val="006F48AC"/>
    <w:rsid w:val="006F4EDE"/>
    <w:rsid w:val="006F5285"/>
    <w:rsid w:val="006F54C5"/>
    <w:rsid w:val="006F5811"/>
    <w:rsid w:val="006F59F8"/>
    <w:rsid w:val="006F5A78"/>
    <w:rsid w:val="006F5D5A"/>
    <w:rsid w:val="006F5E75"/>
    <w:rsid w:val="006F6470"/>
    <w:rsid w:val="006F6719"/>
    <w:rsid w:val="006F671E"/>
    <w:rsid w:val="006F6B93"/>
    <w:rsid w:val="006F6D3D"/>
    <w:rsid w:val="006F6D49"/>
    <w:rsid w:val="006F6F3F"/>
    <w:rsid w:val="006F7052"/>
    <w:rsid w:val="006F7184"/>
    <w:rsid w:val="006F7304"/>
    <w:rsid w:val="006F7489"/>
    <w:rsid w:val="006F755F"/>
    <w:rsid w:val="006F793C"/>
    <w:rsid w:val="006F7E54"/>
    <w:rsid w:val="006F7FB3"/>
    <w:rsid w:val="0070010D"/>
    <w:rsid w:val="0070065D"/>
    <w:rsid w:val="0070080C"/>
    <w:rsid w:val="00700AD7"/>
    <w:rsid w:val="00700F4E"/>
    <w:rsid w:val="00701226"/>
    <w:rsid w:val="007012C1"/>
    <w:rsid w:val="00701701"/>
    <w:rsid w:val="00701AB7"/>
    <w:rsid w:val="00701F1E"/>
    <w:rsid w:val="00701FAC"/>
    <w:rsid w:val="00702389"/>
    <w:rsid w:val="00702487"/>
    <w:rsid w:val="00702532"/>
    <w:rsid w:val="0070254A"/>
    <w:rsid w:val="00702716"/>
    <w:rsid w:val="00702A0C"/>
    <w:rsid w:val="00702AA8"/>
    <w:rsid w:val="00702CFC"/>
    <w:rsid w:val="00702E1C"/>
    <w:rsid w:val="00702E5C"/>
    <w:rsid w:val="00703216"/>
    <w:rsid w:val="00703340"/>
    <w:rsid w:val="0070360A"/>
    <w:rsid w:val="0070360F"/>
    <w:rsid w:val="007037B3"/>
    <w:rsid w:val="007037C1"/>
    <w:rsid w:val="00703C7C"/>
    <w:rsid w:val="00703CA8"/>
    <w:rsid w:val="00703DB2"/>
    <w:rsid w:val="00704018"/>
    <w:rsid w:val="00704424"/>
    <w:rsid w:val="00704495"/>
    <w:rsid w:val="00704549"/>
    <w:rsid w:val="007045E0"/>
    <w:rsid w:val="00704D0E"/>
    <w:rsid w:val="00704F00"/>
    <w:rsid w:val="007053E4"/>
    <w:rsid w:val="007053EC"/>
    <w:rsid w:val="0070581E"/>
    <w:rsid w:val="00705930"/>
    <w:rsid w:val="00705F38"/>
    <w:rsid w:val="00705FAA"/>
    <w:rsid w:val="007062C8"/>
    <w:rsid w:val="007065DC"/>
    <w:rsid w:val="0070667B"/>
    <w:rsid w:val="00706784"/>
    <w:rsid w:val="00706A29"/>
    <w:rsid w:val="00706D68"/>
    <w:rsid w:val="00707139"/>
    <w:rsid w:val="00707192"/>
    <w:rsid w:val="007073CC"/>
    <w:rsid w:val="00707419"/>
    <w:rsid w:val="00707618"/>
    <w:rsid w:val="007078C8"/>
    <w:rsid w:val="00710095"/>
    <w:rsid w:val="007103C0"/>
    <w:rsid w:val="007103F8"/>
    <w:rsid w:val="007107EA"/>
    <w:rsid w:val="00710868"/>
    <w:rsid w:val="00710D49"/>
    <w:rsid w:val="00710DA4"/>
    <w:rsid w:val="00710E11"/>
    <w:rsid w:val="00711300"/>
    <w:rsid w:val="007113E9"/>
    <w:rsid w:val="007114E3"/>
    <w:rsid w:val="0071157D"/>
    <w:rsid w:val="007116D8"/>
    <w:rsid w:val="00711756"/>
    <w:rsid w:val="00711A3C"/>
    <w:rsid w:val="00711D0D"/>
    <w:rsid w:val="0071270C"/>
    <w:rsid w:val="007128F4"/>
    <w:rsid w:val="00712A2E"/>
    <w:rsid w:val="00712A91"/>
    <w:rsid w:val="00712A95"/>
    <w:rsid w:val="00712AA4"/>
    <w:rsid w:val="00712CCA"/>
    <w:rsid w:val="00713091"/>
    <w:rsid w:val="00713174"/>
    <w:rsid w:val="00713595"/>
    <w:rsid w:val="007136B9"/>
    <w:rsid w:val="0071399C"/>
    <w:rsid w:val="00713A79"/>
    <w:rsid w:val="00714477"/>
    <w:rsid w:val="007145BD"/>
    <w:rsid w:val="0071471B"/>
    <w:rsid w:val="00714A25"/>
    <w:rsid w:val="00714D47"/>
    <w:rsid w:val="00715003"/>
    <w:rsid w:val="007153BB"/>
    <w:rsid w:val="0071541A"/>
    <w:rsid w:val="00715431"/>
    <w:rsid w:val="00715617"/>
    <w:rsid w:val="00715903"/>
    <w:rsid w:val="00715B4A"/>
    <w:rsid w:val="0071612D"/>
    <w:rsid w:val="00716231"/>
    <w:rsid w:val="007162F2"/>
    <w:rsid w:val="00716878"/>
    <w:rsid w:val="0071699E"/>
    <w:rsid w:val="00716C5D"/>
    <w:rsid w:val="00716E13"/>
    <w:rsid w:val="0071708C"/>
    <w:rsid w:val="007176DC"/>
    <w:rsid w:val="00717DD8"/>
    <w:rsid w:val="00717E3A"/>
    <w:rsid w:val="00717FA3"/>
    <w:rsid w:val="007206A7"/>
    <w:rsid w:val="00720788"/>
    <w:rsid w:val="007207BB"/>
    <w:rsid w:val="0072083D"/>
    <w:rsid w:val="00720887"/>
    <w:rsid w:val="007208D8"/>
    <w:rsid w:val="00720A3F"/>
    <w:rsid w:val="00720B05"/>
    <w:rsid w:val="00720C60"/>
    <w:rsid w:val="00720DC7"/>
    <w:rsid w:val="0072113D"/>
    <w:rsid w:val="0072180B"/>
    <w:rsid w:val="00721899"/>
    <w:rsid w:val="00721D69"/>
    <w:rsid w:val="00722295"/>
    <w:rsid w:val="007223DB"/>
    <w:rsid w:val="00722633"/>
    <w:rsid w:val="007227D1"/>
    <w:rsid w:val="007228A3"/>
    <w:rsid w:val="00722B21"/>
    <w:rsid w:val="00722CFB"/>
    <w:rsid w:val="00723503"/>
    <w:rsid w:val="00723797"/>
    <w:rsid w:val="00723845"/>
    <w:rsid w:val="00723ACE"/>
    <w:rsid w:val="00723CEB"/>
    <w:rsid w:val="00723DB6"/>
    <w:rsid w:val="00723FF8"/>
    <w:rsid w:val="0072410D"/>
    <w:rsid w:val="0072419D"/>
    <w:rsid w:val="007242FB"/>
    <w:rsid w:val="007245B0"/>
    <w:rsid w:val="007245EE"/>
    <w:rsid w:val="00724734"/>
    <w:rsid w:val="0072498A"/>
    <w:rsid w:val="00724CA1"/>
    <w:rsid w:val="00724ED6"/>
    <w:rsid w:val="0072500A"/>
    <w:rsid w:val="0072522C"/>
    <w:rsid w:val="00725349"/>
    <w:rsid w:val="007253CF"/>
    <w:rsid w:val="0072542C"/>
    <w:rsid w:val="00725641"/>
    <w:rsid w:val="0072594E"/>
    <w:rsid w:val="00725AEF"/>
    <w:rsid w:val="00725CD1"/>
    <w:rsid w:val="00725E89"/>
    <w:rsid w:val="00726247"/>
    <w:rsid w:val="0072631B"/>
    <w:rsid w:val="0072649C"/>
    <w:rsid w:val="007268EA"/>
    <w:rsid w:val="00726DD7"/>
    <w:rsid w:val="007270DD"/>
    <w:rsid w:val="00727461"/>
    <w:rsid w:val="00727835"/>
    <w:rsid w:val="00727AD8"/>
    <w:rsid w:val="007301FC"/>
    <w:rsid w:val="0073020C"/>
    <w:rsid w:val="007302CF"/>
    <w:rsid w:val="00730552"/>
    <w:rsid w:val="007305FE"/>
    <w:rsid w:val="0073067E"/>
    <w:rsid w:val="00730BB6"/>
    <w:rsid w:val="00730C2A"/>
    <w:rsid w:val="00730EB0"/>
    <w:rsid w:val="00731A10"/>
    <w:rsid w:val="00731B2C"/>
    <w:rsid w:val="00731C81"/>
    <w:rsid w:val="00731CC5"/>
    <w:rsid w:val="00731F19"/>
    <w:rsid w:val="0073211F"/>
    <w:rsid w:val="00732BA5"/>
    <w:rsid w:val="00733062"/>
    <w:rsid w:val="007330BF"/>
    <w:rsid w:val="007330E4"/>
    <w:rsid w:val="00733137"/>
    <w:rsid w:val="00733276"/>
    <w:rsid w:val="00733311"/>
    <w:rsid w:val="0073339E"/>
    <w:rsid w:val="0073352F"/>
    <w:rsid w:val="007337A2"/>
    <w:rsid w:val="00733C21"/>
    <w:rsid w:val="00733E57"/>
    <w:rsid w:val="0073448F"/>
    <w:rsid w:val="007346B9"/>
    <w:rsid w:val="007347DB"/>
    <w:rsid w:val="00734908"/>
    <w:rsid w:val="00734AEF"/>
    <w:rsid w:val="007357B5"/>
    <w:rsid w:val="0073592F"/>
    <w:rsid w:val="0073594F"/>
    <w:rsid w:val="00735998"/>
    <w:rsid w:val="00735A35"/>
    <w:rsid w:val="00735ADA"/>
    <w:rsid w:val="00735E72"/>
    <w:rsid w:val="00736013"/>
    <w:rsid w:val="00736082"/>
    <w:rsid w:val="0073634A"/>
    <w:rsid w:val="0073647A"/>
    <w:rsid w:val="00736677"/>
    <w:rsid w:val="0073667A"/>
    <w:rsid w:val="007369FC"/>
    <w:rsid w:val="00736A6E"/>
    <w:rsid w:val="00736C7C"/>
    <w:rsid w:val="007370C8"/>
    <w:rsid w:val="007372F8"/>
    <w:rsid w:val="007373D1"/>
    <w:rsid w:val="00737CDC"/>
    <w:rsid w:val="00737E1E"/>
    <w:rsid w:val="00737E5F"/>
    <w:rsid w:val="00737EA8"/>
    <w:rsid w:val="00737EE2"/>
    <w:rsid w:val="0074014C"/>
    <w:rsid w:val="0074051F"/>
    <w:rsid w:val="007405B4"/>
    <w:rsid w:val="00740869"/>
    <w:rsid w:val="00740906"/>
    <w:rsid w:val="007409DC"/>
    <w:rsid w:val="00740BA8"/>
    <w:rsid w:val="00740D2B"/>
    <w:rsid w:val="00740EBF"/>
    <w:rsid w:val="00740FEF"/>
    <w:rsid w:val="00741375"/>
    <w:rsid w:val="007414BC"/>
    <w:rsid w:val="00741598"/>
    <w:rsid w:val="007415CF"/>
    <w:rsid w:val="00741903"/>
    <w:rsid w:val="00741AEE"/>
    <w:rsid w:val="00741C36"/>
    <w:rsid w:val="00741C3C"/>
    <w:rsid w:val="00741FB8"/>
    <w:rsid w:val="0074202B"/>
    <w:rsid w:val="0074204A"/>
    <w:rsid w:val="0074228D"/>
    <w:rsid w:val="007422C6"/>
    <w:rsid w:val="00742349"/>
    <w:rsid w:val="00742A5A"/>
    <w:rsid w:val="00742C90"/>
    <w:rsid w:val="00742E02"/>
    <w:rsid w:val="0074304A"/>
    <w:rsid w:val="00743073"/>
    <w:rsid w:val="007431FC"/>
    <w:rsid w:val="007434A0"/>
    <w:rsid w:val="0074363B"/>
    <w:rsid w:val="00743A6B"/>
    <w:rsid w:val="00743C46"/>
    <w:rsid w:val="00743D74"/>
    <w:rsid w:val="00743EC6"/>
    <w:rsid w:val="00744142"/>
    <w:rsid w:val="0074414E"/>
    <w:rsid w:val="0074434E"/>
    <w:rsid w:val="007443A9"/>
    <w:rsid w:val="00744506"/>
    <w:rsid w:val="00744771"/>
    <w:rsid w:val="007448EB"/>
    <w:rsid w:val="00744A23"/>
    <w:rsid w:val="00744A4F"/>
    <w:rsid w:val="00744BE9"/>
    <w:rsid w:val="007450E2"/>
    <w:rsid w:val="0074568B"/>
    <w:rsid w:val="007456E2"/>
    <w:rsid w:val="00745FDA"/>
    <w:rsid w:val="007460B2"/>
    <w:rsid w:val="00746176"/>
    <w:rsid w:val="007463CC"/>
    <w:rsid w:val="007465E3"/>
    <w:rsid w:val="00746621"/>
    <w:rsid w:val="0074694C"/>
    <w:rsid w:val="00746A66"/>
    <w:rsid w:val="00746C54"/>
    <w:rsid w:val="00747331"/>
    <w:rsid w:val="007474E0"/>
    <w:rsid w:val="00747767"/>
    <w:rsid w:val="00747846"/>
    <w:rsid w:val="007478C9"/>
    <w:rsid w:val="00747954"/>
    <w:rsid w:val="00747986"/>
    <w:rsid w:val="00750053"/>
    <w:rsid w:val="007504EC"/>
    <w:rsid w:val="007505AD"/>
    <w:rsid w:val="00750B5A"/>
    <w:rsid w:val="00751268"/>
    <w:rsid w:val="007514A1"/>
    <w:rsid w:val="007514B1"/>
    <w:rsid w:val="007516D3"/>
    <w:rsid w:val="00751DC7"/>
    <w:rsid w:val="00752562"/>
    <w:rsid w:val="00752964"/>
    <w:rsid w:val="00752B6E"/>
    <w:rsid w:val="00752DFF"/>
    <w:rsid w:val="0075306E"/>
    <w:rsid w:val="00753675"/>
    <w:rsid w:val="0075378E"/>
    <w:rsid w:val="007538F5"/>
    <w:rsid w:val="00753D72"/>
    <w:rsid w:val="00753D82"/>
    <w:rsid w:val="00753F2B"/>
    <w:rsid w:val="007540DD"/>
    <w:rsid w:val="007543A6"/>
    <w:rsid w:val="007545E4"/>
    <w:rsid w:val="007546FE"/>
    <w:rsid w:val="0075475E"/>
    <w:rsid w:val="00754B0A"/>
    <w:rsid w:val="00754BA1"/>
    <w:rsid w:val="00754D8D"/>
    <w:rsid w:val="00754F77"/>
    <w:rsid w:val="0075506C"/>
    <w:rsid w:val="00755363"/>
    <w:rsid w:val="007553F7"/>
    <w:rsid w:val="007555CF"/>
    <w:rsid w:val="00755DC5"/>
    <w:rsid w:val="007566E4"/>
    <w:rsid w:val="007568E8"/>
    <w:rsid w:val="00756D1E"/>
    <w:rsid w:val="00756EF0"/>
    <w:rsid w:val="00757216"/>
    <w:rsid w:val="0075757A"/>
    <w:rsid w:val="0075791F"/>
    <w:rsid w:val="007579DE"/>
    <w:rsid w:val="00757B20"/>
    <w:rsid w:val="00757C2A"/>
    <w:rsid w:val="00757D68"/>
    <w:rsid w:val="00757E48"/>
    <w:rsid w:val="00757E50"/>
    <w:rsid w:val="00757F2B"/>
    <w:rsid w:val="007601FA"/>
    <w:rsid w:val="0076038E"/>
    <w:rsid w:val="00760438"/>
    <w:rsid w:val="00760CAD"/>
    <w:rsid w:val="007610C2"/>
    <w:rsid w:val="007613CE"/>
    <w:rsid w:val="007616CC"/>
    <w:rsid w:val="007619B9"/>
    <w:rsid w:val="00761B53"/>
    <w:rsid w:val="00761CF2"/>
    <w:rsid w:val="00761D27"/>
    <w:rsid w:val="00762590"/>
    <w:rsid w:val="007627A7"/>
    <w:rsid w:val="0076281A"/>
    <w:rsid w:val="00762823"/>
    <w:rsid w:val="00762906"/>
    <w:rsid w:val="00762D48"/>
    <w:rsid w:val="00762D7E"/>
    <w:rsid w:val="00762E35"/>
    <w:rsid w:val="00762FA6"/>
    <w:rsid w:val="007633A6"/>
    <w:rsid w:val="0076350D"/>
    <w:rsid w:val="007638D0"/>
    <w:rsid w:val="00763AED"/>
    <w:rsid w:val="00763D9A"/>
    <w:rsid w:val="00763E15"/>
    <w:rsid w:val="007641A3"/>
    <w:rsid w:val="0076434D"/>
    <w:rsid w:val="00764C9D"/>
    <w:rsid w:val="00764D07"/>
    <w:rsid w:val="00764F67"/>
    <w:rsid w:val="007652B8"/>
    <w:rsid w:val="00765790"/>
    <w:rsid w:val="0076590F"/>
    <w:rsid w:val="0076597E"/>
    <w:rsid w:val="00765A67"/>
    <w:rsid w:val="00765D29"/>
    <w:rsid w:val="00765D71"/>
    <w:rsid w:val="0076610A"/>
    <w:rsid w:val="007663BC"/>
    <w:rsid w:val="00766420"/>
    <w:rsid w:val="00766800"/>
    <w:rsid w:val="00766FDA"/>
    <w:rsid w:val="00767484"/>
    <w:rsid w:val="007676A5"/>
    <w:rsid w:val="0076784C"/>
    <w:rsid w:val="00767B58"/>
    <w:rsid w:val="00770389"/>
    <w:rsid w:val="007708E7"/>
    <w:rsid w:val="00770B60"/>
    <w:rsid w:val="00770CED"/>
    <w:rsid w:val="0077115F"/>
    <w:rsid w:val="0077128D"/>
    <w:rsid w:val="0077131D"/>
    <w:rsid w:val="00771675"/>
    <w:rsid w:val="00771759"/>
    <w:rsid w:val="00771A74"/>
    <w:rsid w:val="00771FF9"/>
    <w:rsid w:val="007721A0"/>
    <w:rsid w:val="007722FF"/>
    <w:rsid w:val="007723D7"/>
    <w:rsid w:val="007727DF"/>
    <w:rsid w:val="00772A09"/>
    <w:rsid w:val="00772A1B"/>
    <w:rsid w:val="00772BF1"/>
    <w:rsid w:val="00772E25"/>
    <w:rsid w:val="00772F06"/>
    <w:rsid w:val="0077307F"/>
    <w:rsid w:val="00773137"/>
    <w:rsid w:val="00773371"/>
    <w:rsid w:val="007738AE"/>
    <w:rsid w:val="007738EC"/>
    <w:rsid w:val="00773FF3"/>
    <w:rsid w:val="00774017"/>
    <w:rsid w:val="007741C0"/>
    <w:rsid w:val="00774627"/>
    <w:rsid w:val="00774638"/>
    <w:rsid w:val="00774880"/>
    <w:rsid w:val="007748A0"/>
    <w:rsid w:val="00774DCD"/>
    <w:rsid w:val="00774EC3"/>
    <w:rsid w:val="007751D0"/>
    <w:rsid w:val="0077537F"/>
    <w:rsid w:val="00775712"/>
    <w:rsid w:val="0077573C"/>
    <w:rsid w:val="0077576C"/>
    <w:rsid w:val="0077589A"/>
    <w:rsid w:val="007759CF"/>
    <w:rsid w:val="00775ACB"/>
    <w:rsid w:val="00775BD4"/>
    <w:rsid w:val="00775BDE"/>
    <w:rsid w:val="00775C14"/>
    <w:rsid w:val="00775C3A"/>
    <w:rsid w:val="00775C9B"/>
    <w:rsid w:val="00775D46"/>
    <w:rsid w:val="00775EA4"/>
    <w:rsid w:val="0077618A"/>
    <w:rsid w:val="007769EA"/>
    <w:rsid w:val="00776E40"/>
    <w:rsid w:val="007770BA"/>
    <w:rsid w:val="007773C2"/>
    <w:rsid w:val="00777415"/>
    <w:rsid w:val="00777A72"/>
    <w:rsid w:val="00777B1B"/>
    <w:rsid w:val="00777E38"/>
    <w:rsid w:val="00777FD5"/>
    <w:rsid w:val="007802C6"/>
    <w:rsid w:val="00780320"/>
    <w:rsid w:val="00780414"/>
    <w:rsid w:val="007806F9"/>
    <w:rsid w:val="00780D22"/>
    <w:rsid w:val="00780D4C"/>
    <w:rsid w:val="00780EEC"/>
    <w:rsid w:val="0078108F"/>
    <w:rsid w:val="00781436"/>
    <w:rsid w:val="00781588"/>
    <w:rsid w:val="007815AC"/>
    <w:rsid w:val="00781756"/>
    <w:rsid w:val="007818D6"/>
    <w:rsid w:val="00781AB7"/>
    <w:rsid w:val="00781AE9"/>
    <w:rsid w:val="00781AFB"/>
    <w:rsid w:val="00781C98"/>
    <w:rsid w:val="00781CFB"/>
    <w:rsid w:val="00782007"/>
    <w:rsid w:val="007821BF"/>
    <w:rsid w:val="007822B1"/>
    <w:rsid w:val="007825D2"/>
    <w:rsid w:val="00782968"/>
    <w:rsid w:val="00782A4C"/>
    <w:rsid w:val="00782BE5"/>
    <w:rsid w:val="00782D16"/>
    <w:rsid w:val="00783101"/>
    <w:rsid w:val="0078327D"/>
    <w:rsid w:val="00783334"/>
    <w:rsid w:val="007833B7"/>
    <w:rsid w:val="0078341C"/>
    <w:rsid w:val="007834BC"/>
    <w:rsid w:val="0078352F"/>
    <w:rsid w:val="007837C2"/>
    <w:rsid w:val="00783D03"/>
    <w:rsid w:val="00783D48"/>
    <w:rsid w:val="00783D52"/>
    <w:rsid w:val="00783E35"/>
    <w:rsid w:val="00783EC8"/>
    <w:rsid w:val="007851CF"/>
    <w:rsid w:val="00785281"/>
    <w:rsid w:val="007853EE"/>
    <w:rsid w:val="0078551E"/>
    <w:rsid w:val="00785BC3"/>
    <w:rsid w:val="00785D8E"/>
    <w:rsid w:val="00785DA6"/>
    <w:rsid w:val="00785EFA"/>
    <w:rsid w:val="00786084"/>
    <w:rsid w:val="007864CC"/>
    <w:rsid w:val="00786908"/>
    <w:rsid w:val="00786C33"/>
    <w:rsid w:val="0078714A"/>
    <w:rsid w:val="00787324"/>
    <w:rsid w:val="007873A3"/>
    <w:rsid w:val="007873DC"/>
    <w:rsid w:val="00787620"/>
    <w:rsid w:val="007876E6"/>
    <w:rsid w:val="007878D6"/>
    <w:rsid w:val="007878FA"/>
    <w:rsid w:val="00787A4F"/>
    <w:rsid w:val="00787CCE"/>
    <w:rsid w:val="00787CD3"/>
    <w:rsid w:val="00787D2E"/>
    <w:rsid w:val="00787F6E"/>
    <w:rsid w:val="00790065"/>
    <w:rsid w:val="00790223"/>
    <w:rsid w:val="00790376"/>
    <w:rsid w:val="007903E7"/>
    <w:rsid w:val="007907E1"/>
    <w:rsid w:val="00790DA1"/>
    <w:rsid w:val="00790F26"/>
    <w:rsid w:val="00790F35"/>
    <w:rsid w:val="00791035"/>
    <w:rsid w:val="00791236"/>
    <w:rsid w:val="007913BF"/>
    <w:rsid w:val="00791545"/>
    <w:rsid w:val="00791569"/>
    <w:rsid w:val="0079198B"/>
    <w:rsid w:val="007919C4"/>
    <w:rsid w:val="00791E83"/>
    <w:rsid w:val="00792060"/>
    <w:rsid w:val="00792073"/>
    <w:rsid w:val="00792BC5"/>
    <w:rsid w:val="00792E6F"/>
    <w:rsid w:val="00792EAD"/>
    <w:rsid w:val="00793509"/>
    <w:rsid w:val="0079351C"/>
    <w:rsid w:val="00793752"/>
    <w:rsid w:val="00793881"/>
    <w:rsid w:val="00793E21"/>
    <w:rsid w:val="007940A4"/>
    <w:rsid w:val="007942E2"/>
    <w:rsid w:val="00794731"/>
    <w:rsid w:val="00794883"/>
    <w:rsid w:val="007949A6"/>
    <w:rsid w:val="007949AC"/>
    <w:rsid w:val="007949B0"/>
    <w:rsid w:val="007949BC"/>
    <w:rsid w:val="00794C9A"/>
    <w:rsid w:val="00794DC6"/>
    <w:rsid w:val="00794FCE"/>
    <w:rsid w:val="007956EC"/>
    <w:rsid w:val="00795867"/>
    <w:rsid w:val="007959FC"/>
    <w:rsid w:val="00795DA1"/>
    <w:rsid w:val="00796162"/>
    <w:rsid w:val="00796172"/>
    <w:rsid w:val="00796312"/>
    <w:rsid w:val="00796400"/>
    <w:rsid w:val="0079658F"/>
    <w:rsid w:val="0079667D"/>
    <w:rsid w:val="007967F0"/>
    <w:rsid w:val="00796969"/>
    <w:rsid w:val="00796E46"/>
    <w:rsid w:val="00796EBB"/>
    <w:rsid w:val="007974F4"/>
    <w:rsid w:val="00797629"/>
    <w:rsid w:val="007979AA"/>
    <w:rsid w:val="007A00FF"/>
    <w:rsid w:val="007A03D9"/>
    <w:rsid w:val="007A0456"/>
    <w:rsid w:val="007A062A"/>
    <w:rsid w:val="007A0AF6"/>
    <w:rsid w:val="007A0BA3"/>
    <w:rsid w:val="007A0BEF"/>
    <w:rsid w:val="007A1626"/>
    <w:rsid w:val="007A1634"/>
    <w:rsid w:val="007A19B7"/>
    <w:rsid w:val="007A1D74"/>
    <w:rsid w:val="007A1E4D"/>
    <w:rsid w:val="007A2330"/>
    <w:rsid w:val="007A2426"/>
    <w:rsid w:val="007A2626"/>
    <w:rsid w:val="007A2A9A"/>
    <w:rsid w:val="007A2C42"/>
    <w:rsid w:val="007A2DAA"/>
    <w:rsid w:val="007A2DC4"/>
    <w:rsid w:val="007A3221"/>
    <w:rsid w:val="007A3682"/>
    <w:rsid w:val="007A38AE"/>
    <w:rsid w:val="007A3A42"/>
    <w:rsid w:val="007A3AB3"/>
    <w:rsid w:val="007A3CF3"/>
    <w:rsid w:val="007A3FF3"/>
    <w:rsid w:val="007A4400"/>
    <w:rsid w:val="007A4D56"/>
    <w:rsid w:val="007A4EEF"/>
    <w:rsid w:val="007A5178"/>
    <w:rsid w:val="007A635F"/>
    <w:rsid w:val="007A63F9"/>
    <w:rsid w:val="007A6649"/>
    <w:rsid w:val="007A6743"/>
    <w:rsid w:val="007A6910"/>
    <w:rsid w:val="007A699D"/>
    <w:rsid w:val="007A6A83"/>
    <w:rsid w:val="007A6AE3"/>
    <w:rsid w:val="007A6B49"/>
    <w:rsid w:val="007A6BDC"/>
    <w:rsid w:val="007A7059"/>
    <w:rsid w:val="007A709F"/>
    <w:rsid w:val="007A70DA"/>
    <w:rsid w:val="007A7628"/>
    <w:rsid w:val="007A7A80"/>
    <w:rsid w:val="007A7CB7"/>
    <w:rsid w:val="007A7FD1"/>
    <w:rsid w:val="007B0037"/>
    <w:rsid w:val="007B02EF"/>
    <w:rsid w:val="007B0733"/>
    <w:rsid w:val="007B07DB"/>
    <w:rsid w:val="007B07F6"/>
    <w:rsid w:val="007B09A1"/>
    <w:rsid w:val="007B0B5A"/>
    <w:rsid w:val="007B0D68"/>
    <w:rsid w:val="007B1534"/>
    <w:rsid w:val="007B1A61"/>
    <w:rsid w:val="007B22DB"/>
    <w:rsid w:val="007B2682"/>
    <w:rsid w:val="007B285D"/>
    <w:rsid w:val="007B2DE8"/>
    <w:rsid w:val="007B31BC"/>
    <w:rsid w:val="007B344E"/>
    <w:rsid w:val="007B3A8D"/>
    <w:rsid w:val="007B429D"/>
    <w:rsid w:val="007B443F"/>
    <w:rsid w:val="007B4448"/>
    <w:rsid w:val="007B4593"/>
    <w:rsid w:val="007B4EEC"/>
    <w:rsid w:val="007B5068"/>
    <w:rsid w:val="007B51C0"/>
    <w:rsid w:val="007B5321"/>
    <w:rsid w:val="007B5646"/>
    <w:rsid w:val="007B5AF7"/>
    <w:rsid w:val="007B5DC0"/>
    <w:rsid w:val="007B5F6F"/>
    <w:rsid w:val="007B5F83"/>
    <w:rsid w:val="007B60A6"/>
    <w:rsid w:val="007B625B"/>
    <w:rsid w:val="007B62D1"/>
    <w:rsid w:val="007B62EA"/>
    <w:rsid w:val="007B6410"/>
    <w:rsid w:val="007B65B9"/>
    <w:rsid w:val="007B6A6A"/>
    <w:rsid w:val="007B6ABC"/>
    <w:rsid w:val="007B6AC1"/>
    <w:rsid w:val="007B6B59"/>
    <w:rsid w:val="007B6CD6"/>
    <w:rsid w:val="007B733C"/>
    <w:rsid w:val="007B73D1"/>
    <w:rsid w:val="007B7441"/>
    <w:rsid w:val="007B7DBE"/>
    <w:rsid w:val="007B7DCE"/>
    <w:rsid w:val="007B7FC1"/>
    <w:rsid w:val="007C06C3"/>
    <w:rsid w:val="007C0843"/>
    <w:rsid w:val="007C0AEC"/>
    <w:rsid w:val="007C0F99"/>
    <w:rsid w:val="007C12C3"/>
    <w:rsid w:val="007C1675"/>
    <w:rsid w:val="007C1A4F"/>
    <w:rsid w:val="007C1C54"/>
    <w:rsid w:val="007C1F8C"/>
    <w:rsid w:val="007C25C5"/>
    <w:rsid w:val="007C28F7"/>
    <w:rsid w:val="007C2922"/>
    <w:rsid w:val="007C2C8D"/>
    <w:rsid w:val="007C2F4A"/>
    <w:rsid w:val="007C2FCA"/>
    <w:rsid w:val="007C3070"/>
    <w:rsid w:val="007C325B"/>
    <w:rsid w:val="007C3279"/>
    <w:rsid w:val="007C380D"/>
    <w:rsid w:val="007C3BF2"/>
    <w:rsid w:val="007C3D5A"/>
    <w:rsid w:val="007C3FFE"/>
    <w:rsid w:val="007C405A"/>
    <w:rsid w:val="007C4382"/>
    <w:rsid w:val="007C44B6"/>
    <w:rsid w:val="007C49C3"/>
    <w:rsid w:val="007C4DA2"/>
    <w:rsid w:val="007C51D7"/>
    <w:rsid w:val="007C52DC"/>
    <w:rsid w:val="007C56F0"/>
    <w:rsid w:val="007C58E8"/>
    <w:rsid w:val="007C5981"/>
    <w:rsid w:val="007C5A1E"/>
    <w:rsid w:val="007C5B4D"/>
    <w:rsid w:val="007C5E18"/>
    <w:rsid w:val="007C6B0B"/>
    <w:rsid w:val="007C6B59"/>
    <w:rsid w:val="007C6BDA"/>
    <w:rsid w:val="007C6C61"/>
    <w:rsid w:val="007C6D62"/>
    <w:rsid w:val="007C6FDB"/>
    <w:rsid w:val="007C7304"/>
    <w:rsid w:val="007C76EB"/>
    <w:rsid w:val="007C78BC"/>
    <w:rsid w:val="007C7CCE"/>
    <w:rsid w:val="007C7DFF"/>
    <w:rsid w:val="007D05D0"/>
    <w:rsid w:val="007D06ED"/>
    <w:rsid w:val="007D0868"/>
    <w:rsid w:val="007D0E0F"/>
    <w:rsid w:val="007D0E4F"/>
    <w:rsid w:val="007D1307"/>
    <w:rsid w:val="007D1455"/>
    <w:rsid w:val="007D1EDE"/>
    <w:rsid w:val="007D23F0"/>
    <w:rsid w:val="007D2400"/>
    <w:rsid w:val="007D269E"/>
    <w:rsid w:val="007D29F2"/>
    <w:rsid w:val="007D2D14"/>
    <w:rsid w:val="007D3203"/>
    <w:rsid w:val="007D33CE"/>
    <w:rsid w:val="007D3643"/>
    <w:rsid w:val="007D3763"/>
    <w:rsid w:val="007D3838"/>
    <w:rsid w:val="007D3AEA"/>
    <w:rsid w:val="007D3B1E"/>
    <w:rsid w:val="007D3E83"/>
    <w:rsid w:val="007D43F9"/>
    <w:rsid w:val="007D45D3"/>
    <w:rsid w:val="007D460C"/>
    <w:rsid w:val="007D4675"/>
    <w:rsid w:val="007D48EB"/>
    <w:rsid w:val="007D4906"/>
    <w:rsid w:val="007D4B6C"/>
    <w:rsid w:val="007D4E83"/>
    <w:rsid w:val="007D4F2D"/>
    <w:rsid w:val="007D51EB"/>
    <w:rsid w:val="007D5262"/>
    <w:rsid w:val="007D5528"/>
    <w:rsid w:val="007D5635"/>
    <w:rsid w:val="007D5B71"/>
    <w:rsid w:val="007D5B7F"/>
    <w:rsid w:val="007D5C42"/>
    <w:rsid w:val="007D5E11"/>
    <w:rsid w:val="007D5F6E"/>
    <w:rsid w:val="007D616B"/>
    <w:rsid w:val="007D648F"/>
    <w:rsid w:val="007D6981"/>
    <w:rsid w:val="007D6C58"/>
    <w:rsid w:val="007D6C96"/>
    <w:rsid w:val="007D6E0C"/>
    <w:rsid w:val="007D7777"/>
    <w:rsid w:val="007D77FF"/>
    <w:rsid w:val="007D795C"/>
    <w:rsid w:val="007D7C1F"/>
    <w:rsid w:val="007D7C5F"/>
    <w:rsid w:val="007E0223"/>
    <w:rsid w:val="007E033E"/>
    <w:rsid w:val="007E0347"/>
    <w:rsid w:val="007E04A9"/>
    <w:rsid w:val="007E0509"/>
    <w:rsid w:val="007E062A"/>
    <w:rsid w:val="007E07E0"/>
    <w:rsid w:val="007E07E7"/>
    <w:rsid w:val="007E0A85"/>
    <w:rsid w:val="007E0B67"/>
    <w:rsid w:val="007E0D60"/>
    <w:rsid w:val="007E0E45"/>
    <w:rsid w:val="007E12DD"/>
    <w:rsid w:val="007E1479"/>
    <w:rsid w:val="007E1969"/>
    <w:rsid w:val="007E19AE"/>
    <w:rsid w:val="007E1D78"/>
    <w:rsid w:val="007E2011"/>
    <w:rsid w:val="007E2055"/>
    <w:rsid w:val="007E215F"/>
    <w:rsid w:val="007E23BF"/>
    <w:rsid w:val="007E2423"/>
    <w:rsid w:val="007E248A"/>
    <w:rsid w:val="007E26D9"/>
    <w:rsid w:val="007E2874"/>
    <w:rsid w:val="007E2918"/>
    <w:rsid w:val="007E2919"/>
    <w:rsid w:val="007E29C8"/>
    <w:rsid w:val="007E2CC0"/>
    <w:rsid w:val="007E2D00"/>
    <w:rsid w:val="007E2E57"/>
    <w:rsid w:val="007E30E4"/>
    <w:rsid w:val="007E33F6"/>
    <w:rsid w:val="007E34C1"/>
    <w:rsid w:val="007E36DB"/>
    <w:rsid w:val="007E37EF"/>
    <w:rsid w:val="007E3D18"/>
    <w:rsid w:val="007E3D73"/>
    <w:rsid w:val="007E3E14"/>
    <w:rsid w:val="007E4718"/>
    <w:rsid w:val="007E49B4"/>
    <w:rsid w:val="007E4B18"/>
    <w:rsid w:val="007E4CBD"/>
    <w:rsid w:val="007E4DF8"/>
    <w:rsid w:val="007E50D1"/>
    <w:rsid w:val="007E5452"/>
    <w:rsid w:val="007E55F8"/>
    <w:rsid w:val="007E57C9"/>
    <w:rsid w:val="007E5964"/>
    <w:rsid w:val="007E5F20"/>
    <w:rsid w:val="007E5F6C"/>
    <w:rsid w:val="007E6730"/>
    <w:rsid w:val="007E6DF0"/>
    <w:rsid w:val="007E6F55"/>
    <w:rsid w:val="007E6F59"/>
    <w:rsid w:val="007E7548"/>
    <w:rsid w:val="007E7778"/>
    <w:rsid w:val="007E7C88"/>
    <w:rsid w:val="007E7D4C"/>
    <w:rsid w:val="007E7DEB"/>
    <w:rsid w:val="007E7FBA"/>
    <w:rsid w:val="007F0535"/>
    <w:rsid w:val="007F0657"/>
    <w:rsid w:val="007F071F"/>
    <w:rsid w:val="007F0C41"/>
    <w:rsid w:val="007F130A"/>
    <w:rsid w:val="007F1514"/>
    <w:rsid w:val="007F1531"/>
    <w:rsid w:val="007F15A0"/>
    <w:rsid w:val="007F1A23"/>
    <w:rsid w:val="007F1D19"/>
    <w:rsid w:val="007F20DF"/>
    <w:rsid w:val="007F212C"/>
    <w:rsid w:val="007F2315"/>
    <w:rsid w:val="007F2505"/>
    <w:rsid w:val="007F2620"/>
    <w:rsid w:val="007F26AC"/>
    <w:rsid w:val="007F2826"/>
    <w:rsid w:val="007F28A2"/>
    <w:rsid w:val="007F299A"/>
    <w:rsid w:val="007F2BE9"/>
    <w:rsid w:val="007F2C2B"/>
    <w:rsid w:val="007F2EFE"/>
    <w:rsid w:val="007F3344"/>
    <w:rsid w:val="007F33C6"/>
    <w:rsid w:val="007F3A06"/>
    <w:rsid w:val="007F3EAE"/>
    <w:rsid w:val="007F40E6"/>
    <w:rsid w:val="007F4183"/>
    <w:rsid w:val="007F42AA"/>
    <w:rsid w:val="007F4635"/>
    <w:rsid w:val="007F4932"/>
    <w:rsid w:val="007F4B28"/>
    <w:rsid w:val="007F4C65"/>
    <w:rsid w:val="007F4C7E"/>
    <w:rsid w:val="007F4CF6"/>
    <w:rsid w:val="007F4E57"/>
    <w:rsid w:val="007F4EF6"/>
    <w:rsid w:val="007F5183"/>
    <w:rsid w:val="007F53EF"/>
    <w:rsid w:val="007F54D9"/>
    <w:rsid w:val="007F5866"/>
    <w:rsid w:val="007F5990"/>
    <w:rsid w:val="007F5B7D"/>
    <w:rsid w:val="007F5C7D"/>
    <w:rsid w:val="007F5D0F"/>
    <w:rsid w:val="007F5E71"/>
    <w:rsid w:val="007F61D1"/>
    <w:rsid w:val="007F674D"/>
    <w:rsid w:val="007F68BB"/>
    <w:rsid w:val="007F6B25"/>
    <w:rsid w:val="007F6B79"/>
    <w:rsid w:val="007F6C88"/>
    <w:rsid w:val="007F6D8E"/>
    <w:rsid w:val="007F6F6C"/>
    <w:rsid w:val="007F7349"/>
    <w:rsid w:val="007F73D6"/>
    <w:rsid w:val="007F753A"/>
    <w:rsid w:val="007F7833"/>
    <w:rsid w:val="007F7906"/>
    <w:rsid w:val="008002FE"/>
    <w:rsid w:val="008003CC"/>
    <w:rsid w:val="0080082B"/>
    <w:rsid w:val="00800AC1"/>
    <w:rsid w:val="00800CBE"/>
    <w:rsid w:val="00800D8E"/>
    <w:rsid w:val="00800DE6"/>
    <w:rsid w:val="008015BA"/>
    <w:rsid w:val="00801602"/>
    <w:rsid w:val="008019D6"/>
    <w:rsid w:val="008019F4"/>
    <w:rsid w:val="00801B19"/>
    <w:rsid w:val="00801C5A"/>
    <w:rsid w:val="008020EE"/>
    <w:rsid w:val="00802696"/>
    <w:rsid w:val="008026C7"/>
    <w:rsid w:val="00802840"/>
    <w:rsid w:val="00802AA3"/>
    <w:rsid w:val="00802B0F"/>
    <w:rsid w:val="00802E08"/>
    <w:rsid w:val="00802E9F"/>
    <w:rsid w:val="0080304B"/>
    <w:rsid w:val="00803340"/>
    <w:rsid w:val="00803618"/>
    <w:rsid w:val="0080373C"/>
    <w:rsid w:val="0080388C"/>
    <w:rsid w:val="00803A38"/>
    <w:rsid w:val="00803BD2"/>
    <w:rsid w:val="00803EBF"/>
    <w:rsid w:val="008043C0"/>
    <w:rsid w:val="00804532"/>
    <w:rsid w:val="00804546"/>
    <w:rsid w:val="0080470B"/>
    <w:rsid w:val="00804D41"/>
    <w:rsid w:val="00804D8B"/>
    <w:rsid w:val="00804E7D"/>
    <w:rsid w:val="00804E95"/>
    <w:rsid w:val="008052C1"/>
    <w:rsid w:val="008052E2"/>
    <w:rsid w:val="00805375"/>
    <w:rsid w:val="008053E8"/>
    <w:rsid w:val="00805758"/>
    <w:rsid w:val="00805834"/>
    <w:rsid w:val="00805849"/>
    <w:rsid w:val="008058C9"/>
    <w:rsid w:val="00805A72"/>
    <w:rsid w:val="00805A7D"/>
    <w:rsid w:val="00805AD3"/>
    <w:rsid w:val="00805D52"/>
    <w:rsid w:val="00805D57"/>
    <w:rsid w:val="00805EEA"/>
    <w:rsid w:val="00805F3E"/>
    <w:rsid w:val="008062EF"/>
    <w:rsid w:val="0080639F"/>
    <w:rsid w:val="008063FD"/>
    <w:rsid w:val="00806663"/>
    <w:rsid w:val="008067B5"/>
    <w:rsid w:val="00806910"/>
    <w:rsid w:val="008069A7"/>
    <w:rsid w:val="00806C82"/>
    <w:rsid w:val="00806FD7"/>
    <w:rsid w:val="008071DF"/>
    <w:rsid w:val="0080721D"/>
    <w:rsid w:val="00807649"/>
    <w:rsid w:val="0080789A"/>
    <w:rsid w:val="008078F7"/>
    <w:rsid w:val="00807A6B"/>
    <w:rsid w:val="00807BA0"/>
    <w:rsid w:val="00807D46"/>
    <w:rsid w:val="00807D67"/>
    <w:rsid w:val="00807E35"/>
    <w:rsid w:val="0081002E"/>
    <w:rsid w:val="00810131"/>
    <w:rsid w:val="008102AE"/>
    <w:rsid w:val="00810305"/>
    <w:rsid w:val="00810B2E"/>
    <w:rsid w:val="00810C2A"/>
    <w:rsid w:val="00810CBB"/>
    <w:rsid w:val="008111A7"/>
    <w:rsid w:val="008113C0"/>
    <w:rsid w:val="008114A0"/>
    <w:rsid w:val="00811525"/>
    <w:rsid w:val="00811652"/>
    <w:rsid w:val="00811A6E"/>
    <w:rsid w:val="00811A6F"/>
    <w:rsid w:val="00811FA2"/>
    <w:rsid w:val="00812833"/>
    <w:rsid w:val="00812B88"/>
    <w:rsid w:val="00812BA8"/>
    <w:rsid w:val="00812E36"/>
    <w:rsid w:val="00813003"/>
    <w:rsid w:val="00813217"/>
    <w:rsid w:val="008132CF"/>
    <w:rsid w:val="00813682"/>
    <w:rsid w:val="008136E1"/>
    <w:rsid w:val="00813713"/>
    <w:rsid w:val="00813979"/>
    <w:rsid w:val="00813B59"/>
    <w:rsid w:val="00813B6F"/>
    <w:rsid w:val="00813B8A"/>
    <w:rsid w:val="00813EF3"/>
    <w:rsid w:val="0081401C"/>
    <w:rsid w:val="00814046"/>
    <w:rsid w:val="008140A6"/>
    <w:rsid w:val="00814545"/>
    <w:rsid w:val="008146A8"/>
    <w:rsid w:val="00814704"/>
    <w:rsid w:val="008147C0"/>
    <w:rsid w:val="008148B5"/>
    <w:rsid w:val="0081493A"/>
    <w:rsid w:val="00814E59"/>
    <w:rsid w:val="008151C8"/>
    <w:rsid w:val="008152CE"/>
    <w:rsid w:val="0081536E"/>
    <w:rsid w:val="0081574D"/>
    <w:rsid w:val="00815784"/>
    <w:rsid w:val="0081599C"/>
    <w:rsid w:val="00815F7D"/>
    <w:rsid w:val="00815FCD"/>
    <w:rsid w:val="008161DC"/>
    <w:rsid w:val="008163CF"/>
    <w:rsid w:val="0081665D"/>
    <w:rsid w:val="008166B7"/>
    <w:rsid w:val="008167DC"/>
    <w:rsid w:val="008167F0"/>
    <w:rsid w:val="00816962"/>
    <w:rsid w:val="00816A47"/>
    <w:rsid w:val="00816B1D"/>
    <w:rsid w:val="00816B1F"/>
    <w:rsid w:val="00816B6A"/>
    <w:rsid w:val="00817084"/>
    <w:rsid w:val="00817221"/>
    <w:rsid w:val="0081779C"/>
    <w:rsid w:val="00817A28"/>
    <w:rsid w:val="00817DC2"/>
    <w:rsid w:val="008201AF"/>
    <w:rsid w:val="00820504"/>
    <w:rsid w:val="00820600"/>
    <w:rsid w:val="0082069A"/>
    <w:rsid w:val="0082082E"/>
    <w:rsid w:val="008208F6"/>
    <w:rsid w:val="00820977"/>
    <w:rsid w:val="00820AB4"/>
    <w:rsid w:val="00820BA5"/>
    <w:rsid w:val="00820BB4"/>
    <w:rsid w:val="00820CC4"/>
    <w:rsid w:val="008211A6"/>
    <w:rsid w:val="0082136E"/>
    <w:rsid w:val="008219A9"/>
    <w:rsid w:val="00821DEA"/>
    <w:rsid w:val="00822317"/>
    <w:rsid w:val="0082234D"/>
    <w:rsid w:val="00822DA9"/>
    <w:rsid w:val="00822E4F"/>
    <w:rsid w:val="008235C7"/>
    <w:rsid w:val="008239DB"/>
    <w:rsid w:val="00823CFE"/>
    <w:rsid w:val="0082441E"/>
    <w:rsid w:val="0082441F"/>
    <w:rsid w:val="008246B3"/>
    <w:rsid w:val="00824C15"/>
    <w:rsid w:val="00824E22"/>
    <w:rsid w:val="008255E7"/>
    <w:rsid w:val="0082568D"/>
    <w:rsid w:val="008258D4"/>
    <w:rsid w:val="008260A3"/>
    <w:rsid w:val="00826182"/>
    <w:rsid w:val="008261A9"/>
    <w:rsid w:val="008261C0"/>
    <w:rsid w:val="00826404"/>
    <w:rsid w:val="008264A6"/>
    <w:rsid w:val="00826673"/>
    <w:rsid w:val="008268D1"/>
    <w:rsid w:val="00826A58"/>
    <w:rsid w:val="00826D06"/>
    <w:rsid w:val="0082753A"/>
    <w:rsid w:val="008277BC"/>
    <w:rsid w:val="00827832"/>
    <w:rsid w:val="00827BA5"/>
    <w:rsid w:val="008301F2"/>
    <w:rsid w:val="008304D5"/>
    <w:rsid w:val="00830573"/>
    <w:rsid w:val="008305CE"/>
    <w:rsid w:val="00830A29"/>
    <w:rsid w:val="00830B51"/>
    <w:rsid w:val="00830F9E"/>
    <w:rsid w:val="008313B6"/>
    <w:rsid w:val="00831742"/>
    <w:rsid w:val="008317ED"/>
    <w:rsid w:val="0083192B"/>
    <w:rsid w:val="00831D7D"/>
    <w:rsid w:val="00831EBE"/>
    <w:rsid w:val="00832503"/>
    <w:rsid w:val="0083253D"/>
    <w:rsid w:val="008328E6"/>
    <w:rsid w:val="00832DA7"/>
    <w:rsid w:val="00833115"/>
    <w:rsid w:val="00833210"/>
    <w:rsid w:val="00833508"/>
    <w:rsid w:val="008335F9"/>
    <w:rsid w:val="0083393F"/>
    <w:rsid w:val="0083398E"/>
    <w:rsid w:val="008339B1"/>
    <w:rsid w:val="00833C8F"/>
    <w:rsid w:val="00833CEA"/>
    <w:rsid w:val="008340D5"/>
    <w:rsid w:val="008341FF"/>
    <w:rsid w:val="00834208"/>
    <w:rsid w:val="00834275"/>
    <w:rsid w:val="008343EE"/>
    <w:rsid w:val="00834441"/>
    <w:rsid w:val="0083465F"/>
    <w:rsid w:val="008348DD"/>
    <w:rsid w:val="008349F3"/>
    <w:rsid w:val="00834F72"/>
    <w:rsid w:val="00835270"/>
    <w:rsid w:val="0083530C"/>
    <w:rsid w:val="008353F1"/>
    <w:rsid w:val="008357BE"/>
    <w:rsid w:val="00835C9B"/>
    <w:rsid w:val="00835D4F"/>
    <w:rsid w:val="00835E8F"/>
    <w:rsid w:val="0083611C"/>
    <w:rsid w:val="0083621F"/>
    <w:rsid w:val="00836251"/>
    <w:rsid w:val="008362DF"/>
    <w:rsid w:val="0083640F"/>
    <w:rsid w:val="00836748"/>
    <w:rsid w:val="008368D6"/>
    <w:rsid w:val="008368E0"/>
    <w:rsid w:val="00836CD1"/>
    <w:rsid w:val="008373A6"/>
    <w:rsid w:val="008375A7"/>
    <w:rsid w:val="00837EFB"/>
    <w:rsid w:val="00837F78"/>
    <w:rsid w:val="00840244"/>
    <w:rsid w:val="00840262"/>
    <w:rsid w:val="008406B3"/>
    <w:rsid w:val="008406C1"/>
    <w:rsid w:val="00840846"/>
    <w:rsid w:val="008409C8"/>
    <w:rsid w:val="00841333"/>
    <w:rsid w:val="008418C8"/>
    <w:rsid w:val="00841A27"/>
    <w:rsid w:val="00841A63"/>
    <w:rsid w:val="00841F0A"/>
    <w:rsid w:val="008420B2"/>
    <w:rsid w:val="0084213F"/>
    <w:rsid w:val="008423BB"/>
    <w:rsid w:val="008428A2"/>
    <w:rsid w:val="00842CAB"/>
    <w:rsid w:val="00842D14"/>
    <w:rsid w:val="00843436"/>
    <w:rsid w:val="0084399F"/>
    <w:rsid w:val="00843C8F"/>
    <w:rsid w:val="00843FCD"/>
    <w:rsid w:val="008441CB"/>
    <w:rsid w:val="00844235"/>
    <w:rsid w:val="00844866"/>
    <w:rsid w:val="00844D05"/>
    <w:rsid w:val="00844D39"/>
    <w:rsid w:val="00844DE2"/>
    <w:rsid w:val="008452BB"/>
    <w:rsid w:val="00845516"/>
    <w:rsid w:val="00845563"/>
    <w:rsid w:val="008458BE"/>
    <w:rsid w:val="00845B70"/>
    <w:rsid w:val="00845D06"/>
    <w:rsid w:val="00845F63"/>
    <w:rsid w:val="008460C8"/>
    <w:rsid w:val="00846195"/>
    <w:rsid w:val="00846930"/>
    <w:rsid w:val="00846EE5"/>
    <w:rsid w:val="00847041"/>
    <w:rsid w:val="00847210"/>
    <w:rsid w:val="0084725D"/>
    <w:rsid w:val="008474EB"/>
    <w:rsid w:val="00847892"/>
    <w:rsid w:val="00847C12"/>
    <w:rsid w:val="00847F2A"/>
    <w:rsid w:val="0085007D"/>
    <w:rsid w:val="00850299"/>
    <w:rsid w:val="0085076E"/>
    <w:rsid w:val="00850CA3"/>
    <w:rsid w:val="00850CA7"/>
    <w:rsid w:val="00850FAB"/>
    <w:rsid w:val="0085116D"/>
    <w:rsid w:val="00851505"/>
    <w:rsid w:val="00851A70"/>
    <w:rsid w:val="00851BBF"/>
    <w:rsid w:val="00851CF6"/>
    <w:rsid w:val="00851F37"/>
    <w:rsid w:val="008521BC"/>
    <w:rsid w:val="008526E1"/>
    <w:rsid w:val="00852B35"/>
    <w:rsid w:val="00852C76"/>
    <w:rsid w:val="00852CF2"/>
    <w:rsid w:val="00852E49"/>
    <w:rsid w:val="00852E4B"/>
    <w:rsid w:val="008530A7"/>
    <w:rsid w:val="0085357D"/>
    <w:rsid w:val="00853587"/>
    <w:rsid w:val="008535EF"/>
    <w:rsid w:val="00853911"/>
    <w:rsid w:val="00853ECA"/>
    <w:rsid w:val="008541EB"/>
    <w:rsid w:val="00854545"/>
    <w:rsid w:val="00854578"/>
    <w:rsid w:val="0085469D"/>
    <w:rsid w:val="008547F5"/>
    <w:rsid w:val="00854887"/>
    <w:rsid w:val="00854E5F"/>
    <w:rsid w:val="008550A3"/>
    <w:rsid w:val="00855237"/>
    <w:rsid w:val="00855486"/>
    <w:rsid w:val="0085563E"/>
    <w:rsid w:val="008556BA"/>
    <w:rsid w:val="00855B1F"/>
    <w:rsid w:val="00855CA6"/>
    <w:rsid w:val="00855D18"/>
    <w:rsid w:val="00855DC7"/>
    <w:rsid w:val="00855DE8"/>
    <w:rsid w:val="008562F1"/>
    <w:rsid w:val="0085659B"/>
    <w:rsid w:val="008565CF"/>
    <w:rsid w:val="00856A9E"/>
    <w:rsid w:val="00856D43"/>
    <w:rsid w:val="00856E24"/>
    <w:rsid w:val="00856E3C"/>
    <w:rsid w:val="00856FFE"/>
    <w:rsid w:val="0085767C"/>
    <w:rsid w:val="00860293"/>
    <w:rsid w:val="00860357"/>
    <w:rsid w:val="008609B8"/>
    <w:rsid w:val="008609D1"/>
    <w:rsid w:val="00860A02"/>
    <w:rsid w:val="00860A5A"/>
    <w:rsid w:val="00860B4E"/>
    <w:rsid w:val="00860E19"/>
    <w:rsid w:val="00860E6B"/>
    <w:rsid w:val="0086122A"/>
    <w:rsid w:val="00861302"/>
    <w:rsid w:val="008615A5"/>
    <w:rsid w:val="008615FF"/>
    <w:rsid w:val="0086193B"/>
    <w:rsid w:val="00861AE3"/>
    <w:rsid w:val="00861BD3"/>
    <w:rsid w:val="00861D58"/>
    <w:rsid w:val="00861EEA"/>
    <w:rsid w:val="0086249B"/>
    <w:rsid w:val="00862963"/>
    <w:rsid w:val="00862EBC"/>
    <w:rsid w:val="008633B3"/>
    <w:rsid w:val="0086367C"/>
    <w:rsid w:val="00863878"/>
    <w:rsid w:val="00863C03"/>
    <w:rsid w:val="00863E26"/>
    <w:rsid w:val="00864071"/>
    <w:rsid w:val="0086407F"/>
    <w:rsid w:val="00864187"/>
    <w:rsid w:val="00864506"/>
    <w:rsid w:val="00864686"/>
    <w:rsid w:val="0086472C"/>
    <w:rsid w:val="008648DC"/>
    <w:rsid w:val="00864950"/>
    <w:rsid w:val="00864A20"/>
    <w:rsid w:val="00864CC6"/>
    <w:rsid w:val="00864D41"/>
    <w:rsid w:val="00864E62"/>
    <w:rsid w:val="00865059"/>
    <w:rsid w:val="00865213"/>
    <w:rsid w:val="0086521F"/>
    <w:rsid w:val="00865343"/>
    <w:rsid w:val="008658B3"/>
    <w:rsid w:val="008659D1"/>
    <w:rsid w:val="00865A32"/>
    <w:rsid w:val="00865ACB"/>
    <w:rsid w:val="00865D38"/>
    <w:rsid w:val="00865E55"/>
    <w:rsid w:val="00866318"/>
    <w:rsid w:val="00866524"/>
    <w:rsid w:val="00866CC4"/>
    <w:rsid w:val="00866E31"/>
    <w:rsid w:val="00866F3E"/>
    <w:rsid w:val="00867310"/>
    <w:rsid w:val="00867951"/>
    <w:rsid w:val="00867C0C"/>
    <w:rsid w:val="00867EBB"/>
    <w:rsid w:val="00867F39"/>
    <w:rsid w:val="00870877"/>
    <w:rsid w:val="008708B6"/>
    <w:rsid w:val="008709C8"/>
    <w:rsid w:val="00870CAA"/>
    <w:rsid w:val="00871082"/>
    <w:rsid w:val="008710CA"/>
    <w:rsid w:val="00871179"/>
    <w:rsid w:val="00871462"/>
    <w:rsid w:val="008717F7"/>
    <w:rsid w:val="00871980"/>
    <w:rsid w:val="00871A45"/>
    <w:rsid w:val="00871BAD"/>
    <w:rsid w:val="00871C7E"/>
    <w:rsid w:val="00871CB4"/>
    <w:rsid w:val="00871CCA"/>
    <w:rsid w:val="00871D22"/>
    <w:rsid w:val="00871D43"/>
    <w:rsid w:val="00871F90"/>
    <w:rsid w:val="008723FA"/>
    <w:rsid w:val="00872589"/>
    <w:rsid w:val="008727D2"/>
    <w:rsid w:val="00872B34"/>
    <w:rsid w:val="00872CBE"/>
    <w:rsid w:val="008731F3"/>
    <w:rsid w:val="00873437"/>
    <w:rsid w:val="00873535"/>
    <w:rsid w:val="00873753"/>
    <w:rsid w:val="00873825"/>
    <w:rsid w:val="008739E2"/>
    <w:rsid w:val="00873A95"/>
    <w:rsid w:val="00873B9C"/>
    <w:rsid w:val="00873D09"/>
    <w:rsid w:val="00873DB5"/>
    <w:rsid w:val="00873FC3"/>
    <w:rsid w:val="008745E4"/>
    <w:rsid w:val="00874AA1"/>
    <w:rsid w:val="00874FA2"/>
    <w:rsid w:val="0087508E"/>
    <w:rsid w:val="008751D2"/>
    <w:rsid w:val="00875208"/>
    <w:rsid w:val="00875412"/>
    <w:rsid w:val="00875463"/>
    <w:rsid w:val="00875744"/>
    <w:rsid w:val="0087583E"/>
    <w:rsid w:val="00875878"/>
    <w:rsid w:val="00875AD8"/>
    <w:rsid w:val="00875CF8"/>
    <w:rsid w:val="00875F6D"/>
    <w:rsid w:val="008761F0"/>
    <w:rsid w:val="008763DF"/>
    <w:rsid w:val="0087680E"/>
    <w:rsid w:val="00876A62"/>
    <w:rsid w:val="00876D71"/>
    <w:rsid w:val="00877028"/>
    <w:rsid w:val="00877070"/>
    <w:rsid w:val="008770BE"/>
    <w:rsid w:val="0087713D"/>
    <w:rsid w:val="008772A5"/>
    <w:rsid w:val="0087734C"/>
    <w:rsid w:val="008777B7"/>
    <w:rsid w:val="008777C9"/>
    <w:rsid w:val="00877B8A"/>
    <w:rsid w:val="00877BA3"/>
    <w:rsid w:val="00877E1A"/>
    <w:rsid w:val="0088040E"/>
    <w:rsid w:val="0088042D"/>
    <w:rsid w:val="0088055D"/>
    <w:rsid w:val="008805B1"/>
    <w:rsid w:val="00880617"/>
    <w:rsid w:val="00880660"/>
    <w:rsid w:val="00880668"/>
    <w:rsid w:val="008807BA"/>
    <w:rsid w:val="00880856"/>
    <w:rsid w:val="00880C5C"/>
    <w:rsid w:val="00880CE6"/>
    <w:rsid w:val="00880FDE"/>
    <w:rsid w:val="00881220"/>
    <w:rsid w:val="008812BD"/>
    <w:rsid w:val="00881410"/>
    <w:rsid w:val="00881590"/>
    <w:rsid w:val="00881632"/>
    <w:rsid w:val="00881718"/>
    <w:rsid w:val="00881775"/>
    <w:rsid w:val="00881C57"/>
    <w:rsid w:val="0088211A"/>
    <w:rsid w:val="00882246"/>
    <w:rsid w:val="0088267E"/>
    <w:rsid w:val="00882927"/>
    <w:rsid w:val="00882E1E"/>
    <w:rsid w:val="008831F6"/>
    <w:rsid w:val="008834F8"/>
    <w:rsid w:val="00883C44"/>
    <w:rsid w:val="00883C92"/>
    <w:rsid w:val="00883E2C"/>
    <w:rsid w:val="00883EFD"/>
    <w:rsid w:val="008842A2"/>
    <w:rsid w:val="008848CD"/>
    <w:rsid w:val="00884AC3"/>
    <w:rsid w:val="00884F2B"/>
    <w:rsid w:val="008851BB"/>
    <w:rsid w:val="00885252"/>
    <w:rsid w:val="00885257"/>
    <w:rsid w:val="008855BD"/>
    <w:rsid w:val="0088567A"/>
    <w:rsid w:val="008859F5"/>
    <w:rsid w:val="00885BD6"/>
    <w:rsid w:val="00886085"/>
    <w:rsid w:val="0088613A"/>
    <w:rsid w:val="00886144"/>
    <w:rsid w:val="008863C8"/>
    <w:rsid w:val="008865FF"/>
    <w:rsid w:val="00886A54"/>
    <w:rsid w:val="00886B2F"/>
    <w:rsid w:val="00886B70"/>
    <w:rsid w:val="00886FB3"/>
    <w:rsid w:val="00887314"/>
    <w:rsid w:val="00887321"/>
    <w:rsid w:val="00887534"/>
    <w:rsid w:val="00887687"/>
    <w:rsid w:val="0088768F"/>
    <w:rsid w:val="0088787D"/>
    <w:rsid w:val="00887C60"/>
    <w:rsid w:val="00887F24"/>
    <w:rsid w:val="008902D1"/>
    <w:rsid w:val="00890326"/>
    <w:rsid w:val="00890346"/>
    <w:rsid w:val="0089037D"/>
    <w:rsid w:val="00890726"/>
    <w:rsid w:val="00890BAB"/>
    <w:rsid w:val="00890BD9"/>
    <w:rsid w:val="00890D55"/>
    <w:rsid w:val="00890FD8"/>
    <w:rsid w:val="00891281"/>
    <w:rsid w:val="00891852"/>
    <w:rsid w:val="00891AA7"/>
    <w:rsid w:val="00892142"/>
    <w:rsid w:val="00892185"/>
    <w:rsid w:val="00892211"/>
    <w:rsid w:val="008922D9"/>
    <w:rsid w:val="00892320"/>
    <w:rsid w:val="008925B0"/>
    <w:rsid w:val="008926FE"/>
    <w:rsid w:val="0089281C"/>
    <w:rsid w:val="008928B7"/>
    <w:rsid w:val="00892AD8"/>
    <w:rsid w:val="00892F33"/>
    <w:rsid w:val="0089324F"/>
    <w:rsid w:val="00893279"/>
    <w:rsid w:val="0089327C"/>
    <w:rsid w:val="0089336D"/>
    <w:rsid w:val="00893514"/>
    <w:rsid w:val="0089367E"/>
    <w:rsid w:val="0089385A"/>
    <w:rsid w:val="00893A6E"/>
    <w:rsid w:val="00893AC4"/>
    <w:rsid w:val="008942E2"/>
    <w:rsid w:val="00894539"/>
    <w:rsid w:val="0089471E"/>
    <w:rsid w:val="0089474E"/>
    <w:rsid w:val="008948FA"/>
    <w:rsid w:val="00894D6B"/>
    <w:rsid w:val="00895360"/>
    <w:rsid w:val="008953F5"/>
    <w:rsid w:val="00895716"/>
    <w:rsid w:val="00895B63"/>
    <w:rsid w:val="00895DFC"/>
    <w:rsid w:val="00895FD4"/>
    <w:rsid w:val="00896091"/>
    <w:rsid w:val="00896152"/>
    <w:rsid w:val="0089623F"/>
    <w:rsid w:val="00896514"/>
    <w:rsid w:val="008969FC"/>
    <w:rsid w:val="00896A0F"/>
    <w:rsid w:val="00896B30"/>
    <w:rsid w:val="00896B36"/>
    <w:rsid w:val="00896C07"/>
    <w:rsid w:val="00896D16"/>
    <w:rsid w:val="00896E33"/>
    <w:rsid w:val="008970F3"/>
    <w:rsid w:val="00897450"/>
    <w:rsid w:val="00897E29"/>
    <w:rsid w:val="00897E60"/>
    <w:rsid w:val="00897E94"/>
    <w:rsid w:val="008A08E5"/>
    <w:rsid w:val="008A0A2E"/>
    <w:rsid w:val="008A0A3F"/>
    <w:rsid w:val="008A0B17"/>
    <w:rsid w:val="008A0D82"/>
    <w:rsid w:val="008A0E64"/>
    <w:rsid w:val="008A0FEA"/>
    <w:rsid w:val="008A1099"/>
    <w:rsid w:val="008A1391"/>
    <w:rsid w:val="008A152C"/>
    <w:rsid w:val="008A1992"/>
    <w:rsid w:val="008A19AF"/>
    <w:rsid w:val="008A1CC5"/>
    <w:rsid w:val="008A1E4D"/>
    <w:rsid w:val="008A1F27"/>
    <w:rsid w:val="008A1F92"/>
    <w:rsid w:val="008A23B3"/>
    <w:rsid w:val="008A2502"/>
    <w:rsid w:val="008A2ED4"/>
    <w:rsid w:val="008A2FEE"/>
    <w:rsid w:val="008A324F"/>
    <w:rsid w:val="008A345D"/>
    <w:rsid w:val="008A3566"/>
    <w:rsid w:val="008A42C9"/>
    <w:rsid w:val="008A47F6"/>
    <w:rsid w:val="008A4808"/>
    <w:rsid w:val="008A4A3A"/>
    <w:rsid w:val="008A4B8A"/>
    <w:rsid w:val="008A4BCA"/>
    <w:rsid w:val="008A4BFA"/>
    <w:rsid w:val="008A4DE2"/>
    <w:rsid w:val="008A4E11"/>
    <w:rsid w:val="008A527F"/>
    <w:rsid w:val="008A5367"/>
    <w:rsid w:val="008A55E5"/>
    <w:rsid w:val="008A56B1"/>
    <w:rsid w:val="008A5943"/>
    <w:rsid w:val="008A5C8C"/>
    <w:rsid w:val="008A5E59"/>
    <w:rsid w:val="008A5F19"/>
    <w:rsid w:val="008A632A"/>
    <w:rsid w:val="008A6452"/>
    <w:rsid w:val="008A6622"/>
    <w:rsid w:val="008A6984"/>
    <w:rsid w:val="008A6A5C"/>
    <w:rsid w:val="008A6BFA"/>
    <w:rsid w:val="008A70BC"/>
    <w:rsid w:val="008A7183"/>
    <w:rsid w:val="008A7275"/>
    <w:rsid w:val="008A7442"/>
    <w:rsid w:val="008A76DD"/>
    <w:rsid w:val="008A7A83"/>
    <w:rsid w:val="008A7B73"/>
    <w:rsid w:val="008A7C13"/>
    <w:rsid w:val="008A7DCC"/>
    <w:rsid w:val="008A7F70"/>
    <w:rsid w:val="008B051A"/>
    <w:rsid w:val="008B0AA5"/>
    <w:rsid w:val="008B0B0A"/>
    <w:rsid w:val="008B0FC8"/>
    <w:rsid w:val="008B11B4"/>
    <w:rsid w:val="008B1200"/>
    <w:rsid w:val="008B13B2"/>
    <w:rsid w:val="008B1451"/>
    <w:rsid w:val="008B15A8"/>
    <w:rsid w:val="008B16CC"/>
    <w:rsid w:val="008B16EB"/>
    <w:rsid w:val="008B1A39"/>
    <w:rsid w:val="008B1AB2"/>
    <w:rsid w:val="008B2008"/>
    <w:rsid w:val="008B2135"/>
    <w:rsid w:val="008B22C6"/>
    <w:rsid w:val="008B22DA"/>
    <w:rsid w:val="008B2615"/>
    <w:rsid w:val="008B266D"/>
    <w:rsid w:val="008B27B5"/>
    <w:rsid w:val="008B2B26"/>
    <w:rsid w:val="008B2E81"/>
    <w:rsid w:val="008B301C"/>
    <w:rsid w:val="008B313A"/>
    <w:rsid w:val="008B3559"/>
    <w:rsid w:val="008B3594"/>
    <w:rsid w:val="008B3A29"/>
    <w:rsid w:val="008B3A90"/>
    <w:rsid w:val="008B3AD2"/>
    <w:rsid w:val="008B3CB1"/>
    <w:rsid w:val="008B40A5"/>
    <w:rsid w:val="008B44C5"/>
    <w:rsid w:val="008B4507"/>
    <w:rsid w:val="008B451D"/>
    <w:rsid w:val="008B482A"/>
    <w:rsid w:val="008B4942"/>
    <w:rsid w:val="008B49D0"/>
    <w:rsid w:val="008B4B10"/>
    <w:rsid w:val="008B4BA8"/>
    <w:rsid w:val="008B4BD5"/>
    <w:rsid w:val="008B4F8C"/>
    <w:rsid w:val="008B4F92"/>
    <w:rsid w:val="008B5564"/>
    <w:rsid w:val="008B590A"/>
    <w:rsid w:val="008B5A7D"/>
    <w:rsid w:val="008B5C27"/>
    <w:rsid w:val="008B5EE9"/>
    <w:rsid w:val="008B5EF6"/>
    <w:rsid w:val="008B63EC"/>
    <w:rsid w:val="008B64B7"/>
    <w:rsid w:val="008B65E2"/>
    <w:rsid w:val="008B6663"/>
    <w:rsid w:val="008B6CBE"/>
    <w:rsid w:val="008B7627"/>
    <w:rsid w:val="008B76E0"/>
    <w:rsid w:val="008B780D"/>
    <w:rsid w:val="008B79AB"/>
    <w:rsid w:val="008B7E89"/>
    <w:rsid w:val="008C0051"/>
    <w:rsid w:val="008C006D"/>
    <w:rsid w:val="008C025E"/>
    <w:rsid w:val="008C0551"/>
    <w:rsid w:val="008C078A"/>
    <w:rsid w:val="008C07BE"/>
    <w:rsid w:val="008C0AF4"/>
    <w:rsid w:val="008C0B82"/>
    <w:rsid w:val="008C0EE3"/>
    <w:rsid w:val="008C15D0"/>
    <w:rsid w:val="008C1934"/>
    <w:rsid w:val="008C1FDA"/>
    <w:rsid w:val="008C2249"/>
    <w:rsid w:val="008C2264"/>
    <w:rsid w:val="008C2548"/>
    <w:rsid w:val="008C25C5"/>
    <w:rsid w:val="008C2892"/>
    <w:rsid w:val="008C2A8E"/>
    <w:rsid w:val="008C2F4B"/>
    <w:rsid w:val="008C2FEA"/>
    <w:rsid w:val="008C30EA"/>
    <w:rsid w:val="008C369E"/>
    <w:rsid w:val="008C3AC5"/>
    <w:rsid w:val="008C3E0D"/>
    <w:rsid w:val="008C4128"/>
    <w:rsid w:val="008C41D1"/>
    <w:rsid w:val="008C4240"/>
    <w:rsid w:val="008C4298"/>
    <w:rsid w:val="008C438E"/>
    <w:rsid w:val="008C4E47"/>
    <w:rsid w:val="008C4E67"/>
    <w:rsid w:val="008C4FE1"/>
    <w:rsid w:val="008C5585"/>
    <w:rsid w:val="008C6105"/>
    <w:rsid w:val="008C63AE"/>
    <w:rsid w:val="008C6BEB"/>
    <w:rsid w:val="008C6CF3"/>
    <w:rsid w:val="008C716E"/>
    <w:rsid w:val="008C781E"/>
    <w:rsid w:val="008C796E"/>
    <w:rsid w:val="008C7DAD"/>
    <w:rsid w:val="008C7F93"/>
    <w:rsid w:val="008D00FD"/>
    <w:rsid w:val="008D0B3E"/>
    <w:rsid w:val="008D0CB7"/>
    <w:rsid w:val="008D0E04"/>
    <w:rsid w:val="008D0F5A"/>
    <w:rsid w:val="008D1433"/>
    <w:rsid w:val="008D1452"/>
    <w:rsid w:val="008D14AF"/>
    <w:rsid w:val="008D1777"/>
    <w:rsid w:val="008D18F9"/>
    <w:rsid w:val="008D1A39"/>
    <w:rsid w:val="008D1B13"/>
    <w:rsid w:val="008D1B9A"/>
    <w:rsid w:val="008D1CA1"/>
    <w:rsid w:val="008D2370"/>
    <w:rsid w:val="008D23AB"/>
    <w:rsid w:val="008D27A8"/>
    <w:rsid w:val="008D289C"/>
    <w:rsid w:val="008D2921"/>
    <w:rsid w:val="008D2946"/>
    <w:rsid w:val="008D2A4E"/>
    <w:rsid w:val="008D2A6E"/>
    <w:rsid w:val="008D3456"/>
    <w:rsid w:val="008D3480"/>
    <w:rsid w:val="008D39AB"/>
    <w:rsid w:val="008D3AD4"/>
    <w:rsid w:val="008D3B91"/>
    <w:rsid w:val="008D3B9C"/>
    <w:rsid w:val="008D40BC"/>
    <w:rsid w:val="008D42B2"/>
    <w:rsid w:val="008D42FA"/>
    <w:rsid w:val="008D46BB"/>
    <w:rsid w:val="008D4951"/>
    <w:rsid w:val="008D4E95"/>
    <w:rsid w:val="008D54A2"/>
    <w:rsid w:val="008D57B2"/>
    <w:rsid w:val="008D5903"/>
    <w:rsid w:val="008D5936"/>
    <w:rsid w:val="008D5940"/>
    <w:rsid w:val="008D5D76"/>
    <w:rsid w:val="008D5EFE"/>
    <w:rsid w:val="008D5FE5"/>
    <w:rsid w:val="008D6211"/>
    <w:rsid w:val="008D6415"/>
    <w:rsid w:val="008D681E"/>
    <w:rsid w:val="008D6C4F"/>
    <w:rsid w:val="008D6FBB"/>
    <w:rsid w:val="008D70EF"/>
    <w:rsid w:val="008D718E"/>
    <w:rsid w:val="008D75A6"/>
    <w:rsid w:val="008D763F"/>
    <w:rsid w:val="008D7A23"/>
    <w:rsid w:val="008D7E41"/>
    <w:rsid w:val="008E011A"/>
    <w:rsid w:val="008E01E4"/>
    <w:rsid w:val="008E0204"/>
    <w:rsid w:val="008E036A"/>
    <w:rsid w:val="008E0406"/>
    <w:rsid w:val="008E09EE"/>
    <w:rsid w:val="008E0B21"/>
    <w:rsid w:val="008E0F12"/>
    <w:rsid w:val="008E1110"/>
    <w:rsid w:val="008E149C"/>
    <w:rsid w:val="008E1CCC"/>
    <w:rsid w:val="008E1DE9"/>
    <w:rsid w:val="008E222C"/>
    <w:rsid w:val="008E23EF"/>
    <w:rsid w:val="008E258E"/>
    <w:rsid w:val="008E26BB"/>
    <w:rsid w:val="008E29D1"/>
    <w:rsid w:val="008E2C76"/>
    <w:rsid w:val="008E2CDE"/>
    <w:rsid w:val="008E2D37"/>
    <w:rsid w:val="008E2E13"/>
    <w:rsid w:val="008E3090"/>
    <w:rsid w:val="008E30E9"/>
    <w:rsid w:val="008E3443"/>
    <w:rsid w:val="008E347B"/>
    <w:rsid w:val="008E3497"/>
    <w:rsid w:val="008E3796"/>
    <w:rsid w:val="008E3C86"/>
    <w:rsid w:val="008E3E74"/>
    <w:rsid w:val="008E409E"/>
    <w:rsid w:val="008E4376"/>
    <w:rsid w:val="008E474E"/>
    <w:rsid w:val="008E4920"/>
    <w:rsid w:val="008E4D70"/>
    <w:rsid w:val="008E4E88"/>
    <w:rsid w:val="008E4F17"/>
    <w:rsid w:val="008E5502"/>
    <w:rsid w:val="008E5642"/>
    <w:rsid w:val="008E58B2"/>
    <w:rsid w:val="008E58B9"/>
    <w:rsid w:val="008E5A45"/>
    <w:rsid w:val="008E5A69"/>
    <w:rsid w:val="008E5CC5"/>
    <w:rsid w:val="008E5D3E"/>
    <w:rsid w:val="008E5E29"/>
    <w:rsid w:val="008E5FAA"/>
    <w:rsid w:val="008E60C2"/>
    <w:rsid w:val="008E679A"/>
    <w:rsid w:val="008E68CA"/>
    <w:rsid w:val="008E6BAF"/>
    <w:rsid w:val="008E6CC5"/>
    <w:rsid w:val="008E706D"/>
    <w:rsid w:val="008E7081"/>
    <w:rsid w:val="008E7206"/>
    <w:rsid w:val="008E7458"/>
    <w:rsid w:val="008E782A"/>
    <w:rsid w:val="008E7878"/>
    <w:rsid w:val="008E7A36"/>
    <w:rsid w:val="008F00AE"/>
    <w:rsid w:val="008F03C0"/>
    <w:rsid w:val="008F0CD5"/>
    <w:rsid w:val="008F0D43"/>
    <w:rsid w:val="008F0E00"/>
    <w:rsid w:val="008F0F9A"/>
    <w:rsid w:val="008F10EE"/>
    <w:rsid w:val="008F11F9"/>
    <w:rsid w:val="008F13B0"/>
    <w:rsid w:val="008F13E1"/>
    <w:rsid w:val="008F169F"/>
    <w:rsid w:val="008F171C"/>
    <w:rsid w:val="008F18B4"/>
    <w:rsid w:val="008F1BC8"/>
    <w:rsid w:val="008F1DEF"/>
    <w:rsid w:val="008F20EA"/>
    <w:rsid w:val="008F2189"/>
    <w:rsid w:val="008F21FC"/>
    <w:rsid w:val="008F2448"/>
    <w:rsid w:val="008F2689"/>
    <w:rsid w:val="008F27A0"/>
    <w:rsid w:val="008F2937"/>
    <w:rsid w:val="008F29AB"/>
    <w:rsid w:val="008F2AD7"/>
    <w:rsid w:val="008F2B93"/>
    <w:rsid w:val="008F2C11"/>
    <w:rsid w:val="008F35D1"/>
    <w:rsid w:val="008F3638"/>
    <w:rsid w:val="008F37B0"/>
    <w:rsid w:val="008F394D"/>
    <w:rsid w:val="008F3AC6"/>
    <w:rsid w:val="008F3C35"/>
    <w:rsid w:val="008F3CE0"/>
    <w:rsid w:val="008F4083"/>
    <w:rsid w:val="008F409A"/>
    <w:rsid w:val="008F40E5"/>
    <w:rsid w:val="008F4659"/>
    <w:rsid w:val="008F47D6"/>
    <w:rsid w:val="008F495A"/>
    <w:rsid w:val="008F5124"/>
    <w:rsid w:val="008F54A6"/>
    <w:rsid w:val="008F56BA"/>
    <w:rsid w:val="008F5746"/>
    <w:rsid w:val="008F59E7"/>
    <w:rsid w:val="008F5A95"/>
    <w:rsid w:val="008F5D4B"/>
    <w:rsid w:val="008F5E4A"/>
    <w:rsid w:val="008F5F2B"/>
    <w:rsid w:val="008F62CE"/>
    <w:rsid w:val="008F6BCA"/>
    <w:rsid w:val="008F6C96"/>
    <w:rsid w:val="008F6E3C"/>
    <w:rsid w:val="008F7229"/>
    <w:rsid w:val="008F771C"/>
    <w:rsid w:val="008F779F"/>
    <w:rsid w:val="008F7AA0"/>
    <w:rsid w:val="008F7AA2"/>
    <w:rsid w:val="008F7D2F"/>
    <w:rsid w:val="008F7EC8"/>
    <w:rsid w:val="00900335"/>
    <w:rsid w:val="0090068E"/>
    <w:rsid w:val="00900831"/>
    <w:rsid w:val="009008EC"/>
    <w:rsid w:val="00900A79"/>
    <w:rsid w:val="00900AB7"/>
    <w:rsid w:val="009016B0"/>
    <w:rsid w:val="0090185D"/>
    <w:rsid w:val="00901D1E"/>
    <w:rsid w:val="00901D35"/>
    <w:rsid w:val="0090203B"/>
    <w:rsid w:val="009023F6"/>
    <w:rsid w:val="0090263A"/>
    <w:rsid w:val="00902E1E"/>
    <w:rsid w:val="0090315E"/>
    <w:rsid w:val="00903216"/>
    <w:rsid w:val="009033BE"/>
    <w:rsid w:val="009039D9"/>
    <w:rsid w:val="00903A16"/>
    <w:rsid w:val="00903CFA"/>
    <w:rsid w:val="0090408F"/>
    <w:rsid w:val="0090415B"/>
    <w:rsid w:val="00904243"/>
    <w:rsid w:val="009045D3"/>
    <w:rsid w:val="009048F1"/>
    <w:rsid w:val="00904D7E"/>
    <w:rsid w:val="00904D9D"/>
    <w:rsid w:val="00904DE6"/>
    <w:rsid w:val="00904E5D"/>
    <w:rsid w:val="009050E3"/>
    <w:rsid w:val="009050E4"/>
    <w:rsid w:val="00905153"/>
    <w:rsid w:val="009052ED"/>
    <w:rsid w:val="009053FF"/>
    <w:rsid w:val="00905849"/>
    <w:rsid w:val="00905B74"/>
    <w:rsid w:val="00905BD2"/>
    <w:rsid w:val="00905E18"/>
    <w:rsid w:val="00905E5C"/>
    <w:rsid w:val="009061C7"/>
    <w:rsid w:val="009063FF"/>
    <w:rsid w:val="00906511"/>
    <w:rsid w:val="00906676"/>
    <w:rsid w:val="00906A59"/>
    <w:rsid w:val="00906BA7"/>
    <w:rsid w:val="0090715F"/>
    <w:rsid w:val="00907570"/>
    <w:rsid w:val="009075F6"/>
    <w:rsid w:val="00907C81"/>
    <w:rsid w:val="00907E60"/>
    <w:rsid w:val="009100EA"/>
    <w:rsid w:val="0091067E"/>
    <w:rsid w:val="009108EA"/>
    <w:rsid w:val="009110A4"/>
    <w:rsid w:val="00911253"/>
    <w:rsid w:val="009112CD"/>
    <w:rsid w:val="009112EC"/>
    <w:rsid w:val="0091172D"/>
    <w:rsid w:val="00911981"/>
    <w:rsid w:val="00911CA0"/>
    <w:rsid w:val="00911EE2"/>
    <w:rsid w:val="00911FE4"/>
    <w:rsid w:val="009120C9"/>
    <w:rsid w:val="0091221C"/>
    <w:rsid w:val="0091269A"/>
    <w:rsid w:val="009127B6"/>
    <w:rsid w:val="0091283B"/>
    <w:rsid w:val="00912934"/>
    <w:rsid w:val="00912A90"/>
    <w:rsid w:val="00912C2D"/>
    <w:rsid w:val="00913054"/>
    <w:rsid w:val="00913570"/>
    <w:rsid w:val="009135F9"/>
    <w:rsid w:val="00913C08"/>
    <w:rsid w:val="00913DE1"/>
    <w:rsid w:val="00913F17"/>
    <w:rsid w:val="0091438C"/>
    <w:rsid w:val="00915317"/>
    <w:rsid w:val="009154B6"/>
    <w:rsid w:val="00915555"/>
    <w:rsid w:val="009157C3"/>
    <w:rsid w:val="00915867"/>
    <w:rsid w:val="00915C8E"/>
    <w:rsid w:val="00915E71"/>
    <w:rsid w:val="00915EE8"/>
    <w:rsid w:val="009168B2"/>
    <w:rsid w:val="0091691A"/>
    <w:rsid w:val="00916BB3"/>
    <w:rsid w:val="00916E80"/>
    <w:rsid w:val="009172D9"/>
    <w:rsid w:val="009173CF"/>
    <w:rsid w:val="00917B4F"/>
    <w:rsid w:val="00917E7E"/>
    <w:rsid w:val="0092026E"/>
    <w:rsid w:val="009202E3"/>
    <w:rsid w:val="00920659"/>
    <w:rsid w:val="009207D9"/>
    <w:rsid w:val="0092096A"/>
    <w:rsid w:val="00920DC6"/>
    <w:rsid w:val="009210ED"/>
    <w:rsid w:val="009215E8"/>
    <w:rsid w:val="00921D9F"/>
    <w:rsid w:val="00921E21"/>
    <w:rsid w:val="009220A1"/>
    <w:rsid w:val="009220AE"/>
    <w:rsid w:val="00922180"/>
    <w:rsid w:val="009221F8"/>
    <w:rsid w:val="0092256D"/>
    <w:rsid w:val="00922906"/>
    <w:rsid w:val="00922BBE"/>
    <w:rsid w:val="00923545"/>
    <w:rsid w:val="00923845"/>
    <w:rsid w:val="00923AB3"/>
    <w:rsid w:val="00923F6E"/>
    <w:rsid w:val="00924181"/>
    <w:rsid w:val="00924361"/>
    <w:rsid w:val="009243E4"/>
    <w:rsid w:val="009248C3"/>
    <w:rsid w:val="00924923"/>
    <w:rsid w:val="009249E5"/>
    <w:rsid w:val="00924A30"/>
    <w:rsid w:val="0092508E"/>
    <w:rsid w:val="009254A2"/>
    <w:rsid w:val="0092593C"/>
    <w:rsid w:val="009259CB"/>
    <w:rsid w:val="00925B5B"/>
    <w:rsid w:val="00925B71"/>
    <w:rsid w:val="00925C5C"/>
    <w:rsid w:val="00925EEE"/>
    <w:rsid w:val="0092614C"/>
    <w:rsid w:val="00926432"/>
    <w:rsid w:val="00926662"/>
    <w:rsid w:val="00926692"/>
    <w:rsid w:val="00926754"/>
    <w:rsid w:val="00926910"/>
    <w:rsid w:val="00926D60"/>
    <w:rsid w:val="00926DD4"/>
    <w:rsid w:val="00926E7D"/>
    <w:rsid w:val="0092709A"/>
    <w:rsid w:val="009272FE"/>
    <w:rsid w:val="00927613"/>
    <w:rsid w:val="00927F4D"/>
    <w:rsid w:val="00927F6A"/>
    <w:rsid w:val="00927FB0"/>
    <w:rsid w:val="009300D5"/>
    <w:rsid w:val="00930561"/>
    <w:rsid w:val="00930714"/>
    <w:rsid w:val="00930B46"/>
    <w:rsid w:val="00930C1C"/>
    <w:rsid w:val="00930DA5"/>
    <w:rsid w:val="0093175E"/>
    <w:rsid w:val="00931A7B"/>
    <w:rsid w:val="00931BBC"/>
    <w:rsid w:val="0093203D"/>
    <w:rsid w:val="00932065"/>
    <w:rsid w:val="00932838"/>
    <w:rsid w:val="009329B5"/>
    <w:rsid w:val="00932B5E"/>
    <w:rsid w:val="00932ED9"/>
    <w:rsid w:val="00933330"/>
    <w:rsid w:val="00933A32"/>
    <w:rsid w:val="00933C87"/>
    <w:rsid w:val="00933D6B"/>
    <w:rsid w:val="00933EBD"/>
    <w:rsid w:val="009341B6"/>
    <w:rsid w:val="009341EC"/>
    <w:rsid w:val="009343EB"/>
    <w:rsid w:val="00934432"/>
    <w:rsid w:val="00934510"/>
    <w:rsid w:val="0093459C"/>
    <w:rsid w:val="009345A8"/>
    <w:rsid w:val="009345D7"/>
    <w:rsid w:val="00934686"/>
    <w:rsid w:val="0093469E"/>
    <w:rsid w:val="009347D2"/>
    <w:rsid w:val="0093496F"/>
    <w:rsid w:val="00934AC2"/>
    <w:rsid w:val="00934E98"/>
    <w:rsid w:val="00934F58"/>
    <w:rsid w:val="00935018"/>
    <w:rsid w:val="00935026"/>
    <w:rsid w:val="00935222"/>
    <w:rsid w:val="0093541E"/>
    <w:rsid w:val="009355E1"/>
    <w:rsid w:val="00935874"/>
    <w:rsid w:val="009360C5"/>
    <w:rsid w:val="00936758"/>
    <w:rsid w:val="00936B1B"/>
    <w:rsid w:val="00936B33"/>
    <w:rsid w:val="00936E02"/>
    <w:rsid w:val="00936FCB"/>
    <w:rsid w:val="0093718D"/>
    <w:rsid w:val="0093737D"/>
    <w:rsid w:val="0093743A"/>
    <w:rsid w:val="0093759A"/>
    <w:rsid w:val="00937CB6"/>
    <w:rsid w:val="00937CFD"/>
    <w:rsid w:val="00937DA8"/>
    <w:rsid w:val="00937E17"/>
    <w:rsid w:val="009403AE"/>
    <w:rsid w:val="0094044C"/>
    <w:rsid w:val="00940544"/>
    <w:rsid w:val="009405F9"/>
    <w:rsid w:val="00940943"/>
    <w:rsid w:val="0094098C"/>
    <w:rsid w:val="00940D18"/>
    <w:rsid w:val="00940EB6"/>
    <w:rsid w:val="00941032"/>
    <w:rsid w:val="00941196"/>
    <w:rsid w:val="00941405"/>
    <w:rsid w:val="00941896"/>
    <w:rsid w:val="009418DA"/>
    <w:rsid w:val="00941AC4"/>
    <w:rsid w:val="00941F6B"/>
    <w:rsid w:val="00942176"/>
    <w:rsid w:val="009422A5"/>
    <w:rsid w:val="00942582"/>
    <w:rsid w:val="00942717"/>
    <w:rsid w:val="009428D4"/>
    <w:rsid w:val="00942B4D"/>
    <w:rsid w:val="00942BA5"/>
    <w:rsid w:val="0094306F"/>
    <w:rsid w:val="009433F8"/>
    <w:rsid w:val="0094394C"/>
    <w:rsid w:val="00943B6A"/>
    <w:rsid w:val="00943D3F"/>
    <w:rsid w:val="0094402A"/>
    <w:rsid w:val="0094434D"/>
    <w:rsid w:val="009443C1"/>
    <w:rsid w:val="009444CE"/>
    <w:rsid w:val="009447EB"/>
    <w:rsid w:val="00944A63"/>
    <w:rsid w:val="00944CF6"/>
    <w:rsid w:val="00944DE7"/>
    <w:rsid w:val="00944E32"/>
    <w:rsid w:val="00944EBC"/>
    <w:rsid w:val="00944F25"/>
    <w:rsid w:val="00944FBC"/>
    <w:rsid w:val="009452C4"/>
    <w:rsid w:val="009453C0"/>
    <w:rsid w:val="00945556"/>
    <w:rsid w:val="009457D2"/>
    <w:rsid w:val="00945B19"/>
    <w:rsid w:val="009460A1"/>
    <w:rsid w:val="009460DF"/>
    <w:rsid w:val="009461B4"/>
    <w:rsid w:val="0094645D"/>
    <w:rsid w:val="00946545"/>
    <w:rsid w:val="00946617"/>
    <w:rsid w:val="009467BE"/>
    <w:rsid w:val="0094689D"/>
    <w:rsid w:val="009469A1"/>
    <w:rsid w:val="00946A75"/>
    <w:rsid w:val="00946AE2"/>
    <w:rsid w:val="00946D2B"/>
    <w:rsid w:val="00946D8F"/>
    <w:rsid w:val="00946E98"/>
    <w:rsid w:val="00947554"/>
    <w:rsid w:val="0094777A"/>
    <w:rsid w:val="00947B23"/>
    <w:rsid w:val="00947E08"/>
    <w:rsid w:val="00950091"/>
    <w:rsid w:val="009500D1"/>
    <w:rsid w:val="0095016E"/>
    <w:rsid w:val="00950DA7"/>
    <w:rsid w:val="00951225"/>
    <w:rsid w:val="00951284"/>
    <w:rsid w:val="0095143F"/>
    <w:rsid w:val="009517B1"/>
    <w:rsid w:val="00951B4F"/>
    <w:rsid w:val="00951DF1"/>
    <w:rsid w:val="00951F36"/>
    <w:rsid w:val="0095247B"/>
    <w:rsid w:val="009525DC"/>
    <w:rsid w:val="0095264D"/>
    <w:rsid w:val="0095270B"/>
    <w:rsid w:val="00952B11"/>
    <w:rsid w:val="00952D23"/>
    <w:rsid w:val="00952FBA"/>
    <w:rsid w:val="00953220"/>
    <w:rsid w:val="00953251"/>
    <w:rsid w:val="009534CA"/>
    <w:rsid w:val="00953A01"/>
    <w:rsid w:val="00954251"/>
    <w:rsid w:val="009550CA"/>
    <w:rsid w:val="009552A0"/>
    <w:rsid w:val="009552A9"/>
    <w:rsid w:val="009553CA"/>
    <w:rsid w:val="00955407"/>
    <w:rsid w:val="0095557A"/>
    <w:rsid w:val="009556CA"/>
    <w:rsid w:val="00955AEE"/>
    <w:rsid w:val="00955B1D"/>
    <w:rsid w:val="00955B91"/>
    <w:rsid w:val="00955D30"/>
    <w:rsid w:val="00955E8D"/>
    <w:rsid w:val="0095672C"/>
    <w:rsid w:val="0095684F"/>
    <w:rsid w:val="00956AC5"/>
    <w:rsid w:val="00956CB9"/>
    <w:rsid w:val="00956D38"/>
    <w:rsid w:val="00956EFC"/>
    <w:rsid w:val="00957961"/>
    <w:rsid w:val="009602B5"/>
    <w:rsid w:val="00960380"/>
    <w:rsid w:val="00960467"/>
    <w:rsid w:val="009604C3"/>
    <w:rsid w:val="009607C4"/>
    <w:rsid w:val="00960832"/>
    <w:rsid w:val="009608A1"/>
    <w:rsid w:val="00960D32"/>
    <w:rsid w:val="00960F27"/>
    <w:rsid w:val="00960FA3"/>
    <w:rsid w:val="009610AD"/>
    <w:rsid w:val="00961539"/>
    <w:rsid w:val="00961C5C"/>
    <w:rsid w:val="0096200C"/>
    <w:rsid w:val="00962067"/>
    <w:rsid w:val="0096207F"/>
    <w:rsid w:val="0096220E"/>
    <w:rsid w:val="00962566"/>
    <w:rsid w:val="0096262E"/>
    <w:rsid w:val="00962693"/>
    <w:rsid w:val="00962CDB"/>
    <w:rsid w:val="00962E67"/>
    <w:rsid w:val="00963278"/>
    <w:rsid w:val="0096357E"/>
    <w:rsid w:val="0096357F"/>
    <w:rsid w:val="0096367F"/>
    <w:rsid w:val="009639BA"/>
    <w:rsid w:val="00963B1F"/>
    <w:rsid w:val="00963BC8"/>
    <w:rsid w:val="0096403B"/>
    <w:rsid w:val="00964323"/>
    <w:rsid w:val="00964333"/>
    <w:rsid w:val="009644B1"/>
    <w:rsid w:val="009645B7"/>
    <w:rsid w:val="00964763"/>
    <w:rsid w:val="0096478A"/>
    <w:rsid w:val="00964A94"/>
    <w:rsid w:val="00964B41"/>
    <w:rsid w:val="00964DE2"/>
    <w:rsid w:val="00964EA8"/>
    <w:rsid w:val="0096548B"/>
    <w:rsid w:val="00965866"/>
    <w:rsid w:val="00965A62"/>
    <w:rsid w:val="00965C6D"/>
    <w:rsid w:val="00965CD6"/>
    <w:rsid w:val="00965D16"/>
    <w:rsid w:val="00965D35"/>
    <w:rsid w:val="0096614A"/>
    <w:rsid w:val="009661A0"/>
    <w:rsid w:val="00966290"/>
    <w:rsid w:val="00966472"/>
    <w:rsid w:val="009664FB"/>
    <w:rsid w:val="009666DC"/>
    <w:rsid w:val="00966718"/>
    <w:rsid w:val="00966ACB"/>
    <w:rsid w:val="00966AEA"/>
    <w:rsid w:val="00966E79"/>
    <w:rsid w:val="009672A9"/>
    <w:rsid w:val="00967440"/>
    <w:rsid w:val="00967441"/>
    <w:rsid w:val="0096757D"/>
    <w:rsid w:val="009678D5"/>
    <w:rsid w:val="00967988"/>
    <w:rsid w:val="00967B46"/>
    <w:rsid w:val="00967C05"/>
    <w:rsid w:val="00970018"/>
    <w:rsid w:val="009700CE"/>
    <w:rsid w:val="0097031F"/>
    <w:rsid w:val="009704BF"/>
    <w:rsid w:val="009705C7"/>
    <w:rsid w:val="00970676"/>
    <w:rsid w:val="00970B58"/>
    <w:rsid w:val="00970D6D"/>
    <w:rsid w:val="00970EE6"/>
    <w:rsid w:val="009711D0"/>
    <w:rsid w:val="009711FD"/>
    <w:rsid w:val="00971478"/>
    <w:rsid w:val="00971516"/>
    <w:rsid w:val="00971B6C"/>
    <w:rsid w:val="00971FFE"/>
    <w:rsid w:val="00972079"/>
    <w:rsid w:val="00972192"/>
    <w:rsid w:val="00972246"/>
    <w:rsid w:val="00972343"/>
    <w:rsid w:val="00972914"/>
    <w:rsid w:val="00972963"/>
    <w:rsid w:val="00972C0E"/>
    <w:rsid w:val="00972C16"/>
    <w:rsid w:val="00972E24"/>
    <w:rsid w:val="00972E32"/>
    <w:rsid w:val="00973016"/>
    <w:rsid w:val="00973231"/>
    <w:rsid w:val="009734E2"/>
    <w:rsid w:val="009739BD"/>
    <w:rsid w:val="00973A7E"/>
    <w:rsid w:val="00973C7E"/>
    <w:rsid w:val="00973D99"/>
    <w:rsid w:val="00973E6D"/>
    <w:rsid w:val="0097415D"/>
    <w:rsid w:val="0097416B"/>
    <w:rsid w:val="0097490F"/>
    <w:rsid w:val="0097496F"/>
    <w:rsid w:val="00974AF0"/>
    <w:rsid w:val="00974B13"/>
    <w:rsid w:val="00974B52"/>
    <w:rsid w:val="00974CED"/>
    <w:rsid w:val="00974E65"/>
    <w:rsid w:val="00974EF4"/>
    <w:rsid w:val="00974F5E"/>
    <w:rsid w:val="009750FC"/>
    <w:rsid w:val="009751D2"/>
    <w:rsid w:val="009753FD"/>
    <w:rsid w:val="0097543B"/>
    <w:rsid w:val="00975495"/>
    <w:rsid w:val="009756F7"/>
    <w:rsid w:val="00975824"/>
    <w:rsid w:val="009759C2"/>
    <w:rsid w:val="00975B2F"/>
    <w:rsid w:val="00975D82"/>
    <w:rsid w:val="00975F29"/>
    <w:rsid w:val="009762B1"/>
    <w:rsid w:val="0097631B"/>
    <w:rsid w:val="00976345"/>
    <w:rsid w:val="00976758"/>
    <w:rsid w:val="009769AA"/>
    <w:rsid w:val="00976CB9"/>
    <w:rsid w:val="00976FB9"/>
    <w:rsid w:val="00977116"/>
    <w:rsid w:val="0097713F"/>
    <w:rsid w:val="0097730F"/>
    <w:rsid w:val="00977768"/>
    <w:rsid w:val="009777CB"/>
    <w:rsid w:val="00977820"/>
    <w:rsid w:val="00977991"/>
    <w:rsid w:val="00977C58"/>
    <w:rsid w:val="00977E23"/>
    <w:rsid w:val="00977FAD"/>
    <w:rsid w:val="00977FE3"/>
    <w:rsid w:val="00980131"/>
    <w:rsid w:val="0098036A"/>
    <w:rsid w:val="00980415"/>
    <w:rsid w:val="0098084A"/>
    <w:rsid w:val="00980B44"/>
    <w:rsid w:val="0098130E"/>
    <w:rsid w:val="00981926"/>
    <w:rsid w:val="009819DA"/>
    <w:rsid w:val="009819F9"/>
    <w:rsid w:val="00981BCC"/>
    <w:rsid w:val="00982132"/>
    <w:rsid w:val="00982A7C"/>
    <w:rsid w:val="00982A93"/>
    <w:rsid w:val="00982C54"/>
    <w:rsid w:val="00982D29"/>
    <w:rsid w:val="00982E98"/>
    <w:rsid w:val="0098309B"/>
    <w:rsid w:val="00983233"/>
    <w:rsid w:val="00983449"/>
    <w:rsid w:val="00983769"/>
    <w:rsid w:val="00983CD6"/>
    <w:rsid w:val="009840E3"/>
    <w:rsid w:val="00984209"/>
    <w:rsid w:val="009844D5"/>
    <w:rsid w:val="009845AA"/>
    <w:rsid w:val="00984683"/>
    <w:rsid w:val="00984CE4"/>
    <w:rsid w:val="00984DFB"/>
    <w:rsid w:val="00984E0F"/>
    <w:rsid w:val="009850ED"/>
    <w:rsid w:val="009852DB"/>
    <w:rsid w:val="00985315"/>
    <w:rsid w:val="009853D9"/>
    <w:rsid w:val="00985643"/>
    <w:rsid w:val="00985746"/>
    <w:rsid w:val="00985EC8"/>
    <w:rsid w:val="00985F0E"/>
    <w:rsid w:val="009860E5"/>
    <w:rsid w:val="00986656"/>
    <w:rsid w:val="00986C39"/>
    <w:rsid w:val="009872B4"/>
    <w:rsid w:val="009879C5"/>
    <w:rsid w:val="00987A1A"/>
    <w:rsid w:val="00987ACB"/>
    <w:rsid w:val="00987C68"/>
    <w:rsid w:val="00987DE7"/>
    <w:rsid w:val="00987EF5"/>
    <w:rsid w:val="00987FEC"/>
    <w:rsid w:val="0099001F"/>
    <w:rsid w:val="0099016B"/>
    <w:rsid w:val="0099036F"/>
    <w:rsid w:val="009907A1"/>
    <w:rsid w:val="0099095C"/>
    <w:rsid w:val="00990D3F"/>
    <w:rsid w:val="00990EF3"/>
    <w:rsid w:val="00991420"/>
    <w:rsid w:val="00991588"/>
    <w:rsid w:val="0099164B"/>
    <w:rsid w:val="00991884"/>
    <w:rsid w:val="00991BEA"/>
    <w:rsid w:val="00991D37"/>
    <w:rsid w:val="009920C5"/>
    <w:rsid w:val="00992CD5"/>
    <w:rsid w:val="0099308E"/>
    <w:rsid w:val="00993453"/>
    <w:rsid w:val="00993679"/>
    <w:rsid w:val="00993681"/>
    <w:rsid w:val="00993E42"/>
    <w:rsid w:val="00994071"/>
    <w:rsid w:val="00994187"/>
    <w:rsid w:val="00994429"/>
    <w:rsid w:val="009948BA"/>
    <w:rsid w:val="00994967"/>
    <w:rsid w:val="00994C96"/>
    <w:rsid w:val="00994F2A"/>
    <w:rsid w:val="009951C7"/>
    <w:rsid w:val="009953E2"/>
    <w:rsid w:val="009958D5"/>
    <w:rsid w:val="00995B87"/>
    <w:rsid w:val="009960B3"/>
    <w:rsid w:val="0099628F"/>
    <w:rsid w:val="009962CF"/>
    <w:rsid w:val="00996386"/>
    <w:rsid w:val="009963B8"/>
    <w:rsid w:val="00996BCC"/>
    <w:rsid w:val="00997D1C"/>
    <w:rsid w:val="00997E3A"/>
    <w:rsid w:val="00997F24"/>
    <w:rsid w:val="00997FEE"/>
    <w:rsid w:val="009A00F1"/>
    <w:rsid w:val="009A036C"/>
    <w:rsid w:val="009A055C"/>
    <w:rsid w:val="009A0784"/>
    <w:rsid w:val="009A0A67"/>
    <w:rsid w:val="009A110F"/>
    <w:rsid w:val="009A16A3"/>
    <w:rsid w:val="009A1801"/>
    <w:rsid w:val="009A1A1B"/>
    <w:rsid w:val="009A1ABC"/>
    <w:rsid w:val="009A1C8C"/>
    <w:rsid w:val="009A1CF0"/>
    <w:rsid w:val="009A21F8"/>
    <w:rsid w:val="009A2326"/>
    <w:rsid w:val="009A25EC"/>
    <w:rsid w:val="009A263F"/>
    <w:rsid w:val="009A29D5"/>
    <w:rsid w:val="009A2EE1"/>
    <w:rsid w:val="009A2F51"/>
    <w:rsid w:val="009A32EC"/>
    <w:rsid w:val="009A360F"/>
    <w:rsid w:val="009A374C"/>
    <w:rsid w:val="009A3774"/>
    <w:rsid w:val="009A3A33"/>
    <w:rsid w:val="009A3B7D"/>
    <w:rsid w:val="009A3C30"/>
    <w:rsid w:val="009A3C31"/>
    <w:rsid w:val="009A40AD"/>
    <w:rsid w:val="009A4315"/>
    <w:rsid w:val="009A4827"/>
    <w:rsid w:val="009A4A32"/>
    <w:rsid w:val="009A5127"/>
    <w:rsid w:val="009A523F"/>
    <w:rsid w:val="009A537E"/>
    <w:rsid w:val="009A5708"/>
    <w:rsid w:val="009A5B71"/>
    <w:rsid w:val="009A5C37"/>
    <w:rsid w:val="009A5E68"/>
    <w:rsid w:val="009A6090"/>
    <w:rsid w:val="009A61B1"/>
    <w:rsid w:val="009A62B3"/>
    <w:rsid w:val="009A6548"/>
    <w:rsid w:val="009A6ADD"/>
    <w:rsid w:val="009A6B69"/>
    <w:rsid w:val="009A6C30"/>
    <w:rsid w:val="009A6DA1"/>
    <w:rsid w:val="009A6F45"/>
    <w:rsid w:val="009A765E"/>
    <w:rsid w:val="009A790D"/>
    <w:rsid w:val="009A7B9D"/>
    <w:rsid w:val="009A7DF2"/>
    <w:rsid w:val="009B081E"/>
    <w:rsid w:val="009B0848"/>
    <w:rsid w:val="009B0994"/>
    <w:rsid w:val="009B09E1"/>
    <w:rsid w:val="009B0B65"/>
    <w:rsid w:val="009B0E6A"/>
    <w:rsid w:val="009B1183"/>
    <w:rsid w:val="009B1199"/>
    <w:rsid w:val="009B12F4"/>
    <w:rsid w:val="009B1555"/>
    <w:rsid w:val="009B15A0"/>
    <w:rsid w:val="009B19B2"/>
    <w:rsid w:val="009B1B07"/>
    <w:rsid w:val="009B1BC1"/>
    <w:rsid w:val="009B1C87"/>
    <w:rsid w:val="009B2961"/>
    <w:rsid w:val="009B2963"/>
    <w:rsid w:val="009B2A08"/>
    <w:rsid w:val="009B2AD7"/>
    <w:rsid w:val="009B2E40"/>
    <w:rsid w:val="009B363D"/>
    <w:rsid w:val="009B393F"/>
    <w:rsid w:val="009B3A3D"/>
    <w:rsid w:val="009B3E20"/>
    <w:rsid w:val="009B3E6A"/>
    <w:rsid w:val="009B4145"/>
    <w:rsid w:val="009B41CA"/>
    <w:rsid w:val="009B4293"/>
    <w:rsid w:val="009B42BA"/>
    <w:rsid w:val="009B4551"/>
    <w:rsid w:val="009B4602"/>
    <w:rsid w:val="009B4686"/>
    <w:rsid w:val="009B46D3"/>
    <w:rsid w:val="009B4709"/>
    <w:rsid w:val="009B486C"/>
    <w:rsid w:val="009B4949"/>
    <w:rsid w:val="009B4BDE"/>
    <w:rsid w:val="009B4CAE"/>
    <w:rsid w:val="009B4D7E"/>
    <w:rsid w:val="009B4DCF"/>
    <w:rsid w:val="009B4ED1"/>
    <w:rsid w:val="009B5244"/>
    <w:rsid w:val="009B5404"/>
    <w:rsid w:val="009B54C5"/>
    <w:rsid w:val="009B56F2"/>
    <w:rsid w:val="009B5794"/>
    <w:rsid w:val="009B5B72"/>
    <w:rsid w:val="009B61EC"/>
    <w:rsid w:val="009B6285"/>
    <w:rsid w:val="009B6423"/>
    <w:rsid w:val="009B642A"/>
    <w:rsid w:val="009B6622"/>
    <w:rsid w:val="009B67E3"/>
    <w:rsid w:val="009B6867"/>
    <w:rsid w:val="009B6941"/>
    <w:rsid w:val="009B6F6F"/>
    <w:rsid w:val="009B7316"/>
    <w:rsid w:val="009B77F1"/>
    <w:rsid w:val="009B78A4"/>
    <w:rsid w:val="009B78F3"/>
    <w:rsid w:val="009B7BE5"/>
    <w:rsid w:val="009C0554"/>
    <w:rsid w:val="009C07B0"/>
    <w:rsid w:val="009C0AA9"/>
    <w:rsid w:val="009C0B11"/>
    <w:rsid w:val="009C10CF"/>
    <w:rsid w:val="009C11CE"/>
    <w:rsid w:val="009C11ED"/>
    <w:rsid w:val="009C1D56"/>
    <w:rsid w:val="009C2093"/>
    <w:rsid w:val="009C2838"/>
    <w:rsid w:val="009C2927"/>
    <w:rsid w:val="009C2D33"/>
    <w:rsid w:val="009C2D82"/>
    <w:rsid w:val="009C35AA"/>
    <w:rsid w:val="009C36B5"/>
    <w:rsid w:val="009C3720"/>
    <w:rsid w:val="009C3B0F"/>
    <w:rsid w:val="009C3D29"/>
    <w:rsid w:val="009C3E0C"/>
    <w:rsid w:val="009C3E68"/>
    <w:rsid w:val="009C4284"/>
    <w:rsid w:val="009C437F"/>
    <w:rsid w:val="009C4576"/>
    <w:rsid w:val="009C47F2"/>
    <w:rsid w:val="009C48E5"/>
    <w:rsid w:val="009C4AA1"/>
    <w:rsid w:val="009C4E43"/>
    <w:rsid w:val="009C4FB9"/>
    <w:rsid w:val="009C5086"/>
    <w:rsid w:val="009C50A6"/>
    <w:rsid w:val="009C51C5"/>
    <w:rsid w:val="009C51E4"/>
    <w:rsid w:val="009C5408"/>
    <w:rsid w:val="009C57E1"/>
    <w:rsid w:val="009C5860"/>
    <w:rsid w:val="009C58FD"/>
    <w:rsid w:val="009C5D57"/>
    <w:rsid w:val="009C5DD2"/>
    <w:rsid w:val="009C5F2B"/>
    <w:rsid w:val="009C627A"/>
    <w:rsid w:val="009C68AA"/>
    <w:rsid w:val="009C695C"/>
    <w:rsid w:val="009C6A2B"/>
    <w:rsid w:val="009C6A58"/>
    <w:rsid w:val="009C6AFB"/>
    <w:rsid w:val="009C6D4B"/>
    <w:rsid w:val="009C7173"/>
    <w:rsid w:val="009C772D"/>
    <w:rsid w:val="009C7BA7"/>
    <w:rsid w:val="009C7C27"/>
    <w:rsid w:val="009C7DBB"/>
    <w:rsid w:val="009C7DE0"/>
    <w:rsid w:val="009C7DE1"/>
    <w:rsid w:val="009D0DC0"/>
    <w:rsid w:val="009D10F9"/>
    <w:rsid w:val="009D1284"/>
    <w:rsid w:val="009D14D5"/>
    <w:rsid w:val="009D1509"/>
    <w:rsid w:val="009D155E"/>
    <w:rsid w:val="009D1563"/>
    <w:rsid w:val="009D1BE4"/>
    <w:rsid w:val="009D1C76"/>
    <w:rsid w:val="009D1D36"/>
    <w:rsid w:val="009D1E3B"/>
    <w:rsid w:val="009D1E53"/>
    <w:rsid w:val="009D1F26"/>
    <w:rsid w:val="009D2204"/>
    <w:rsid w:val="009D26CD"/>
    <w:rsid w:val="009D2778"/>
    <w:rsid w:val="009D2EE5"/>
    <w:rsid w:val="009D2F60"/>
    <w:rsid w:val="009D2FFC"/>
    <w:rsid w:val="009D324A"/>
    <w:rsid w:val="009D35B9"/>
    <w:rsid w:val="009D38C9"/>
    <w:rsid w:val="009D3C8E"/>
    <w:rsid w:val="009D3D6C"/>
    <w:rsid w:val="009D3E26"/>
    <w:rsid w:val="009D3FA8"/>
    <w:rsid w:val="009D416E"/>
    <w:rsid w:val="009D41EE"/>
    <w:rsid w:val="009D4541"/>
    <w:rsid w:val="009D46D9"/>
    <w:rsid w:val="009D49B3"/>
    <w:rsid w:val="009D4BFC"/>
    <w:rsid w:val="009D4C29"/>
    <w:rsid w:val="009D4F45"/>
    <w:rsid w:val="009D5095"/>
    <w:rsid w:val="009D549D"/>
    <w:rsid w:val="009D55C3"/>
    <w:rsid w:val="009D55D9"/>
    <w:rsid w:val="009D5638"/>
    <w:rsid w:val="009D56BE"/>
    <w:rsid w:val="009D59F0"/>
    <w:rsid w:val="009D59F4"/>
    <w:rsid w:val="009D5A1F"/>
    <w:rsid w:val="009D5BD2"/>
    <w:rsid w:val="009D5C53"/>
    <w:rsid w:val="009D5D54"/>
    <w:rsid w:val="009D5F12"/>
    <w:rsid w:val="009D62CA"/>
    <w:rsid w:val="009D630C"/>
    <w:rsid w:val="009D642D"/>
    <w:rsid w:val="009D65D7"/>
    <w:rsid w:val="009D6777"/>
    <w:rsid w:val="009D6AF9"/>
    <w:rsid w:val="009D6E7B"/>
    <w:rsid w:val="009D6E80"/>
    <w:rsid w:val="009D6F05"/>
    <w:rsid w:val="009D6F21"/>
    <w:rsid w:val="009D70FD"/>
    <w:rsid w:val="009D7462"/>
    <w:rsid w:val="009D7603"/>
    <w:rsid w:val="009D7F25"/>
    <w:rsid w:val="009E0232"/>
    <w:rsid w:val="009E04DE"/>
    <w:rsid w:val="009E0762"/>
    <w:rsid w:val="009E0861"/>
    <w:rsid w:val="009E0AE1"/>
    <w:rsid w:val="009E0D17"/>
    <w:rsid w:val="009E1261"/>
    <w:rsid w:val="009E1362"/>
    <w:rsid w:val="009E167E"/>
    <w:rsid w:val="009E16DA"/>
    <w:rsid w:val="009E1C71"/>
    <w:rsid w:val="009E1EF5"/>
    <w:rsid w:val="009E20D1"/>
    <w:rsid w:val="009E2215"/>
    <w:rsid w:val="009E2384"/>
    <w:rsid w:val="009E2B2E"/>
    <w:rsid w:val="009E30FE"/>
    <w:rsid w:val="009E320A"/>
    <w:rsid w:val="009E326D"/>
    <w:rsid w:val="009E3416"/>
    <w:rsid w:val="009E3717"/>
    <w:rsid w:val="009E3A56"/>
    <w:rsid w:val="009E3A91"/>
    <w:rsid w:val="009E3AAA"/>
    <w:rsid w:val="009E3F2A"/>
    <w:rsid w:val="009E40EC"/>
    <w:rsid w:val="009E431C"/>
    <w:rsid w:val="009E4466"/>
    <w:rsid w:val="009E4499"/>
    <w:rsid w:val="009E449D"/>
    <w:rsid w:val="009E4608"/>
    <w:rsid w:val="009E47F9"/>
    <w:rsid w:val="009E49AB"/>
    <w:rsid w:val="009E4A5B"/>
    <w:rsid w:val="009E4AD9"/>
    <w:rsid w:val="009E4B9D"/>
    <w:rsid w:val="009E512A"/>
    <w:rsid w:val="009E549D"/>
    <w:rsid w:val="009E58C1"/>
    <w:rsid w:val="009E5D81"/>
    <w:rsid w:val="009E5ECC"/>
    <w:rsid w:val="009E65C8"/>
    <w:rsid w:val="009E67BD"/>
    <w:rsid w:val="009E6873"/>
    <w:rsid w:val="009E6B19"/>
    <w:rsid w:val="009E6B23"/>
    <w:rsid w:val="009E6BC1"/>
    <w:rsid w:val="009E6C33"/>
    <w:rsid w:val="009E7140"/>
    <w:rsid w:val="009E7687"/>
    <w:rsid w:val="009E7C17"/>
    <w:rsid w:val="009E7ED7"/>
    <w:rsid w:val="009F03DF"/>
    <w:rsid w:val="009F06D5"/>
    <w:rsid w:val="009F0963"/>
    <w:rsid w:val="009F097C"/>
    <w:rsid w:val="009F0B04"/>
    <w:rsid w:val="009F0B2C"/>
    <w:rsid w:val="009F0E62"/>
    <w:rsid w:val="009F1105"/>
    <w:rsid w:val="009F113E"/>
    <w:rsid w:val="009F11A7"/>
    <w:rsid w:val="009F1218"/>
    <w:rsid w:val="009F124A"/>
    <w:rsid w:val="009F1312"/>
    <w:rsid w:val="009F1482"/>
    <w:rsid w:val="009F148D"/>
    <w:rsid w:val="009F1641"/>
    <w:rsid w:val="009F1A33"/>
    <w:rsid w:val="009F23CC"/>
    <w:rsid w:val="009F245F"/>
    <w:rsid w:val="009F255D"/>
    <w:rsid w:val="009F25D2"/>
    <w:rsid w:val="009F2A91"/>
    <w:rsid w:val="009F2CBF"/>
    <w:rsid w:val="009F3149"/>
    <w:rsid w:val="009F32E6"/>
    <w:rsid w:val="009F3336"/>
    <w:rsid w:val="009F33B9"/>
    <w:rsid w:val="009F36CE"/>
    <w:rsid w:val="009F3831"/>
    <w:rsid w:val="009F3A35"/>
    <w:rsid w:val="009F3D01"/>
    <w:rsid w:val="009F3DE5"/>
    <w:rsid w:val="009F40ED"/>
    <w:rsid w:val="009F4195"/>
    <w:rsid w:val="009F41F6"/>
    <w:rsid w:val="009F430C"/>
    <w:rsid w:val="009F46F6"/>
    <w:rsid w:val="009F47EA"/>
    <w:rsid w:val="009F4822"/>
    <w:rsid w:val="009F48C7"/>
    <w:rsid w:val="009F4929"/>
    <w:rsid w:val="009F4C22"/>
    <w:rsid w:val="009F4D3F"/>
    <w:rsid w:val="009F4F91"/>
    <w:rsid w:val="009F51F7"/>
    <w:rsid w:val="009F53CB"/>
    <w:rsid w:val="009F5A70"/>
    <w:rsid w:val="009F5B58"/>
    <w:rsid w:val="009F60C6"/>
    <w:rsid w:val="009F61E0"/>
    <w:rsid w:val="009F6215"/>
    <w:rsid w:val="009F65C7"/>
    <w:rsid w:val="009F6693"/>
    <w:rsid w:val="009F6D39"/>
    <w:rsid w:val="009F6DB7"/>
    <w:rsid w:val="009F741F"/>
    <w:rsid w:val="009F7473"/>
    <w:rsid w:val="009F74DB"/>
    <w:rsid w:val="009F756E"/>
    <w:rsid w:val="00A0080F"/>
    <w:rsid w:val="00A00962"/>
    <w:rsid w:val="00A00AC7"/>
    <w:rsid w:val="00A00E35"/>
    <w:rsid w:val="00A01100"/>
    <w:rsid w:val="00A012B8"/>
    <w:rsid w:val="00A0151A"/>
    <w:rsid w:val="00A01B49"/>
    <w:rsid w:val="00A01FD5"/>
    <w:rsid w:val="00A02137"/>
    <w:rsid w:val="00A02368"/>
    <w:rsid w:val="00A0291A"/>
    <w:rsid w:val="00A02A2F"/>
    <w:rsid w:val="00A02B2E"/>
    <w:rsid w:val="00A02D2E"/>
    <w:rsid w:val="00A02D6D"/>
    <w:rsid w:val="00A02EC9"/>
    <w:rsid w:val="00A02F1E"/>
    <w:rsid w:val="00A02F6A"/>
    <w:rsid w:val="00A037B4"/>
    <w:rsid w:val="00A0388C"/>
    <w:rsid w:val="00A03A8A"/>
    <w:rsid w:val="00A03B1E"/>
    <w:rsid w:val="00A0401B"/>
    <w:rsid w:val="00A04300"/>
    <w:rsid w:val="00A04400"/>
    <w:rsid w:val="00A04709"/>
    <w:rsid w:val="00A04A53"/>
    <w:rsid w:val="00A04DEF"/>
    <w:rsid w:val="00A04E07"/>
    <w:rsid w:val="00A04E88"/>
    <w:rsid w:val="00A0512A"/>
    <w:rsid w:val="00A05306"/>
    <w:rsid w:val="00A056DF"/>
    <w:rsid w:val="00A056F2"/>
    <w:rsid w:val="00A05B6A"/>
    <w:rsid w:val="00A05E6A"/>
    <w:rsid w:val="00A05E95"/>
    <w:rsid w:val="00A06033"/>
    <w:rsid w:val="00A0625F"/>
    <w:rsid w:val="00A06299"/>
    <w:rsid w:val="00A0629E"/>
    <w:rsid w:val="00A065EB"/>
    <w:rsid w:val="00A0700A"/>
    <w:rsid w:val="00A072D9"/>
    <w:rsid w:val="00A07458"/>
    <w:rsid w:val="00A07616"/>
    <w:rsid w:val="00A0780F"/>
    <w:rsid w:val="00A079D8"/>
    <w:rsid w:val="00A07B72"/>
    <w:rsid w:val="00A07D4E"/>
    <w:rsid w:val="00A07ED5"/>
    <w:rsid w:val="00A07F09"/>
    <w:rsid w:val="00A10368"/>
    <w:rsid w:val="00A10915"/>
    <w:rsid w:val="00A10C01"/>
    <w:rsid w:val="00A10F0F"/>
    <w:rsid w:val="00A1131B"/>
    <w:rsid w:val="00A1186F"/>
    <w:rsid w:val="00A11992"/>
    <w:rsid w:val="00A12064"/>
    <w:rsid w:val="00A12100"/>
    <w:rsid w:val="00A12292"/>
    <w:rsid w:val="00A12535"/>
    <w:rsid w:val="00A129EC"/>
    <w:rsid w:val="00A12AF7"/>
    <w:rsid w:val="00A13190"/>
    <w:rsid w:val="00A136DB"/>
    <w:rsid w:val="00A13931"/>
    <w:rsid w:val="00A13B54"/>
    <w:rsid w:val="00A13E94"/>
    <w:rsid w:val="00A14024"/>
    <w:rsid w:val="00A14316"/>
    <w:rsid w:val="00A14583"/>
    <w:rsid w:val="00A14793"/>
    <w:rsid w:val="00A15192"/>
    <w:rsid w:val="00A151AF"/>
    <w:rsid w:val="00A15565"/>
    <w:rsid w:val="00A15582"/>
    <w:rsid w:val="00A15A6F"/>
    <w:rsid w:val="00A15BD9"/>
    <w:rsid w:val="00A15CD2"/>
    <w:rsid w:val="00A16167"/>
    <w:rsid w:val="00A161EB"/>
    <w:rsid w:val="00A16279"/>
    <w:rsid w:val="00A162A4"/>
    <w:rsid w:val="00A1674D"/>
    <w:rsid w:val="00A167FD"/>
    <w:rsid w:val="00A1687E"/>
    <w:rsid w:val="00A16D81"/>
    <w:rsid w:val="00A172EA"/>
    <w:rsid w:val="00A172F2"/>
    <w:rsid w:val="00A173EB"/>
    <w:rsid w:val="00A1748F"/>
    <w:rsid w:val="00A179FD"/>
    <w:rsid w:val="00A201D2"/>
    <w:rsid w:val="00A201D3"/>
    <w:rsid w:val="00A203C0"/>
    <w:rsid w:val="00A2044C"/>
    <w:rsid w:val="00A205C4"/>
    <w:rsid w:val="00A21049"/>
    <w:rsid w:val="00A210A7"/>
    <w:rsid w:val="00A21137"/>
    <w:rsid w:val="00A2119E"/>
    <w:rsid w:val="00A21490"/>
    <w:rsid w:val="00A2157F"/>
    <w:rsid w:val="00A21639"/>
    <w:rsid w:val="00A21DC9"/>
    <w:rsid w:val="00A22988"/>
    <w:rsid w:val="00A22AB4"/>
    <w:rsid w:val="00A22ABD"/>
    <w:rsid w:val="00A22B8F"/>
    <w:rsid w:val="00A22C9B"/>
    <w:rsid w:val="00A22CF2"/>
    <w:rsid w:val="00A22D76"/>
    <w:rsid w:val="00A22FAD"/>
    <w:rsid w:val="00A232C2"/>
    <w:rsid w:val="00A2368D"/>
    <w:rsid w:val="00A238A7"/>
    <w:rsid w:val="00A23C90"/>
    <w:rsid w:val="00A23E48"/>
    <w:rsid w:val="00A23F3D"/>
    <w:rsid w:val="00A23F76"/>
    <w:rsid w:val="00A24150"/>
    <w:rsid w:val="00A2476A"/>
    <w:rsid w:val="00A24813"/>
    <w:rsid w:val="00A24905"/>
    <w:rsid w:val="00A24971"/>
    <w:rsid w:val="00A24CAA"/>
    <w:rsid w:val="00A25002"/>
    <w:rsid w:val="00A251E7"/>
    <w:rsid w:val="00A25440"/>
    <w:rsid w:val="00A260CA"/>
    <w:rsid w:val="00A26745"/>
    <w:rsid w:val="00A26801"/>
    <w:rsid w:val="00A26871"/>
    <w:rsid w:val="00A26935"/>
    <w:rsid w:val="00A26E91"/>
    <w:rsid w:val="00A27AB0"/>
    <w:rsid w:val="00A27B06"/>
    <w:rsid w:val="00A301D1"/>
    <w:rsid w:val="00A30340"/>
    <w:rsid w:val="00A30376"/>
    <w:rsid w:val="00A30512"/>
    <w:rsid w:val="00A3065E"/>
    <w:rsid w:val="00A307E5"/>
    <w:rsid w:val="00A30B2A"/>
    <w:rsid w:val="00A30BD5"/>
    <w:rsid w:val="00A30C56"/>
    <w:rsid w:val="00A30FBA"/>
    <w:rsid w:val="00A31257"/>
    <w:rsid w:val="00A31A29"/>
    <w:rsid w:val="00A31B8F"/>
    <w:rsid w:val="00A31D45"/>
    <w:rsid w:val="00A31FCB"/>
    <w:rsid w:val="00A3223D"/>
    <w:rsid w:val="00A32519"/>
    <w:rsid w:val="00A3294A"/>
    <w:rsid w:val="00A3310B"/>
    <w:rsid w:val="00A331D4"/>
    <w:rsid w:val="00A33544"/>
    <w:rsid w:val="00A3359F"/>
    <w:rsid w:val="00A33602"/>
    <w:rsid w:val="00A336EF"/>
    <w:rsid w:val="00A33843"/>
    <w:rsid w:val="00A33AC5"/>
    <w:rsid w:val="00A33DD4"/>
    <w:rsid w:val="00A34267"/>
    <w:rsid w:val="00A3429E"/>
    <w:rsid w:val="00A3461A"/>
    <w:rsid w:val="00A3487E"/>
    <w:rsid w:val="00A348AC"/>
    <w:rsid w:val="00A34B7E"/>
    <w:rsid w:val="00A34D27"/>
    <w:rsid w:val="00A34F1E"/>
    <w:rsid w:val="00A35011"/>
    <w:rsid w:val="00A3538E"/>
    <w:rsid w:val="00A356F4"/>
    <w:rsid w:val="00A35796"/>
    <w:rsid w:val="00A3598A"/>
    <w:rsid w:val="00A35A00"/>
    <w:rsid w:val="00A35FCE"/>
    <w:rsid w:val="00A36117"/>
    <w:rsid w:val="00A36D90"/>
    <w:rsid w:val="00A36E44"/>
    <w:rsid w:val="00A36F42"/>
    <w:rsid w:val="00A36FC5"/>
    <w:rsid w:val="00A37280"/>
    <w:rsid w:val="00A3732F"/>
    <w:rsid w:val="00A374B5"/>
    <w:rsid w:val="00A374E3"/>
    <w:rsid w:val="00A37505"/>
    <w:rsid w:val="00A3764B"/>
    <w:rsid w:val="00A37784"/>
    <w:rsid w:val="00A3789C"/>
    <w:rsid w:val="00A37CBE"/>
    <w:rsid w:val="00A37FD3"/>
    <w:rsid w:val="00A401E1"/>
    <w:rsid w:val="00A40200"/>
    <w:rsid w:val="00A403EA"/>
    <w:rsid w:val="00A40BD3"/>
    <w:rsid w:val="00A40BEC"/>
    <w:rsid w:val="00A41074"/>
    <w:rsid w:val="00A41434"/>
    <w:rsid w:val="00A415BA"/>
    <w:rsid w:val="00A41695"/>
    <w:rsid w:val="00A41769"/>
    <w:rsid w:val="00A417E1"/>
    <w:rsid w:val="00A41859"/>
    <w:rsid w:val="00A4188A"/>
    <w:rsid w:val="00A419E6"/>
    <w:rsid w:val="00A41C3F"/>
    <w:rsid w:val="00A41C62"/>
    <w:rsid w:val="00A42033"/>
    <w:rsid w:val="00A4209C"/>
    <w:rsid w:val="00A4213B"/>
    <w:rsid w:val="00A421E3"/>
    <w:rsid w:val="00A42231"/>
    <w:rsid w:val="00A42471"/>
    <w:rsid w:val="00A42977"/>
    <w:rsid w:val="00A42A90"/>
    <w:rsid w:val="00A42D10"/>
    <w:rsid w:val="00A42E54"/>
    <w:rsid w:val="00A43844"/>
    <w:rsid w:val="00A438A1"/>
    <w:rsid w:val="00A43BCE"/>
    <w:rsid w:val="00A43F65"/>
    <w:rsid w:val="00A44019"/>
    <w:rsid w:val="00A444A2"/>
    <w:rsid w:val="00A4494C"/>
    <w:rsid w:val="00A44A27"/>
    <w:rsid w:val="00A44E8D"/>
    <w:rsid w:val="00A45000"/>
    <w:rsid w:val="00A45065"/>
    <w:rsid w:val="00A45210"/>
    <w:rsid w:val="00A454E3"/>
    <w:rsid w:val="00A4559C"/>
    <w:rsid w:val="00A45804"/>
    <w:rsid w:val="00A458F5"/>
    <w:rsid w:val="00A458FF"/>
    <w:rsid w:val="00A46211"/>
    <w:rsid w:val="00A463A5"/>
    <w:rsid w:val="00A467B6"/>
    <w:rsid w:val="00A46808"/>
    <w:rsid w:val="00A46A84"/>
    <w:rsid w:val="00A46B6C"/>
    <w:rsid w:val="00A46DF9"/>
    <w:rsid w:val="00A46F41"/>
    <w:rsid w:val="00A46F72"/>
    <w:rsid w:val="00A473CD"/>
    <w:rsid w:val="00A47458"/>
    <w:rsid w:val="00A476FC"/>
    <w:rsid w:val="00A477FF"/>
    <w:rsid w:val="00A47BA0"/>
    <w:rsid w:val="00A47D47"/>
    <w:rsid w:val="00A47E9E"/>
    <w:rsid w:val="00A50055"/>
    <w:rsid w:val="00A502BA"/>
    <w:rsid w:val="00A502DE"/>
    <w:rsid w:val="00A50566"/>
    <w:rsid w:val="00A508B0"/>
    <w:rsid w:val="00A5090C"/>
    <w:rsid w:val="00A509A7"/>
    <w:rsid w:val="00A51162"/>
    <w:rsid w:val="00A513EA"/>
    <w:rsid w:val="00A51451"/>
    <w:rsid w:val="00A51523"/>
    <w:rsid w:val="00A51606"/>
    <w:rsid w:val="00A51DEC"/>
    <w:rsid w:val="00A52794"/>
    <w:rsid w:val="00A5325A"/>
    <w:rsid w:val="00A53847"/>
    <w:rsid w:val="00A539FF"/>
    <w:rsid w:val="00A53B2D"/>
    <w:rsid w:val="00A53D91"/>
    <w:rsid w:val="00A53E81"/>
    <w:rsid w:val="00A5432F"/>
    <w:rsid w:val="00A54B4B"/>
    <w:rsid w:val="00A54C59"/>
    <w:rsid w:val="00A54C9A"/>
    <w:rsid w:val="00A54DE9"/>
    <w:rsid w:val="00A54ED1"/>
    <w:rsid w:val="00A551AF"/>
    <w:rsid w:val="00A5538D"/>
    <w:rsid w:val="00A55742"/>
    <w:rsid w:val="00A55C90"/>
    <w:rsid w:val="00A55D09"/>
    <w:rsid w:val="00A5619C"/>
    <w:rsid w:val="00A566D3"/>
    <w:rsid w:val="00A56ACF"/>
    <w:rsid w:val="00A57065"/>
    <w:rsid w:val="00A57367"/>
    <w:rsid w:val="00A5759B"/>
    <w:rsid w:val="00A575AF"/>
    <w:rsid w:val="00A5773C"/>
    <w:rsid w:val="00A577B8"/>
    <w:rsid w:val="00A57AA0"/>
    <w:rsid w:val="00A57AAE"/>
    <w:rsid w:val="00A57BF0"/>
    <w:rsid w:val="00A57EF1"/>
    <w:rsid w:val="00A57F64"/>
    <w:rsid w:val="00A60130"/>
    <w:rsid w:val="00A603BE"/>
    <w:rsid w:val="00A60612"/>
    <w:rsid w:val="00A6096F"/>
    <w:rsid w:val="00A60A8A"/>
    <w:rsid w:val="00A60AB0"/>
    <w:rsid w:val="00A60C21"/>
    <w:rsid w:val="00A60CC4"/>
    <w:rsid w:val="00A60CD6"/>
    <w:rsid w:val="00A60FEB"/>
    <w:rsid w:val="00A612B8"/>
    <w:rsid w:val="00A615AE"/>
    <w:rsid w:val="00A6163C"/>
    <w:rsid w:val="00A61968"/>
    <w:rsid w:val="00A61A04"/>
    <w:rsid w:val="00A61D12"/>
    <w:rsid w:val="00A61FC1"/>
    <w:rsid w:val="00A6213F"/>
    <w:rsid w:val="00A6221F"/>
    <w:rsid w:val="00A62466"/>
    <w:rsid w:val="00A62887"/>
    <w:rsid w:val="00A62AED"/>
    <w:rsid w:val="00A62E97"/>
    <w:rsid w:val="00A632CD"/>
    <w:rsid w:val="00A633B1"/>
    <w:rsid w:val="00A6369A"/>
    <w:rsid w:val="00A63759"/>
    <w:rsid w:val="00A63AF3"/>
    <w:rsid w:val="00A63B27"/>
    <w:rsid w:val="00A63DCD"/>
    <w:rsid w:val="00A643A0"/>
    <w:rsid w:val="00A643D6"/>
    <w:rsid w:val="00A6461A"/>
    <w:rsid w:val="00A64826"/>
    <w:rsid w:val="00A64978"/>
    <w:rsid w:val="00A64CB7"/>
    <w:rsid w:val="00A64D1A"/>
    <w:rsid w:val="00A6572A"/>
    <w:rsid w:val="00A65997"/>
    <w:rsid w:val="00A65B7A"/>
    <w:rsid w:val="00A65B94"/>
    <w:rsid w:val="00A65F7E"/>
    <w:rsid w:val="00A66176"/>
    <w:rsid w:val="00A66184"/>
    <w:rsid w:val="00A66196"/>
    <w:rsid w:val="00A661B7"/>
    <w:rsid w:val="00A661F9"/>
    <w:rsid w:val="00A66833"/>
    <w:rsid w:val="00A66F2C"/>
    <w:rsid w:val="00A674A5"/>
    <w:rsid w:val="00A67736"/>
    <w:rsid w:val="00A677CA"/>
    <w:rsid w:val="00A67A1E"/>
    <w:rsid w:val="00A67AEB"/>
    <w:rsid w:val="00A67B1B"/>
    <w:rsid w:val="00A67CE5"/>
    <w:rsid w:val="00A67D2C"/>
    <w:rsid w:val="00A70190"/>
    <w:rsid w:val="00A702CA"/>
    <w:rsid w:val="00A705C4"/>
    <w:rsid w:val="00A7082C"/>
    <w:rsid w:val="00A709AC"/>
    <w:rsid w:val="00A70AF7"/>
    <w:rsid w:val="00A70DB5"/>
    <w:rsid w:val="00A70E52"/>
    <w:rsid w:val="00A70FCD"/>
    <w:rsid w:val="00A715DA"/>
    <w:rsid w:val="00A717DA"/>
    <w:rsid w:val="00A71912"/>
    <w:rsid w:val="00A71948"/>
    <w:rsid w:val="00A719D0"/>
    <w:rsid w:val="00A71BB3"/>
    <w:rsid w:val="00A721FA"/>
    <w:rsid w:val="00A72429"/>
    <w:rsid w:val="00A72571"/>
    <w:rsid w:val="00A7268B"/>
    <w:rsid w:val="00A72720"/>
    <w:rsid w:val="00A72876"/>
    <w:rsid w:val="00A72B50"/>
    <w:rsid w:val="00A72F0E"/>
    <w:rsid w:val="00A73241"/>
    <w:rsid w:val="00A73436"/>
    <w:rsid w:val="00A735AB"/>
    <w:rsid w:val="00A73664"/>
    <w:rsid w:val="00A73724"/>
    <w:rsid w:val="00A73865"/>
    <w:rsid w:val="00A738FD"/>
    <w:rsid w:val="00A73944"/>
    <w:rsid w:val="00A73B25"/>
    <w:rsid w:val="00A73EB3"/>
    <w:rsid w:val="00A74253"/>
    <w:rsid w:val="00A743BD"/>
    <w:rsid w:val="00A7444E"/>
    <w:rsid w:val="00A7450C"/>
    <w:rsid w:val="00A747AC"/>
    <w:rsid w:val="00A74870"/>
    <w:rsid w:val="00A74A81"/>
    <w:rsid w:val="00A74B2B"/>
    <w:rsid w:val="00A74B2C"/>
    <w:rsid w:val="00A74BC1"/>
    <w:rsid w:val="00A74BD1"/>
    <w:rsid w:val="00A74E57"/>
    <w:rsid w:val="00A75414"/>
    <w:rsid w:val="00A75487"/>
    <w:rsid w:val="00A75713"/>
    <w:rsid w:val="00A75735"/>
    <w:rsid w:val="00A7575A"/>
    <w:rsid w:val="00A75B35"/>
    <w:rsid w:val="00A75E87"/>
    <w:rsid w:val="00A75F38"/>
    <w:rsid w:val="00A76295"/>
    <w:rsid w:val="00A762FD"/>
    <w:rsid w:val="00A76311"/>
    <w:rsid w:val="00A76420"/>
    <w:rsid w:val="00A76DC8"/>
    <w:rsid w:val="00A7710D"/>
    <w:rsid w:val="00A7745C"/>
    <w:rsid w:val="00A775C6"/>
    <w:rsid w:val="00A7780F"/>
    <w:rsid w:val="00A778AC"/>
    <w:rsid w:val="00A778C8"/>
    <w:rsid w:val="00A77C78"/>
    <w:rsid w:val="00A8054F"/>
    <w:rsid w:val="00A805DE"/>
    <w:rsid w:val="00A80679"/>
    <w:rsid w:val="00A80847"/>
    <w:rsid w:val="00A80BF8"/>
    <w:rsid w:val="00A80FAB"/>
    <w:rsid w:val="00A81008"/>
    <w:rsid w:val="00A8104A"/>
    <w:rsid w:val="00A81056"/>
    <w:rsid w:val="00A811B3"/>
    <w:rsid w:val="00A81397"/>
    <w:rsid w:val="00A81443"/>
    <w:rsid w:val="00A816F0"/>
    <w:rsid w:val="00A8174E"/>
    <w:rsid w:val="00A819B0"/>
    <w:rsid w:val="00A81C0E"/>
    <w:rsid w:val="00A81DF5"/>
    <w:rsid w:val="00A81F8D"/>
    <w:rsid w:val="00A828C9"/>
    <w:rsid w:val="00A82CAF"/>
    <w:rsid w:val="00A82F88"/>
    <w:rsid w:val="00A831F3"/>
    <w:rsid w:val="00A83580"/>
    <w:rsid w:val="00A836CD"/>
    <w:rsid w:val="00A8370C"/>
    <w:rsid w:val="00A83E60"/>
    <w:rsid w:val="00A83F37"/>
    <w:rsid w:val="00A83FB9"/>
    <w:rsid w:val="00A84008"/>
    <w:rsid w:val="00A840EA"/>
    <w:rsid w:val="00A842B5"/>
    <w:rsid w:val="00A84316"/>
    <w:rsid w:val="00A84734"/>
    <w:rsid w:val="00A84BA6"/>
    <w:rsid w:val="00A84BC4"/>
    <w:rsid w:val="00A84D3A"/>
    <w:rsid w:val="00A84E56"/>
    <w:rsid w:val="00A84ECF"/>
    <w:rsid w:val="00A850A3"/>
    <w:rsid w:val="00A85104"/>
    <w:rsid w:val="00A85243"/>
    <w:rsid w:val="00A85249"/>
    <w:rsid w:val="00A852F0"/>
    <w:rsid w:val="00A85650"/>
    <w:rsid w:val="00A85873"/>
    <w:rsid w:val="00A85998"/>
    <w:rsid w:val="00A85A48"/>
    <w:rsid w:val="00A85F15"/>
    <w:rsid w:val="00A86613"/>
    <w:rsid w:val="00A86618"/>
    <w:rsid w:val="00A866A6"/>
    <w:rsid w:val="00A86BD2"/>
    <w:rsid w:val="00A86BF7"/>
    <w:rsid w:val="00A86EA1"/>
    <w:rsid w:val="00A874CE"/>
    <w:rsid w:val="00A875B8"/>
    <w:rsid w:val="00A87FD0"/>
    <w:rsid w:val="00A87FE4"/>
    <w:rsid w:val="00A90102"/>
    <w:rsid w:val="00A90142"/>
    <w:rsid w:val="00A902DD"/>
    <w:rsid w:val="00A9032C"/>
    <w:rsid w:val="00A9046E"/>
    <w:rsid w:val="00A907DB"/>
    <w:rsid w:val="00A907F4"/>
    <w:rsid w:val="00A90890"/>
    <w:rsid w:val="00A90D04"/>
    <w:rsid w:val="00A90D3D"/>
    <w:rsid w:val="00A90E5E"/>
    <w:rsid w:val="00A90E7A"/>
    <w:rsid w:val="00A90F5D"/>
    <w:rsid w:val="00A9128C"/>
    <w:rsid w:val="00A912C4"/>
    <w:rsid w:val="00A913D1"/>
    <w:rsid w:val="00A91437"/>
    <w:rsid w:val="00A91B7E"/>
    <w:rsid w:val="00A91EEA"/>
    <w:rsid w:val="00A91EEB"/>
    <w:rsid w:val="00A91F71"/>
    <w:rsid w:val="00A9218D"/>
    <w:rsid w:val="00A9229B"/>
    <w:rsid w:val="00A92444"/>
    <w:rsid w:val="00A92665"/>
    <w:rsid w:val="00A926DB"/>
    <w:rsid w:val="00A9272D"/>
    <w:rsid w:val="00A9291C"/>
    <w:rsid w:val="00A92C3B"/>
    <w:rsid w:val="00A92C6B"/>
    <w:rsid w:val="00A92D6D"/>
    <w:rsid w:val="00A92E78"/>
    <w:rsid w:val="00A92FD9"/>
    <w:rsid w:val="00A9306D"/>
    <w:rsid w:val="00A93217"/>
    <w:rsid w:val="00A933BF"/>
    <w:rsid w:val="00A93481"/>
    <w:rsid w:val="00A9351E"/>
    <w:rsid w:val="00A935B4"/>
    <w:rsid w:val="00A93CA9"/>
    <w:rsid w:val="00A94265"/>
    <w:rsid w:val="00A94294"/>
    <w:rsid w:val="00A94296"/>
    <w:rsid w:val="00A94520"/>
    <w:rsid w:val="00A9476D"/>
    <w:rsid w:val="00A94868"/>
    <w:rsid w:val="00A94CCB"/>
    <w:rsid w:val="00A94D1E"/>
    <w:rsid w:val="00A9503D"/>
    <w:rsid w:val="00A95224"/>
    <w:rsid w:val="00A953A1"/>
    <w:rsid w:val="00A95523"/>
    <w:rsid w:val="00A95780"/>
    <w:rsid w:val="00A95BE1"/>
    <w:rsid w:val="00A95C2A"/>
    <w:rsid w:val="00A96006"/>
    <w:rsid w:val="00A9699D"/>
    <w:rsid w:val="00A96EDF"/>
    <w:rsid w:val="00A972C2"/>
    <w:rsid w:val="00A97356"/>
    <w:rsid w:val="00A9764A"/>
    <w:rsid w:val="00A9765A"/>
    <w:rsid w:val="00AA03A2"/>
    <w:rsid w:val="00AA043C"/>
    <w:rsid w:val="00AA04A3"/>
    <w:rsid w:val="00AA04F4"/>
    <w:rsid w:val="00AA05BF"/>
    <w:rsid w:val="00AA0660"/>
    <w:rsid w:val="00AA09E0"/>
    <w:rsid w:val="00AA0B70"/>
    <w:rsid w:val="00AA0BB9"/>
    <w:rsid w:val="00AA0C25"/>
    <w:rsid w:val="00AA0C95"/>
    <w:rsid w:val="00AA0D22"/>
    <w:rsid w:val="00AA1252"/>
    <w:rsid w:val="00AA137F"/>
    <w:rsid w:val="00AA19A6"/>
    <w:rsid w:val="00AA1E66"/>
    <w:rsid w:val="00AA1EED"/>
    <w:rsid w:val="00AA23BC"/>
    <w:rsid w:val="00AA2566"/>
    <w:rsid w:val="00AA258B"/>
    <w:rsid w:val="00AA27A2"/>
    <w:rsid w:val="00AA2AD2"/>
    <w:rsid w:val="00AA2CE0"/>
    <w:rsid w:val="00AA2ED6"/>
    <w:rsid w:val="00AA2F1A"/>
    <w:rsid w:val="00AA2F66"/>
    <w:rsid w:val="00AA313A"/>
    <w:rsid w:val="00AA3B2B"/>
    <w:rsid w:val="00AA3D48"/>
    <w:rsid w:val="00AA4367"/>
    <w:rsid w:val="00AA4377"/>
    <w:rsid w:val="00AA45BA"/>
    <w:rsid w:val="00AA4796"/>
    <w:rsid w:val="00AA4D0C"/>
    <w:rsid w:val="00AA4D6C"/>
    <w:rsid w:val="00AA526E"/>
    <w:rsid w:val="00AA5276"/>
    <w:rsid w:val="00AA589C"/>
    <w:rsid w:val="00AA58A4"/>
    <w:rsid w:val="00AA5EA7"/>
    <w:rsid w:val="00AA5F06"/>
    <w:rsid w:val="00AA62CF"/>
    <w:rsid w:val="00AA6504"/>
    <w:rsid w:val="00AA656E"/>
    <w:rsid w:val="00AA68ED"/>
    <w:rsid w:val="00AA6947"/>
    <w:rsid w:val="00AA6B57"/>
    <w:rsid w:val="00AA6E68"/>
    <w:rsid w:val="00AA74BC"/>
    <w:rsid w:val="00AA76ED"/>
    <w:rsid w:val="00AA7725"/>
    <w:rsid w:val="00AA7B1F"/>
    <w:rsid w:val="00AA7E3B"/>
    <w:rsid w:val="00AB02CC"/>
    <w:rsid w:val="00AB0F60"/>
    <w:rsid w:val="00AB0FB1"/>
    <w:rsid w:val="00AB114C"/>
    <w:rsid w:val="00AB155E"/>
    <w:rsid w:val="00AB15CC"/>
    <w:rsid w:val="00AB179E"/>
    <w:rsid w:val="00AB18D4"/>
    <w:rsid w:val="00AB1E1B"/>
    <w:rsid w:val="00AB1E41"/>
    <w:rsid w:val="00AB20DA"/>
    <w:rsid w:val="00AB2274"/>
    <w:rsid w:val="00AB26F4"/>
    <w:rsid w:val="00AB2706"/>
    <w:rsid w:val="00AB270D"/>
    <w:rsid w:val="00AB27AF"/>
    <w:rsid w:val="00AB28D1"/>
    <w:rsid w:val="00AB2AA8"/>
    <w:rsid w:val="00AB2DFD"/>
    <w:rsid w:val="00AB2EDB"/>
    <w:rsid w:val="00AB2EF6"/>
    <w:rsid w:val="00AB3111"/>
    <w:rsid w:val="00AB31F5"/>
    <w:rsid w:val="00AB36B5"/>
    <w:rsid w:val="00AB3BB3"/>
    <w:rsid w:val="00AB3BE3"/>
    <w:rsid w:val="00AB3E15"/>
    <w:rsid w:val="00AB409C"/>
    <w:rsid w:val="00AB4474"/>
    <w:rsid w:val="00AB4491"/>
    <w:rsid w:val="00AB45C4"/>
    <w:rsid w:val="00AB48AE"/>
    <w:rsid w:val="00AB49B4"/>
    <w:rsid w:val="00AB4A42"/>
    <w:rsid w:val="00AB4A60"/>
    <w:rsid w:val="00AB4A99"/>
    <w:rsid w:val="00AB4AC8"/>
    <w:rsid w:val="00AB4C24"/>
    <w:rsid w:val="00AB4D31"/>
    <w:rsid w:val="00AB4D3A"/>
    <w:rsid w:val="00AB5165"/>
    <w:rsid w:val="00AB537F"/>
    <w:rsid w:val="00AB53BD"/>
    <w:rsid w:val="00AB5CAE"/>
    <w:rsid w:val="00AB5F7E"/>
    <w:rsid w:val="00AB69BF"/>
    <w:rsid w:val="00AB6B73"/>
    <w:rsid w:val="00AB6E1B"/>
    <w:rsid w:val="00AB6F2A"/>
    <w:rsid w:val="00AB78F2"/>
    <w:rsid w:val="00AB7CB3"/>
    <w:rsid w:val="00AC0015"/>
    <w:rsid w:val="00AC01AD"/>
    <w:rsid w:val="00AC034C"/>
    <w:rsid w:val="00AC0602"/>
    <w:rsid w:val="00AC0805"/>
    <w:rsid w:val="00AC14D3"/>
    <w:rsid w:val="00AC15A1"/>
    <w:rsid w:val="00AC179E"/>
    <w:rsid w:val="00AC199E"/>
    <w:rsid w:val="00AC1BB0"/>
    <w:rsid w:val="00AC1F02"/>
    <w:rsid w:val="00AC2278"/>
    <w:rsid w:val="00AC296D"/>
    <w:rsid w:val="00AC29AC"/>
    <w:rsid w:val="00AC2A4D"/>
    <w:rsid w:val="00AC2C51"/>
    <w:rsid w:val="00AC326C"/>
    <w:rsid w:val="00AC328C"/>
    <w:rsid w:val="00AC347B"/>
    <w:rsid w:val="00AC354F"/>
    <w:rsid w:val="00AC35E3"/>
    <w:rsid w:val="00AC35FE"/>
    <w:rsid w:val="00AC40B5"/>
    <w:rsid w:val="00AC4951"/>
    <w:rsid w:val="00AC4992"/>
    <w:rsid w:val="00AC4AB8"/>
    <w:rsid w:val="00AC4D96"/>
    <w:rsid w:val="00AC4EA7"/>
    <w:rsid w:val="00AC4F19"/>
    <w:rsid w:val="00AC4F4A"/>
    <w:rsid w:val="00AC50F4"/>
    <w:rsid w:val="00AC50FC"/>
    <w:rsid w:val="00AC51D0"/>
    <w:rsid w:val="00AC51FB"/>
    <w:rsid w:val="00AC536E"/>
    <w:rsid w:val="00AC557A"/>
    <w:rsid w:val="00AC56BB"/>
    <w:rsid w:val="00AC5B97"/>
    <w:rsid w:val="00AC6050"/>
    <w:rsid w:val="00AC6095"/>
    <w:rsid w:val="00AC6961"/>
    <w:rsid w:val="00AC6B1B"/>
    <w:rsid w:val="00AC7022"/>
    <w:rsid w:val="00AC752A"/>
    <w:rsid w:val="00AC7968"/>
    <w:rsid w:val="00AC79BF"/>
    <w:rsid w:val="00AC7BF7"/>
    <w:rsid w:val="00AC7E05"/>
    <w:rsid w:val="00AC7F7C"/>
    <w:rsid w:val="00AD0067"/>
    <w:rsid w:val="00AD011F"/>
    <w:rsid w:val="00AD057D"/>
    <w:rsid w:val="00AD0919"/>
    <w:rsid w:val="00AD0940"/>
    <w:rsid w:val="00AD0D42"/>
    <w:rsid w:val="00AD1016"/>
    <w:rsid w:val="00AD1A97"/>
    <w:rsid w:val="00AD1ACB"/>
    <w:rsid w:val="00AD1C15"/>
    <w:rsid w:val="00AD1C22"/>
    <w:rsid w:val="00AD1C26"/>
    <w:rsid w:val="00AD1FDE"/>
    <w:rsid w:val="00AD2001"/>
    <w:rsid w:val="00AD206B"/>
    <w:rsid w:val="00AD21D8"/>
    <w:rsid w:val="00AD220A"/>
    <w:rsid w:val="00AD2298"/>
    <w:rsid w:val="00AD23B7"/>
    <w:rsid w:val="00AD2692"/>
    <w:rsid w:val="00AD27C1"/>
    <w:rsid w:val="00AD2B68"/>
    <w:rsid w:val="00AD2CBF"/>
    <w:rsid w:val="00AD303F"/>
    <w:rsid w:val="00AD31C7"/>
    <w:rsid w:val="00AD36FD"/>
    <w:rsid w:val="00AD398A"/>
    <w:rsid w:val="00AD3A34"/>
    <w:rsid w:val="00AD3AA8"/>
    <w:rsid w:val="00AD3C7B"/>
    <w:rsid w:val="00AD4625"/>
    <w:rsid w:val="00AD4768"/>
    <w:rsid w:val="00AD4B48"/>
    <w:rsid w:val="00AD4DDF"/>
    <w:rsid w:val="00AD4FC9"/>
    <w:rsid w:val="00AD533D"/>
    <w:rsid w:val="00AD57CA"/>
    <w:rsid w:val="00AD5AC8"/>
    <w:rsid w:val="00AD5C01"/>
    <w:rsid w:val="00AD5E02"/>
    <w:rsid w:val="00AD5E66"/>
    <w:rsid w:val="00AD632E"/>
    <w:rsid w:val="00AD64C2"/>
    <w:rsid w:val="00AD67C1"/>
    <w:rsid w:val="00AD6982"/>
    <w:rsid w:val="00AD6B33"/>
    <w:rsid w:val="00AD6D57"/>
    <w:rsid w:val="00AD6DCE"/>
    <w:rsid w:val="00AD6FA8"/>
    <w:rsid w:val="00AD72E3"/>
    <w:rsid w:val="00AD7434"/>
    <w:rsid w:val="00AD7980"/>
    <w:rsid w:val="00AD7987"/>
    <w:rsid w:val="00AD7AC8"/>
    <w:rsid w:val="00AD7B8E"/>
    <w:rsid w:val="00AD7BA4"/>
    <w:rsid w:val="00AD7CAD"/>
    <w:rsid w:val="00AD7FEC"/>
    <w:rsid w:val="00AE0197"/>
    <w:rsid w:val="00AE047A"/>
    <w:rsid w:val="00AE06B1"/>
    <w:rsid w:val="00AE0A13"/>
    <w:rsid w:val="00AE0BA2"/>
    <w:rsid w:val="00AE0CE5"/>
    <w:rsid w:val="00AE0DF2"/>
    <w:rsid w:val="00AE1106"/>
    <w:rsid w:val="00AE12C6"/>
    <w:rsid w:val="00AE16DB"/>
    <w:rsid w:val="00AE19F4"/>
    <w:rsid w:val="00AE1DE0"/>
    <w:rsid w:val="00AE1DF4"/>
    <w:rsid w:val="00AE203D"/>
    <w:rsid w:val="00AE2202"/>
    <w:rsid w:val="00AE22B2"/>
    <w:rsid w:val="00AE22EC"/>
    <w:rsid w:val="00AE2408"/>
    <w:rsid w:val="00AE243F"/>
    <w:rsid w:val="00AE2597"/>
    <w:rsid w:val="00AE2A10"/>
    <w:rsid w:val="00AE2CA0"/>
    <w:rsid w:val="00AE2E8A"/>
    <w:rsid w:val="00AE35E6"/>
    <w:rsid w:val="00AE39C2"/>
    <w:rsid w:val="00AE3B6B"/>
    <w:rsid w:val="00AE3D43"/>
    <w:rsid w:val="00AE3DF4"/>
    <w:rsid w:val="00AE44F8"/>
    <w:rsid w:val="00AE457B"/>
    <w:rsid w:val="00AE463C"/>
    <w:rsid w:val="00AE4737"/>
    <w:rsid w:val="00AE52AD"/>
    <w:rsid w:val="00AE52C6"/>
    <w:rsid w:val="00AE53BC"/>
    <w:rsid w:val="00AE5486"/>
    <w:rsid w:val="00AE5638"/>
    <w:rsid w:val="00AE59D5"/>
    <w:rsid w:val="00AE5BFA"/>
    <w:rsid w:val="00AE5C24"/>
    <w:rsid w:val="00AE5DD8"/>
    <w:rsid w:val="00AE60EF"/>
    <w:rsid w:val="00AE6221"/>
    <w:rsid w:val="00AE6289"/>
    <w:rsid w:val="00AE68FA"/>
    <w:rsid w:val="00AE6D64"/>
    <w:rsid w:val="00AE7173"/>
    <w:rsid w:val="00AE73D4"/>
    <w:rsid w:val="00AE74E4"/>
    <w:rsid w:val="00AE75C8"/>
    <w:rsid w:val="00AE765F"/>
    <w:rsid w:val="00AE76A5"/>
    <w:rsid w:val="00AE7E96"/>
    <w:rsid w:val="00AF04FD"/>
    <w:rsid w:val="00AF0679"/>
    <w:rsid w:val="00AF072E"/>
    <w:rsid w:val="00AF086A"/>
    <w:rsid w:val="00AF0A9A"/>
    <w:rsid w:val="00AF0DA3"/>
    <w:rsid w:val="00AF156C"/>
    <w:rsid w:val="00AF1C93"/>
    <w:rsid w:val="00AF1CCA"/>
    <w:rsid w:val="00AF1FAB"/>
    <w:rsid w:val="00AF202F"/>
    <w:rsid w:val="00AF212A"/>
    <w:rsid w:val="00AF227C"/>
    <w:rsid w:val="00AF23AC"/>
    <w:rsid w:val="00AF27A7"/>
    <w:rsid w:val="00AF2853"/>
    <w:rsid w:val="00AF2857"/>
    <w:rsid w:val="00AF2C4A"/>
    <w:rsid w:val="00AF2F6D"/>
    <w:rsid w:val="00AF3357"/>
    <w:rsid w:val="00AF359A"/>
    <w:rsid w:val="00AF38FA"/>
    <w:rsid w:val="00AF3965"/>
    <w:rsid w:val="00AF3CD5"/>
    <w:rsid w:val="00AF40C4"/>
    <w:rsid w:val="00AF40F0"/>
    <w:rsid w:val="00AF4786"/>
    <w:rsid w:val="00AF48DA"/>
    <w:rsid w:val="00AF4A73"/>
    <w:rsid w:val="00AF4C4F"/>
    <w:rsid w:val="00AF4E6E"/>
    <w:rsid w:val="00AF4EF2"/>
    <w:rsid w:val="00AF4F5F"/>
    <w:rsid w:val="00AF55FF"/>
    <w:rsid w:val="00AF5934"/>
    <w:rsid w:val="00AF5B42"/>
    <w:rsid w:val="00AF5EBD"/>
    <w:rsid w:val="00AF683A"/>
    <w:rsid w:val="00AF6ACF"/>
    <w:rsid w:val="00AF6AF6"/>
    <w:rsid w:val="00AF6BD4"/>
    <w:rsid w:val="00AF6D19"/>
    <w:rsid w:val="00AF6DB8"/>
    <w:rsid w:val="00AF76B5"/>
    <w:rsid w:val="00AF7957"/>
    <w:rsid w:val="00AF7996"/>
    <w:rsid w:val="00AF7C30"/>
    <w:rsid w:val="00AF7DB1"/>
    <w:rsid w:val="00B001A0"/>
    <w:rsid w:val="00B001FB"/>
    <w:rsid w:val="00B00267"/>
    <w:rsid w:val="00B004D4"/>
    <w:rsid w:val="00B00738"/>
    <w:rsid w:val="00B00899"/>
    <w:rsid w:val="00B00953"/>
    <w:rsid w:val="00B00A44"/>
    <w:rsid w:val="00B00B1F"/>
    <w:rsid w:val="00B00C0C"/>
    <w:rsid w:val="00B00C47"/>
    <w:rsid w:val="00B00EED"/>
    <w:rsid w:val="00B01030"/>
    <w:rsid w:val="00B01202"/>
    <w:rsid w:val="00B0193A"/>
    <w:rsid w:val="00B01C4A"/>
    <w:rsid w:val="00B01E2C"/>
    <w:rsid w:val="00B01F31"/>
    <w:rsid w:val="00B02128"/>
    <w:rsid w:val="00B028FF"/>
    <w:rsid w:val="00B02A2D"/>
    <w:rsid w:val="00B02E16"/>
    <w:rsid w:val="00B03021"/>
    <w:rsid w:val="00B03415"/>
    <w:rsid w:val="00B03452"/>
    <w:rsid w:val="00B03512"/>
    <w:rsid w:val="00B03562"/>
    <w:rsid w:val="00B036A6"/>
    <w:rsid w:val="00B03DEF"/>
    <w:rsid w:val="00B03F1B"/>
    <w:rsid w:val="00B043CB"/>
    <w:rsid w:val="00B044CC"/>
    <w:rsid w:val="00B04554"/>
    <w:rsid w:val="00B04818"/>
    <w:rsid w:val="00B04978"/>
    <w:rsid w:val="00B04C31"/>
    <w:rsid w:val="00B05158"/>
    <w:rsid w:val="00B05277"/>
    <w:rsid w:val="00B05B79"/>
    <w:rsid w:val="00B05CA0"/>
    <w:rsid w:val="00B05D94"/>
    <w:rsid w:val="00B05ECE"/>
    <w:rsid w:val="00B0600F"/>
    <w:rsid w:val="00B067C5"/>
    <w:rsid w:val="00B06D5E"/>
    <w:rsid w:val="00B06DC4"/>
    <w:rsid w:val="00B06E97"/>
    <w:rsid w:val="00B07088"/>
    <w:rsid w:val="00B072A3"/>
    <w:rsid w:val="00B072B1"/>
    <w:rsid w:val="00B0754B"/>
    <w:rsid w:val="00B07611"/>
    <w:rsid w:val="00B07921"/>
    <w:rsid w:val="00B07C37"/>
    <w:rsid w:val="00B07D24"/>
    <w:rsid w:val="00B07D90"/>
    <w:rsid w:val="00B10489"/>
    <w:rsid w:val="00B10D00"/>
    <w:rsid w:val="00B10DDF"/>
    <w:rsid w:val="00B10F71"/>
    <w:rsid w:val="00B112E7"/>
    <w:rsid w:val="00B113B6"/>
    <w:rsid w:val="00B113D9"/>
    <w:rsid w:val="00B1146F"/>
    <w:rsid w:val="00B115EB"/>
    <w:rsid w:val="00B11880"/>
    <w:rsid w:val="00B11885"/>
    <w:rsid w:val="00B11D79"/>
    <w:rsid w:val="00B11EA5"/>
    <w:rsid w:val="00B12356"/>
    <w:rsid w:val="00B125C3"/>
    <w:rsid w:val="00B12638"/>
    <w:rsid w:val="00B127F7"/>
    <w:rsid w:val="00B12933"/>
    <w:rsid w:val="00B1294B"/>
    <w:rsid w:val="00B12A13"/>
    <w:rsid w:val="00B12A29"/>
    <w:rsid w:val="00B12B5F"/>
    <w:rsid w:val="00B12DFE"/>
    <w:rsid w:val="00B12E71"/>
    <w:rsid w:val="00B12F59"/>
    <w:rsid w:val="00B13041"/>
    <w:rsid w:val="00B13044"/>
    <w:rsid w:val="00B13482"/>
    <w:rsid w:val="00B13512"/>
    <w:rsid w:val="00B13D45"/>
    <w:rsid w:val="00B13D90"/>
    <w:rsid w:val="00B1400A"/>
    <w:rsid w:val="00B1403B"/>
    <w:rsid w:val="00B141DE"/>
    <w:rsid w:val="00B14549"/>
    <w:rsid w:val="00B1488F"/>
    <w:rsid w:val="00B14B52"/>
    <w:rsid w:val="00B150CE"/>
    <w:rsid w:val="00B1530C"/>
    <w:rsid w:val="00B1538C"/>
    <w:rsid w:val="00B15471"/>
    <w:rsid w:val="00B154F2"/>
    <w:rsid w:val="00B15506"/>
    <w:rsid w:val="00B157B8"/>
    <w:rsid w:val="00B158C9"/>
    <w:rsid w:val="00B15A4F"/>
    <w:rsid w:val="00B162AC"/>
    <w:rsid w:val="00B16678"/>
    <w:rsid w:val="00B16938"/>
    <w:rsid w:val="00B1698D"/>
    <w:rsid w:val="00B16ABE"/>
    <w:rsid w:val="00B16F06"/>
    <w:rsid w:val="00B170A3"/>
    <w:rsid w:val="00B171E2"/>
    <w:rsid w:val="00B17553"/>
    <w:rsid w:val="00B176D8"/>
    <w:rsid w:val="00B1777F"/>
    <w:rsid w:val="00B17A36"/>
    <w:rsid w:val="00B17A3A"/>
    <w:rsid w:val="00B17B5A"/>
    <w:rsid w:val="00B17BA0"/>
    <w:rsid w:val="00B17D47"/>
    <w:rsid w:val="00B17F7E"/>
    <w:rsid w:val="00B208AF"/>
    <w:rsid w:val="00B20DA9"/>
    <w:rsid w:val="00B21170"/>
    <w:rsid w:val="00B2135B"/>
    <w:rsid w:val="00B21764"/>
    <w:rsid w:val="00B218BC"/>
    <w:rsid w:val="00B21B05"/>
    <w:rsid w:val="00B21BFB"/>
    <w:rsid w:val="00B21C87"/>
    <w:rsid w:val="00B21E31"/>
    <w:rsid w:val="00B220B4"/>
    <w:rsid w:val="00B2260A"/>
    <w:rsid w:val="00B229F6"/>
    <w:rsid w:val="00B22C39"/>
    <w:rsid w:val="00B22E67"/>
    <w:rsid w:val="00B22F76"/>
    <w:rsid w:val="00B23181"/>
    <w:rsid w:val="00B232D4"/>
    <w:rsid w:val="00B232DF"/>
    <w:rsid w:val="00B233AA"/>
    <w:rsid w:val="00B234DE"/>
    <w:rsid w:val="00B23661"/>
    <w:rsid w:val="00B237A8"/>
    <w:rsid w:val="00B23855"/>
    <w:rsid w:val="00B23F1D"/>
    <w:rsid w:val="00B23FDC"/>
    <w:rsid w:val="00B242F6"/>
    <w:rsid w:val="00B2443E"/>
    <w:rsid w:val="00B244B2"/>
    <w:rsid w:val="00B24580"/>
    <w:rsid w:val="00B2468C"/>
    <w:rsid w:val="00B249DB"/>
    <w:rsid w:val="00B25287"/>
    <w:rsid w:val="00B2528A"/>
    <w:rsid w:val="00B252FB"/>
    <w:rsid w:val="00B25501"/>
    <w:rsid w:val="00B25819"/>
    <w:rsid w:val="00B258A8"/>
    <w:rsid w:val="00B25996"/>
    <w:rsid w:val="00B25B66"/>
    <w:rsid w:val="00B263FA"/>
    <w:rsid w:val="00B270C1"/>
    <w:rsid w:val="00B273FF"/>
    <w:rsid w:val="00B275AF"/>
    <w:rsid w:val="00B278C8"/>
    <w:rsid w:val="00B27F7F"/>
    <w:rsid w:val="00B301E1"/>
    <w:rsid w:val="00B303CF"/>
    <w:rsid w:val="00B30508"/>
    <w:rsid w:val="00B30898"/>
    <w:rsid w:val="00B30AFD"/>
    <w:rsid w:val="00B30C4A"/>
    <w:rsid w:val="00B31317"/>
    <w:rsid w:val="00B314A8"/>
    <w:rsid w:val="00B31541"/>
    <w:rsid w:val="00B31653"/>
    <w:rsid w:val="00B31BB6"/>
    <w:rsid w:val="00B31CC1"/>
    <w:rsid w:val="00B31FC8"/>
    <w:rsid w:val="00B31FEB"/>
    <w:rsid w:val="00B3211C"/>
    <w:rsid w:val="00B32632"/>
    <w:rsid w:val="00B32A2C"/>
    <w:rsid w:val="00B32DFC"/>
    <w:rsid w:val="00B33132"/>
    <w:rsid w:val="00B334D0"/>
    <w:rsid w:val="00B33517"/>
    <w:rsid w:val="00B336F1"/>
    <w:rsid w:val="00B33BD7"/>
    <w:rsid w:val="00B33BF3"/>
    <w:rsid w:val="00B33C88"/>
    <w:rsid w:val="00B34067"/>
    <w:rsid w:val="00B34685"/>
    <w:rsid w:val="00B3494B"/>
    <w:rsid w:val="00B349F5"/>
    <w:rsid w:val="00B34A1E"/>
    <w:rsid w:val="00B34BAF"/>
    <w:rsid w:val="00B34D81"/>
    <w:rsid w:val="00B350B7"/>
    <w:rsid w:val="00B3566B"/>
    <w:rsid w:val="00B359E5"/>
    <w:rsid w:val="00B35AAF"/>
    <w:rsid w:val="00B35AEB"/>
    <w:rsid w:val="00B35CF9"/>
    <w:rsid w:val="00B35D18"/>
    <w:rsid w:val="00B35E9E"/>
    <w:rsid w:val="00B35FCC"/>
    <w:rsid w:val="00B3612E"/>
    <w:rsid w:val="00B36731"/>
    <w:rsid w:val="00B369E3"/>
    <w:rsid w:val="00B36B04"/>
    <w:rsid w:val="00B377A2"/>
    <w:rsid w:val="00B377BE"/>
    <w:rsid w:val="00B37949"/>
    <w:rsid w:val="00B37A54"/>
    <w:rsid w:val="00B37BCD"/>
    <w:rsid w:val="00B37C63"/>
    <w:rsid w:val="00B40061"/>
    <w:rsid w:val="00B400E9"/>
    <w:rsid w:val="00B401C6"/>
    <w:rsid w:val="00B40210"/>
    <w:rsid w:val="00B403B3"/>
    <w:rsid w:val="00B406CE"/>
    <w:rsid w:val="00B4070D"/>
    <w:rsid w:val="00B408D9"/>
    <w:rsid w:val="00B409B4"/>
    <w:rsid w:val="00B410E3"/>
    <w:rsid w:val="00B4129C"/>
    <w:rsid w:val="00B412D4"/>
    <w:rsid w:val="00B41551"/>
    <w:rsid w:val="00B41EB8"/>
    <w:rsid w:val="00B42434"/>
    <w:rsid w:val="00B42743"/>
    <w:rsid w:val="00B42755"/>
    <w:rsid w:val="00B42793"/>
    <w:rsid w:val="00B428A7"/>
    <w:rsid w:val="00B42AB3"/>
    <w:rsid w:val="00B4308D"/>
    <w:rsid w:val="00B430E3"/>
    <w:rsid w:val="00B4323F"/>
    <w:rsid w:val="00B4348A"/>
    <w:rsid w:val="00B43754"/>
    <w:rsid w:val="00B4386C"/>
    <w:rsid w:val="00B43AF2"/>
    <w:rsid w:val="00B43B1F"/>
    <w:rsid w:val="00B43D08"/>
    <w:rsid w:val="00B43E89"/>
    <w:rsid w:val="00B4457C"/>
    <w:rsid w:val="00B44670"/>
    <w:rsid w:val="00B44AC2"/>
    <w:rsid w:val="00B44B8E"/>
    <w:rsid w:val="00B44C45"/>
    <w:rsid w:val="00B44FB4"/>
    <w:rsid w:val="00B453B4"/>
    <w:rsid w:val="00B45844"/>
    <w:rsid w:val="00B4588C"/>
    <w:rsid w:val="00B459D1"/>
    <w:rsid w:val="00B45B6C"/>
    <w:rsid w:val="00B45B7A"/>
    <w:rsid w:val="00B460C1"/>
    <w:rsid w:val="00B46119"/>
    <w:rsid w:val="00B4622F"/>
    <w:rsid w:val="00B46433"/>
    <w:rsid w:val="00B4660D"/>
    <w:rsid w:val="00B4675F"/>
    <w:rsid w:val="00B46BB6"/>
    <w:rsid w:val="00B46D01"/>
    <w:rsid w:val="00B46D46"/>
    <w:rsid w:val="00B46DA4"/>
    <w:rsid w:val="00B47265"/>
    <w:rsid w:val="00B4770C"/>
    <w:rsid w:val="00B478D1"/>
    <w:rsid w:val="00B47A00"/>
    <w:rsid w:val="00B50457"/>
    <w:rsid w:val="00B50515"/>
    <w:rsid w:val="00B507B2"/>
    <w:rsid w:val="00B50A9A"/>
    <w:rsid w:val="00B50CD1"/>
    <w:rsid w:val="00B50D10"/>
    <w:rsid w:val="00B50F02"/>
    <w:rsid w:val="00B5137D"/>
    <w:rsid w:val="00B513D4"/>
    <w:rsid w:val="00B51542"/>
    <w:rsid w:val="00B51689"/>
    <w:rsid w:val="00B51755"/>
    <w:rsid w:val="00B5191F"/>
    <w:rsid w:val="00B521BE"/>
    <w:rsid w:val="00B52234"/>
    <w:rsid w:val="00B5260B"/>
    <w:rsid w:val="00B528A6"/>
    <w:rsid w:val="00B52AC9"/>
    <w:rsid w:val="00B52CFC"/>
    <w:rsid w:val="00B53313"/>
    <w:rsid w:val="00B535A9"/>
    <w:rsid w:val="00B53615"/>
    <w:rsid w:val="00B538E0"/>
    <w:rsid w:val="00B53A1C"/>
    <w:rsid w:val="00B5401C"/>
    <w:rsid w:val="00B54049"/>
    <w:rsid w:val="00B5435F"/>
    <w:rsid w:val="00B545D4"/>
    <w:rsid w:val="00B548EB"/>
    <w:rsid w:val="00B5524F"/>
    <w:rsid w:val="00B55531"/>
    <w:rsid w:val="00B55540"/>
    <w:rsid w:val="00B55826"/>
    <w:rsid w:val="00B55EAD"/>
    <w:rsid w:val="00B55F76"/>
    <w:rsid w:val="00B567FA"/>
    <w:rsid w:val="00B56E0B"/>
    <w:rsid w:val="00B5704D"/>
    <w:rsid w:val="00B570BF"/>
    <w:rsid w:val="00B57283"/>
    <w:rsid w:val="00B572D8"/>
    <w:rsid w:val="00B57730"/>
    <w:rsid w:val="00B5783C"/>
    <w:rsid w:val="00B578D4"/>
    <w:rsid w:val="00B57A35"/>
    <w:rsid w:val="00B57C13"/>
    <w:rsid w:val="00B57FED"/>
    <w:rsid w:val="00B606CE"/>
    <w:rsid w:val="00B606D6"/>
    <w:rsid w:val="00B608D0"/>
    <w:rsid w:val="00B609EF"/>
    <w:rsid w:val="00B60F52"/>
    <w:rsid w:val="00B60F79"/>
    <w:rsid w:val="00B60FA1"/>
    <w:rsid w:val="00B61133"/>
    <w:rsid w:val="00B61253"/>
    <w:rsid w:val="00B61493"/>
    <w:rsid w:val="00B616EB"/>
    <w:rsid w:val="00B61AF7"/>
    <w:rsid w:val="00B61E47"/>
    <w:rsid w:val="00B61FE3"/>
    <w:rsid w:val="00B6207B"/>
    <w:rsid w:val="00B6207C"/>
    <w:rsid w:val="00B620BC"/>
    <w:rsid w:val="00B621C8"/>
    <w:rsid w:val="00B622E5"/>
    <w:rsid w:val="00B62CC5"/>
    <w:rsid w:val="00B63082"/>
    <w:rsid w:val="00B630FE"/>
    <w:rsid w:val="00B6311E"/>
    <w:rsid w:val="00B631B1"/>
    <w:rsid w:val="00B632DF"/>
    <w:rsid w:val="00B6334F"/>
    <w:rsid w:val="00B638A4"/>
    <w:rsid w:val="00B63F47"/>
    <w:rsid w:val="00B63F80"/>
    <w:rsid w:val="00B64DFF"/>
    <w:rsid w:val="00B64E5E"/>
    <w:rsid w:val="00B64F7F"/>
    <w:rsid w:val="00B65882"/>
    <w:rsid w:val="00B658E1"/>
    <w:rsid w:val="00B659E9"/>
    <w:rsid w:val="00B659FC"/>
    <w:rsid w:val="00B65BB9"/>
    <w:rsid w:val="00B65D8F"/>
    <w:rsid w:val="00B66063"/>
    <w:rsid w:val="00B661A2"/>
    <w:rsid w:val="00B665C5"/>
    <w:rsid w:val="00B667FA"/>
    <w:rsid w:val="00B66802"/>
    <w:rsid w:val="00B669EB"/>
    <w:rsid w:val="00B66BFE"/>
    <w:rsid w:val="00B66CF6"/>
    <w:rsid w:val="00B66CF8"/>
    <w:rsid w:val="00B66DCC"/>
    <w:rsid w:val="00B66F63"/>
    <w:rsid w:val="00B6742F"/>
    <w:rsid w:val="00B67507"/>
    <w:rsid w:val="00B677BE"/>
    <w:rsid w:val="00B677ED"/>
    <w:rsid w:val="00B67ADC"/>
    <w:rsid w:val="00B7031C"/>
    <w:rsid w:val="00B70ABF"/>
    <w:rsid w:val="00B70CAC"/>
    <w:rsid w:val="00B70F35"/>
    <w:rsid w:val="00B710B1"/>
    <w:rsid w:val="00B7130B"/>
    <w:rsid w:val="00B71323"/>
    <w:rsid w:val="00B716B6"/>
    <w:rsid w:val="00B71D2E"/>
    <w:rsid w:val="00B71F07"/>
    <w:rsid w:val="00B7284C"/>
    <w:rsid w:val="00B7287F"/>
    <w:rsid w:val="00B72D20"/>
    <w:rsid w:val="00B72F85"/>
    <w:rsid w:val="00B73238"/>
    <w:rsid w:val="00B737BA"/>
    <w:rsid w:val="00B739E7"/>
    <w:rsid w:val="00B73D53"/>
    <w:rsid w:val="00B73E70"/>
    <w:rsid w:val="00B73EF3"/>
    <w:rsid w:val="00B74362"/>
    <w:rsid w:val="00B74435"/>
    <w:rsid w:val="00B74831"/>
    <w:rsid w:val="00B74AAA"/>
    <w:rsid w:val="00B74CEC"/>
    <w:rsid w:val="00B7525A"/>
    <w:rsid w:val="00B75321"/>
    <w:rsid w:val="00B7550C"/>
    <w:rsid w:val="00B758B0"/>
    <w:rsid w:val="00B75A08"/>
    <w:rsid w:val="00B75B4E"/>
    <w:rsid w:val="00B75BC6"/>
    <w:rsid w:val="00B75D60"/>
    <w:rsid w:val="00B75EB5"/>
    <w:rsid w:val="00B75EEB"/>
    <w:rsid w:val="00B75F4F"/>
    <w:rsid w:val="00B761F0"/>
    <w:rsid w:val="00B762EF"/>
    <w:rsid w:val="00B763C0"/>
    <w:rsid w:val="00B76501"/>
    <w:rsid w:val="00B7675B"/>
    <w:rsid w:val="00B76991"/>
    <w:rsid w:val="00B76D01"/>
    <w:rsid w:val="00B76F10"/>
    <w:rsid w:val="00B7725F"/>
    <w:rsid w:val="00B776C4"/>
    <w:rsid w:val="00B777C3"/>
    <w:rsid w:val="00B77B88"/>
    <w:rsid w:val="00B77C8B"/>
    <w:rsid w:val="00B77DE0"/>
    <w:rsid w:val="00B8067B"/>
    <w:rsid w:val="00B80782"/>
    <w:rsid w:val="00B80847"/>
    <w:rsid w:val="00B80880"/>
    <w:rsid w:val="00B80E35"/>
    <w:rsid w:val="00B81672"/>
    <w:rsid w:val="00B81C5A"/>
    <w:rsid w:val="00B82126"/>
    <w:rsid w:val="00B82476"/>
    <w:rsid w:val="00B82662"/>
    <w:rsid w:val="00B826B4"/>
    <w:rsid w:val="00B826D7"/>
    <w:rsid w:val="00B826F2"/>
    <w:rsid w:val="00B82A9D"/>
    <w:rsid w:val="00B82B8E"/>
    <w:rsid w:val="00B82EBA"/>
    <w:rsid w:val="00B82F2F"/>
    <w:rsid w:val="00B83359"/>
    <w:rsid w:val="00B836D0"/>
    <w:rsid w:val="00B838C6"/>
    <w:rsid w:val="00B83941"/>
    <w:rsid w:val="00B83A87"/>
    <w:rsid w:val="00B83CED"/>
    <w:rsid w:val="00B83F22"/>
    <w:rsid w:val="00B83F77"/>
    <w:rsid w:val="00B8422F"/>
    <w:rsid w:val="00B84449"/>
    <w:rsid w:val="00B849B8"/>
    <w:rsid w:val="00B84E12"/>
    <w:rsid w:val="00B84E4E"/>
    <w:rsid w:val="00B84FB7"/>
    <w:rsid w:val="00B84FDE"/>
    <w:rsid w:val="00B85399"/>
    <w:rsid w:val="00B8599A"/>
    <w:rsid w:val="00B85CC7"/>
    <w:rsid w:val="00B85D60"/>
    <w:rsid w:val="00B861BF"/>
    <w:rsid w:val="00B86276"/>
    <w:rsid w:val="00B86637"/>
    <w:rsid w:val="00B86AF6"/>
    <w:rsid w:val="00B870F5"/>
    <w:rsid w:val="00B87302"/>
    <w:rsid w:val="00B873F3"/>
    <w:rsid w:val="00B87892"/>
    <w:rsid w:val="00B87CF8"/>
    <w:rsid w:val="00B87E8A"/>
    <w:rsid w:val="00B87F16"/>
    <w:rsid w:val="00B87F1F"/>
    <w:rsid w:val="00B904EF"/>
    <w:rsid w:val="00B90843"/>
    <w:rsid w:val="00B90D44"/>
    <w:rsid w:val="00B90DE4"/>
    <w:rsid w:val="00B90F48"/>
    <w:rsid w:val="00B90F70"/>
    <w:rsid w:val="00B90FA1"/>
    <w:rsid w:val="00B9115B"/>
    <w:rsid w:val="00B91279"/>
    <w:rsid w:val="00B9157D"/>
    <w:rsid w:val="00B916A7"/>
    <w:rsid w:val="00B918CE"/>
    <w:rsid w:val="00B91D27"/>
    <w:rsid w:val="00B91D30"/>
    <w:rsid w:val="00B91FF7"/>
    <w:rsid w:val="00B9219C"/>
    <w:rsid w:val="00B92263"/>
    <w:rsid w:val="00B922A1"/>
    <w:rsid w:val="00B925A2"/>
    <w:rsid w:val="00B925E7"/>
    <w:rsid w:val="00B92766"/>
    <w:rsid w:val="00B93095"/>
    <w:rsid w:val="00B93543"/>
    <w:rsid w:val="00B9361D"/>
    <w:rsid w:val="00B940D3"/>
    <w:rsid w:val="00B9436F"/>
    <w:rsid w:val="00B943D5"/>
    <w:rsid w:val="00B94521"/>
    <w:rsid w:val="00B946DE"/>
    <w:rsid w:val="00B9488E"/>
    <w:rsid w:val="00B94D01"/>
    <w:rsid w:val="00B9519D"/>
    <w:rsid w:val="00B953C4"/>
    <w:rsid w:val="00B95919"/>
    <w:rsid w:val="00B95932"/>
    <w:rsid w:val="00B9598E"/>
    <w:rsid w:val="00B963E2"/>
    <w:rsid w:val="00B96486"/>
    <w:rsid w:val="00B96529"/>
    <w:rsid w:val="00B966B8"/>
    <w:rsid w:val="00B96726"/>
    <w:rsid w:val="00B968E5"/>
    <w:rsid w:val="00B96A79"/>
    <w:rsid w:val="00B96C3B"/>
    <w:rsid w:val="00B96C66"/>
    <w:rsid w:val="00B96CC3"/>
    <w:rsid w:val="00B96F64"/>
    <w:rsid w:val="00B96FE8"/>
    <w:rsid w:val="00B96FF0"/>
    <w:rsid w:val="00B971A5"/>
    <w:rsid w:val="00B971F4"/>
    <w:rsid w:val="00B97633"/>
    <w:rsid w:val="00B9774A"/>
    <w:rsid w:val="00B97D0F"/>
    <w:rsid w:val="00B97D6D"/>
    <w:rsid w:val="00B97DE9"/>
    <w:rsid w:val="00BA01D8"/>
    <w:rsid w:val="00BA0683"/>
    <w:rsid w:val="00BA08FE"/>
    <w:rsid w:val="00BA0909"/>
    <w:rsid w:val="00BA0A15"/>
    <w:rsid w:val="00BA0A6F"/>
    <w:rsid w:val="00BA0AE6"/>
    <w:rsid w:val="00BA1044"/>
    <w:rsid w:val="00BA1522"/>
    <w:rsid w:val="00BA1572"/>
    <w:rsid w:val="00BA1664"/>
    <w:rsid w:val="00BA1854"/>
    <w:rsid w:val="00BA18D6"/>
    <w:rsid w:val="00BA1E2C"/>
    <w:rsid w:val="00BA2529"/>
    <w:rsid w:val="00BA2599"/>
    <w:rsid w:val="00BA27A3"/>
    <w:rsid w:val="00BA295C"/>
    <w:rsid w:val="00BA2C73"/>
    <w:rsid w:val="00BA2D6C"/>
    <w:rsid w:val="00BA30D9"/>
    <w:rsid w:val="00BA30E3"/>
    <w:rsid w:val="00BA33AE"/>
    <w:rsid w:val="00BA3748"/>
    <w:rsid w:val="00BA374D"/>
    <w:rsid w:val="00BA3CC8"/>
    <w:rsid w:val="00BA3D0E"/>
    <w:rsid w:val="00BA3E67"/>
    <w:rsid w:val="00BA3ECC"/>
    <w:rsid w:val="00BA4402"/>
    <w:rsid w:val="00BA442F"/>
    <w:rsid w:val="00BA4499"/>
    <w:rsid w:val="00BA45EC"/>
    <w:rsid w:val="00BA470F"/>
    <w:rsid w:val="00BA4910"/>
    <w:rsid w:val="00BA4ACF"/>
    <w:rsid w:val="00BA520E"/>
    <w:rsid w:val="00BA52FB"/>
    <w:rsid w:val="00BA5646"/>
    <w:rsid w:val="00BA568D"/>
    <w:rsid w:val="00BA5736"/>
    <w:rsid w:val="00BA590E"/>
    <w:rsid w:val="00BA5AFE"/>
    <w:rsid w:val="00BA5F50"/>
    <w:rsid w:val="00BA5F85"/>
    <w:rsid w:val="00BA6132"/>
    <w:rsid w:val="00BA64DA"/>
    <w:rsid w:val="00BA69BD"/>
    <w:rsid w:val="00BA6A23"/>
    <w:rsid w:val="00BA6E6D"/>
    <w:rsid w:val="00BA6E7F"/>
    <w:rsid w:val="00BA6F24"/>
    <w:rsid w:val="00BA720E"/>
    <w:rsid w:val="00BA7388"/>
    <w:rsid w:val="00BA74BA"/>
    <w:rsid w:val="00BA74C3"/>
    <w:rsid w:val="00BA74CB"/>
    <w:rsid w:val="00BA763F"/>
    <w:rsid w:val="00BA784F"/>
    <w:rsid w:val="00BA7A17"/>
    <w:rsid w:val="00BA7A2E"/>
    <w:rsid w:val="00BA7F0E"/>
    <w:rsid w:val="00BB02C5"/>
    <w:rsid w:val="00BB02D4"/>
    <w:rsid w:val="00BB0421"/>
    <w:rsid w:val="00BB048A"/>
    <w:rsid w:val="00BB0777"/>
    <w:rsid w:val="00BB089C"/>
    <w:rsid w:val="00BB12E3"/>
    <w:rsid w:val="00BB1738"/>
    <w:rsid w:val="00BB1773"/>
    <w:rsid w:val="00BB17D7"/>
    <w:rsid w:val="00BB19CF"/>
    <w:rsid w:val="00BB1A53"/>
    <w:rsid w:val="00BB2230"/>
    <w:rsid w:val="00BB2247"/>
    <w:rsid w:val="00BB2623"/>
    <w:rsid w:val="00BB290C"/>
    <w:rsid w:val="00BB2A6C"/>
    <w:rsid w:val="00BB2E07"/>
    <w:rsid w:val="00BB2F14"/>
    <w:rsid w:val="00BB326E"/>
    <w:rsid w:val="00BB3691"/>
    <w:rsid w:val="00BB3808"/>
    <w:rsid w:val="00BB3DF0"/>
    <w:rsid w:val="00BB3E9F"/>
    <w:rsid w:val="00BB3F02"/>
    <w:rsid w:val="00BB4006"/>
    <w:rsid w:val="00BB409A"/>
    <w:rsid w:val="00BB4179"/>
    <w:rsid w:val="00BB43D8"/>
    <w:rsid w:val="00BB4908"/>
    <w:rsid w:val="00BB491E"/>
    <w:rsid w:val="00BB4EAF"/>
    <w:rsid w:val="00BB4F5C"/>
    <w:rsid w:val="00BB4FCC"/>
    <w:rsid w:val="00BB52FB"/>
    <w:rsid w:val="00BB535F"/>
    <w:rsid w:val="00BB537E"/>
    <w:rsid w:val="00BB53E6"/>
    <w:rsid w:val="00BB56BF"/>
    <w:rsid w:val="00BB57B1"/>
    <w:rsid w:val="00BB59D1"/>
    <w:rsid w:val="00BB6071"/>
    <w:rsid w:val="00BB63C4"/>
    <w:rsid w:val="00BB63D2"/>
    <w:rsid w:val="00BB6499"/>
    <w:rsid w:val="00BB69ED"/>
    <w:rsid w:val="00BB73AD"/>
    <w:rsid w:val="00BB7A0E"/>
    <w:rsid w:val="00BB7CD5"/>
    <w:rsid w:val="00BB7EDD"/>
    <w:rsid w:val="00BB7F06"/>
    <w:rsid w:val="00BB7FAC"/>
    <w:rsid w:val="00BC02AB"/>
    <w:rsid w:val="00BC04D8"/>
    <w:rsid w:val="00BC0D7B"/>
    <w:rsid w:val="00BC1674"/>
    <w:rsid w:val="00BC172A"/>
    <w:rsid w:val="00BC1814"/>
    <w:rsid w:val="00BC1A71"/>
    <w:rsid w:val="00BC1D18"/>
    <w:rsid w:val="00BC1E43"/>
    <w:rsid w:val="00BC2BEE"/>
    <w:rsid w:val="00BC3146"/>
    <w:rsid w:val="00BC3B8E"/>
    <w:rsid w:val="00BC3CC5"/>
    <w:rsid w:val="00BC4020"/>
    <w:rsid w:val="00BC40A0"/>
    <w:rsid w:val="00BC4340"/>
    <w:rsid w:val="00BC44A3"/>
    <w:rsid w:val="00BC4645"/>
    <w:rsid w:val="00BC4A72"/>
    <w:rsid w:val="00BC5099"/>
    <w:rsid w:val="00BC5191"/>
    <w:rsid w:val="00BC51B5"/>
    <w:rsid w:val="00BC54AA"/>
    <w:rsid w:val="00BC55B8"/>
    <w:rsid w:val="00BC569A"/>
    <w:rsid w:val="00BC5876"/>
    <w:rsid w:val="00BC587F"/>
    <w:rsid w:val="00BC5934"/>
    <w:rsid w:val="00BC59F3"/>
    <w:rsid w:val="00BC5B04"/>
    <w:rsid w:val="00BC5CC3"/>
    <w:rsid w:val="00BC5DB9"/>
    <w:rsid w:val="00BC5DEA"/>
    <w:rsid w:val="00BC5F04"/>
    <w:rsid w:val="00BC61AE"/>
    <w:rsid w:val="00BC670D"/>
    <w:rsid w:val="00BC6DB4"/>
    <w:rsid w:val="00BC6FB4"/>
    <w:rsid w:val="00BC73C4"/>
    <w:rsid w:val="00BC753E"/>
    <w:rsid w:val="00BC77B8"/>
    <w:rsid w:val="00BC7942"/>
    <w:rsid w:val="00BC7B74"/>
    <w:rsid w:val="00BC7E96"/>
    <w:rsid w:val="00BD066B"/>
    <w:rsid w:val="00BD070B"/>
    <w:rsid w:val="00BD09B6"/>
    <w:rsid w:val="00BD0C3F"/>
    <w:rsid w:val="00BD0C5D"/>
    <w:rsid w:val="00BD140A"/>
    <w:rsid w:val="00BD15A1"/>
    <w:rsid w:val="00BD1631"/>
    <w:rsid w:val="00BD1652"/>
    <w:rsid w:val="00BD16DB"/>
    <w:rsid w:val="00BD18FC"/>
    <w:rsid w:val="00BD191A"/>
    <w:rsid w:val="00BD1A92"/>
    <w:rsid w:val="00BD21A2"/>
    <w:rsid w:val="00BD2446"/>
    <w:rsid w:val="00BD2613"/>
    <w:rsid w:val="00BD261F"/>
    <w:rsid w:val="00BD27B3"/>
    <w:rsid w:val="00BD2B14"/>
    <w:rsid w:val="00BD2D49"/>
    <w:rsid w:val="00BD2DED"/>
    <w:rsid w:val="00BD2DF5"/>
    <w:rsid w:val="00BD2E59"/>
    <w:rsid w:val="00BD2E78"/>
    <w:rsid w:val="00BD2F8D"/>
    <w:rsid w:val="00BD2FA6"/>
    <w:rsid w:val="00BD30FA"/>
    <w:rsid w:val="00BD3278"/>
    <w:rsid w:val="00BD3733"/>
    <w:rsid w:val="00BD3854"/>
    <w:rsid w:val="00BD3A58"/>
    <w:rsid w:val="00BD3B65"/>
    <w:rsid w:val="00BD3C45"/>
    <w:rsid w:val="00BD3CF0"/>
    <w:rsid w:val="00BD402C"/>
    <w:rsid w:val="00BD4256"/>
    <w:rsid w:val="00BD427E"/>
    <w:rsid w:val="00BD48A5"/>
    <w:rsid w:val="00BD49CD"/>
    <w:rsid w:val="00BD4E39"/>
    <w:rsid w:val="00BD4EAA"/>
    <w:rsid w:val="00BD5007"/>
    <w:rsid w:val="00BD5034"/>
    <w:rsid w:val="00BD50F5"/>
    <w:rsid w:val="00BD51BA"/>
    <w:rsid w:val="00BD51F2"/>
    <w:rsid w:val="00BD53D3"/>
    <w:rsid w:val="00BD5618"/>
    <w:rsid w:val="00BD5655"/>
    <w:rsid w:val="00BD569A"/>
    <w:rsid w:val="00BD5783"/>
    <w:rsid w:val="00BD5791"/>
    <w:rsid w:val="00BD5A3A"/>
    <w:rsid w:val="00BD5ACC"/>
    <w:rsid w:val="00BD6519"/>
    <w:rsid w:val="00BD69D8"/>
    <w:rsid w:val="00BD69DC"/>
    <w:rsid w:val="00BD6A96"/>
    <w:rsid w:val="00BD6C3A"/>
    <w:rsid w:val="00BD6E96"/>
    <w:rsid w:val="00BD7651"/>
    <w:rsid w:val="00BD777C"/>
    <w:rsid w:val="00BD7BE1"/>
    <w:rsid w:val="00BD7CE3"/>
    <w:rsid w:val="00BD7DB6"/>
    <w:rsid w:val="00BD7E8C"/>
    <w:rsid w:val="00BE0453"/>
    <w:rsid w:val="00BE0678"/>
    <w:rsid w:val="00BE0DAC"/>
    <w:rsid w:val="00BE125F"/>
    <w:rsid w:val="00BE18C1"/>
    <w:rsid w:val="00BE199D"/>
    <w:rsid w:val="00BE1A51"/>
    <w:rsid w:val="00BE1C7E"/>
    <w:rsid w:val="00BE1DE8"/>
    <w:rsid w:val="00BE207B"/>
    <w:rsid w:val="00BE208C"/>
    <w:rsid w:val="00BE2A30"/>
    <w:rsid w:val="00BE2DE5"/>
    <w:rsid w:val="00BE3081"/>
    <w:rsid w:val="00BE346B"/>
    <w:rsid w:val="00BE3644"/>
    <w:rsid w:val="00BE369A"/>
    <w:rsid w:val="00BE397C"/>
    <w:rsid w:val="00BE3B0E"/>
    <w:rsid w:val="00BE3BB2"/>
    <w:rsid w:val="00BE3BE2"/>
    <w:rsid w:val="00BE3CC3"/>
    <w:rsid w:val="00BE4066"/>
    <w:rsid w:val="00BE41DA"/>
    <w:rsid w:val="00BE4351"/>
    <w:rsid w:val="00BE4411"/>
    <w:rsid w:val="00BE4B3F"/>
    <w:rsid w:val="00BE4E5A"/>
    <w:rsid w:val="00BE5059"/>
    <w:rsid w:val="00BE5216"/>
    <w:rsid w:val="00BE5406"/>
    <w:rsid w:val="00BE54DA"/>
    <w:rsid w:val="00BE56D2"/>
    <w:rsid w:val="00BE57C0"/>
    <w:rsid w:val="00BE58E2"/>
    <w:rsid w:val="00BE5B5F"/>
    <w:rsid w:val="00BE634B"/>
    <w:rsid w:val="00BE69F5"/>
    <w:rsid w:val="00BE6AE1"/>
    <w:rsid w:val="00BE6BAF"/>
    <w:rsid w:val="00BE6BB9"/>
    <w:rsid w:val="00BE6D1C"/>
    <w:rsid w:val="00BE6DE3"/>
    <w:rsid w:val="00BE6E99"/>
    <w:rsid w:val="00BE744F"/>
    <w:rsid w:val="00BE75E2"/>
    <w:rsid w:val="00BE7662"/>
    <w:rsid w:val="00BE7732"/>
    <w:rsid w:val="00BE77A6"/>
    <w:rsid w:val="00BE79B8"/>
    <w:rsid w:val="00BE7A33"/>
    <w:rsid w:val="00BE7A98"/>
    <w:rsid w:val="00BE7C1C"/>
    <w:rsid w:val="00BE7C70"/>
    <w:rsid w:val="00BE7DE8"/>
    <w:rsid w:val="00BE7F27"/>
    <w:rsid w:val="00BF03C2"/>
    <w:rsid w:val="00BF045D"/>
    <w:rsid w:val="00BF068D"/>
    <w:rsid w:val="00BF0895"/>
    <w:rsid w:val="00BF098C"/>
    <w:rsid w:val="00BF0B36"/>
    <w:rsid w:val="00BF0E40"/>
    <w:rsid w:val="00BF12AA"/>
    <w:rsid w:val="00BF188D"/>
    <w:rsid w:val="00BF1D0B"/>
    <w:rsid w:val="00BF1DD5"/>
    <w:rsid w:val="00BF20E8"/>
    <w:rsid w:val="00BF22DC"/>
    <w:rsid w:val="00BF254C"/>
    <w:rsid w:val="00BF282D"/>
    <w:rsid w:val="00BF295D"/>
    <w:rsid w:val="00BF2A25"/>
    <w:rsid w:val="00BF2BE3"/>
    <w:rsid w:val="00BF2D63"/>
    <w:rsid w:val="00BF2E8D"/>
    <w:rsid w:val="00BF2FA1"/>
    <w:rsid w:val="00BF31DD"/>
    <w:rsid w:val="00BF320B"/>
    <w:rsid w:val="00BF3723"/>
    <w:rsid w:val="00BF3E34"/>
    <w:rsid w:val="00BF4471"/>
    <w:rsid w:val="00BF4472"/>
    <w:rsid w:val="00BF4603"/>
    <w:rsid w:val="00BF4686"/>
    <w:rsid w:val="00BF477C"/>
    <w:rsid w:val="00BF4857"/>
    <w:rsid w:val="00BF4A7D"/>
    <w:rsid w:val="00BF4BC3"/>
    <w:rsid w:val="00BF4DB7"/>
    <w:rsid w:val="00BF5181"/>
    <w:rsid w:val="00BF523E"/>
    <w:rsid w:val="00BF5443"/>
    <w:rsid w:val="00BF5583"/>
    <w:rsid w:val="00BF567C"/>
    <w:rsid w:val="00BF59E7"/>
    <w:rsid w:val="00BF5BDC"/>
    <w:rsid w:val="00BF5CDB"/>
    <w:rsid w:val="00BF5D5B"/>
    <w:rsid w:val="00BF5DB1"/>
    <w:rsid w:val="00BF6BDF"/>
    <w:rsid w:val="00BF6E09"/>
    <w:rsid w:val="00BF6E7B"/>
    <w:rsid w:val="00BF7059"/>
    <w:rsid w:val="00BF7185"/>
    <w:rsid w:val="00BF76A2"/>
    <w:rsid w:val="00BF79B5"/>
    <w:rsid w:val="00BF7E98"/>
    <w:rsid w:val="00C00170"/>
    <w:rsid w:val="00C0050D"/>
    <w:rsid w:val="00C00650"/>
    <w:rsid w:val="00C00A6F"/>
    <w:rsid w:val="00C00CF2"/>
    <w:rsid w:val="00C00F3B"/>
    <w:rsid w:val="00C018AE"/>
    <w:rsid w:val="00C01D0E"/>
    <w:rsid w:val="00C01EAB"/>
    <w:rsid w:val="00C022BE"/>
    <w:rsid w:val="00C02B3E"/>
    <w:rsid w:val="00C02ED5"/>
    <w:rsid w:val="00C02F98"/>
    <w:rsid w:val="00C03519"/>
    <w:rsid w:val="00C0372B"/>
    <w:rsid w:val="00C038B5"/>
    <w:rsid w:val="00C03A66"/>
    <w:rsid w:val="00C03C46"/>
    <w:rsid w:val="00C03EFF"/>
    <w:rsid w:val="00C03F13"/>
    <w:rsid w:val="00C040C8"/>
    <w:rsid w:val="00C04529"/>
    <w:rsid w:val="00C0485C"/>
    <w:rsid w:val="00C057FB"/>
    <w:rsid w:val="00C05819"/>
    <w:rsid w:val="00C061E6"/>
    <w:rsid w:val="00C06227"/>
    <w:rsid w:val="00C0629D"/>
    <w:rsid w:val="00C06555"/>
    <w:rsid w:val="00C06586"/>
    <w:rsid w:val="00C06857"/>
    <w:rsid w:val="00C068CE"/>
    <w:rsid w:val="00C06B65"/>
    <w:rsid w:val="00C06BB1"/>
    <w:rsid w:val="00C071D1"/>
    <w:rsid w:val="00C0778C"/>
    <w:rsid w:val="00C07C42"/>
    <w:rsid w:val="00C10092"/>
    <w:rsid w:val="00C101A1"/>
    <w:rsid w:val="00C106AE"/>
    <w:rsid w:val="00C10811"/>
    <w:rsid w:val="00C10C8D"/>
    <w:rsid w:val="00C10D4A"/>
    <w:rsid w:val="00C10DAD"/>
    <w:rsid w:val="00C10EC0"/>
    <w:rsid w:val="00C1128F"/>
    <w:rsid w:val="00C114D4"/>
    <w:rsid w:val="00C11524"/>
    <w:rsid w:val="00C1160E"/>
    <w:rsid w:val="00C11641"/>
    <w:rsid w:val="00C11728"/>
    <w:rsid w:val="00C119DD"/>
    <w:rsid w:val="00C11BAA"/>
    <w:rsid w:val="00C11FFD"/>
    <w:rsid w:val="00C1209C"/>
    <w:rsid w:val="00C1298C"/>
    <w:rsid w:val="00C12BDA"/>
    <w:rsid w:val="00C12D19"/>
    <w:rsid w:val="00C12F0C"/>
    <w:rsid w:val="00C1312F"/>
    <w:rsid w:val="00C1336A"/>
    <w:rsid w:val="00C13510"/>
    <w:rsid w:val="00C136B6"/>
    <w:rsid w:val="00C136CB"/>
    <w:rsid w:val="00C13765"/>
    <w:rsid w:val="00C13AA3"/>
    <w:rsid w:val="00C13BB5"/>
    <w:rsid w:val="00C13C28"/>
    <w:rsid w:val="00C13CB4"/>
    <w:rsid w:val="00C14338"/>
    <w:rsid w:val="00C146CE"/>
    <w:rsid w:val="00C146E7"/>
    <w:rsid w:val="00C147E1"/>
    <w:rsid w:val="00C14B30"/>
    <w:rsid w:val="00C1505B"/>
    <w:rsid w:val="00C1516A"/>
    <w:rsid w:val="00C1542C"/>
    <w:rsid w:val="00C15D41"/>
    <w:rsid w:val="00C16206"/>
    <w:rsid w:val="00C162D9"/>
    <w:rsid w:val="00C16393"/>
    <w:rsid w:val="00C164AA"/>
    <w:rsid w:val="00C16987"/>
    <w:rsid w:val="00C16C3A"/>
    <w:rsid w:val="00C16E58"/>
    <w:rsid w:val="00C1744B"/>
    <w:rsid w:val="00C175AA"/>
    <w:rsid w:val="00C1790B"/>
    <w:rsid w:val="00C17D45"/>
    <w:rsid w:val="00C17F0E"/>
    <w:rsid w:val="00C20108"/>
    <w:rsid w:val="00C2016A"/>
    <w:rsid w:val="00C20272"/>
    <w:rsid w:val="00C2049B"/>
    <w:rsid w:val="00C20783"/>
    <w:rsid w:val="00C20A08"/>
    <w:rsid w:val="00C20FA2"/>
    <w:rsid w:val="00C213EB"/>
    <w:rsid w:val="00C216DA"/>
    <w:rsid w:val="00C218AB"/>
    <w:rsid w:val="00C219C6"/>
    <w:rsid w:val="00C219DD"/>
    <w:rsid w:val="00C21AA2"/>
    <w:rsid w:val="00C21D33"/>
    <w:rsid w:val="00C222FB"/>
    <w:rsid w:val="00C22358"/>
    <w:rsid w:val="00C223C0"/>
    <w:rsid w:val="00C224E6"/>
    <w:rsid w:val="00C22953"/>
    <w:rsid w:val="00C22D45"/>
    <w:rsid w:val="00C23239"/>
    <w:rsid w:val="00C233FE"/>
    <w:rsid w:val="00C23667"/>
    <w:rsid w:val="00C23757"/>
    <w:rsid w:val="00C238AD"/>
    <w:rsid w:val="00C23C63"/>
    <w:rsid w:val="00C23D09"/>
    <w:rsid w:val="00C23D35"/>
    <w:rsid w:val="00C240A3"/>
    <w:rsid w:val="00C2460D"/>
    <w:rsid w:val="00C24612"/>
    <w:rsid w:val="00C24695"/>
    <w:rsid w:val="00C24706"/>
    <w:rsid w:val="00C249C2"/>
    <w:rsid w:val="00C24D2A"/>
    <w:rsid w:val="00C24DB7"/>
    <w:rsid w:val="00C24E00"/>
    <w:rsid w:val="00C2516C"/>
    <w:rsid w:val="00C251D2"/>
    <w:rsid w:val="00C25717"/>
    <w:rsid w:val="00C258F1"/>
    <w:rsid w:val="00C25E30"/>
    <w:rsid w:val="00C25F06"/>
    <w:rsid w:val="00C25F81"/>
    <w:rsid w:val="00C26846"/>
    <w:rsid w:val="00C268DB"/>
    <w:rsid w:val="00C26C37"/>
    <w:rsid w:val="00C26D06"/>
    <w:rsid w:val="00C26EAD"/>
    <w:rsid w:val="00C27336"/>
    <w:rsid w:val="00C273CC"/>
    <w:rsid w:val="00C27788"/>
    <w:rsid w:val="00C27875"/>
    <w:rsid w:val="00C27AC9"/>
    <w:rsid w:val="00C27ACA"/>
    <w:rsid w:val="00C27DEE"/>
    <w:rsid w:val="00C30250"/>
    <w:rsid w:val="00C3032F"/>
    <w:rsid w:val="00C30360"/>
    <w:rsid w:val="00C30518"/>
    <w:rsid w:val="00C30597"/>
    <w:rsid w:val="00C30C9B"/>
    <w:rsid w:val="00C30E24"/>
    <w:rsid w:val="00C30FB7"/>
    <w:rsid w:val="00C31265"/>
    <w:rsid w:val="00C315F5"/>
    <w:rsid w:val="00C31E51"/>
    <w:rsid w:val="00C321AD"/>
    <w:rsid w:val="00C32230"/>
    <w:rsid w:val="00C32458"/>
    <w:rsid w:val="00C324CE"/>
    <w:rsid w:val="00C326EE"/>
    <w:rsid w:val="00C329B3"/>
    <w:rsid w:val="00C329EC"/>
    <w:rsid w:val="00C32E0B"/>
    <w:rsid w:val="00C33103"/>
    <w:rsid w:val="00C334A2"/>
    <w:rsid w:val="00C335A2"/>
    <w:rsid w:val="00C3360D"/>
    <w:rsid w:val="00C337A5"/>
    <w:rsid w:val="00C338BA"/>
    <w:rsid w:val="00C33A14"/>
    <w:rsid w:val="00C33A9E"/>
    <w:rsid w:val="00C33DD1"/>
    <w:rsid w:val="00C345D3"/>
    <w:rsid w:val="00C3474F"/>
    <w:rsid w:val="00C34760"/>
    <w:rsid w:val="00C3477C"/>
    <w:rsid w:val="00C34899"/>
    <w:rsid w:val="00C34AB4"/>
    <w:rsid w:val="00C34BB0"/>
    <w:rsid w:val="00C34DA7"/>
    <w:rsid w:val="00C34EDF"/>
    <w:rsid w:val="00C350E4"/>
    <w:rsid w:val="00C3538E"/>
    <w:rsid w:val="00C3553A"/>
    <w:rsid w:val="00C35947"/>
    <w:rsid w:val="00C35B01"/>
    <w:rsid w:val="00C36017"/>
    <w:rsid w:val="00C3626E"/>
    <w:rsid w:val="00C36615"/>
    <w:rsid w:val="00C36619"/>
    <w:rsid w:val="00C366D3"/>
    <w:rsid w:val="00C3678B"/>
    <w:rsid w:val="00C3681B"/>
    <w:rsid w:val="00C36A49"/>
    <w:rsid w:val="00C36A83"/>
    <w:rsid w:val="00C36D29"/>
    <w:rsid w:val="00C36DE0"/>
    <w:rsid w:val="00C36E51"/>
    <w:rsid w:val="00C3740E"/>
    <w:rsid w:val="00C3765C"/>
    <w:rsid w:val="00C37B5E"/>
    <w:rsid w:val="00C37D9C"/>
    <w:rsid w:val="00C4079B"/>
    <w:rsid w:val="00C40BC7"/>
    <w:rsid w:val="00C40C97"/>
    <w:rsid w:val="00C412AA"/>
    <w:rsid w:val="00C414E8"/>
    <w:rsid w:val="00C415D7"/>
    <w:rsid w:val="00C41787"/>
    <w:rsid w:val="00C41D6F"/>
    <w:rsid w:val="00C41DCF"/>
    <w:rsid w:val="00C41F05"/>
    <w:rsid w:val="00C42060"/>
    <w:rsid w:val="00C42CEF"/>
    <w:rsid w:val="00C42EF5"/>
    <w:rsid w:val="00C4302F"/>
    <w:rsid w:val="00C437D1"/>
    <w:rsid w:val="00C4385D"/>
    <w:rsid w:val="00C43E23"/>
    <w:rsid w:val="00C43FEF"/>
    <w:rsid w:val="00C44170"/>
    <w:rsid w:val="00C444FD"/>
    <w:rsid w:val="00C4470E"/>
    <w:rsid w:val="00C4486D"/>
    <w:rsid w:val="00C4495D"/>
    <w:rsid w:val="00C44D49"/>
    <w:rsid w:val="00C45996"/>
    <w:rsid w:val="00C45F52"/>
    <w:rsid w:val="00C4615D"/>
    <w:rsid w:val="00C4619C"/>
    <w:rsid w:val="00C465BA"/>
    <w:rsid w:val="00C46AFC"/>
    <w:rsid w:val="00C46F1A"/>
    <w:rsid w:val="00C46F51"/>
    <w:rsid w:val="00C477C9"/>
    <w:rsid w:val="00C47888"/>
    <w:rsid w:val="00C47B00"/>
    <w:rsid w:val="00C47C3A"/>
    <w:rsid w:val="00C47DAD"/>
    <w:rsid w:val="00C47E11"/>
    <w:rsid w:val="00C509F9"/>
    <w:rsid w:val="00C50B23"/>
    <w:rsid w:val="00C50B57"/>
    <w:rsid w:val="00C50B64"/>
    <w:rsid w:val="00C50D5F"/>
    <w:rsid w:val="00C51006"/>
    <w:rsid w:val="00C51047"/>
    <w:rsid w:val="00C512C5"/>
    <w:rsid w:val="00C51D91"/>
    <w:rsid w:val="00C51E6A"/>
    <w:rsid w:val="00C51FF4"/>
    <w:rsid w:val="00C523F8"/>
    <w:rsid w:val="00C52DB3"/>
    <w:rsid w:val="00C5312E"/>
    <w:rsid w:val="00C531EA"/>
    <w:rsid w:val="00C53821"/>
    <w:rsid w:val="00C53869"/>
    <w:rsid w:val="00C539DB"/>
    <w:rsid w:val="00C53D79"/>
    <w:rsid w:val="00C53E77"/>
    <w:rsid w:val="00C53FE6"/>
    <w:rsid w:val="00C54148"/>
    <w:rsid w:val="00C54277"/>
    <w:rsid w:val="00C54351"/>
    <w:rsid w:val="00C544C3"/>
    <w:rsid w:val="00C54539"/>
    <w:rsid w:val="00C54544"/>
    <w:rsid w:val="00C54551"/>
    <w:rsid w:val="00C54A2A"/>
    <w:rsid w:val="00C54A9D"/>
    <w:rsid w:val="00C54D49"/>
    <w:rsid w:val="00C54E44"/>
    <w:rsid w:val="00C54F18"/>
    <w:rsid w:val="00C550C7"/>
    <w:rsid w:val="00C5515D"/>
    <w:rsid w:val="00C551C8"/>
    <w:rsid w:val="00C555B0"/>
    <w:rsid w:val="00C556A2"/>
    <w:rsid w:val="00C5573F"/>
    <w:rsid w:val="00C55A5C"/>
    <w:rsid w:val="00C55D57"/>
    <w:rsid w:val="00C56799"/>
    <w:rsid w:val="00C56907"/>
    <w:rsid w:val="00C569A7"/>
    <w:rsid w:val="00C56D91"/>
    <w:rsid w:val="00C56E09"/>
    <w:rsid w:val="00C56F70"/>
    <w:rsid w:val="00C57417"/>
    <w:rsid w:val="00C575EB"/>
    <w:rsid w:val="00C57672"/>
    <w:rsid w:val="00C57741"/>
    <w:rsid w:val="00C577F6"/>
    <w:rsid w:val="00C57ACA"/>
    <w:rsid w:val="00C57B8C"/>
    <w:rsid w:val="00C57DDE"/>
    <w:rsid w:val="00C57F45"/>
    <w:rsid w:val="00C60048"/>
    <w:rsid w:val="00C600F6"/>
    <w:rsid w:val="00C603C0"/>
    <w:rsid w:val="00C60719"/>
    <w:rsid w:val="00C60734"/>
    <w:rsid w:val="00C6074B"/>
    <w:rsid w:val="00C6085E"/>
    <w:rsid w:val="00C60BDA"/>
    <w:rsid w:val="00C60CFD"/>
    <w:rsid w:val="00C60F16"/>
    <w:rsid w:val="00C6141D"/>
    <w:rsid w:val="00C61816"/>
    <w:rsid w:val="00C61D62"/>
    <w:rsid w:val="00C61E47"/>
    <w:rsid w:val="00C61E62"/>
    <w:rsid w:val="00C61EE0"/>
    <w:rsid w:val="00C62580"/>
    <w:rsid w:val="00C6261E"/>
    <w:rsid w:val="00C62A7E"/>
    <w:rsid w:val="00C62B38"/>
    <w:rsid w:val="00C6329F"/>
    <w:rsid w:val="00C6355B"/>
    <w:rsid w:val="00C63884"/>
    <w:rsid w:val="00C639E3"/>
    <w:rsid w:val="00C63E07"/>
    <w:rsid w:val="00C64267"/>
    <w:rsid w:val="00C64F0F"/>
    <w:rsid w:val="00C656BF"/>
    <w:rsid w:val="00C658E7"/>
    <w:rsid w:val="00C65941"/>
    <w:rsid w:val="00C6617D"/>
    <w:rsid w:val="00C66A88"/>
    <w:rsid w:val="00C66AC9"/>
    <w:rsid w:val="00C66ACF"/>
    <w:rsid w:val="00C66B01"/>
    <w:rsid w:val="00C66C9D"/>
    <w:rsid w:val="00C66CAF"/>
    <w:rsid w:val="00C66D43"/>
    <w:rsid w:val="00C66D98"/>
    <w:rsid w:val="00C6727D"/>
    <w:rsid w:val="00C672D4"/>
    <w:rsid w:val="00C67391"/>
    <w:rsid w:val="00C6744E"/>
    <w:rsid w:val="00C676F8"/>
    <w:rsid w:val="00C67769"/>
    <w:rsid w:val="00C67873"/>
    <w:rsid w:val="00C678A6"/>
    <w:rsid w:val="00C678AD"/>
    <w:rsid w:val="00C67A94"/>
    <w:rsid w:val="00C67B6F"/>
    <w:rsid w:val="00C67C6C"/>
    <w:rsid w:val="00C67C88"/>
    <w:rsid w:val="00C67D45"/>
    <w:rsid w:val="00C701F0"/>
    <w:rsid w:val="00C70466"/>
    <w:rsid w:val="00C70631"/>
    <w:rsid w:val="00C706CC"/>
    <w:rsid w:val="00C7086F"/>
    <w:rsid w:val="00C70A48"/>
    <w:rsid w:val="00C70FA3"/>
    <w:rsid w:val="00C70FF6"/>
    <w:rsid w:val="00C710E4"/>
    <w:rsid w:val="00C714B1"/>
    <w:rsid w:val="00C7184D"/>
    <w:rsid w:val="00C718CD"/>
    <w:rsid w:val="00C71949"/>
    <w:rsid w:val="00C71D48"/>
    <w:rsid w:val="00C71E1D"/>
    <w:rsid w:val="00C71EE9"/>
    <w:rsid w:val="00C7227F"/>
    <w:rsid w:val="00C72491"/>
    <w:rsid w:val="00C72582"/>
    <w:rsid w:val="00C72AA3"/>
    <w:rsid w:val="00C72AF3"/>
    <w:rsid w:val="00C72C6A"/>
    <w:rsid w:val="00C73060"/>
    <w:rsid w:val="00C731E8"/>
    <w:rsid w:val="00C733F8"/>
    <w:rsid w:val="00C73F55"/>
    <w:rsid w:val="00C74086"/>
    <w:rsid w:val="00C740C9"/>
    <w:rsid w:val="00C74167"/>
    <w:rsid w:val="00C742EF"/>
    <w:rsid w:val="00C7468C"/>
    <w:rsid w:val="00C746C4"/>
    <w:rsid w:val="00C747B1"/>
    <w:rsid w:val="00C749BE"/>
    <w:rsid w:val="00C74E12"/>
    <w:rsid w:val="00C74E32"/>
    <w:rsid w:val="00C74F33"/>
    <w:rsid w:val="00C756D5"/>
    <w:rsid w:val="00C75E13"/>
    <w:rsid w:val="00C761F2"/>
    <w:rsid w:val="00C76292"/>
    <w:rsid w:val="00C7634B"/>
    <w:rsid w:val="00C76461"/>
    <w:rsid w:val="00C7674F"/>
    <w:rsid w:val="00C76929"/>
    <w:rsid w:val="00C76982"/>
    <w:rsid w:val="00C76989"/>
    <w:rsid w:val="00C769D0"/>
    <w:rsid w:val="00C77010"/>
    <w:rsid w:val="00C77130"/>
    <w:rsid w:val="00C775FE"/>
    <w:rsid w:val="00C77641"/>
    <w:rsid w:val="00C77A5B"/>
    <w:rsid w:val="00C77F38"/>
    <w:rsid w:val="00C801D1"/>
    <w:rsid w:val="00C80359"/>
    <w:rsid w:val="00C8035D"/>
    <w:rsid w:val="00C8039C"/>
    <w:rsid w:val="00C805BC"/>
    <w:rsid w:val="00C805DA"/>
    <w:rsid w:val="00C807DD"/>
    <w:rsid w:val="00C8086A"/>
    <w:rsid w:val="00C80A5B"/>
    <w:rsid w:val="00C80C56"/>
    <w:rsid w:val="00C80CCD"/>
    <w:rsid w:val="00C80D33"/>
    <w:rsid w:val="00C80D3C"/>
    <w:rsid w:val="00C80F30"/>
    <w:rsid w:val="00C80F9F"/>
    <w:rsid w:val="00C81212"/>
    <w:rsid w:val="00C81453"/>
    <w:rsid w:val="00C815A8"/>
    <w:rsid w:val="00C816CF"/>
    <w:rsid w:val="00C81E5C"/>
    <w:rsid w:val="00C81EEF"/>
    <w:rsid w:val="00C8244F"/>
    <w:rsid w:val="00C824F8"/>
    <w:rsid w:val="00C82596"/>
    <w:rsid w:val="00C825F9"/>
    <w:rsid w:val="00C82727"/>
    <w:rsid w:val="00C82A2D"/>
    <w:rsid w:val="00C82BCA"/>
    <w:rsid w:val="00C83006"/>
    <w:rsid w:val="00C83101"/>
    <w:rsid w:val="00C83417"/>
    <w:rsid w:val="00C8343A"/>
    <w:rsid w:val="00C83509"/>
    <w:rsid w:val="00C838DA"/>
    <w:rsid w:val="00C83988"/>
    <w:rsid w:val="00C83AC8"/>
    <w:rsid w:val="00C83C0C"/>
    <w:rsid w:val="00C83D1E"/>
    <w:rsid w:val="00C83EC7"/>
    <w:rsid w:val="00C843D2"/>
    <w:rsid w:val="00C84569"/>
    <w:rsid w:val="00C845AE"/>
    <w:rsid w:val="00C84753"/>
    <w:rsid w:val="00C853FC"/>
    <w:rsid w:val="00C8550A"/>
    <w:rsid w:val="00C8565F"/>
    <w:rsid w:val="00C85F59"/>
    <w:rsid w:val="00C86033"/>
    <w:rsid w:val="00C86639"/>
    <w:rsid w:val="00C86888"/>
    <w:rsid w:val="00C86C4D"/>
    <w:rsid w:val="00C86CFC"/>
    <w:rsid w:val="00C86D53"/>
    <w:rsid w:val="00C8701A"/>
    <w:rsid w:val="00C87053"/>
    <w:rsid w:val="00C87108"/>
    <w:rsid w:val="00C87173"/>
    <w:rsid w:val="00C8781C"/>
    <w:rsid w:val="00C8795F"/>
    <w:rsid w:val="00C8797F"/>
    <w:rsid w:val="00C879E8"/>
    <w:rsid w:val="00C87B96"/>
    <w:rsid w:val="00C87C3F"/>
    <w:rsid w:val="00C9053C"/>
    <w:rsid w:val="00C907BE"/>
    <w:rsid w:val="00C90AC8"/>
    <w:rsid w:val="00C90B8A"/>
    <w:rsid w:val="00C90D5A"/>
    <w:rsid w:val="00C90D8C"/>
    <w:rsid w:val="00C90D8D"/>
    <w:rsid w:val="00C91251"/>
    <w:rsid w:val="00C91424"/>
    <w:rsid w:val="00C9147F"/>
    <w:rsid w:val="00C914F7"/>
    <w:rsid w:val="00C924E8"/>
    <w:rsid w:val="00C92822"/>
    <w:rsid w:val="00C92A0A"/>
    <w:rsid w:val="00C92D11"/>
    <w:rsid w:val="00C92DFA"/>
    <w:rsid w:val="00C92FDC"/>
    <w:rsid w:val="00C93065"/>
    <w:rsid w:val="00C933E6"/>
    <w:rsid w:val="00C9376C"/>
    <w:rsid w:val="00C93C40"/>
    <w:rsid w:val="00C93F16"/>
    <w:rsid w:val="00C93F1B"/>
    <w:rsid w:val="00C94C0C"/>
    <w:rsid w:val="00C94E4D"/>
    <w:rsid w:val="00C9510B"/>
    <w:rsid w:val="00C95199"/>
    <w:rsid w:val="00C951DD"/>
    <w:rsid w:val="00C95400"/>
    <w:rsid w:val="00C95739"/>
    <w:rsid w:val="00C95949"/>
    <w:rsid w:val="00C95D82"/>
    <w:rsid w:val="00C95DA9"/>
    <w:rsid w:val="00C95E4A"/>
    <w:rsid w:val="00C96253"/>
    <w:rsid w:val="00C96568"/>
    <w:rsid w:val="00C967E2"/>
    <w:rsid w:val="00C96C74"/>
    <w:rsid w:val="00C971C2"/>
    <w:rsid w:val="00C9729D"/>
    <w:rsid w:val="00C973B4"/>
    <w:rsid w:val="00C97496"/>
    <w:rsid w:val="00C975D8"/>
    <w:rsid w:val="00C97640"/>
    <w:rsid w:val="00C97669"/>
    <w:rsid w:val="00C97736"/>
    <w:rsid w:val="00C97D67"/>
    <w:rsid w:val="00C97E25"/>
    <w:rsid w:val="00CA03D8"/>
    <w:rsid w:val="00CA03FA"/>
    <w:rsid w:val="00CA04F4"/>
    <w:rsid w:val="00CA06D2"/>
    <w:rsid w:val="00CA0767"/>
    <w:rsid w:val="00CA07A4"/>
    <w:rsid w:val="00CA0913"/>
    <w:rsid w:val="00CA0C84"/>
    <w:rsid w:val="00CA0FF9"/>
    <w:rsid w:val="00CA115D"/>
    <w:rsid w:val="00CA12A8"/>
    <w:rsid w:val="00CA1547"/>
    <w:rsid w:val="00CA162B"/>
    <w:rsid w:val="00CA19DE"/>
    <w:rsid w:val="00CA1DD3"/>
    <w:rsid w:val="00CA20AD"/>
    <w:rsid w:val="00CA228D"/>
    <w:rsid w:val="00CA22FF"/>
    <w:rsid w:val="00CA26A4"/>
    <w:rsid w:val="00CA2989"/>
    <w:rsid w:val="00CA299F"/>
    <w:rsid w:val="00CA2B04"/>
    <w:rsid w:val="00CA2FC4"/>
    <w:rsid w:val="00CA3079"/>
    <w:rsid w:val="00CA31D1"/>
    <w:rsid w:val="00CA359D"/>
    <w:rsid w:val="00CA3BA0"/>
    <w:rsid w:val="00CA3C1D"/>
    <w:rsid w:val="00CA41D6"/>
    <w:rsid w:val="00CA423B"/>
    <w:rsid w:val="00CA45E9"/>
    <w:rsid w:val="00CA47B0"/>
    <w:rsid w:val="00CA4C18"/>
    <w:rsid w:val="00CA4F43"/>
    <w:rsid w:val="00CA51CA"/>
    <w:rsid w:val="00CA569B"/>
    <w:rsid w:val="00CA58F3"/>
    <w:rsid w:val="00CA5A46"/>
    <w:rsid w:val="00CA5A97"/>
    <w:rsid w:val="00CA5AFC"/>
    <w:rsid w:val="00CA5B00"/>
    <w:rsid w:val="00CA5B28"/>
    <w:rsid w:val="00CA5F9F"/>
    <w:rsid w:val="00CA614C"/>
    <w:rsid w:val="00CA6812"/>
    <w:rsid w:val="00CA6BD9"/>
    <w:rsid w:val="00CA6E10"/>
    <w:rsid w:val="00CA701C"/>
    <w:rsid w:val="00CA7189"/>
    <w:rsid w:val="00CA71D2"/>
    <w:rsid w:val="00CA72C7"/>
    <w:rsid w:val="00CA77AA"/>
    <w:rsid w:val="00CA7A74"/>
    <w:rsid w:val="00CA7CC7"/>
    <w:rsid w:val="00CB002E"/>
    <w:rsid w:val="00CB020F"/>
    <w:rsid w:val="00CB06B2"/>
    <w:rsid w:val="00CB08E9"/>
    <w:rsid w:val="00CB08EC"/>
    <w:rsid w:val="00CB0B0A"/>
    <w:rsid w:val="00CB0D57"/>
    <w:rsid w:val="00CB0E40"/>
    <w:rsid w:val="00CB0E97"/>
    <w:rsid w:val="00CB1067"/>
    <w:rsid w:val="00CB107C"/>
    <w:rsid w:val="00CB1132"/>
    <w:rsid w:val="00CB11E1"/>
    <w:rsid w:val="00CB121F"/>
    <w:rsid w:val="00CB1909"/>
    <w:rsid w:val="00CB19B5"/>
    <w:rsid w:val="00CB1ADF"/>
    <w:rsid w:val="00CB1AF2"/>
    <w:rsid w:val="00CB1D3F"/>
    <w:rsid w:val="00CB229D"/>
    <w:rsid w:val="00CB240D"/>
    <w:rsid w:val="00CB243F"/>
    <w:rsid w:val="00CB26AD"/>
    <w:rsid w:val="00CB292E"/>
    <w:rsid w:val="00CB2A0A"/>
    <w:rsid w:val="00CB2C03"/>
    <w:rsid w:val="00CB2E40"/>
    <w:rsid w:val="00CB31A1"/>
    <w:rsid w:val="00CB33C6"/>
    <w:rsid w:val="00CB3479"/>
    <w:rsid w:val="00CB37DC"/>
    <w:rsid w:val="00CB3901"/>
    <w:rsid w:val="00CB3DA7"/>
    <w:rsid w:val="00CB3F55"/>
    <w:rsid w:val="00CB43E2"/>
    <w:rsid w:val="00CB4497"/>
    <w:rsid w:val="00CB4F91"/>
    <w:rsid w:val="00CB540F"/>
    <w:rsid w:val="00CB56C7"/>
    <w:rsid w:val="00CB5889"/>
    <w:rsid w:val="00CB598A"/>
    <w:rsid w:val="00CB5A74"/>
    <w:rsid w:val="00CB6028"/>
    <w:rsid w:val="00CB628C"/>
    <w:rsid w:val="00CB643F"/>
    <w:rsid w:val="00CB67C4"/>
    <w:rsid w:val="00CB690D"/>
    <w:rsid w:val="00CB6AC1"/>
    <w:rsid w:val="00CB6C16"/>
    <w:rsid w:val="00CB6C53"/>
    <w:rsid w:val="00CB6D2C"/>
    <w:rsid w:val="00CB7156"/>
    <w:rsid w:val="00CB745C"/>
    <w:rsid w:val="00CB74AA"/>
    <w:rsid w:val="00CB758D"/>
    <w:rsid w:val="00CB75E1"/>
    <w:rsid w:val="00CB76C0"/>
    <w:rsid w:val="00CB7820"/>
    <w:rsid w:val="00CB7977"/>
    <w:rsid w:val="00CB79A3"/>
    <w:rsid w:val="00CB7A63"/>
    <w:rsid w:val="00CB7C8C"/>
    <w:rsid w:val="00CB7D7A"/>
    <w:rsid w:val="00CB7EAF"/>
    <w:rsid w:val="00CC005D"/>
    <w:rsid w:val="00CC0462"/>
    <w:rsid w:val="00CC0561"/>
    <w:rsid w:val="00CC08B4"/>
    <w:rsid w:val="00CC0B7C"/>
    <w:rsid w:val="00CC0D5A"/>
    <w:rsid w:val="00CC12B1"/>
    <w:rsid w:val="00CC130E"/>
    <w:rsid w:val="00CC1412"/>
    <w:rsid w:val="00CC153D"/>
    <w:rsid w:val="00CC161E"/>
    <w:rsid w:val="00CC170D"/>
    <w:rsid w:val="00CC17A2"/>
    <w:rsid w:val="00CC17E7"/>
    <w:rsid w:val="00CC1A05"/>
    <w:rsid w:val="00CC1A16"/>
    <w:rsid w:val="00CC1A5D"/>
    <w:rsid w:val="00CC2402"/>
    <w:rsid w:val="00CC2574"/>
    <w:rsid w:val="00CC26EB"/>
    <w:rsid w:val="00CC2A2D"/>
    <w:rsid w:val="00CC2A74"/>
    <w:rsid w:val="00CC2C8D"/>
    <w:rsid w:val="00CC2EBB"/>
    <w:rsid w:val="00CC2FA4"/>
    <w:rsid w:val="00CC2FEA"/>
    <w:rsid w:val="00CC30D6"/>
    <w:rsid w:val="00CC3136"/>
    <w:rsid w:val="00CC33C0"/>
    <w:rsid w:val="00CC3410"/>
    <w:rsid w:val="00CC36F8"/>
    <w:rsid w:val="00CC40F2"/>
    <w:rsid w:val="00CC44A2"/>
    <w:rsid w:val="00CC4947"/>
    <w:rsid w:val="00CC5022"/>
    <w:rsid w:val="00CC50E2"/>
    <w:rsid w:val="00CC51A7"/>
    <w:rsid w:val="00CC559B"/>
    <w:rsid w:val="00CC582F"/>
    <w:rsid w:val="00CC5B3B"/>
    <w:rsid w:val="00CC5B79"/>
    <w:rsid w:val="00CC5BFD"/>
    <w:rsid w:val="00CC5EFC"/>
    <w:rsid w:val="00CC5F5D"/>
    <w:rsid w:val="00CC6012"/>
    <w:rsid w:val="00CC61F5"/>
    <w:rsid w:val="00CC624F"/>
    <w:rsid w:val="00CC62AE"/>
    <w:rsid w:val="00CC6373"/>
    <w:rsid w:val="00CC68D9"/>
    <w:rsid w:val="00CC6C38"/>
    <w:rsid w:val="00CC7228"/>
    <w:rsid w:val="00CC72E2"/>
    <w:rsid w:val="00CC7580"/>
    <w:rsid w:val="00CC77FD"/>
    <w:rsid w:val="00CC793D"/>
    <w:rsid w:val="00CC7CF8"/>
    <w:rsid w:val="00CC7E75"/>
    <w:rsid w:val="00CD009B"/>
    <w:rsid w:val="00CD02CA"/>
    <w:rsid w:val="00CD0361"/>
    <w:rsid w:val="00CD04D6"/>
    <w:rsid w:val="00CD08DF"/>
    <w:rsid w:val="00CD0B4D"/>
    <w:rsid w:val="00CD100B"/>
    <w:rsid w:val="00CD1BB6"/>
    <w:rsid w:val="00CD1F9A"/>
    <w:rsid w:val="00CD1FBB"/>
    <w:rsid w:val="00CD2066"/>
    <w:rsid w:val="00CD2068"/>
    <w:rsid w:val="00CD20B1"/>
    <w:rsid w:val="00CD22F4"/>
    <w:rsid w:val="00CD2594"/>
    <w:rsid w:val="00CD25E4"/>
    <w:rsid w:val="00CD297C"/>
    <w:rsid w:val="00CD29B1"/>
    <w:rsid w:val="00CD2AE7"/>
    <w:rsid w:val="00CD2C4B"/>
    <w:rsid w:val="00CD2F46"/>
    <w:rsid w:val="00CD3450"/>
    <w:rsid w:val="00CD3955"/>
    <w:rsid w:val="00CD3AA7"/>
    <w:rsid w:val="00CD3ECF"/>
    <w:rsid w:val="00CD3FFC"/>
    <w:rsid w:val="00CD40F2"/>
    <w:rsid w:val="00CD42A1"/>
    <w:rsid w:val="00CD4311"/>
    <w:rsid w:val="00CD45BC"/>
    <w:rsid w:val="00CD4811"/>
    <w:rsid w:val="00CD4FC3"/>
    <w:rsid w:val="00CD525F"/>
    <w:rsid w:val="00CD527C"/>
    <w:rsid w:val="00CD56E9"/>
    <w:rsid w:val="00CD5ABD"/>
    <w:rsid w:val="00CD5D36"/>
    <w:rsid w:val="00CD5FFD"/>
    <w:rsid w:val="00CD6334"/>
    <w:rsid w:val="00CD6377"/>
    <w:rsid w:val="00CD661D"/>
    <w:rsid w:val="00CD6C51"/>
    <w:rsid w:val="00CD6CC6"/>
    <w:rsid w:val="00CD7336"/>
    <w:rsid w:val="00CD754E"/>
    <w:rsid w:val="00CD7554"/>
    <w:rsid w:val="00CD767C"/>
    <w:rsid w:val="00CD78E7"/>
    <w:rsid w:val="00CD7EB0"/>
    <w:rsid w:val="00CE0362"/>
    <w:rsid w:val="00CE05BE"/>
    <w:rsid w:val="00CE05FF"/>
    <w:rsid w:val="00CE0CDB"/>
    <w:rsid w:val="00CE0D90"/>
    <w:rsid w:val="00CE0EB1"/>
    <w:rsid w:val="00CE112E"/>
    <w:rsid w:val="00CE122A"/>
    <w:rsid w:val="00CE1573"/>
    <w:rsid w:val="00CE17BB"/>
    <w:rsid w:val="00CE1BD8"/>
    <w:rsid w:val="00CE1BF1"/>
    <w:rsid w:val="00CE1F0A"/>
    <w:rsid w:val="00CE1F0D"/>
    <w:rsid w:val="00CE231F"/>
    <w:rsid w:val="00CE23BB"/>
    <w:rsid w:val="00CE278F"/>
    <w:rsid w:val="00CE28C8"/>
    <w:rsid w:val="00CE28F7"/>
    <w:rsid w:val="00CE2C5B"/>
    <w:rsid w:val="00CE2D10"/>
    <w:rsid w:val="00CE2D3B"/>
    <w:rsid w:val="00CE309D"/>
    <w:rsid w:val="00CE32D1"/>
    <w:rsid w:val="00CE33E1"/>
    <w:rsid w:val="00CE35C1"/>
    <w:rsid w:val="00CE3880"/>
    <w:rsid w:val="00CE3999"/>
    <w:rsid w:val="00CE39F1"/>
    <w:rsid w:val="00CE3C2E"/>
    <w:rsid w:val="00CE3CCB"/>
    <w:rsid w:val="00CE4336"/>
    <w:rsid w:val="00CE4A55"/>
    <w:rsid w:val="00CE4E2F"/>
    <w:rsid w:val="00CE54F0"/>
    <w:rsid w:val="00CE5500"/>
    <w:rsid w:val="00CE5BA2"/>
    <w:rsid w:val="00CE5C9D"/>
    <w:rsid w:val="00CE605D"/>
    <w:rsid w:val="00CE65C9"/>
    <w:rsid w:val="00CE6695"/>
    <w:rsid w:val="00CE67D3"/>
    <w:rsid w:val="00CE682E"/>
    <w:rsid w:val="00CE6CEF"/>
    <w:rsid w:val="00CE7076"/>
    <w:rsid w:val="00CE70BF"/>
    <w:rsid w:val="00CE7132"/>
    <w:rsid w:val="00CE7222"/>
    <w:rsid w:val="00CE742C"/>
    <w:rsid w:val="00CE749A"/>
    <w:rsid w:val="00CE7503"/>
    <w:rsid w:val="00CF01C6"/>
    <w:rsid w:val="00CF0584"/>
    <w:rsid w:val="00CF08A1"/>
    <w:rsid w:val="00CF0B94"/>
    <w:rsid w:val="00CF0C81"/>
    <w:rsid w:val="00CF10EC"/>
    <w:rsid w:val="00CF155C"/>
    <w:rsid w:val="00CF1684"/>
    <w:rsid w:val="00CF18F7"/>
    <w:rsid w:val="00CF19B6"/>
    <w:rsid w:val="00CF1D5D"/>
    <w:rsid w:val="00CF1E9D"/>
    <w:rsid w:val="00CF20B4"/>
    <w:rsid w:val="00CF21D0"/>
    <w:rsid w:val="00CF23DE"/>
    <w:rsid w:val="00CF2539"/>
    <w:rsid w:val="00CF25C4"/>
    <w:rsid w:val="00CF268C"/>
    <w:rsid w:val="00CF2984"/>
    <w:rsid w:val="00CF299F"/>
    <w:rsid w:val="00CF2F13"/>
    <w:rsid w:val="00CF2FF3"/>
    <w:rsid w:val="00CF30D9"/>
    <w:rsid w:val="00CF314E"/>
    <w:rsid w:val="00CF32A2"/>
    <w:rsid w:val="00CF35C2"/>
    <w:rsid w:val="00CF366A"/>
    <w:rsid w:val="00CF3937"/>
    <w:rsid w:val="00CF3B54"/>
    <w:rsid w:val="00CF3BF8"/>
    <w:rsid w:val="00CF3CBE"/>
    <w:rsid w:val="00CF3F21"/>
    <w:rsid w:val="00CF420C"/>
    <w:rsid w:val="00CF425F"/>
    <w:rsid w:val="00CF491C"/>
    <w:rsid w:val="00CF4DE1"/>
    <w:rsid w:val="00CF4E1A"/>
    <w:rsid w:val="00CF4F6D"/>
    <w:rsid w:val="00CF4FD3"/>
    <w:rsid w:val="00CF5018"/>
    <w:rsid w:val="00CF517F"/>
    <w:rsid w:val="00CF520E"/>
    <w:rsid w:val="00CF551B"/>
    <w:rsid w:val="00CF5AF2"/>
    <w:rsid w:val="00CF5C2F"/>
    <w:rsid w:val="00CF5F27"/>
    <w:rsid w:val="00CF675C"/>
    <w:rsid w:val="00CF6873"/>
    <w:rsid w:val="00CF6966"/>
    <w:rsid w:val="00CF6A30"/>
    <w:rsid w:val="00CF6BD8"/>
    <w:rsid w:val="00CF6DB6"/>
    <w:rsid w:val="00CF6FEA"/>
    <w:rsid w:val="00CF70A8"/>
    <w:rsid w:val="00CF71A2"/>
    <w:rsid w:val="00CF7459"/>
    <w:rsid w:val="00CF7530"/>
    <w:rsid w:val="00CF77DA"/>
    <w:rsid w:val="00CF7A16"/>
    <w:rsid w:val="00CF7EA3"/>
    <w:rsid w:val="00D004F1"/>
    <w:rsid w:val="00D007D8"/>
    <w:rsid w:val="00D00A37"/>
    <w:rsid w:val="00D00BDD"/>
    <w:rsid w:val="00D00C27"/>
    <w:rsid w:val="00D00E66"/>
    <w:rsid w:val="00D01893"/>
    <w:rsid w:val="00D01974"/>
    <w:rsid w:val="00D01AF9"/>
    <w:rsid w:val="00D01B4D"/>
    <w:rsid w:val="00D01E94"/>
    <w:rsid w:val="00D01F7C"/>
    <w:rsid w:val="00D0263C"/>
    <w:rsid w:val="00D0325C"/>
    <w:rsid w:val="00D032EF"/>
    <w:rsid w:val="00D03825"/>
    <w:rsid w:val="00D039BC"/>
    <w:rsid w:val="00D03C9C"/>
    <w:rsid w:val="00D03F52"/>
    <w:rsid w:val="00D0425F"/>
    <w:rsid w:val="00D04296"/>
    <w:rsid w:val="00D0479F"/>
    <w:rsid w:val="00D048A5"/>
    <w:rsid w:val="00D04A31"/>
    <w:rsid w:val="00D04C5A"/>
    <w:rsid w:val="00D04CF1"/>
    <w:rsid w:val="00D05419"/>
    <w:rsid w:val="00D05427"/>
    <w:rsid w:val="00D05462"/>
    <w:rsid w:val="00D0586A"/>
    <w:rsid w:val="00D05EE7"/>
    <w:rsid w:val="00D064EB"/>
    <w:rsid w:val="00D06502"/>
    <w:rsid w:val="00D06720"/>
    <w:rsid w:val="00D06950"/>
    <w:rsid w:val="00D069CC"/>
    <w:rsid w:val="00D06CE6"/>
    <w:rsid w:val="00D06FE9"/>
    <w:rsid w:val="00D0766B"/>
    <w:rsid w:val="00D0786D"/>
    <w:rsid w:val="00D07B7B"/>
    <w:rsid w:val="00D07B92"/>
    <w:rsid w:val="00D07C17"/>
    <w:rsid w:val="00D1057B"/>
    <w:rsid w:val="00D10800"/>
    <w:rsid w:val="00D10943"/>
    <w:rsid w:val="00D109E4"/>
    <w:rsid w:val="00D10D43"/>
    <w:rsid w:val="00D112BB"/>
    <w:rsid w:val="00D11890"/>
    <w:rsid w:val="00D11B31"/>
    <w:rsid w:val="00D11BF8"/>
    <w:rsid w:val="00D11D3C"/>
    <w:rsid w:val="00D11D6D"/>
    <w:rsid w:val="00D11EAD"/>
    <w:rsid w:val="00D11FDC"/>
    <w:rsid w:val="00D12125"/>
    <w:rsid w:val="00D124F0"/>
    <w:rsid w:val="00D12541"/>
    <w:rsid w:val="00D12638"/>
    <w:rsid w:val="00D12678"/>
    <w:rsid w:val="00D126C6"/>
    <w:rsid w:val="00D12B37"/>
    <w:rsid w:val="00D12F2D"/>
    <w:rsid w:val="00D131D4"/>
    <w:rsid w:val="00D132B4"/>
    <w:rsid w:val="00D138DF"/>
    <w:rsid w:val="00D14058"/>
    <w:rsid w:val="00D147DB"/>
    <w:rsid w:val="00D147F1"/>
    <w:rsid w:val="00D14907"/>
    <w:rsid w:val="00D14B78"/>
    <w:rsid w:val="00D14B94"/>
    <w:rsid w:val="00D1524F"/>
    <w:rsid w:val="00D1580D"/>
    <w:rsid w:val="00D1583A"/>
    <w:rsid w:val="00D15A18"/>
    <w:rsid w:val="00D15B2C"/>
    <w:rsid w:val="00D15C25"/>
    <w:rsid w:val="00D15D1A"/>
    <w:rsid w:val="00D15F04"/>
    <w:rsid w:val="00D16432"/>
    <w:rsid w:val="00D16440"/>
    <w:rsid w:val="00D16729"/>
    <w:rsid w:val="00D16809"/>
    <w:rsid w:val="00D16B9B"/>
    <w:rsid w:val="00D16D26"/>
    <w:rsid w:val="00D16D4E"/>
    <w:rsid w:val="00D1735D"/>
    <w:rsid w:val="00D17741"/>
    <w:rsid w:val="00D17A6D"/>
    <w:rsid w:val="00D17B42"/>
    <w:rsid w:val="00D17B80"/>
    <w:rsid w:val="00D20099"/>
    <w:rsid w:val="00D2014A"/>
    <w:rsid w:val="00D2016B"/>
    <w:rsid w:val="00D20511"/>
    <w:rsid w:val="00D20576"/>
    <w:rsid w:val="00D2084D"/>
    <w:rsid w:val="00D2108E"/>
    <w:rsid w:val="00D210E8"/>
    <w:rsid w:val="00D211A8"/>
    <w:rsid w:val="00D21736"/>
    <w:rsid w:val="00D2197F"/>
    <w:rsid w:val="00D21A2A"/>
    <w:rsid w:val="00D21B00"/>
    <w:rsid w:val="00D21DBA"/>
    <w:rsid w:val="00D21EAA"/>
    <w:rsid w:val="00D2201D"/>
    <w:rsid w:val="00D2215C"/>
    <w:rsid w:val="00D2240F"/>
    <w:rsid w:val="00D2261C"/>
    <w:rsid w:val="00D227F4"/>
    <w:rsid w:val="00D2284A"/>
    <w:rsid w:val="00D22863"/>
    <w:rsid w:val="00D2296B"/>
    <w:rsid w:val="00D229C1"/>
    <w:rsid w:val="00D229EF"/>
    <w:rsid w:val="00D22C95"/>
    <w:rsid w:val="00D22E68"/>
    <w:rsid w:val="00D22F03"/>
    <w:rsid w:val="00D22F0E"/>
    <w:rsid w:val="00D23205"/>
    <w:rsid w:val="00D2350C"/>
    <w:rsid w:val="00D23BBD"/>
    <w:rsid w:val="00D23C67"/>
    <w:rsid w:val="00D23D26"/>
    <w:rsid w:val="00D23EAF"/>
    <w:rsid w:val="00D23EB9"/>
    <w:rsid w:val="00D23F3A"/>
    <w:rsid w:val="00D24207"/>
    <w:rsid w:val="00D2465A"/>
    <w:rsid w:val="00D24A75"/>
    <w:rsid w:val="00D24B6D"/>
    <w:rsid w:val="00D24CC8"/>
    <w:rsid w:val="00D25445"/>
    <w:rsid w:val="00D25465"/>
    <w:rsid w:val="00D25589"/>
    <w:rsid w:val="00D2559E"/>
    <w:rsid w:val="00D25FFB"/>
    <w:rsid w:val="00D25FFD"/>
    <w:rsid w:val="00D26576"/>
    <w:rsid w:val="00D265F6"/>
    <w:rsid w:val="00D267E2"/>
    <w:rsid w:val="00D26AA1"/>
    <w:rsid w:val="00D26D16"/>
    <w:rsid w:val="00D27194"/>
    <w:rsid w:val="00D2744D"/>
    <w:rsid w:val="00D27475"/>
    <w:rsid w:val="00D27486"/>
    <w:rsid w:val="00D27715"/>
    <w:rsid w:val="00D27816"/>
    <w:rsid w:val="00D279E2"/>
    <w:rsid w:val="00D27A5D"/>
    <w:rsid w:val="00D27B69"/>
    <w:rsid w:val="00D27CE1"/>
    <w:rsid w:val="00D27D27"/>
    <w:rsid w:val="00D27FC2"/>
    <w:rsid w:val="00D3016C"/>
    <w:rsid w:val="00D3025D"/>
    <w:rsid w:val="00D3040E"/>
    <w:rsid w:val="00D30918"/>
    <w:rsid w:val="00D30955"/>
    <w:rsid w:val="00D30C1E"/>
    <w:rsid w:val="00D30DA5"/>
    <w:rsid w:val="00D30E82"/>
    <w:rsid w:val="00D30F5D"/>
    <w:rsid w:val="00D310CB"/>
    <w:rsid w:val="00D31759"/>
    <w:rsid w:val="00D32780"/>
    <w:rsid w:val="00D327F6"/>
    <w:rsid w:val="00D3280F"/>
    <w:rsid w:val="00D32AD8"/>
    <w:rsid w:val="00D32BAA"/>
    <w:rsid w:val="00D330F0"/>
    <w:rsid w:val="00D3310C"/>
    <w:rsid w:val="00D33456"/>
    <w:rsid w:val="00D337FD"/>
    <w:rsid w:val="00D33B9B"/>
    <w:rsid w:val="00D33BA0"/>
    <w:rsid w:val="00D34170"/>
    <w:rsid w:val="00D341E4"/>
    <w:rsid w:val="00D343F8"/>
    <w:rsid w:val="00D34839"/>
    <w:rsid w:val="00D350C6"/>
    <w:rsid w:val="00D3529D"/>
    <w:rsid w:val="00D35311"/>
    <w:rsid w:val="00D3653E"/>
    <w:rsid w:val="00D367F9"/>
    <w:rsid w:val="00D36C8C"/>
    <w:rsid w:val="00D36EF8"/>
    <w:rsid w:val="00D37764"/>
    <w:rsid w:val="00D379A0"/>
    <w:rsid w:val="00D37C38"/>
    <w:rsid w:val="00D37CC2"/>
    <w:rsid w:val="00D37CC8"/>
    <w:rsid w:val="00D37EDE"/>
    <w:rsid w:val="00D37F1E"/>
    <w:rsid w:val="00D400E7"/>
    <w:rsid w:val="00D401CA"/>
    <w:rsid w:val="00D403DA"/>
    <w:rsid w:val="00D40409"/>
    <w:rsid w:val="00D409D8"/>
    <w:rsid w:val="00D40A8F"/>
    <w:rsid w:val="00D410B8"/>
    <w:rsid w:val="00D412CA"/>
    <w:rsid w:val="00D41380"/>
    <w:rsid w:val="00D41405"/>
    <w:rsid w:val="00D41634"/>
    <w:rsid w:val="00D4168B"/>
    <w:rsid w:val="00D4187A"/>
    <w:rsid w:val="00D41DCB"/>
    <w:rsid w:val="00D41EB9"/>
    <w:rsid w:val="00D42073"/>
    <w:rsid w:val="00D42256"/>
    <w:rsid w:val="00D42470"/>
    <w:rsid w:val="00D42732"/>
    <w:rsid w:val="00D42BA6"/>
    <w:rsid w:val="00D42BD0"/>
    <w:rsid w:val="00D42C4F"/>
    <w:rsid w:val="00D42DCD"/>
    <w:rsid w:val="00D42EC5"/>
    <w:rsid w:val="00D43029"/>
    <w:rsid w:val="00D43702"/>
    <w:rsid w:val="00D43741"/>
    <w:rsid w:val="00D439E1"/>
    <w:rsid w:val="00D43ED9"/>
    <w:rsid w:val="00D44394"/>
    <w:rsid w:val="00D443CE"/>
    <w:rsid w:val="00D4452E"/>
    <w:rsid w:val="00D4486C"/>
    <w:rsid w:val="00D44C34"/>
    <w:rsid w:val="00D44C7E"/>
    <w:rsid w:val="00D44D77"/>
    <w:rsid w:val="00D45120"/>
    <w:rsid w:val="00D45268"/>
    <w:rsid w:val="00D45398"/>
    <w:rsid w:val="00D454D0"/>
    <w:rsid w:val="00D457B5"/>
    <w:rsid w:val="00D458F2"/>
    <w:rsid w:val="00D45C39"/>
    <w:rsid w:val="00D45C62"/>
    <w:rsid w:val="00D45DF7"/>
    <w:rsid w:val="00D4600E"/>
    <w:rsid w:val="00D46237"/>
    <w:rsid w:val="00D46472"/>
    <w:rsid w:val="00D46733"/>
    <w:rsid w:val="00D46AAD"/>
    <w:rsid w:val="00D46D45"/>
    <w:rsid w:val="00D47018"/>
    <w:rsid w:val="00D470FC"/>
    <w:rsid w:val="00D47600"/>
    <w:rsid w:val="00D47623"/>
    <w:rsid w:val="00D47890"/>
    <w:rsid w:val="00D47BBD"/>
    <w:rsid w:val="00D47DA9"/>
    <w:rsid w:val="00D47F9B"/>
    <w:rsid w:val="00D47FC0"/>
    <w:rsid w:val="00D50045"/>
    <w:rsid w:val="00D500E7"/>
    <w:rsid w:val="00D50331"/>
    <w:rsid w:val="00D50460"/>
    <w:rsid w:val="00D505F7"/>
    <w:rsid w:val="00D50701"/>
    <w:rsid w:val="00D509F0"/>
    <w:rsid w:val="00D50CDE"/>
    <w:rsid w:val="00D50ED4"/>
    <w:rsid w:val="00D50F07"/>
    <w:rsid w:val="00D5122A"/>
    <w:rsid w:val="00D5129F"/>
    <w:rsid w:val="00D519A4"/>
    <w:rsid w:val="00D51A9B"/>
    <w:rsid w:val="00D51AF5"/>
    <w:rsid w:val="00D51BD6"/>
    <w:rsid w:val="00D51E70"/>
    <w:rsid w:val="00D52033"/>
    <w:rsid w:val="00D5206D"/>
    <w:rsid w:val="00D5227A"/>
    <w:rsid w:val="00D526F1"/>
    <w:rsid w:val="00D527C0"/>
    <w:rsid w:val="00D527EA"/>
    <w:rsid w:val="00D528F0"/>
    <w:rsid w:val="00D52BF1"/>
    <w:rsid w:val="00D52E82"/>
    <w:rsid w:val="00D52F4E"/>
    <w:rsid w:val="00D53194"/>
    <w:rsid w:val="00D5326B"/>
    <w:rsid w:val="00D5329C"/>
    <w:rsid w:val="00D53647"/>
    <w:rsid w:val="00D537DA"/>
    <w:rsid w:val="00D53890"/>
    <w:rsid w:val="00D53B36"/>
    <w:rsid w:val="00D53CBB"/>
    <w:rsid w:val="00D53D8E"/>
    <w:rsid w:val="00D53DFA"/>
    <w:rsid w:val="00D53E66"/>
    <w:rsid w:val="00D53F6D"/>
    <w:rsid w:val="00D5436F"/>
    <w:rsid w:val="00D5444F"/>
    <w:rsid w:val="00D545E4"/>
    <w:rsid w:val="00D5487C"/>
    <w:rsid w:val="00D548CA"/>
    <w:rsid w:val="00D54A5F"/>
    <w:rsid w:val="00D55079"/>
    <w:rsid w:val="00D550F4"/>
    <w:rsid w:val="00D55193"/>
    <w:rsid w:val="00D551ED"/>
    <w:rsid w:val="00D552D8"/>
    <w:rsid w:val="00D552EC"/>
    <w:rsid w:val="00D553D3"/>
    <w:rsid w:val="00D55445"/>
    <w:rsid w:val="00D55605"/>
    <w:rsid w:val="00D5575D"/>
    <w:rsid w:val="00D55A8A"/>
    <w:rsid w:val="00D56599"/>
    <w:rsid w:val="00D56697"/>
    <w:rsid w:val="00D56BBA"/>
    <w:rsid w:val="00D571DD"/>
    <w:rsid w:val="00D573CE"/>
    <w:rsid w:val="00D57651"/>
    <w:rsid w:val="00D576E3"/>
    <w:rsid w:val="00D57B7F"/>
    <w:rsid w:val="00D57D96"/>
    <w:rsid w:val="00D601F6"/>
    <w:rsid w:val="00D6029F"/>
    <w:rsid w:val="00D607A2"/>
    <w:rsid w:val="00D60920"/>
    <w:rsid w:val="00D609A9"/>
    <w:rsid w:val="00D60DFD"/>
    <w:rsid w:val="00D60FBC"/>
    <w:rsid w:val="00D61190"/>
    <w:rsid w:val="00D611A6"/>
    <w:rsid w:val="00D61346"/>
    <w:rsid w:val="00D61562"/>
    <w:rsid w:val="00D61774"/>
    <w:rsid w:val="00D6195C"/>
    <w:rsid w:val="00D6196E"/>
    <w:rsid w:val="00D61A03"/>
    <w:rsid w:val="00D61C12"/>
    <w:rsid w:val="00D61D41"/>
    <w:rsid w:val="00D61EB4"/>
    <w:rsid w:val="00D620D5"/>
    <w:rsid w:val="00D62622"/>
    <w:rsid w:val="00D6264B"/>
    <w:rsid w:val="00D62818"/>
    <w:rsid w:val="00D62902"/>
    <w:rsid w:val="00D62925"/>
    <w:rsid w:val="00D62E51"/>
    <w:rsid w:val="00D62F86"/>
    <w:rsid w:val="00D63014"/>
    <w:rsid w:val="00D630B3"/>
    <w:rsid w:val="00D63232"/>
    <w:rsid w:val="00D634E2"/>
    <w:rsid w:val="00D634F4"/>
    <w:rsid w:val="00D63765"/>
    <w:rsid w:val="00D63A64"/>
    <w:rsid w:val="00D63D44"/>
    <w:rsid w:val="00D63DE4"/>
    <w:rsid w:val="00D63F8A"/>
    <w:rsid w:val="00D64325"/>
    <w:rsid w:val="00D645C8"/>
    <w:rsid w:val="00D6482D"/>
    <w:rsid w:val="00D64DB5"/>
    <w:rsid w:val="00D650AC"/>
    <w:rsid w:val="00D65147"/>
    <w:rsid w:val="00D65AE5"/>
    <w:rsid w:val="00D65C16"/>
    <w:rsid w:val="00D65C53"/>
    <w:rsid w:val="00D661B5"/>
    <w:rsid w:val="00D662F1"/>
    <w:rsid w:val="00D6680A"/>
    <w:rsid w:val="00D6695B"/>
    <w:rsid w:val="00D66ACB"/>
    <w:rsid w:val="00D66B57"/>
    <w:rsid w:val="00D66CAE"/>
    <w:rsid w:val="00D66D75"/>
    <w:rsid w:val="00D66FEF"/>
    <w:rsid w:val="00D67555"/>
    <w:rsid w:val="00D67563"/>
    <w:rsid w:val="00D67590"/>
    <w:rsid w:val="00D676DB"/>
    <w:rsid w:val="00D677DB"/>
    <w:rsid w:val="00D67999"/>
    <w:rsid w:val="00D67A50"/>
    <w:rsid w:val="00D67C49"/>
    <w:rsid w:val="00D67CCD"/>
    <w:rsid w:val="00D67FC9"/>
    <w:rsid w:val="00D704AE"/>
    <w:rsid w:val="00D7067A"/>
    <w:rsid w:val="00D7090E"/>
    <w:rsid w:val="00D709E7"/>
    <w:rsid w:val="00D70FDE"/>
    <w:rsid w:val="00D711D8"/>
    <w:rsid w:val="00D7151E"/>
    <w:rsid w:val="00D718EA"/>
    <w:rsid w:val="00D71956"/>
    <w:rsid w:val="00D71C66"/>
    <w:rsid w:val="00D71F12"/>
    <w:rsid w:val="00D720B4"/>
    <w:rsid w:val="00D72B54"/>
    <w:rsid w:val="00D72CC9"/>
    <w:rsid w:val="00D72D88"/>
    <w:rsid w:val="00D72D8D"/>
    <w:rsid w:val="00D72F69"/>
    <w:rsid w:val="00D73067"/>
    <w:rsid w:val="00D7333F"/>
    <w:rsid w:val="00D736C2"/>
    <w:rsid w:val="00D73A4C"/>
    <w:rsid w:val="00D73B40"/>
    <w:rsid w:val="00D73E37"/>
    <w:rsid w:val="00D73FB7"/>
    <w:rsid w:val="00D74558"/>
    <w:rsid w:val="00D745BC"/>
    <w:rsid w:val="00D7469D"/>
    <w:rsid w:val="00D748FF"/>
    <w:rsid w:val="00D74AA6"/>
    <w:rsid w:val="00D74C6A"/>
    <w:rsid w:val="00D74E33"/>
    <w:rsid w:val="00D756AE"/>
    <w:rsid w:val="00D759C1"/>
    <w:rsid w:val="00D760CE"/>
    <w:rsid w:val="00D761BB"/>
    <w:rsid w:val="00D76449"/>
    <w:rsid w:val="00D76833"/>
    <w:rsid w:val="00D77503"/>
    <w:rsid w:val="00D7780C"/>
    <w:rsid w:val="00D77928"/>
    <w:rsid w:val="00D77BAC"/>
    <w:rsid w:val="00D800C6"/>
    <w:rsid w:val="00D803A0"/>
    <w:rsid w:val="00D803A1"/>
    <w:rsid w:val="00D804A5"/>
    <w:rsid w:val="00D8067F"/>
    <w:rsid w:val="00D807E2"/>
    <w:rsid w:val="00D80AF7"/>
    <w:rsid w:val="00D80B71"/>
    <w:rsid w:val="00D80B7C"/>
    <w:rsid w:val="00D80CAC"/>
    <w:rsid w:val="00D80F8F"/>
    <w:rsid w:val="00D81546"/>
    <w:rsid w:val="00D81737"/>
    <w:rsid w:val="00D819D2"/>
    <w:rsid w:val="00D81F58"/>
    <w:rsid w:val="00D82901"/>
    <w:rsid w:val="00D82CCB"/>
    <w:rsid w:val="00D82E8E"/>
    <w:rsid w:val="00D83136"/>
    <w:rsid w:val="00D83267"/>
    <w:rsid w:val="00D8335A"/>
    <w:rsid w:val="00D83538"/>
    <w:rsid w:val="00D836B9"/>
    <w:rsid w:val="00D83A98"/>
    <w:rsid w:val="00D840D1"/>
    <w:rsid w:val="00D842AB"/>
    <w:rsid w:val="00D8492E"/>
    <w:rsid w:val="00D8497A"/>
    <w:rsid w:val="00D849EE"/>
    <w:rsid w:val="00D84A90"/>
    <w:rsid w:val="00D84B57"/>
    <w:rsid w:val="00D84B97"/>
    <w:rsid w:val="00D84D77"/>
    <w:rsid w:val="00D84D9C"/>
    <w:rsid w:val="00D85113"/>
    <w:rsid w:val="00D85622"/>
    <w:rsid w:val="00D856A0"/>
    <w:rsid w:val="00D85D92"/>
    <w:rsid w:val="00D86034"/>
    <w:rsid w:val="00D860A1"/>
    <w:rsid w:val="00D860F6"/>
    <w:rsid w:val="00D86113"/>
    <w:rsid w:val="00D8640D"/>
    <w:rsid w:val="00D8658B"/>
    <w:rsid w:val="00D8668C"/>
    <w:rsid w:val="00D86795"/>
    <w:rsid w:val="00D8686A"/>
    <w:rsid w:val="00D86DA5"/>
    <w:rsid w:val="00D8703D"/>
    <w:rsid w:val="00D877FF"/>
    <w:rsid w:val="00D87A39"/>
    <w:rsid w:val="00D87BC3"/>
    <w:rsid w:val="00D900A2"/>
    <w:rsid w:val="00D9030C"/>
    <w:rsid w:val="00D90337"/>
    <w:rsid w:val="00D903E4"/>
    <w:rsid w:val="00D907CD"/>
    <w:rsid w:val="00D90821"/>
    <w:rsid w:val="00D9083F"/>
    <w:rsid w:val="00D90CA0"/>
    <w:rsid w:val="00D90D13"/>
    <w:rsid w:val="00D90F1B"/>
    <w:rsid w:val="00D90F65"/>
    <w:rsid w:val="00D9102F"/>
    <w:rsid w:val="00D911A9"/>
    <w:rsid w:val="00D91B0E"/>
    <w:rsid w:val="00D921A7"/>
    <w:rsid w:val="00D921F4"/>
    <w:rsid w:val="00D92514"/>
    <w:rsid w:val="00D926B7"/>
    <w:rsid w:val="00D92ABA"/>
    <w:rsid w:val="00D92B37"/>
    <w:rsid w:val="00D93212"/>
    <w:rsid w:val="00D93565"/>
    <w:rsid w:val="00D935F6"/>
    <w:rsid w:val="00D93920"/>
    <w:rsid w:val="00D93C20"/>
    <w:rsid w:val="00D93D74"/>
    <w:rsid w:val="00D94079"/>
    <w:rsid w:val="00D9409D"/>
    <w:rsid w:val="00D940E1"/>
    <w:rsid w:val="00D942B3"/>
    <w:rsid w:val="00D9444A"/>
    <w:rsid w:val="00D944E7"/>
    <w:rsid w:val="00D94571"/>
    <w:rsid w:val="00D9458E"/>
    <w:rsid w:val="00D945E8"/>
    <w:rsid w:val="00D94624"/>
    <w:rsid w:val="00D947D8"/>
    <w:rsid w:val="00D94A8D"/>
    <w:rsid w:val="00D950A2"/>
    <w:rsid w:val="00D954D6"/>
    <w:rsid w:val="00D954D7"/>
    <w:rsid w:val="00D955A6"/>
    <w:rsid w:val="00D9583E"/>
    <w:rsid w:val="00D95A70"/>
    <w:rsid w:val="00D95B04"/>
    <w:rsid w:val="00D96131"/>
    <w:rsid w:val="00D96C24"/>
    <w:rsid w:val="00D97068"/>
    <w:rsid w:val="00D972D0"/>
    <w:rsid w:val="00D97349"/>
    <w:rsid w:val="00D978B2"/>
    <w:rsid w:val="00D97E6C"/>
    <w:rsid w:val="00D97F19"/>
    <w:rsid w:val="00DA0535"/>
    <w:rsid w:val="00DA0567"/>
    <w:rsid w:val="00DA063F"/>
    <w:rsid w:val="00DA07F4"/>
    <w:rsid w:val="00DA0A21"/>
    <w:rsid w:val="00DA0F6E"/>
    <w:rsid w:val="00DA110D"/>
    <w:rsid w:val="00DA1183"/>
    <w:rsid w:val="00DA172E"/>
    <w:rsid w:val="00DA18CF"/>
    <w:rsid w:val="00DA18EB"/>
    <w:rsid w:val="00DA1EA0"/>
    <w:rsid w:val="00DA220A"/>
    <w:rsid w:val="00DA22CC"/>
    <w:rsid w:val="00DA25D4"/>
    <w:rsid w:val="00DA2871"/>
    <w:rsid w:val="00DA2AA5"/>
    <w:rsid w:val="00DA2CFE"/>
    <w:rsid w:val="00DA2DCF"/>
    <w:rsid w:val="00DA2EBD"/>
    <w:rsid w:val="00DA3253"/>
    <w:rsid w:val="00DA3263"/>
    <w:rsid w:val="00DA32DF"/>
    <w:rsid w:val="00DA3416"/>
    <w:rsid w:val="00DA38E8"/>
    <w:rsid w:val="00DA3938"/>
    <w:rsid w:val="00DA39A0"/>
    <w:rsid w:val="00DA3D92"/>
    <w:rsid w:val="00DA4070"/>
    <w:rsid w:val="00DA42C4"/>
    <w:rsid w:val="00DA48D7"/>
    <w:rsid w:val="00DA4ACB"/>
    <w:rsid w:val="00DA4CD0"/>
    <w:rsid w:val="00DA4D17"/>
    <w:rsid w:val="00DA4EA7"/>
    <w:rsid w:val="00DA5527"/>
    <w:rsid w:val="00DA563E"/>
    <w:rsid w:val="00DA5C14"/>
    <w:rsid w:val="00DA5C49"/>
    <w:rsid w:val="00DA5EC8"/>
    <w:rsid w:val="00DA5F9F"/>
    <w:rsid w:val="00DA5FBF"/>
    <w:rsid w:val="00DA631B"/>
    <w:rsid w:val="00DA648D"/>
    <w:rsid w:val="00DA7604"/>
    <w:rsid w:val="00DA7AF5"/>
    <w:rsid w:val="00DA7E61"/>
    <w:rsid w:val="00DA7FFA"/>
    <w:rsid w:val="00DB00A5"/>
    <w:rsid w:val="00DB0131"/>
    <w:rsid w:val="00DB0502"/>
    <w:rsid w:val="00DB05DC"/>
    <w:rsid w:val="00DB06BB"/>
    <w:rsid w:val="00DB06BC"/>
    <w:rsid w:val="00DB0863"/>
    <w:rsid w:val="00DB0B94"/>
    <w:rsid w:val="00DB0C3C"/>
    <w:rsid w:val="00DB0E6D"/>
    <w:rsid w:val="00DB0F04"/>
    <w:rsid w:val="00DB11FF"/>
    <w:rsid w:val="00DB13D6"/>
    <w:rsid w:val="00DB13E0"/>
    <w:rsid w:val="00DB1501"/>
    <w:rsid w:val="00DB1751"/>
    <w:rsid w:val="00DB18BE"/>
    <w:rsid w:val="00DB1933"/>
    <w:rsid w:val="00DB1984"/>
    <w:rsid w:val="00DB1AA7"/>
    <w:rsid w:val="00DB1D54"/>
    <w:rsid w:val="00DB1EEC"/>
    <w:rsid w:val="00DB2097"/>
    <w:rsid w:val="00DB28D7"/>
    <w:rsid w:val="00DB29AA"/>
    <w:rsid w:val="00DB2CB6"/>
    <w:rsid w:val="00DB3121"/>
    <w:rsid w:val="00DB3149"/>
    <w:rsid w:val="00DB31A7"/>
    <w:rsid w:val="00DB31AD"/>
    <w:rsid w:val="00DB3213"/>
    <w:rsid w:val="00DB36D2"/>
    <w:rsid w:val="00DB3762"/>
    <w:rsid w:val="00DB3847"/>
    <w:rsid w:val="00DB3897"/>
    <w:rsid w:val="00DB3D1A"/>
    <w:rsid w:val="00DB3EAA"/>
    <w:rsid w:val="00DB4002"/>
    <w:rsid w:val="00DB4205"/>
    <w:rsid w:val="00DB49C1"/>
    <w:rsid w:val="00DB4E41"/>
    <w:rsid w:val="00DB4EE1"/>
    <w:rsid w:val="00DB5121"/>
    <w:rsid w:val="00DB5210"/>
    <w:rsid w:val="00DB5505"/>
    <w:rsid w:val="00DB5513"/>
    <w:rsid w:val="00DB5988"/>
    <w:rsid w:val="00DB5A2B"/>
    <w:rsid w:val="00DB5BA8"/>
    <w:rsid w:val="00DB5CC1"/>
    <w:rsid w:val="00DB635D"/>
    <w:rsid w:val="00DB67CB"/>
    <w:rsid w:val="00DB68D0"/>
    <w:rsid w:val="00DB6990"/>
    <w:rsid w:val="00DB6BD3"/>
    <w:rsid w:val="00DB6C37"/>
    <w:rsid w:val="00DB6CA9"/>
    <w:rsid w:val="00DB6CF9"/>
    <w:rsid w:val="00DB6D9F"/>
    <w:rsid w:val="00DB6DFC"/>
    <w:rsid w:val="00DB6F24"/>
    <w:rsid w:val="00DB6F45"/>
    <w:rsid w:val="00DB70B4"/>
    <w:rsid w:val="00DB726A"/>
    <w:rsid w:val="00DB733A"/>
    <w:rsid w:val="00DB739D"/>
    <w:rsid w:val="00DB7A62"/>
    <w:rsid w:val="00DC002A"/>
    <w:rsid w:val="00DC003D"/>
    <w:rsid w:val="00DC0AF1"/>
    <w:rsid w:val="00DC0C95"/>
    <w:rsid w:val="00DC0ECF"/>
    <w:rsid w:val="00DC113E"/>
    <w:rsid w:val="00DC1EE8"/>
    <w:rsid w:val="00DC1F3E"/>
    <w:rsid w:val="00DC22A7"/>
    <w:rsid w:val="00DC2345"/>
    <w:rsid w:val="00DC241E"/>
    <w:rsid w:val="00DC24D6"/>
    <w:rsid w:val="00DC26B3"/>
    <w:rsid w:val="00DC279F"/>
    <w:rsid w:val="00DC2A14"/>
    <w:rsid w:val="00DC2AD0"/>
    <w:rsid w:val="00DC2D44"/>
    <w:rsid w:val="00DC2E7B"/>
    <w:rsid w:val="00DC2EAA"/>
    <w:rsid w:val="00DC2FA3"/>
    <w:rsid w:val="00DC33A4"/>
    <w:rsid w:val="00DC392B"/>
    <w:rsid w:val="00DC3A8F"/>
    <w:rsid w:val="00DC3B38"/>
    <w:rsid w:val="00DC3E3C"/>
    <w:rsid w:val="00DC401A"/>
    <w:rsid w:val="00DC4329"/>
    <w:rsid w:val="00DC443B"/>
    <w:rsid w:val="00DC49ED"/>
    <w:rsid w:val="00DC4AEB"/>
    <w:rsid w:val="00DC4B4B"/>
    <w:rsid w:val="00DC4BD9"/>
    <w:rsid w:val="00DC4CC1"/>
    <w:rsid w:val="00DC4CF1"/>
    <w:rsid w:val="00DC4D04"/>
    <w:rsid w:val="00DC4D4F"/>
    <w:rsid w:val="00DC4FE3"/>
    <w:rsid w:val="00DC512E"/>
    <w:rsid w:val="00DC52FD"/>
    <w:rsid w:val="00DC5531"/>
    <w:rsid w:val="00DC557A"/>
    <w:rsid w:val="00DC5962"/>
    <w:rsid w:val="00DC59F8"/>
    <w:rsid w:val="00DC5C25"/>
    <w:rsid w:val="00DC5C37"/>
    <w:rsid w:val="00DC6573"/>
    <w:rsid w:val="00DC6B86"/>
    <w:rsid w:val="00DC7211"/>
    <w:rsid w:val="00DC7535"/>
    <w:rsid w:val="00DC7C8A"/>
    <w:rsid w:val="00DC7EB4"/>
    <w:rsid w:val="00DD0228"/>
    <w:rsid w:val="00DD0388"/>
    <w:rsid w:val="00DD0457"/>
    <w:rsid w:val="00DD04DE"/>
    <w:rsid w:val="00DD083D"/>
    <w:rsid w:val="00DD0D13"/>
    <w:rsid w:val="00DD0E75"/>
    <w:rsid w:val="00DD0EC6"/>
    <w:rsid w:val="00DD0FCC"/>
    <w:rsid w:val="00DD13E6"/>
    <w:rsid w:val="00DD16C2"/>
    <w:rsid w:val="00DD17B9"/>
    <w:rsid w:val="00DD1AE5"/>
    <w:rsid w:val="00DD1BC3"/>
    <w:rsid w:val="00DD1BDE"/>
    <w:rsid w:val="00DD1D8F"/>
    <w:rsid w:val="00DD2076"/>
    <w:rsid w:val="00DD250B"/>
    <w:rsid w:val="00DD25DB"/>
    <w:rsid w:val="00DD25F6"/>
    <w:rsid w:val="00DD27D1"/>
    <w:rsid w:val="00DD28F9"/>
    <w:rsid w:val="00DD2C5F"/>
    <w:rsid w:val="00DD2CAF"/>
    <w:rsid w:val="00DD2D57"/>
    <w:rsid w:val="00DD2EC4"/>
    <w:rsid w:val="00DD30A7"/>
    <w:rsid w:val="00DD3807"/>
    <w:rsid w:val="00DD4277"/>
    <w:rsid w:val="00DD48A9"/>
    <w:rsid w:val="00DD4A59"/>
    <w:rsid w:val="00DD4A70"/>
    <w:rsid w:val="00DD4BAC"/>
    <w:rsid w:val="00DD4F3C"/>
    <w:rsid w:val="00DD514E"/>
    <w:rsid w:val="00DD549E"/>
    <w:rsid w:val="00DD572E"/>
    <w:rsid w:val="00DD586D"/>
    <w:rsid w:val="00DD5A01"/>
    <w:rsid w:val="00DD5C44"/>
    <w:rsid w:val="00DD5EF2"/>
    <w:rsid w:val="00DD611A"/>
    <w:rsid w:val="00DD6174"/>
    <w:rsid w:val="00DD6CAC"/>
    <w:rsid w:val="00DD6E91"/>
    <w:rsid w:val="00DD6E95"/>
    <w:rsid w:val="00DD6EC2"/>
    <w:rsid w:val="00DD708A"/>
    <w:rsid w:val="00DD70F6"/>
    <w:rsid w:val="00DD71E5"/>
    <w:rsid w:val="00DD77F2"/>
    <w:rsid w:val="00DD7951"/>
    <w:rsid w:val="00DD7CA6"/>
    <w:rsid w:val="00DD7D30"/>
    <w:rsid w:val="00DD7FF4"/>
    <w:rsid w:val="00DE000E"/>
    <w:rsid w:val="00DE0818"/>
    <w:rsid w:val="00DE099E"/>
    <w:rsid w:val="00DE0CDA"/>
    <w:rsid w:val="00DE0E6E"/>
    <w:rsid w:val="00DE11D1"/>
    <w:rsid w:val="00DE1252"/>
    <w:rsid w:val="00DE150D"/>
    <w:rsid w:val="00DE16C1"/>
    <w:rsid w:val="00DE16EA"/>
    <w:rsid w:val="00DE18FF"/>
    <w:rsid w:val="00DE1B60"/>
    <w:rsid w:val="00DE1BE2"/>
    <w:rsid w:val="00DE1D98"/>
    <w:rsid w:val="00DE1E6C"/>
    <w:rsid w:val="00DE1E9B"/>
    <w:rsid w:val="00DE2012"/>
    <w:rsid w:val="00DE21E1"/>
    <w:rsid w:val="00DE30E5"/>
    <w:rsid w:val="00DE36FA"/>
    <w:rsid w:val="00DE37FB"/>
    <w:rsid w:val="00DE3831"/>
    <w:rsid w:val="00DE384F"/>
    <w:rsid w:val="00DE3B03"/>
    <w:rsid w:val="00DE3C19"/>
    <w:rsid w:val="00DE3D17"/>
    <w:rsid w:val="00DE40A3"/>
    <w:rsid w:val="00DE417A"/>
    <w:rsid w:val="00DE42DD"/>
    <w:rsid w:val="00DE453D"/>
    <w:rsid w:val="00DE483C"/>
    <w:rsid w:val="00DE4865"/>
    <w:rsid w:val="00DE48E2"/>
    <w:rsid w:val="00DE54EB"/>
    <w:rsid w:val="00DE5683"/>
    <w:rsid w:val="00DE576B"/>
    <w:rsid w:val="00DE57E5"/>
    <w:rsid w:val="00DE58CB"/>
    <w:rsid w:val="00DE5BD2"/>
    <w:rsid w:val="00DE5C0A"/>
    <w:rsid w:val="00DE6038"/>
    <w:rsid w:val="00DE60D6"/>
    <w:rsid w:val="00DE640A"/>
    <w:rsid w:val="00DE6546"/>
    <w:rsid w:val="00DE673A"/>
    <w:rsid w:val="00DE6EA3"/>
    <w:rsid w:val="00DE7025"/>
    <w:rsid w:val="00DE70D4"/>
    <w:rsid w:val="00DE76FA"/>
    <w:rsid w:val="00DE77E4"/>
    <w:rsid w:val="00DE781D"/>
    <w:rsid w:val="00DE7C79"/>
    <w:rsid w:val="00DE7CD1"/>
    <w:rsid w:val="00DE7D7C"/>
    <w:rsid w:val="00DE7FF7"/>
    <w:rsid w:val="00DF0010"/>
    <w:rsid w:val="00DF0150"/>
    <w:rsid w:val="00DF0486"/>
    <w:rsid w:val="00DF089E"/>
    <w:rsid w:val="00DF0959"/>
    <w:rsid w:val="00DF0D26"/>
    <w:rsid w:val="00DF18CC"/>
    <w:rsid w:val="00DF2343"/>
    <w:rsid w:val="00DF245B"/>
    <w:rsid w:val="00DF24CF"/>
    <w:rsid w:val="00DF2A12"/>
    <w:rsid w:val="00DF2A74"/>
    <w:rsid w:val="00DF2B39"/>
    <w:rsid w:val="00DF2CC8"/>
    <w:rsid w:val="00DF2E3D"/>
    <w:rsid w:val="00DF2E67"/>
    <w:rsid w:val="00DF2EC3"/>
    <w:rsid w:val="00DF34D8"/>
    <w:rsid w:val="00DF3623"/>
    <w:rsid w:val="00DF36C5"/>
    <w:rsid w:val="00DF426D"/>
    <w:rsid w:val="00DF47D3"/>
    <w:rsid w:val="00DF4E71"/>
    <w:rsid w:val="00DF4FFF"/>
    <w:rsid w:val="00DF53CA"/>
    <w:rsid w:val="00DF54FC"/>
    <w:rsid w:val="00DF58C5"/>
    <w:rsid w:val="00DF5907"/>
    <w:rsid w:val="00DF5FF4"/>
    <w:rsid w:val="00DF5FFD"/>
    <w:rsid w:val="00DF60E5"/>
    <w:rsid w:val="00DF62FF"/>
    <w:rsid w:val="00DF67A9"/>
    <w:rsid w:val="00DF68EF"/>
    <w:rsid w:val="00DF6963"/>
    <w:rsid w:val="00DF6C3D"/>
    <w:rsid w:val="00DF714B"/>
    <w:rsid w:val="00DF71D2"/>
    <w:rsid w:val="00DF739C"/>
    <w:rsid w:val="00DF767C"/>
    <w:rsid w:val="00DF7863"/>
    <w:rsid w:val="00DF7BCF"/>
    <w:rsid w:val="00DF7C49"/>
    <w:rsid w:val="00DF7CB3"/>
    <w:rsid w:val="00DF7F1C"/>
    <w:rsid w:val="00E001BF"/>
    <w:rsid w:val="00E003FF"/>
    <w:rsid w:val="00E00459"/>
    <w:rsid w:val="00E0048F"/>
    <w:rsid w:val="00E00497"/>
    <w:rsid w:val="00E00626"/>
    <w:rsid w:val="00E00634"/>
    <w:rsid w:val="00E006DB"/>
    <w:rsid w:val="00E00C84"/>
    <w:rsid w:val="00E00CB7"/>
    <w:rsid w:val="00E00D33"/>
    <w:rsid w:val="00E01101"/>
    <w:rsid w:val="00E0166B"/>
    <w:rsid w:val="00E019A8"/>
    <w:rsid w:val="00E01F41"/>
    <w:rsid w:val="00E01FD6"/>
    <w:rsid w:val="00E02274"/>
    <w:rsid w:val="00E024BB"/>
    <w:rsid w:val="00E0255A"/>
    <w:rsid w:val="00E0266B"/>
    <w:rsid w:val="00E026DF"/>
    <w:rsid w:val="00E02828"/>
    <w:rsid w:val="00E02A05"/>
    <w:rsid w:val="00E02DE0"/>
    <w:rsid w:val="00E02E55"/>
    <w:rsid w:val="00E02EDF"/>
    <w:rsid w:val="00E03513"/>
    <w:rsid w:val="00E036E0"/>
    <w:rsid w:val="00E03E50"/>
    <w:rsid w:val="00E03ED1"/>
    <w:rsid w:val="00E0402E"/>
    <w:rsid w:val="00E0403E"/>
    <w:rsid w:val="00E04228"/>
    <w:rsid w:val="00E042CA"/>
    <w:rsid w:val="00E042F8"/>
    <w:rsid w:val="00E04528"/>
    <w:rsid w:val="00E04652"/>
    <w:rsid w:val="00E04996"/>
    <w:rsid w:val="00E04B0D"/>
    <w:rsid w:val="00E04C66"/>
    <w:rsid w:val="00E04C8A"/>
    <w:rsid w:val="00E04F82"/>
    <w:rsid w:val="00E0506B"/>
    <w:rsid w:val="00E053AF"/>
    <w:rsid w:val="00E05BBC"/>
    <w:rsid w:val="00E05C11"/>
    <w:rsid w:val="00E05C34"/>
    <w:rsid w:val="00E05C3F"/>
    <w:rsid w:val="00E06031"/>
    <w:rsid w:val="00E067FF"/>
    <w:rsid w:val="00E06834"/>
    <w:rsid w:val="00E06CBB"/>
    <w:rsid w:val="00E06CD4"/>
    <w:rsid w:val="00E07299"/>
    <w:rsid w:val="00E072FE"/>
    <w:rsid w:val="00E075E4"/>
    <w:rsid w:val="00E07618"/>
    <w:rsid w:val="00E079AB"/>
    <w:rsid w:val="00E07AA1"/>
    <w:rsid w:val="00E07BA0"/>
    <w:rsid w:val="00E07BB0"/>
    <w:rsid w:val="00E07E1C"/>
    <w:rsid w:val="00E07E96"/>
    <w:rsid w:val="00E10592"/>
    <w:rsid w:val="00E10839"/>
    <w:rsid w:val="00E10A7F"/>
    <w:rsid w:val="00E11481"/>
    <w:rsid w:val="00E11735"/>
    <w:rsid w:val="00E11A66"/>
    <w:rsid w:val="00E11C21"/>
    <w:rsid w:val="00E11C6F"/>
    <w:rsid w:val="00E12267"/>
    <w:rsid w:val="00E12811"/>
    <w:rsid w:val="00E12874"/>
    <w:rsid w:val="00E12B07"/>
    <w:rsid w:val="00E1340F"/>
    <w:rsid w:val="00E134DF"/>
    <w:rsid w:val="00E134E4"/>
    <w:rsid w:val="00E13711"/>
    <w:rsid w:val="00E1379C"/>
    <w:rsid w:val="00E138F4"/>
    <w:rsid w:val="00E13966"/>
    <w:rsid w:val="00E139DD"/>
    <w:rsid w:val="00E147DF"/>
    <w:rsid w:val="00E148DE"/>
    <w:rsid w:val="00E1493B"/>
    <w:rsid w:val="00E14A11"/>
    <w:rsid w:val="00E14D73"/>
    <w:rsid w:val="00E14DBE"/>
    <w:rsid w:val="00E14EC1"/>
    <w:rsid w:val="00E14FDC"/>
    <w:rsid w:val="00E153BB"/>
    <w:rsid w:val="00E153F5"/>
    <w:rsid w:val="00E155DA"/>
    <w:rsid w:val="00E15A00"/>
    <w:rsid w:val="00E15E90"/>
    <w:rsid w:val="00E15E9C"/>
    <w:rsid w:val="00E15F04"/>
    <w:rsid w:val="00E15F8C"/>
    <w:rsid w:val="00E1644C"/>
    <w:rsid w:val="00E16550"/>
    <w:rsid w:val="00E165BC"/>
    <w:rsid w:val="00E16926"/>
    <w:rsid w:val="00E16B30"/>
    <w:rsid w:val="00E1704D"/>
    <w:rsid w:val="00E17290"/>
    <w:rsid w:val="00E17909"/>
    <w:rsid w:val="00E17D05"/>
    <w:rsid w:val="00E20132"/>
    <w:rsid w:val="00E203DD"/>
    <w:rsid w:val="00E2077A"/>
    <w:rsid w:val="00E20858"/>
    <w:rsid w:val="00E20A87"/>
    <w:rsid w:val="00E20C6B"/>
    <w:rsid w:val="00E20E68"/>
    <w:rsid w:val="00E2116A"/>
    <w:rsid w:val="00E2128B"/>
    <w:rsid w:val="00E213B9"/>
    <w:rsid w:val="00E213FA"/>
    <w:rsid w:val="00E21502"/>
    <w:rsid w:val="00E215A7"/>
    <w:rsid w:val="00E21BD6"/>
    <w:rsid w:val="00E21CA5"/>
    <w:rsid w:val="00E21D75"/>
    <w:rsid w:val="00E21E30"/>
    <w:rsid w:val="00E21E38"/>
    <w:rsid w:val="00E21E46"/>
    <w:rsid w:val="00E2220F"/>
    <w:rsid w:val="00E223FF"/>
    <w:rsid w:val="00E225CA"/>
    <w:rsid w:val="00E2267A"/>
    <w:rsid w:val="00E2276F"/>
    <w:rsid w:val="00E22783"/>
    <w:rsid w:val="00E227F2"/>
    <w:rsid w:val="00E22887"/>
    <w:rsid w:val="00E2288E"/>
    <w:rsid w:val="00E22973"/>
    <w:rsid w:val="00E229E5"/>
    <w:rsid w:val="00E22C9F"/>
    <w:rsid w:val="00E22ED3"/>
    <w:rsid w:val="00E22FE8"/>
    <w:rsid w:val="00E230ED"/>
    <w:rsid w:val="00E236F2"/>
    <w:rsid w:val="00E23700"/>
    <w:rsid w:val="00E239B6"/>
    <w:rsid w:val="00E23C8F"/>
    <w:rsid w:val="00E23DD1"/>
    <w:rsid w:val="00E24162"/>
    <w:rsid w:val="00E244FA"/>
    <w:rsid w:val="00E246D6"/>
    <w:rsid w:val="00E246E0"/>
    <w:rsid w:val="00E247F3"/>
    <w:rsid w:val="00E24BFB"/>
    <w:rsid w:val="00E24EED"/>
    <w:rsid w:val="00E250F1"/>
    <w:rsid w:val="00E25429"/>
    <w:rsid w:val="00E2569C"/>
    <w:rsid w:val="00E25776"/>
    <w:rsid w:val="00E25801"/>
    <w:rsid w:val="00E25B1F"/>
    <w:rsid w:val="00E25C9B"/>
    <w:rsid w:val="00E25CEE"/>
    <w:rsid w:val="00E25E13"/>
    <w:rsid w:val="00E25F7C"/>
    <w:rsid w:val="00E261FB"/>
    <w:rsid w:val="00E26668"/>
    <w:rsid w:val="00E26758"/>
    <w:rsid w:val="00E2682A"/>
    <w:rsid w:val="00E26A44"/>
    <w:rsid w:val="00E26A9B"/>
    <w:rsid w:val="00E27334"/>
    <w:rsid w:val="00E2742B"/>
    <w:rsid w:val="00E27551"/>
    <w:rsid w:val="00E27B10"/>
    <w:rsid w:val="00E27D76"/>
    <w:rsid w:val="00E30050"/>
    <w:rsid w:val="00E301D9"/>
    <w:rsid w:val="00E30413"/>
    <w:rsid w:val="00E30497"/>
    <w:rsid w:val="00E3063B"/>
    <w:rsid w:val="00E30691"/>
    <w:rsid w:val="00E306D8"/>
    <w:rsid w:val="00E30982"/>
    <w:rsid w:val="00E30C3F"/>
    <w:rsid w:val="00E30FD2"/>
    <w:rsid w:val="00E31104"/>
    <w:rsid w:val="00E31213"/>
    <w:rsid w:val="00E31251"/>
    <w:rsid w:val="00E31370"/>
    <w:rsid w:val="00E319B5"/>
    <w:rsid w:val="00E31CD2"/>
    <w:rsid w:val="00E31CEC"/>
    <w:rsid w:val="00E31D54"/>
    <w:rsid w:val="00E3200B"/>
    <w:rsid w:val="00E321CF"/>
    <w:rsid w:val="00E324A0"/>
    <w:rsid w:val="00E324E8"/>
    <w:rsid w:val="00E3256A"/>
    <w:rsid w:val="00E326D7"/>
    <w:rsid w:val="00E32B7C"/>
    <w:rsid w:val="00E33105"/>
    <w:rsid w:val="00E331A9"/>
    <w:rsid w:val="00E3322B"/>
    <w:rsid w:val="00E3341D"/>
    <w:rsid w:val="00E3343A"/>
    <w:rsid w:val="00E338E8"/>
    <w:rsid w:val="00E3402D"/>
    <w:rsid w:val="00E342DD"/>
    <w:rsid w:val="00E3446E"/>
    <w:rsid w:val="00E3451A"/>
    <w:rsid w:val="00E3462B"/>
    <w:rsid w:val="00E34650"/>
    <w:rsid w:val="00E3467B"/>
    <w:rsid w:val="00E34842"/>
    <w:rsid w:val="00E3526B"/>
    <w:rsid w:val="00E3529C"/>
    <w:rsid w:val="00E353B3"/>
    <w:rsid w:val="00E35936"/>
    <w:rsid w:val="00E35946"/>
    <w:rsid w:val="00E35B0E"/>
    <w:rsid w:val="00E35C13"/>
    <w:rsid w:val="00E35CBD"/>
    <w:rsid w:val="00E35FCF"/>
    <w:rsid w:val="00E360B2"/>
    <w:rsid w:val="00E366A8"/>
    <w:rsid w:val="00E36B4F"/>
    <w:rsid w:val="00E36BE3"/>
    <w:rsid w:val="00E36C29"/>
    <w:rsid w:val="00E36DB1"/>
    <w:rsid w:val="00E37054"/>
    <w:rsid w:val="00E376E9"/>
    <w:rsid w:val="00E37993"/>
    <w:rsid w:val="00E37ACF"/>
    <w:rsid w:val="00E37B31"/>
    <w:rsid w:val="00E37C07"/>
    <w:rsid w:val="00E37C38"/>
    <w:rsid w:val="00E37F72"/>
    <w:rsid w:val="00E400A8"/>
    <w:rsid w:val="00E401A4"/>
    <w:rsid w:val="00E401BD"/>
    <w:rsid w:val="00E40282"/>
    <w:rsid w:val="00E40544"/>
    <w:rsid w:val="00E408B1"/>
    <w:rsid w:val="00E40B80"/>
    <w:rsid w:val="00E40BFA"/>
    <w:rsid w:val="00E40C1A"/>
    <w:rsid w:val="00E40F37"/>
    <w:rsid w:val="00E412F6"/>
    <w:rsid w:val="00E41300"/>
    <w:rsid w:val="00E41381"/>
    <w:rsid w:val="00E4147E"/>
    <w:rsid w:val="00E414C3"/>
    <w:rsid w:val="00E415BF"/>
    <w:rsid w:val="00E41EA3"/>
    <w:rsid w:val="00E42022"/>
    <w:rsid w:val="00E42083"/>
    <w:rsid w:val="00E422D8"/>
    <w:rsid w:val="00E42492"/>
    <w:rsid w:val="00E424BD"/>
    <w:rsid w:val="00E42999"/>
    <w:rsid w:val="00E42A42"/>
    <w:rsid w:val="00E42BFD"/>
    <w:rsid w:val="00E42CB8"/>
    <w:rsid w:val="00E42D4F"/>
    <w:rsid w:val="00E42E16"/>
    <w:rsid w:val="00E42F9F"/>
    <w:rsid w:val="00E43131"/>
    <w:rsid w:val="00E432DD"/>
    <w:rsid w:val="00E43766"/>
    <w:rsid w:val="00E43782"/>
    <w:rsid w:val="00E43C2F"/>
    <w:rsid w:val="00E43C97"/>
    <w:rsid w:val="00E43DA6"/>
    <w:rsid w:val="00E43E84"/>
    <w:rsid w:val="00E43EDD"/>
    <w:rsid w:val="00E44115"/>
    <w:rsid w:val="00E442CE"/>
    <w:rsid w:val="00E443AE"/>
    <w:rsid w:val="00E44631"/>
    <w:rsid w:val="00E44C4E"/>
    <w:rsid w:val="00E44CF0"/>
    <w:rsid w:val="00E44D1B"/>
    <w:rsid w:val="00E44DAA"/>
    <w:rsid w:val="00E44F19"/>
    <w:rsid w:val="00E44FA2"/>
    <w:rsid w:val="00E45459"/>
    <w:rsid w:val="00E45601"/>
    <w:rsid w:val="00E45B62"/>
    <w:rsid w:val="00E45B9E"/>
    <w:rsid w:val="00E45E4B"/>
    <w:rsid w:val="00E45F7A"/>
    <w:rsid w:val="00E46221"/>
    <w:rsid w:val="00E463AD"/>
    <w:rsid w:val="00E466A7"/>
    <w:rsid w:val="00E469F5"/>
    <w:rsid w:val="00E46A48"/>
    <w:rsid w:val="00E46ABB"/>
    <w:rsid w:val="00E46E50"/>
    <w:rsid w:val="00E46E69"/>
    <w:rsid w:val="00E4703C"/>
    <w:rsid w:val="00E470CD"/>
    <w:rsid w:val="00E47138"/>
    <w:rsid w:val="00E4745D"/>
    <w:rsid w:val="00E4770C"/>
    <w:rsid w:val="00E47851"/>
    <w:rsid w:val="00E4792E"/>
    <w:rsid w:val="00E47A58"/>
    <w:rsid w:val="00E50014"/>
    <w:rsid w:val="00E5023F"/>
    <w:rsid w:val="00E502CD"/>
    <w:rsid w:val="00E502F8"/>
    <w:rsid w:val="00E503F6"/>
    <w:rsid w:val="00E50ABD"/>
    <w:rsid w:val="00E51446"/>
    <w:rsid w:val="00E517CA"/>
    <w:rsid w:val="00E518C8"/>
    <w:rsid w:val="00E519A9"/>
    <w:rsid w:val="00E519C8"/>
    <w:rsid w:val="00E519FB"/>
    <w:rsid w:val="00E51C79"/>
    <w:rsid w:val="00E51CE1"/>
    <w:rsid w:val="00E51DA4"/>
    <w:rsid w:val="00E51F13"/>
    <w:rsid w:val="00E5207F"/>
    <w:rsid w:val="00E52610"/>
    <w:rsid w:val="00E52786"/>
    <w:rsid w:val="00E52C36"/>
    <w:rsid w:val="00E52CCE"/>
    <w:rsid w:val="00E53023"/>
    <w:rsid w:val="00E53103"/>
    <w:rsid w:val="00E531D1"/>
    <w:rsid w:val="00E53436"/>
    <w:rsid w:val="00E534A4"/>
    <w:rsid w:val="00E5370B"/>
    <w:rsid w:val="00E5374B"/>
    <w:rsid w:val="00E5385D"/>
    <w:rsid w:val="00E53A1B"/>
    <w:rsid w:val="00E53A7B"/>
    <w:rsid w:val="00E53BF3"/>
    <w:rsid w:val="00E53E56"/>
    <w:rsid w:val="00E545C4"/>
    <w:rsid w:val="00E54622"/>
    <w:rsid w:val="00E5472B"/>
    <w:rsid w:val="00E5491D"/>
    <w:rsid w:val="00E55310"/>
    <w:rsid w:val="00E554EE"/>
    <w:rsid w:val="00E55636"/>
    <w:rsid w:val="00E559F7"/>
    <w:rsid w:val="00E55F7F"/>
    <w:rsid w:val="00E55F86"/>
    <w:rsid w:val="00E563D0"/>
    <w:rsid w:val="00E56506"/>
    <w:rsid w:val="00E56771"/>
    <w:rsid w:val="00E56FA5"/>
    <w:rsid w:val="00E56FC8"/>
    <w:rsid w:val="00E57009"/>
    <w:rsid w:val="00E573A1"/>
    <w:rsid w:val="00E575C3"/>
    <w:rsid w:val="00E57BE6"/>
    <w:rsid w:val="00E57E8F"/>
    <w:rsid w:val="00E60115"/>
    <w:rsid w:val="00E60255"/>
    <w:rsid w:val="00E60329"/>
    <w:rsid w:val="00E60407"/>
    <w:rsid w:val="00E607A1"/>
    <w:rsid w:val="00E60894"/>
    <w:rsid w:val="00E60B13"/>
    <w:rsid w:val="00E60FD4"/>
    <w:rsid w:val="00E6118F"/>
    <w:rsid w:val="00E611B0"/>
    <w:rsid w:val="00E611DC"/>
    <w:rsid w:val="00E61848"/>
    <w:rsid w:val="00E618BE"/>
    <w:rsid w:val="00E61C31"/>
    <w:rsid w:val="00E61F54"/>
    <w:rsid w:val="00E625C2"/>
    <w:rsid w:val="00E62768"/>
    <w:rsid w:val="00E628B9"/>
    <w:rsid w:val="00E62FF8"/>
    <w:rsid w:val="00E630E0"/>
    <w:rsid w:val="00E631A4"/>
    <w:rsid w:val="00E632F2"/>
    <w:rsid w:val="00E63306"/>
    <w:rsid w:val="00E634E1"/>
    <w:rsid w:val="00E6390C"/>
    <w:rsid w:val="00E639DD"/>
    <w:rsid w:val="00E63DB1"/>
    <w:rsid w:val="00E63E5B"/>
    <w:rsid w:val="00E63ECD"/>
    <w:rsid w:val="00E64606"/>
    <w:rsid w:val="00E64936"/>
    <w:rsid w:val="00E64AC3"/>
    <w:rsid w:val="00E65295"/>
    <w:rsid w:val="00E65344"/>
    <w:rsid w:val="00E6540A"/>
    <w:rsid w:val="00E65DFA"/>
    <w:rsid w:val="00E65EC1"/>
    <w:rsid w:val="00E66515"/>
    <w:rsid w:val="00E66582"/>
    <w:rsid w:val="00E666C2"/>
    <w:rsid w:val="00E6672C"/>
    <w:rsid w:val="00E66A1D"/>
    <w:rsid w:val="00E66AFF"/>
    <w:rsid w:val="00E66B1D"/>
    <w:rsid w:val="00E66D4F"/>
    <w:rsid w:val="00E66DAD"/>
    <w:rsid w:val="00E6740A"/>
    <w:rsid w:val="00E67468"/>
    <w:rsid w:val="00E67789"/>
    <w:rsid w:val="00E678A3"/>
    <w:rsid w:val="00E70516"/>
    <w:rsid w:val="00E70529"/>
    <w:rsid w:val="00E7065A"/>
    <w:rsid w:val="00E70854"/>
    <w:rsid w:val="00E70956"/>
    <w:rsid w:val="00E7114A"/>
    <w:rsid w:val="00E713E8"/>
    <w:rsid w:val="00E7141C"/>
    <w:rsid w:val="00E7155F"/>
    <w:rsid w:val="00E71695"/>
    <w:rsid w:val="00E71720"/>
    <w:rsid w:val="00E71C75"/>
    <w:rsid w:val="00E71E72"/>
    <w:rsid w:val="00E72123"/>
    <w:rsid w:val="00E725B9"/>
    <w:rsid w:val="00E72635"/>
    <w:rsid w:val="00E729A2"/>
    <w:rsid w:val="00E73026"/>
    <w:rsid w:val="00E733A4"/>
    <w:rsid w:val="00E7354B"/>
    <w:rsid w:val="00E73806"/>
    <w:rsid w:val="00E739BF"/>
    <w:rsid w:val="00E73D38"/>
    <w:rsid w:val="00E73EB7"/>
    <w:rsid w:val="00E746B0"/>
    <w:rsid w:val="00E7483A"/>
    <w:rsid w:val="00E748A3"/>
    <w:rsid w:val="00E74A12"/>
    <w:rsid w:val="00E74A94"/>
    <w:rsid w:val="00E74CB5"/>
    <w:rsid w:val="00E74D82"/>
    <w:rsid w:val="00E74D88"/>
    <w:rsid w:val="00E75211"/>
    <w:rsid w:val="00E754A7"/>
    <w:rsid w:val="00E75616"/>
    <w:rsid w:val="00E75631"/>
    <w:rsid w:val="00E757F0"/>
    <w:rsid w:val="00E7596D"/>
    <w:rsid w:val="00E75FFD"/>
    <w:rsid w:val="00E76673"/>
    <w:rsid w:val="00E76774"/>
    <w:rsid w:val="00E76A6B"/>
    <w:rsid w:val="00E76AC1"/>
    <w:rsid w:val="00E76EA2"/>
    <w:rsid w:val="00E77035"/>
    <w:rsid w:val="00E770D6"/>
    <w:rsid w:val="00E7750C"/>
    <w:rsid w:val="00E7763C"/>
    <w:rsid w:val="00E777DF"/>
    <w:rsid w:val="00E77944"/>
    <w:rsid w:val="00E77B93"/>
    <w:rsid w:val="00E77BF2"/>
    <w:rsid w:val="00E77D3D"/>
    <w:rsid w:val="00E77E65"/>
    <w:rsid w:val="00E80075"/>
    <w:rsid w:val="00E801AA"/>
    <w:rsid w:val="00E802CB"/>
    <w:rsid w:val="00E808BC"/>
    <w:rsid w:val="00E80B77"/>
    <w:rsid w:val="00E80B7C"/>
    <w:rsid w:val="00E80E28"/>
    <w:rsid w:val="00E81117"/>
    <w:rsid w:val="00E815B1"/>
    <w:rsid w:val="00E815CE"/>
    <w:rsid w:val="00E817C6"/>
    <w:rsid w:val="00E81E52"/>
    <w:rsid w:val="00E81EEE"/>
    <w:rsid w:val="00E81F37"/>
    <w:rsid w:val="00E82108"/>
    <w:rsid w:val="00E82583"/>
    <w:rsid w:val="00E826D0"/>
    <w:rsid w:val="00E8274D"/>
    <w:rsid w:val="00E829FA"/>
    <w:rsid w:val="00E82BFA"/>
    <w:rsid w:val="00E82C2D"/>
    <w:rsid w:val="00E82D18"/>
    <w:rsid w:val="00E82DDB"/>
    <w:rsid w:val="00E82DF9"/>
    <w:rsid w:val="00E83362"/>
    <w:rsid w:val="00E8338A"/>
    <w:rsid w:val="00E83601"/>
    <w:rsid w:val="00E83B9E"/>
    <w:rsid w:val="00E83E82"/>
    <w:rsid w:val="00E83F1D"/>
    <w:rsid w:val="00E8419C"/>
    <w:rsid w:val="00E847A7"/>
    <w:rsid w:val="00E84921"/>
    <w:rsid w:val="00E84A43"/>
    <w:rsid w:val="00E84B19"/>
    <w:rsid w:val="00E84CE5"/>
    <w:rsid w:val="00E84E3C"/>
    <w:rsid w:val="00E852A4"/>
    <w:rsid w:val="00E85575"/>
    <w:rsid w:val="00E85B24"/>
    <w:rsid w:val="00E85B41"/>
    <w:rsid w:val="00E85B50"/>
    <w:rsid w:val="00E85C33"/>
    <w:rsid w:val="00E85C7A"/>
    <w:rsid w:val="00E85DB9"/>
    <w:rsid w:val="00E85E24"/>
    <w:rsid w:val="00E860BB"/>
    <w:rsid w:val="00E86122"/>
    <w:rsid w:val="00E862FE"/>
    <w:rsid w:val="00E864F9"/>
    <w:rsid w:val="00E86868"/>
    <w:rsid w:val="00E86FAE"/>
    <w:rsid w:val="00E87116"/>
    <w:rsid w:val="00E8754C"/>
    <w:rsid w:val="00E87558"/>
    <w:rsid w:val="00E875E9"/>
    <w:rsid w:val="00E87773"/>
    <w:rsid w:val="00E87D42"/>
    <w:rsid w:val="00E9009C"/>
    <w:rsid w:val="00E904D7"/>
    <w:rsid w:val="00E909D9"/>
    <w:rsid w:val="00E90C1B"/>
    <w:rsid w:val="00E90D43"/>
    <w:rsid w:val="00E912EE"/>
    <w:rsid w:val="00E913DE"/>
    <w:rsid w:val="00E917FF"/>
    <w:rsid w:val="00E91AA2"/>
    <w:rsid w:val="00E91AAA"/>
    <w:rsid w:val="00E91CE4"/>
    <w:rsid w:val="00E91F17"/>
    <w:rsid w:val="00E920D5"/>
    <w:rsid w:val="00E9230F"/>
    <w:rsid w:val="00E92580"/>
    <w:rsid w:val="00E926D5"/>
    <w:rsid w:val="00E926F4"/>
    <w:rsid w:val="00E9276A"/>
    <w:rsid w:val="00E92C31"/>
    <w:rsid w:val="00E92D45"/>
    <w:rsid w:val="00E92EA7"/>
    <w:rsid w:val="00E93095"/>
    <w:rsid w:val="00E933C7"/>
    <w:rsid w:val="00E93496"/>
    <w:rsid w:val="00E93564"/>
    <w:rsid w:val="00E936AC"/>
    <w:rsid w:val="00E93D49"/>
    <w:rsid w:val="00E93D6A"/>
    <w:rsid w:val="00E93FF1"/>
    <w:rsid w:val="00E94167"/>
    <w:rsid w:val="00E94714"/>
    <w:rsid w:val="00E94F14"/>
    <w:rsid w:val="00E95416"/>
    <w:rsid w:val="00E95EA0"/>
    <w:rsid w:val="00E95F46"/>
    <w:rsid w:val="00E9623E"/>
    <w:rsid w:val="00E96333"/>
    <w:rsid w:val="00E96718"/>
    <w:rsid w:val="00E96953"/>
    <w:rsid w:val="00E96CF1"/>
    <w:rsid w:val="00E9760C"/>
    <w:rsid w:val="00E97C73"/>
    <w:rsid w:val="00EA05F0"/>
    <w:rsid w:val="00EA06D0"/>
    <w:rsid w:val="00EA079B"/>
    <w:rsid w:val="00EA0A71"/>
    <w:rsid w:val="00EA0A91"/>
    <w:rsid w:val="00EA0C2A"/>
    <w:rsid w:val="00EA0CA2"/>
    <w:rsid w:val="00EA133B"/>
    <w:rsid w:val="00EA1485"/>
    <w:rsid w:val="00EA1626"/>
    <w:rsid w:val="00EA16DB"/>
    <w:rsid w:val="00EA1A0A"/>
    <w:rsid w:val="00EA1A1D"/>
    <w:rsid w:val="00EA1C1B"/>
    <w:rsid w:val="00EA1E60"/>
    <w:rsid w:val="00EA1EE5"/>
    <w:rsid w:val="00EA21DE"/>
    <w:rsid w:val="00EA224A"/>
    <w:rsid w:val="00EA257F"/>
    <w:rsid w:val="00EA296C"/>
    <w:rsid w:val="00EA29FC"/>
    <w:rsid w:val="00EA2C5F"/>
    <w:rsid w:val="00EA37A8"/>
    <w:rsid w:val="00EA37D6"/>
    <w:rsid w:val="00EA381E"/>
    <w:rsid w:val="00EA39CE"/>
    <w:rsid w:val="00EA3A70"/>
    <w:rsid w:val="00EA3BA6"/>
    <w:rsid w:val="00EA3EDD"/>
    <w:rsid w:val="00EA44E3"/>
    <w:rsid w:val="00EA46A1"/>
    <w:rsid w:val="00EA4A99"/>
    <w:rsid w:val="00EA4C2E"/>
    <w:rsid w:val="00EA4DE6"/>
    <w:rsid w:val="00EA5941"/>
    <w:rsid w:val="00EA5C7A"/>
    <w:rsid w:val="00EA5F11"/>
    <w:rsid w:val="00EA5FC2"/>
    <w:rsid w:val="00EA61A7"/>
    <w:rsid w:val="00EA65B2"/>
    <w:rsid w:val="00EA686E"/>
    <w:rsid w:val="00EA6A00"/>
    <w:rsid w:val="00EA6CFD"/>
    <w:rsid w:val="00EA6EA3"/>
    <w:rsid w:val="00EA7002"/>
    <w:rsid w:val="00EA70E3"/>
    <w:rsid w:val="00EA72E4"/>
    <w:rsid w:val="00EA76CA"/>
    <w:rsid w:val="00EA778F"/>
    <w:rsid w:val="00EA77FE"/>
    <w:rsid w:val="00EA780B"/>
    <w:rsid w:val="00EA7823"/>
    <w:rsid w:val="00EB04D6"/>
    <w:rsid w:val="00EB0508"/>
    <w:rsid w:val="00EB07E5"/>
    <w:rsid w:val="00EB09D3"/>
    <w:rsid w:val="00EB0C63"/>
    <w:rsid w:val="00EB0F90"/>
    <w:rsid w:val="00EB0F96"/>
    <w:rsid w:val="00EB1148"/>
    <w:rsid w:val="00EB13AA"/>
    <w:rsid w:val="00EB14FF"/>
    <w:rsid w:val="00EB178F"/>
    <w:rsid w:val="00EB1942"/>
    <w:rsid w:val="00EB1C99"/>
    <w:rsid w:val="00EB221B"/>
    <w:rsid w:val="00EB2259"/>
    <w:rsid w:val="00EB25D5"/>
    <w:rsid w:val="00EB25E5"/>
    <w:rsid w:val="00EB2699"/>
    <w:rsid w:val="00EB28E9"/>
    <w:rsid w:val="00EB2C50"/>
    <w:rsid w:val="00EB2F60"/>
    <w:rsid w:val="00EB33E2"/>
    <w:rsid w:val="00EB3885"/>
    <w:rsid w:val="00EB3E53"/>
    <w:rsid w:val="00EB3F04"/>
    <w:rsid w:val="00EB4370"/>
    <w:rsid w:val="00EB4976"/>
    <w:rsid w:val="00EB4ABA"/>
    <w:rsid w:val="00EB4AED"/>
    <w:rsid w:val="00EB4B96"/>
    <w:rsid w:val="00EB4FC1"/>
    <w:rsid w:val="00EB536D"/>
    <w:rsid w:val="00EB575D"/>
    <w:rsid w:val="00EB59DE"/>
    <w:rsid w:val="00EB5ADE"/>
    <w:rsid w:val="00EB5AE6"/>
    <w:rsid w:val="00EB5B5C"/>
    <w:rsid w:val="00EB6040"/>
    <w:rsid w:val="00EB6143"/>
    <w:rsid w:val="00EB63FE"/>
    <w:rsid w:val="00EB670A"/>
    <w:rsid w:val="00EB6969"/>
    <w:rsid w:val="00EB69E0"/>
    <w:rsid w:val="00EB6C23"/>
    <w:rsid w:val="00EB6D61"/>
    <w:rsid w:val="00EB6FB7"/>
    <w:rsid w:val="00EB7053"/>
    <w:rsid w:val="00EB723E"/>
    <w:rsid w:val="00EB7740"/>
    <w:rsid w:val="00EB779B"/>
    <w:rsid w:val="00EB7803"/>
    <w:rsid w:val="00EB79D5"/>
    <w:rsid w:val="00EB7B57"/>
    <w:rsid w:val="00EB7DDF"/>
    <w:rsid w:val="00EB7F9A"/>
    <w:rsid w:val="00EC0934"/>
    <w:rsid w:val="00EC09FB"/>
    <w:rsid w:val="00EC0A85"/>
    <w:rsid w:val="00EC0ADF"/>
    <w:rsid w:val="00EC0DDB"/>
    <w:rsid w:val="00EC0E89"/>
    <w:rsid w:val="00EC1132"/>
    <w:rsid w:val="00EC129D"/>
    <w:rsid w:val="00EC169E"/>
    <w:rsid w:val="00EC1E54"/>
    <w:rsid w:val="00EC1E6D"/>
    <w:rsid w:val="00EC1EA1"/>
    <w:rsid w:val="00EC1F7E"/>
    <w:rsid w:val="00EC24EE"/>
    <w:rsid w:val="00EC264A"/>
    <w:rsid w:val="00EC280C"/>
    <w:rsid w:val="00EC2D65"/>
    <w:rsid w:val="00EC326F"/>
    <w:rsid w:val="00EC37D6"/>
    <w:rsid w:val="00EC3801"/>
    <w:rsid w:val="00EC3935"/>
    <w:rsid w:val="00EC3B93"/>
    <w:rsid w:val="00EC3EDB"/>
    <w:rsid w:val="00EC42DB"/>
    <w:rsid w:val="00EC45D1"/>
    <w:rsid w:val="00EC46DA"/>
    <w:rsid w:val="00EC474F"/>
    <w:rsid w:val="00EC48FD"/>
    <w:rsid w:val="00EC4AD5"/>
    <w:rsid w:val="00EC4B3D"/>
    <w:rsid w:val="00EC4BE5"/>
    <w:rsid w:val="00EC4E1D"/>
    <w:rsid w:val="00EC4F65"/>
    <w:rsid w:val="00EC56C1"/>
    <w:rsid w:val="00EC5714"/>
    <w:rsid w:val="00EC5798"/>
    <w:rsid w:val="00EC585C"/>
    <w:rsid w:val="00EC5E76"/>
    <w:rsid w:val="00EC6374"/>
    <w:rsid w:val="00EC637F"/>
    <w:rsid w:val="00EC6910"/>
    <w:rsid w:val="00EC6AC4"/>
    <w:rsid w:val="00EC6B24"/>
    <w:rsid w:val="00EC6B82"/>
    <w:rsid w:val="00EC6C6B"/>
    <w:rsid w:val="00EC73EB"/>
    <w:rsid w:val="00EC7976"/>
    <w:rsid w:val="00EC7B6A"/>
    <w:rsid w:val="00EC7C52"/>
    <w:rsid w:val="00ED0270"/>
    <w:rsid w:val="00ED0433"/>
    <w:rsid w:val="00ED047D"/>
    <w:rsid w:val="00ED07D4"/>
    <w:rsid w:val="00ED0C18"/>
    <w:rsid w:val="00ED0E35"/>
    <w:rsid w:val="00ED1056"/>
    <w:rsid w:val="00ED1126"/>
    <w:rsid w:val="00ED122A"/>
    <w:rsid w:val="00ED1413"/>
    <w:rsid w:val="00ED1690"/>
    <w:rsid w:val="00ED240A"/>
    <w:rsid w:val="00ED26E4"/>
    <w:rsid w:val="00ED29F8"/>
    <w:rsid w:val="00ED2DCC"/>
    <w:rsid w:val="00ED31C1"/>
    <w:rsid w:val="00ED33C7"/>
    <w:rsid w:val="00ED3A6D"/>
    <w:rsid w:val="00ED3E24"/>
    <w:rsid w:val="00ED3FEF"/>
    <w:rsid w:val="00ED4282"/>
    <w:rsid w:val="00ED4785"/>
    <w:rsid w:val="00ED4D75"/>
    <w:rsid w:val="00ED517E"/>
    <w:rsid w:val="00ED54E4"/>
    <w:rsid w:val="00ED5564"/>
    <w:rsid w:val="00ED55AA"/>
    <w:rsid w:val="00ED5726"/>
    <w:rsid w:val="00ED5876"/>
    <w:rsid w:val="00ED597C"/>
    <w:rsid w:val="00ED59DB"/>
    <w:rsid w:val="00ED5EF2"/>
    <w:rsid w:val="00ED60BF"/>
    <w:rsid w:val="00ED618F"/>
    <w:rsid w:val="00ED66B2"/>
    <w:rsid w:val="00ED6959"/>
    <w:rsid w:val="00ED6C40"/>
    <w:rsid w:val="00ED6F17"/>
    <w:rsid w:val="00ED708F"/>
    <w:rsid w:val="00ED709D"/>
    <w:rsid w:val="00ED70C0"/>
    <w:rsid w:val="00ED72FB"/>
    <w:rsid w:val="00ED73FD"/>
    <w:rsid w:val="00ED77BF"/>
    <w:rsid w:val="00ED7B50"/>
    <w:rsid w:val="00ED7D43"/>
    <w:rsid w:val="00EE0740"/>
    <w:rsid w:val="00EE07FB"/>
    <w:rsid w:val="00EE0803"/>
    <w:rsid w:val="00EE08E4"/>
    <w:rsid w:val="00EE0A87"/>
    <w:rsid w:val="00EE0E19"/>
    <w:rsid w:val="00EE0EEB"/>
    <w:rsid w:val="00EE11BD"/>
    <w:rsid w:val="00EE1238"/>
    <w:rsid w:val="00EE12B0"/>
    <w:rsid w:val="00EE1311"/>
    <w:rsid w:val="00EE1332"/>
    <w:rsid w:val="00EE1349"/>
    <w:rsid w:val="00EE1519"/>
    <w:rsid w:val="00EE1929"/>
    <w:rsid w:val="00EE1AE0"/>
    <w:rsid w:val="00EE1D30"/>
    <w:rsid w:val="00EE1ED7"/>
    <w:rsid w:val="00EE22D6"/>
    <w:rsid w:val="00EE2318"/>
    <w:rsid w:val="00EE251F"/>
    <w:rsid w:val="00EE256B"/>
    <w:rsid w:val="00EE260B"/>
    <w:rsid w:val="00EE2AAF"/>
    <w:rsid w:val="00EE2D2F"/>
    <w:rsid w:val="00EE2DC6"/>
    <w:rsid w:val="00EE31C9"/>
    <w:rsid w:val="00EE3281"/>
    <w:rsid w:val="00EE337C"/>
    <w:rsid w:val="00EE379A"/>
    <w:rsid w:val="00EE3AB0"/>
    <w:rsid w:val="00EE3B9F"/>
    <w:rsid w:val="00EE3F24"/>
    <w:rsid w:val="00EE3F9A"/>
    <w:rsid w:val="00EE451E"/>
    <w:rsid w:val="00EE455C"/>
    <w:rsid w:val="00EE465B"/>
    <w:rsid w:val="00EE466E"/>
    <w:rsid w:val="00EE47FD"/>
    <w:rsid w:val="00EE4876"/>
    <w:rsid w:val="00EE4A3C"/>
    <w:rsid w:val="00EE4AF0"/>
    <w:rsid w:val="00EE4C1C"/>
    <w:rsid w:val="00EE4E02"/>
    <w:rsid w:val="00EE4E9B"/>
    <w:rsid w:val="00EE52F1"/>
    <w:rsid w:val="00EE53BE"/>
    <w:rsid w:val="00EE53DB"/>
    <w:rsid w:val="00EE54A9"/>
    <w:rsid w:val="00EE55EC"/>
    <w:rsid w:val="00EE58B3"/>
    <w:rsid w:val="00EE5C4D"/>
    <w:rsid w:val="00EE5DDE"/>
    <w:rsid w:val="00EE621B"/>
    <w:rsid w:val="00EE6388"/>
    <w:rsid w:val="00EE667E"/>
    <w:rsid w:val="00EE66B3"/>
    <w:rsid w:val="00EE6C08"/>
    <w:rsid w:val="00EE7444"/>
    <w:rsid w:val="00EE75D8"/>
    <w:rsid w:val="00EE7625"/>
    <w:rsid w:val="00EE7634"/>
    <w:rsid w:val="00EE78DF"/>
    <w:rsid w:val="00EE7A92"/>
    <w:rsid w:val="00EE7C45"/>
    <w:rsid w:val="00EE7CEA"/>
    <w:rsid w:val="00EE7D16"/>
    <w:rsid w:val="00EE7F8D"/>
    <w:rsid w:val="00EF01BC"/>
    <w:rsid w:val="00EF02ED"/>
    <w:rsid w:val="00EF048B"/>
    <w:rsid w:val="00EF08EB"/>
    <w:rsid w:val="00EF09FB"/>
    <w:rsid w:val="00EF0AB7"/>
    <w:rsid w:val="00EF0D0F"/>
    <w:rsid w:val="00EF0D5E"/>
    <w:rsid w:val="00EF1275"/>
    <w:rsid w:val="00EF15E3"/>
    <w:rsid w:val="00EF1AC8"/>
    <w:rsid w:val="00EF1AD7"/>
    <w:rsid w:val="00EF1C13"/>
    <w:rsid w:val="00EF1EA7"/>
    <w:rsid w:val="00EF2432"/>
    <w:rsid w:val="00EF2B08"/>
    <w:rsid w:val="00EF2C21"/>
    <w:rsid w:val="00EF2EE1"/>
    <w:rsid w:val="00EF312F"/>
    <w:rsid w:val="00EF33C5"/>
    <w:rsid w:val="00EF372D"/>
    <w:rsid w:val="00EF381F"/>
    <w:rsid w:val="00EF38D8"/>
    <w:rsid w:val="00EF3D6A"/>
    <w:rsid w:val="00EF3DA4"/>
    <w:rsid w:val="00EF3DCF"/>
    <w:rsid w:val="00EF3ED4"/>
    <w:rsid w:val="00EF3F84"/>
    <w:rsid w:val="00EF4433"/>
    <w:rsid w:val="00EF44B8"/>
    <w:rsid w:val="00EF4566"/>
    <w:rsid w:val="00EF46CA"/>
    <w:rsid w:val="00EF4705"/>
    <w:rsid w:val="00EF4915"/>
    <w:rsid w:val="00EF4ADE"/>
    <w:rsid w:val="00EF4B1B"/>
    <w:rsid w:val="00EF4BA9"/>
    <w:rsid w:val="00EF4E0E"/>
    <w:rsid w:val="00EF4E13"/>
    <w:rsid w:val="00EF4E29"/>
    <w:rsid w:val="00EF515F"/>
    <w:rsid w:val="00EF5527"/>
    <w:rsid w:val="00EF59FB"/>
    <w:rsid w:val="00EF606B"/>
    <w:rsid w:val="00EF6184"/>
    <w:rsid w:val="00EF6559"/>
    <w:rsid w:val="00EF676C"/>
    <w:rsid w:val="00EF6807"/>
    <w:rsid w:val="00EF6BAD"/>
    <w:rsid w:val="00EF6BB4"/>
    <w:rsid w:val="00EF6E5E"/>
    <w:rsid w:val="00EF7164"/>
    <w:rsid w:val="00EF7754"/>
    <w:rsid w:val="00EF77AC"/>
    <w:rsid w:val="00EF79F2"/>
    <w:rsid w:val="00EF7FF8"/>
    <w:rsid w:val="00F0051D"/>
    <w:rsid w:val="00F005AF"/>
    <w:rsid w:val="00F00B76"/>
    <w:rsid w:val="00F00D32"/>
    <w:rsid w:val="00F00E22"/>
    <w:rsid w:val="00F00E83"/>
    <w:rsid w:val="00F010FF"/>
    <w:rsid w:val="00F011F1"/>
    <w:rsid w:val="00F01245"/>
    <w:rsid w:val="00F01D88"/>
    <w:rsid w:val="00F021D9"/>
    <w:rsid w:val="00F0233D"/>
    <w:rsid w:val="00F023C9"/>
    <w:rsid w:val="00F02890"/>
    <w:rsid w:val="00F028CB"/>
    <w:rsid w:val="00F02A97"/>
    <w:rsid w:val="00F02BC1"/>
    <w:rsid w:val="00F0351D"/>
    <w:rsid w:val="00F039B2"/>
    <w:rsid w:val="00F039BE"/>
    <w:rsid w:val="00F03A08"/>
    <w:rsid w:val="00F03B1B"/>
    <w:rsid w:val="00F03E3E"/>
    <w:rsid w:val="00F04070"/>
    <w:rsid w:val="00F04180"/>
    <w:rsid w:val="00F041D7"/>
    <w:rsid w:val="00F044F8"/>
    <w:rsid w:val="00F049FE"/>
    <w:rsid w:val="00F04B2C"/>
    <w:rsid w:val="00F04C29"/>
    <w:rsid w:val="00F04DF7"/>
    <w:rsid w:val="00F05250"/>
    <w:rsid w:val="00F052A6"/>
    <w:rsid w:val="00F052CD"/>
    <w:rsid w:val="00F05751"/>
    <w:rsid w:val="00F05810"/>
    <w:rsid w:val="00F059F5"/>
    <w:rsid w:val="00F05BBA"/>
    <w:rsid w:val="00F05BCC"/>
    <w:rsid w:val="00F05D84"/>
    <w:rsid w:val="00F060F8"/>
    <w:rsid w:val="00F060FE"/>
    <w:rsid w:val="00F061B5"/>
    <w:rsid w:val="00F064A6"/>
    <w:rsid w:val="00F064F8"/>
    <w:rsid w:val="00F06A52"/>
    <w:rsid w:val="00F06B7C"/>
    <w:rsid w:val="00F06DE1"/>
    <w:rsid w:val="00F06ED0"/>
    <w:rsid w:val="00F06F6F"/>
    <w:rsid w:val="00F07510"/>
    <w:rsid w:val="00F075BD"/>
    <w:rsid w:val="00F0775B"/>
    <w:rsid w:val="00F0776E"/>
    <w:rsid w:val="00F07A9B"/>
    <w:rsid w:val="00F07AA9"/>
    <w:rsid w:val="00F07D2E"/>
    <w:rsid w:val="00F102CA"/>
    <w:rsid w:val="00F10325"/>
    <w:rsid w:val="00F108F5"/>
    <w:rsid w:val="00F10D8B"/>
    <w:rsid w:val="00F10E92"/>
    <w:rsid w:val="00F114BD"/>
    <w:rsid w:val="00F11688"/>
    <w:rsid w:val="00F11A34"/>
    <w:rsid w:val="00F11B7A"/>
    <w:rsid w:val="00F11BAA"/>
    <w:rsid w:val="00F11E08"/>
    <w:rsid w:val="00F11E9B"/>
    <w:rsid w:val="00F11FB2"/>
    <w:rsid w:val="00F1202B"/>
    <w:rsid w:val="00F1219A"/>
    <w:rsid w:val="00F121F6"/>
    <w:rsid w:val="00F12595"/>
    <w:rsid w:val="00F1265C"/>
    <w:rsid w:val="00F12952"/>
    <w:rsid w:val="00F12E04"/>
    <w:rsid w:val="00F132FB"/>
    <w:rsid w:val="00F134CD"/>
    <w:rsid w:val="00F1351B"/>
    <w:rsid w:val="00F13696"/>
    <w:rsid w:val="00F13A07"/>
    <w:rsid w:val="00F13A4E"/>
    <w:rsid w:val="00F13C1A"/>
    <w:rsid w:val="00F13CE9"/>
    <w:rsid w:val="00F13E2B"/>
    <w:rsid w:val="00F13FBE"/>
    <w:rsid w:val="00F14543"/>
    <w:rsid w:val="00F149B9"/>
    <w:rsid w:val="00F152BE"/>
    <w:rsid w:val="00F1573B"/>
    <w:rsid w:val="00F15750"/>
    <w:rsid w:val="00F157DF"/>
    <w:rsid w:val="00F16416"/>
    <w:rsid w:val="00F165C6"/>
    <w:rsid w:val="00F16701"/>
    <w:rsid w:val="00F16832"/>
    <w:rsid w:val="00F16AE0"/>
    <w:rsid w:val="00F16FDD"/>
    <w:rsid w:val="00F17255"/>
    <w:rsid w:val="00F17282"/>
    <w:rsid w:val="00F177B1"/>
    <w:rsid w:val="00F17FAF"/>
    <w:rsid w:val="00F2008F"/>
    <w:rsid w:val="00F200E4"/>
    <w:rsid w:val="00F20124"/>
    <w:rsid w:val="00F20694"/>
    <w:rsid w:val="00F20707"/>
    <w:rsid w:val="00F207B0"/>
    <w:rsid w:val="00F207BD"/>
    <w:rsid w:val="00F20BE4"/>
    <w:rsid w:val="00F20F97"/>
    <w:rsid w:val="00F215AC"/>
    <w:rsid w:val="00F215C8"/>
    <w:rsid w:val="00F21D9C"/>
    <w:rsid w:val="00F21DD6"/>
    <w:rsid w:val="00F220EA"/>
    <w:rsid w:val="00F221F3"/>
    <w:rsid w:val="00F225D9"/>
    <w:rsid w:val="00F22A0C"/>
    <w:rsid w:val="00F22B16"/>
    <w:rsid w:val="00F232AF"/>
    <w:rsid w:val="00F2334F"/>
    <w:rsid w:val="00F23491"/>
    <w:rsid w:val="00F238E3"/>
    <w:rsid w:val="00F239F5"/>
    <w:rsid w:val="00F23A00"/>
    <w:rsid w:val="00F23C31"/>
    <w:rsid w:val="00F23CD3"/>
    <w:rsid w:val="00F23EF9"/>
    <w:rsid w:val="00F24288"/>
    <w:rsid w:val="00F24307"/>
    <w:rsid w:val="00F244A1"/>
    <w:rsid w:val="00F245FE"/>
    <w:rsid w:val="00F24779"/>
    <w:rsid w:val="00F2494B"/>
    <w:rsid w:val="00F2498E"/>
    <w:rsid w:val="00F24B57"/>
    <w:rsid w:val="00F24BA1"/>
    <w:rsid w:val="00F24D68"/>
    <w:rsid w:val="00F24E12"/>
    <w:rsid w:val="00F24E53"/>
    <w:rsid w:val="00F24F20"/>
    <w:rsid w:val="00F250A5"/>
    <w:rsid w:val="00F2513E"/>
    <w:rsid w:val="00F2522D"/>
    <w:rsid w:val="00F252A6"/>
    <w:rsid w:val="00F25C65"/>
    <w:rsid w:val="00F25D89"/>
    <w:rsid w:val="00F2604D"/>
    <w:rsid w:val="00F2614E"/>
    <w:rsid w:val="00F263B2"/>
    <w:rsid w:val="00F263F9"/>
    <w:rsid w:val="00F266DE"/>
    <w:rsid w:val="00F26A8B"/>
    <w:rsid w:val="00F26AA5"/>
    <w:rsid w:val="00F2720C"/>
    <w:rsid w:val="00F27218"/>
    <w:rsid w:val="00F276E3"/>
    <w:rsid w:val="00F2779C"/>
    <w:rsid w:val="00F278FF"/>
    <w:rsid w:val="00F27ADE"/>
    <w:rsid w:val="00F27CF2"/>
    <w:rsid w:val="00F27D42"/>
    <w:rsid w:val="00F30490"/>
    <w:rsid w:val="00F304FD"/>
    <w:rsid w:val="00F3069F"/>
    <w:rsid w:val="00F3089B"/>
    <w:rsid w:val="00F3099D"/>
    <w:rsid w:val="00F30EEE"/>
    <w:rsid w:val="00F30FF4"/>
    <w:rsid w:val="00F312B2"/>
    <w:rsid w:val="00F312B4"/>
    <w:rsid w:val="00F31394"/>
    <w:rsid w:val="00F31849"/>
    <w:rsid w:val="00F31858"/>
    <w:rsid w:val="00F31EE1"/>
    <w:rsid w:val="00F31F30"/>
    <w:rsid w:val="00F32002"/>
    <w:rsid w:val="00F3214B"/>
    <w:rsid w:val="00F32160"/>
    <w:rsid w:val="00F32E47"/>
    <w:rsid w:val="00F32EC8"/>
    <w:rsid w:val="00F3319D"/>
    <w:rsid w:val="00F3373C"/>
    <w:rsid w:val="00F339A4"/>
    <w:rsid w:val="00F33E41"/>
    <w:rsid w:val="00F33FAE"/>
    <w:rsid w:val="00F340B3"/>
    <w:rsid w:val="00F3430D"/>
    <w:rsid w:val="00F3454E"/>
    <w:rsid w:val="00F345EB"/>
    <w:rsid w:val="00F34659"/>
    <w:rsid w:val="00F34766"/>
    <w:rsid w:val="00F3493A"/>
    <w:rsid w:val="00F34962"/>
    <w:rsid w:val="00F34ACD"/>
    <w:rsid w:val="00F34AEE"/>
    <w:rsid w:val="00F34DCF"/>
    <w:rsid w:val="00F351A9"/>
    <w:rsid w:val="00F3553F"/>
    <w:rsid w:val="00F35645"/>
    <w:rsid w:val="00F357DA"/>
    <w:rsid w:val="00F358BB"/>
    <w:rsid w:val="00F35A5C"/>
    <w:rsid w:val="00F35E90"/>
    <w:rsid w:val="00F36004"/>
    <w:rsid w:val="00F360B8"/>
    <w:rsid w:val="00F3639C"/>
    <w:rsid w:val="00F3654C"/>
    <w:rsid w:val="00F3654F"/>
    <w:rsid w:val="00F365CC"/>
    <w:rsid w:val="00F36A53"/>
    <w:rsid w:val="00F36A5A"/>
    <w:rsid w:val="00F36BDC"/>
    <w:rsid w:val="00F36E16"/>
    <w:rsid w:val="00F37205"/>
    <w:rsid w:val="00F37251"/>
    <w:rsid w:val="00F37360"/>
    <w:rsid w:val="00F37388"/>
    <w:rsid w:val="00F375C5"/>
    <w:rsid w:val="00F378D4"/>
    <w:rsid w:val="00F37D12"/>
    <w:rsid w:val="00F4004A"/>
    <w:rsid w:val="00F405BF"/>
    <w:rsid w:val="00F408DC"/>
    <w:rsid w:val="00F40B39"/>
    <w:rsid w:val="00F40B5D"/>
    <w:rsid w:val="00F40BE6"/>
    <w:rsid w:val="00F40C95"/>
    <w:rsid w:val="00F411A5"/>
    <w:rsid w:val="00F41965"/>
    <w:rsid w:val="00F41993"/>
    <w:rsid w:val="00F41A53"/>
    <w:rsid w:val="00F41D14"/>
    <w:rsid w:val="00F4250F"/>
    <w:rsid w:val="00F42534"/>
    <w:rsid w:val="00F42782"/>
    <w:rsid w:val="00F42907"/>
    <w:rsid w:val="00F4293A"/>
    <w:rsid w:val="00F42B2B"/>
    <w:rsid w:val="00F42BC0"/>
    <w:rsid w:val="00F42BC5"/>
    <w:rsid w:val="00F42D7F"/>
    <w:rsid w:val="00F43012"/>
    <w:rsid w:val="00F432BD"/>
    <w:rsid w:val="00F43453"/>
    <w:rsid w:val="00F43575"/>
    <w:rsid w:val="00F435B8"/>
    <w:rsid w:val="00F435CF"/>
    <w:rsid w:val="00F435DF"/>
    <w:rsid w:val="00F43BFB"/>
    <w:rsid w:val="00F43EF4"/>
    <w:rsid w:val="00F44195"/>
    <w:rsid w:val="00F44226"/>
    <w:rsid w:val="00F44312"/>
    <w:rsid w:val="00F44423"/>
    <w:rsid w:val="00F446B1"/>
    <w:rsid w:val="00F446D2"/>
    <w:rsid w:val="00F447AB"/>
    <w:rsid w:val="00F44A42"/>
    <w:rsid w:val="00F44B03"/>
    <w:rsid w:val="00F44C3C"/>
    <w:rsid w:val="00F44C82"/>
    <w:rsid w:val="00F45295"/>
    <w:rsid w:val="00F452FB"/>
    <w:rsid w:val="00F454DD"/>
    <w:rsid w:val="00F456EC"/>
    <w:rsid w:val="00F45859"/>
    <w:rsid w:val="00F45C6C"/>
    <w:rsid w:val="00F45C8B"/>
    <w:rsid w:val="00F45F06"/>
    <w:rsid w:val="00F4600C"/>
    <w:rsid w:val="00F46373"/>
    <w:rsid w:val="00F465F9"/>
    <w:rsid w:val="00F46973"/>
    <w:rsid w:val="00F46D8A"/>
    <w:rsid w:val="00F473F0"/>
    <w:rsid w:val="00F4743F"/>
    <w:rsid w:val="00F47497"/>
    <w:rsid w:val="00F479BE"/>
    <w:rsid w:val="00F47BD6"/>
    <w:rsid w:val="00F47C71"/>
    <w:rsid w:val="00F47CD0"/>
    <w:rsid w:val="00F47CF5"/>
    <w:rsid w:val="00F50020"/>
    <w:rsid w:val="00F507DF"/>
    <w:rsid w:val="00F50A51"/>
    <w:rsid w:val="00F50B8E"/>
    <w:rsid w:val="00F50CF0"/>
    <w:rsid w:val="00F50DAC"/>
    <w:rsid w:val="00F51224"/>
    <w:rsid w:val="00F5158A"/>
    <w:rsid w:val="00F519BB"/>
    <w:rsid w:val="00F51A80"/>
    <w:rsid w:val="00F51A9A"/>
    <w:rsid w:val="00F51F74"/>
    <w:rsid w:val="00F520CC"/>
    <w:rsid w:val="00F52136"/>
    <w:rsid w:val="00F52535"/>
    <w:rsid w:val="00F529D5"/>
    <w:rsid w:val="00F52A95"/>
    <w:rsid w:val="00F52B6A"/>
    <w:rsid w:val="00F52DDC"/>
    <w:rsid w:val="00F53061"/>
    <w:rsid w:val="00F53237"/>
    <w:rsid w:val="00F5337B"/>
    <w:rsid w:val="00F53402"/>
    <w:rsid w:val="00F53651"/>
    <w:rsid w:val="00F538BD"/>
    <w:rsid w:val="00F53BF0"/>
    <w:rsid w:val="00F54172"/>
    <w:rsid w:val="00F542E2"/>
    <w:rsid w:val="00F54756"/>
    <w:rsid w:val="00F54983"/>
    <w:rsid w:val="00F54B1C"/>
    <w:rsid w:val="00F54B2B"/>
    <w:rsid w:val="00F54BCB"/>
    <w:rsid w:val="00F54BFA"/>
    <w:rsid w:val="00F555EA"/>
    <w:rsid w:val="00F55EC1"/>
    <w:rsid w:val="00F55EDA"/>
    <w:rsid w:val="00F55F1E"/>
    <w:rsid w:val="00F55FEB"/>
    <w:rsid w:val="00F560DE"/>
    <w:rsid w:val="00F56270"/>
    <w:rsid w:val="00F56361"/>
    <w:rsid w:val="00F565CF"/>
    <w:rsid w:val="00F567DC"/>
    <w:rsid w:val="00F56A39"/>
    <w:rsid w:val="00F56ADF"/>
    <w:rsid w:val="00F5710A"/>
    <w:rsid w:val="00F577D5"/>
    <w:rsid w:val="00F577F3"/>
    <w:rsid w:val="00F6015E"/>
    <w:rsid w:val="00F603A3"/>
    <w:rsid w:val="00F6075D"/>
    <w:rsid w:val="00F607D3"/>
    <w:rsid w:val="00F60AD1"/>
    <w:rsid w:val="00F60AE4"/>
    <w:rsid w:val="00F611D9"/>
    <w:rsid w:val="00F61361"/>
    <w:rsid w:val="00F615F6"/>
    <w:rsid w:val="00F61610"/>
    <w:rsid w:val="00F619E2"/>
    <w:rsid w:val="00F61A39"/>
    <w:rsid w:val="00F61C5E"/>
    <w:rsid w:val="00F61D0C"/>
    <w:rsid w:val="00F61FB4"/>
    <w:rsid w:val="00F620BD"/>
    <w:rsid w:val="00F62290"/>
    <w:rsid w:val="00F6234B"/>
    <w:rsid w:val="00F62453"/>
    <w:rsid w:val="00F6263D"/>
    <w:rsid w:val="00F629BB"/>
    <w:rsid w:val="00F62B69"/>
    <w:rsid w:val="00F62D05"/>
    <w:rsid w:val="00F633F4"/>
    <w:rsid w:val="00F63433"/>
    <w:rsid w:val="00F6345C"/>
    <w:rsid w:val="00F6360C"/>
    <w:rsid w:val="00F63878"/>
    <w:rsid w:val="00F63A35"/>
    <w:rsid w:val="00F63B7F"/>
    <w:rsid w:val="00F63D10"/>
    <w:rsid w:val="00F640C1"/>
    <w:rsid w:val="00F64252"/>
    <w:rsid w:val="00F6427D"/>
    <w:rsid w:val="00F642DE"/>
    <w:rsid w:val="00F644AA"/>
    <w:rsid w:val="00F64776"/>
    <w:rsid w:val="00F6488C"/>
    <w:rsid w:val="00F649A4"/>
    <w:rsid w:val="00F64A41"/>
    <w:rsid w:val="00F64AC1"/>
    <w:rsid w:val="00F64AF5"/>
    <w:rsid w:val="00F64CC5"/>
    <w:rsid w:val="00F64F7E"/>
    <w:rsid w:val="00F650A0"/>
    <w:rsid w:val="00F650B5"/>
    <w:rsid w:val="00F6516A"/>
    <w:rsid w:val="00F65362"/>
    <w:rsid w:val="00F6569C"/>
    <w:rsid w:val="00F658FF"/>
    <w:rsid w:val="00F65E2B"/>
    <w:rsid w:val="00F65F13"/>
    <w:rsid w:val="00F65F85"/>
    <w:rsid w:val="00F6620B"/>
    <w:rsid w:val="00F66ABE"/>
    <w:rsid w:val="00F66E28"/>
    <w:rsid w:val="00F670F7"/>
    <w:rsid w:val="00F671A8"/>
    <w:rsid w:val="00F673A3"/>
    <w:rsid w:val="00F673AD"/>
    <w:rsid w:val="00F67B97"/>
    <w:rsid w:val="00F67BBA"/>
    <w:rsid w:val="00F67FE3"/>
    <w:rsid w:val="00F70293"/>
    <w:rsid w:val="00F70617"/>
    <w:rsid w:val="00F706F0"/>
    <w:rsid w:val="00F706FC"/>
    <w:rsid w:val="00F7078F"/>
    <w:rsid w:val="00F70867"/>
    <w:rsid w:val="00F70B24"/>
    <w:rsid w:val="00F70BA6"/>
    <w:rsid w:val="00F70D38"/>
    <w:rsid w:val="00F7135B"/>
    <w:rsid w:val="00F7177C"/>
    <w:rsid w:val="00F71AA1"/>
    <w:rsid w:val="00F71B33"/>
    <w:rsid w:val="00F71D07"/>
    <w:rsid w:val="00F71E6C"/>
    <w:rsid w:val="00F72289"/>
    <w:rsid w:val="00F727C8"/>
    <w:rsid w:val="00F72A17"/>
    <w:rsid w:val="00F72F29"/>
    <w:rsid w:val="00F72FC0"/>
    <w:rsid w:val="00F730E6"/>
    <w:rsid w:val="00F731E4"/>
    <w:rsid w:val="00F731E7"/>
    <w:rsid w:val="00F733F6"/>
    <w:rsid w:val="00F73445"/>
    <w:rsid w:val="00F73544"/>
    <w:rsid w:val="00F7363B"/>
    <w:rsid w:val="00F73663"/>
    <w:rsid w:val="00F73AFC"/>
    <w:rsid w:val="00F73BF8"/>
    <w:rsid w:val="00F73C68"/>
    <w:rsid w:val="00F73D7A"/>
    <w:rsid w:val="00F73E4F"/>
    <w:rsid w:val="00F73F72"/>
    <w:rsid w:val="00F73F97"/>
    <w:rsid w:val="00F74050"/>
    <w:rsid w:val="00F7413C"/>
    <w:rsid w:val="00F742CB"/>
    <w:rsid w:val="00F7438E"/>
    <w:rsid w:val="00F749DA"/>
    <w:rsid w:val="00F74B15"/>
    <w:rsid w:val="00F74E0F"/>
    <w:rsid w:val="00F74E80"/>
    <w:rsid w:val="00F750EC"/>
    <w:rsid w:val="00F75B28"/>
    <w:rsid w:val="00F75B59"/>
    <w:rsid w:val="00F75E02"/>
    <w:rsid w:val="00F75FE1"/>
    <w:rsid w:val="00F7607D"/>
    <w:rsid w:val="00F760E3"/>
    <w:rsid w:val="00F761C2"/>
    <w:rsid w:val="00F762B7"/>
    <w:rsid w:val="00F76346"/>
    <w:rsid w:val="00F76CAE"/>
    <w:rsid w:val="00F76F4C"/>
    <w:rsid w:val="00F7707A"/>
    <w:rsid w:val="00F772BA"/>
    <w:rsid w:val="00F774DF"/>
    <w:rsid w:val="00F7776B"/>
    <w:rsid w:val="00F77908"/>
    <w:rsid w:val="00F779D3"/>
    <w:rsid w:val="00F77BED"/>
    <w:rsid w:val="00F77D55"/>
    <w:rsid w:val="00F77DC0"/>
    <w:rsid w:val="00F77E5D"/>
    <w:rsid w:val="00F801EA"/>
    <w:rsid w:val="00F8034D"/>
    <w:rsid w:val="00F80D5A"/>
    <w:rsid w:val="00F80DC1"/>
    <w:rsid w:val="00F81043"/>
    <w:rsid w:val="00F81103"/>
    <w:rsid w:val="00F81324"/>
    <w:rsid w:val="00F815EF"/>
    <w:rsid w:val="00F81D60"/>
    <w:rsid w:val="00F81E59"/>
    <w:rsid w:val="00F82274"/>
    <w:rsid w:val="00F82277"/>
    <w:rsid w:val="00F82886"/>
    <w:rsid w:val="00F82934"/>
    <w:rsid w:val="00F829A7"/>
    <w:rsid w:val="00F82C0A"/>
    <w:rsid w:val="00F82DF1"/>
    <w:rsid w:val="00F833DA"/>
    <w:rsid w:val="00F83958"/>
    <w:rsid w:val="00F83A41"/>
    <w:rsid w:val="00F83A51"/>
    <w:rsid w:val="00F83BFE"/>
    <w:rsid w:val="00F8459E"/>
    <w:rsid w:val="00F8498B"/>
    <w:rsid w:val="00F84991"/>
    <w:rsid w:val="00F8540A"/>
    <w:rsid w:val="00F856B7"/>
    <w:rsid w:val="00F85B2F"/>
    <w:rsid w:val="00F85B46"/>
    <w:rsid w:val="00F85D9C"/>
    <w:rsid w:val="00F8600D"/>
    <w:rsid w:val="00F86418"/>
    <w:rsid w:val="00F864C4"/>
    <w:rsid w:val="00F86664"/>
    <w:rsid w:val="00F86A3B"/>
    <w:rsid w:val="00F86A77"/>
    <w:rsid w:val="00F86FE3"/>
    <w:rsid w:val="00F877D3"/>
    <w:rsid w:val="00F8799E"/>
    <w:rsid w:val="00F87CF5"/>
    <w:rsid w:val="00F87DA5"/>
    <w:rsid w:val="00F87E35"/>
    <w:rsid w:val="00F87F96"/>
    <w:rsid w:val="00F90028"/>
    <w:rsid w:val="00F90040"/>
    <w:rsid w:val="00F90425"/>
    <w:rsid w:val="00F91115"/>
    <w:rsid w:val="00F9113E"/>
    <w:rsid w:val="00F913E0"/>
    <w:rsid w:val="00F91467"/>
    <w:rsid w:val="00F9149C"/>
    <w:rsid w:val="00F919F2"/>
    <w:rsid w:val="00F9241E"/>
    <w:rsid w:val="00F92B5E"/>
    <w:rsid w:val="00F92FD8"/>
    <w:rsid w:val="00F9336B"/>
    <w:rsid w:val="00F93B54"/>
    <w:rsid w:val="00F93E79"/>
    <w:rsid w:val="00F93ED5"/>
    <w:rsid w:val="00F93EF3"/>
    <w:rsid w:val="00F94220"/>
    <w:rsid w:val="00F942DB"/>
    <w:rsid w:val="00F94333"/>
    <w:rsid w:val="00F9440B"/>
    <w:rsid w:val="00F945F6"/>
    <w:rsid w:val="00F946E9"/>
    <w:rsid w:val="00F947BD"/>
    <w:rsid w:val="00F9498B"/>
    <w:rsid w:val="00F94A44"/>
    <w:rsid w:val="00F94EB4"/>
    <w:rsid w:val="00F94F0A"/>
    <w:rsid w:val="00F95055"/>
    <w:rsid w:val="00F951E8"/>
    <w:rsid w:val="00F952C9"/>
    <w:rsid w:val="00F95396"/>
    <w:rsid w:val="00F9566D"/>
    <w:rsid w:val="00F95A33"/>
    <w:rsid w:val="00F95B21"/>
    <w:rsid w:val="00F95B58"/>
    <w:rsid w:val="00F95E98"/>
    <w:rsid w:val="00F95EA7"/>
    <w:rsid w:val="00F95EBE"/>
    <w:rsid w:val="00F9641D"/>
    <w:rsid w:val="00F96482"/>
    <w:rsid w:val="00F964C5"/>
    <w:rsid w:val="00F96BE7"/>
    <w:rsid w:val="00F96CC5"/>
    <w:rsid w:val="00F96D03"/>
    <w:rsid w:val="00F96EB8"/>
    <w:rsid w:val="00F97685"/>
    <w:rsid w:val="00FA00B1"/>
    <w:rsid w:val="00FA01DE"/>
    <w:rsid w:val="00FA023D"/>
    <w:rsid w:val="00FA04A1"/>
    <w:rsid w:val="00FA0834"/>
    <w:rsid w:val="00FA089D"/>
    <w:rsid w:val="00FA0C56"/>
    <w:rsid w:val="00FA101F"/>
    <w:rsid w:val="00FA11D5"/>
    <w:rsid w:val="00FA1747"/>
    <w:rsid w:val="00FA1773"/>
    <w:rsid w:val="00FA198E"/>
    <w:rsid w:val="00FA1A30"/>
    <w:rsid w:val="00FA1A6D"/>
    <w:rsid w:val="00FA1B6D"/>
    <w:rsid w:val="00FA1BCE"/>
    <w:rsid w:val="00FA1FEF"/>
    <w:rsid w:val="00FA20F5"/>
    <w:rsid w:val="00FA23E9"/>
    <w:rsid w:val="00FA2795"/>
    <w:rsid w:val="00FA2885"/>
    <w:rsid w:val="00FA295C"/>
    <w:rsid w:val="00FA3274"/>
    <w:rsid w:val="00FA3399"/>
    <w:rsid w:val="00FA39CF"/>
    <w:rsid w:val="00FA3A9A"/>
    <w:rsid w:val="00FA3C20"/>
    <w:rsid w:val="00FA3D29"/>
    <w:rsid w:val="00FA3F00"/>
    <w:rsid w:val="00FA4027"/>
    <w:rsid w:val="00FA4310"/>
    <w:rsid w:val="00FA48D0"/>
    <w:rsid w:val="00FA4953"/>
    <w:rsid w:val="00FA4A5F"/>
    <w:rsid w:val="00FA4F9E"/>
    <w:rsid w:val="00FA4FF9"/>
    <w:rsid w:val="00FA510F"/>
    <w:rsid w:val="00FA5112"/>
    <w:rsid w:val="00FA517B"/>
    <w:rsid w:val="00FA5182"/>
    <w:rsid w:val="00FA51E5"/>
    <w:rsid w:val="00FA5361"/>
    <w:rsid w:val="00FA53F5"/>
    <w:rsid w:val="00FA5992"/>
    <w:rsid w:val="00FA5A0F"/>
    <w:rsid w:val="00FA5DAB"/>
    <w:rsid w:val="00FA5E0F"/>
    <w:rsid w:val="00FA5F09"/>
    <w:rsid w:val="00FA5FCA"/>
    <w:rsid w:val="00FA60A8"/>
    <w:rsid w:val="00FA6351"/>
    <w:rsid w:val="00FA646D"/>
    <w:rsid w:val="00FA655A"/>
    <w:rsid w:val="00FA6731"/>
    <w:rsid w:val="00FA6763"/>
    <w:rsid w:val="00FA6893"/>
    <w:rsid w:val="00FA68F9"/>
    <w:rsid w:val="00FA6962"/>
    <w:rsid w:val="00FA6A46"/>
    <w:rsid w:val="00FA6E02"/>
    <w:rsid w:val="00FA71EC"/>
    <w:rsid w:val="00FA72F5"/>
    <w:rsid w:val="00FA7373"/>
    <w:rsid w:val="00FB02DD"/>
    <w:rsid w:val="00FB0345"/>
    <w:rsid w:val="00FB0610"/>
    <w:rsid w:val="00FB0723"/>
    <w:rsid w:val="00FB0C22"/>
    <w:rsid w:val="00FB0C6E"/>
    <w:rsid w:val="00FB123D"/>
    <w:rsid w:val="00FB1583"/>
    <w:rsid w:val="00FB1846"/>
    <w:rsid w:val="00FB1A60"/>
    <w:rsid w:val="00FB1B81"/>
    <w:rsid w:val="00FB1F30"/>
    <w:rsid w:val="00FB2021"/>
    <w:rsid w:val="00FB203E"/>
    <w:rsid w:val="00FB22E4"/>
    <w:rsid w:val="00FB26CA"/>
    <w:rsid w:val="00FB2BEC"/>
    <w:rsid w:val="00FB2E85"/>
    <w:rsid w:val="00FB3565"/>
    <w:rsid w:val="00FB3587"/>
    <w:rsid w:val="00FB3B19"/>
    <w:rsid w:val="00FB4008"/>
    <w:rsid w:val="00FB4047"/>
    <w:rsid w:val="00FB4114"/>
    <w:rsid w:val="00FB4348"/>
    <w:rsid w:val="00FB4397"/>
    <w:rsid w:val="00FB47A5"/>
    <w:rsid w:val="00FB489C"/>
    <w:rsid w:val="00FB48F7"/>
    <w:rsid w:val="00FB4B48"/>
    <w:rsid w:val="00FB5195"/>
    <w:rsid w:val="00FB5359"/>
    <w:rsid w:val="00FB540D"/>
    <w:rsid w:val="00FB547D"/>
    <w:rsid w:val="00FB5623"/>
    <w:rsid w:val="00FB5749"/>
    <w:rsid w:val="00FB5814"/>
    <w:rsid w:val="00FB58B4"/>
    <w:rsid w:val="00FB5964"/>
    <w:rsid w:val="00FB599A"/>
    <w:rsid w:val="00FB5B5C"/>
    <w:rsid w:val="00FB5E6B"/>
    <w:rsid w:val="00FB6161"/>
    <w:rsid w:val="00FB64A3"/>
    <w:rsid w:val="00FB660A"/>
    <w:rsid w:val="00FB6A9B"/>
    <w:rsid w:val="00FB6AA9"/>
    <w:rsid w:val="00FB710C"/>
    <w:rsid w:val="00FB718E"/>
    <w:rsid w:val="00FB789B"/>
    <w:rsid w:val="00FB7937"/>
    <w:rsid w:val="00FB7B48"/>
    <w:rsid w:val="00FB7BC5"/>
    <w:rsid w:val="00FB7DBB"/>
    <w:rsid w:val="00FC03DB"/>
    <w:rsid w:val="00FC04DD"/>
    <w:rsid w:val="00FC0CAE"/>
    <w:rsid w:val="00FC0CE0"/>
    <w:rsid w:val="00FC10E3"/>
    <w:rsid w:val="00FC128C"/>
    <w:rsid w:val="00FC129A"/>
    <w:rsid w:val="00FC149B"/>
    <w:rsid w:val="00FC1673"/>
    <w:rsid w:val="00FC1F1C"/>
    <w:rsid w:val="00FC2010"/>
    <w:rsid w:val="00FC20FB"/>
    <w:rsid w:val="00FC2184"/>
    <w:rsid w:val="00FC224E"/>
    <w:rsid w:val="00FC2610"/>
    <w:rsid w:val="00FC2934"/>
    <w:rsid w:val="00FC2D66"/>
    <w:rsid w:val="00FC2D87"/>
    <w:rsid w:val="00FC2EAD"/>
    <w:rsid w:val="00FC3059"/>
    <w:rsid w:val="00FC3080"/>
    <w:rsid w:val="00FC32F0"/>
    <w:rsid w:val="00FC3382"/>
    <w:rsid w:val="00FC3935"/>
    <w:rsid w:val="00FC3EB5"/>
    <w:rsid w:val="00FC404D"/>
    <w:rsid w:val="00FC427A"/>
    <w:rsid w:val="00FC4A64"/>
    <w:rsid w:val="00FC4D67"/>
    <w:rsid w:val="00FC4F8A"/>
    <w:rsid w:val="00FC50B3"/>
    <w:rsid w:val="00FC51B6"/>
    <w:rsid w:val="00FC522F"/>
    <w:rsid w:val="00FC5464"/>
    <w:rsid w:val="00FC549F"/>
    <w:rsid w:val="00FC551D"/>
    <w:rsid w:val="00FC5616"/>
    <w:rsid w:val="00FC571F"/>
    <w:rsid w:val="00FC5813"/>
    <w:rsid w:val="00FC58DC"/>
    <w:rsid w:val="00FC631E"/>
    <w:rsid w:val="00FC64BB"/>
    <w:rsid w:val="00FC64ED"/>
    <w:rsid w:val="00FC65AD"/>
    <w:rsid w:val="00FC6CAF"/>
    <w:rsid w:val="00FC6E28"/>
    <w:rsid w:val="00FC6F3B"/>
    <w:rsid w:val="00FC7016"/>
    <w:rsid w:val="00FC7525"/>
    <w:rsid w:val="00FC78B5"/>
    <w:rsid w:val="00FC7914"/>
    <w:rsid w:val="00FC7D93"/>
    <w:rsid w:val="00FC7DED"/>
    <w:rsid w:val="00FC7F3E"/>
    <w:rsid w:val="00FD02E3"/>
    <w:rsid w:val="00FD0667"/>
    <w:rsid w:val="00FD0A2B"/>
    <w:rsid w:val="00FD0D8F"/>
    <w:rsid w:val="00FD1103"/>
    <w:rsid w:val="00FD12A2"/>
    <w:rsid w:val="00FD1510"/>
    <w:rsid w:val="00FD16AD"/>
    <w:rsid w:val="00FD1700"/>
    <w:rsid w:val="00FD1980"/>
    <w:rsid w:val="00FD1B1F"/>
    <w:rsid w:val="00FD1D4F"/>
    <w:rsid w:val="00FD1E7A"/>
    <w:rsid w:val="00FD1F38"/>
    <w:rsid w:val="00FD24E3"/>
    <w:rsid w:val="00FD2689"/>
    <w:rsid w:val="00FD276B"/>
    <w:rsid w:val="00FD2B92"/>
    <w:rsid w:val="00FD2DF4"/>
    <w:rsid w:val="00FD3072"/>
    <w:rsid w:val="00FD3405"/>
    <w:rsid w:val="00FD3487"/>
    <w:rsid w:val="00FD364A"/>
    <w:rsid w:val="00FD3A43"/>
    <w:rsid w:val="00FD4A5B"/>
    <w:rsid w:val="00FD4CE4"/>
    <w:rsid w:val="00FD4D44"/>
    <w:rsid w:val="00FD4DD9"/>
    <w:rsid w:val="00FD4E61"/>
    <w:rsid w:val="00FD5835"/>
    <w:rsid w:val="00FD5C7D"/>
    <w:rsid w:val="00FD5DB4"/>
    <w:rsid w:val="00FD5F60"/>
    <w:rsid w:val="00FD612B"/>
    <w:rsid w:val="00FD6413"/>
    <w:rsid w:val="00FD6573"/>
    <w:rsid w:val="00FD671C"/>
    <w:rsid w:val="00FD6740"/>
    <w:rsid w:val="00FD68E7"/>
    <w:rsid w:val="00FD6A3F"/>
    <w:rsid w:val="00FD6C2A"/>
    <w:rsid w:val="00FD6EA1"/>
    <w:rsid w:val="00FD72B2"/>
    <w:rsid w:val="00FD7711"/>
    <w:rsid w:val="00FD7909"/>
    <w:rsid w:val="00FD79BC"/>
    <w:rsid w:val="00FD79F5"/>
    <w:rsid w:val="00FD7ADB"/>
    <w:rsid w:val="00FD7CD4"/>
    <w:rsid w:val="00FD7F8C"/>
    <w:rsid w:val="00FE072E"/>
    <w:rsid w:val="00FE07B4"/>
    <w:rsid w:val="00FE0824"/>
    <w:rsid w:val="00FE0959"/>
    <w:rsid w:val="00FE0A76"/>
    <w:rsid w:val="00FE0CB7"/>
    <w:rsid w:val="00FE107C"/>
    <w:rsid w:val="00FE1131"/>
    <w:rsid w:val="00FE12C1"/>
    <w:rsid w:val="00FE13BA"/>
    <w:rsid w:val="00FE15B6"/>
    <w:rsid w:val="00FE15F3"/>
    <w:rsid w:val="00FE1765"/>
    <w:rsid w:val="00FE1887"/>
    <w:rsid w:val="00FE1B1F"/>
    <w:rsid w:val="00FE1BC6"/>
    <w:rsid w:val="00FE1E44"/>
    <w:rsid w:val="00FE1E4A"/>
    <w:rsid w:val="00FE1F39"/>
    <w:rsid w:val="00FE1F96"/>
    <w:rsid w:val="00FE2197"/>
    <w:rsid w:val="00FE24C4"/>
    <w:rsid w:val="00FE260F"/>
    <w:rsid w:val="00FE2912"/>
    <w:rsid w:val="00FE2947"/>
    <w:rsid w:val="00FE2A83"/>
    <w:rsid w:val="00FE2AC7"/>
    <w:rsid w:val="00FE2C20"/>
    <w:rsid w:val="00FE2CFE"/>
    <w:rsid w:val="00FE2DDA"/>
    <w:rsid w:val="00FE2E93"/>
    <w:rsid w:val="00FE2F24"/>
    <w:rsid w:val="00FE2F3C"/>
    <w:rsid w:val="00FE2F89"/>
    <w:rsid w:val="00FE3044"/>
    <w:rsid w:val="00FE30B8"/>
    <w:rsid w:val="00FE30E8"/>
    <w:rsid w:val="00FE359F"/>
    <w:rsid w:val="00FE3705"/>
    <w:rsid w:val="00FE3EA8"/>
    <w:rsid w:val="00FE3F10"/>
    <w:rsid w:val="00FE4291"/>
    <w:rsid w:val="00FE43EF"/>
    <w:rsid w:val="00FE444D"/>
    <w:rsid w:val="00FE4544"/>
    <w:rsid w:val="00FE486A"/>
    <w:rsid w:val="00FE4933"/>
    <w:rsid w:val="00FE49A3"/>
    <w:rsid w:val="00FE4C60"/>
    <w:rsid w:val="00FE4CE8"/>
    <w:rsid w:val="00FE57B6"/>
    <w:rsid w:val="00FE5A89"/>
    <w:rsid w:val="00FE65FC"/>
    <w:rsid w:val="00FE6A62"/>
    <w:rsid w:val="00FE6BB4"/>
    <w:rsid w:val="00FE6E07"/>
    <w:rsid w:val="00FE7031"/>
    <w:rsid w:val="00FE7677"/>
    <w:rsid w:val="00FE77E3"/>
    <w:rsid w:val="00FE790E"/>
    <w:rsid w:val="00FE7B05"/>
    <w:rsid w:val="00FE7B36"/>
    <w:rsid w:val="00FE7D61"/>
    <w:rsid w:val="00FE7E7C"/>
    <w:rsid w:val="00FE7FF0"/>
    <w:rsid w:val="00FF0162"/>
    <w:rsid w:val="00FF0340"/>
    <w:rsid w:val="00FF0802"/>
    <w:rsid w:val="00FF0BB5"/>
    <w:rsid w:val="00FF125C"/>
    <w:rsid w:val="00FF172B"/>
    <w:rsid w:val="00FF1755"/>
    <w:rsid w:val="00FF1890"/>
    <w:rsid w:val="00FF1B2A"/>
    <w:rsid w:val="00FF1C6F"/>
    <w:rsid w:val="00FF215C"/>
    <w:rsid w:val="00FF215D"/>
    <w:rsid w:val="00FF21ED"/>
    <w:rsid w:val="00FF22A6"/>
    <w:rsid w:val="00FF2436"/>
    <w:rsid w:val="00FF269C"/>
    <w:rsid w:val="00FF296D"/>
    <w:rsid w:val="00FF29C3"/>
    <w:rsid w:val="00FF2B4F"/>
    <w:rsid w:val="00FF2D9B"/>
    <w:rsid w:val="00FF2DA7"/>
    <w:rsid w:val="00FF2EC1"/>
    <w:rsid w:val="00FF2FD6"/>
    <w:rsid w:val="00FF3160"/>
    <w:rsid w:val="00FF31A6"/>
    <w:rsid w:val="00FF3587"/>
    <w:rsid w:val="00FF3588"/>
    <w:rsid w:val="00FF35CC"/>
    <w:rsid w:val="00FF3A86"/>
    <w:rsid w:val="00FF3B48"/>
    <w:rsid w:val="00FF3F53"/>
    <w:rsid w:val="00FF40B3"/>
    <w:rsid w:val="00FF41EE"/>
    <w:rsid w:val="00FF4742"/>
    <w:rsid w:val="00FF498C"/>
    <w:rsid w:val="00FF49E2"/>
    <w:rsid w:val="00FF4E3F"/>
    <w:rsid w:val="00FF4FEE"/>
    <w:rsid w:val="00FF513E"/>
    <w:rsid w:val="00FF51CD"/>
    <w:rsid w:val="00FF5237"/>
    <w:rsid w:val="00FF5606"/>
    <w:rsid w:val="00FF56A5"/>
    <w:rsid w:val="00FF5709"/>
    <w:rsid w:val="00FF5828"/>
    <w:rsid w:val="00FF58AB"/>
    <w:rsid w:val="00FF5994"/>
    <w:rsid w:val="00FF5AC9"/>
    <w:rsid w:val="00FF5DC9"/>
    <w:rsid w:val="00FF615B"/>
    <w:rsid w:val="00FF6185"/>
    <w:rsid w:val="00FF62C8"/>
    <w:rsid w:val="00FF6626"/>
    <w:rsid w:val="00FF6738"/>
    <w:rsid w:val="00FF6C13"/>
    <w:rsid w:val="00FF6E88"/>
    <w:rsid w:val="00FF745C"/>
    <w:rsid w:val="00FF7AA5"/>
    <w:rsid w:val="00FF7B36"/>
    <w:rsid w:val="00FF7B9B"/>
    <w:rsid w:val="00FF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4A09FAA2"/>
  <w15:docId w15:val="{93484E34-1401-4269-B080-187B0319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742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53061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ascii="Angsana New" w:hAnsi="Angsana New"/>
      <w:b/>
      <w:bCs/>
      <w:sz w:val="30"/>
    </w:rPr>
  </w:style>
  <w:style w:type="paragraph" w:styleId="Heading2">
    <w:name w:val="heading 2"/>
    <w:basedOn w:val="Normal"/>
    <w:next w:val="Normal"/>
    <w:link w:val="Heading2Char"/>
    <w:qFormat/>
    <w:rsid w:val="0093541E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ascii="Angsana New" w:hAnsi="Angsana New" w:cs="Times New Roman"/>
      <w:b/>
      <w:bCs/>
      <w:sz w:val="30"/>
    </w:rPr>
  </w:style>
  <w:style w:type="paragraph" w:styleId="Heading3">
    <w:name w:val="heading 3"/>
    <w:basedOn w:val="Normal"/>
    <w:next w:val="Normal"/>
    <w:link w:val="Heading3Char1"/>
    <w:qFormat/>
    <w:rsid w:val="00B578D4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1"/>
    <w:qFormat/>
    <w:rsid w:val="00B578D4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 w:cs="Eucros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 w:cs="EucrosiaUPC"/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rsid w:val="00B578D4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B578D4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B578D4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B578D4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B578D4"/>
    <w:rPr>
      <w:rFonts w:cs="Times New Roman"/>
      <w:b/>
      <w:bCs/>
    </w:rPr>
  </w:style>
  <w:style w:type="paragraph" w:styleId="ListBullet">
    <w:name w:val="List Bullet"/>
    <w:basedOn w:val="Normal"/>
    <w:rsid w:val="00B578D4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B578D4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B578D4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B578D4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B578D4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B578D4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B578D4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B578D4"/>
    <w:pPr>
      <w:ind w:left="284"/>
    </w:pPr>
  </w:style>
  <w:style w:type="paragraph" w:customStyle="1" w:styleId="AAFrameAddress">
    <w:name w:val="AA Frame Address"/>
    <w:basedOn w:val="Heading1"/>
    <w:rsid w:val="00B578D4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B578D4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B578D4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B578D4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B578D4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B578D4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B578D4"/>
    <w:pPr>
      <w:ind w:left="851" w:hanging="284"/>
    </w:pPr>
  </w:style>
  <w:style w:type="paragraph" w:styleId="Index4">
    <w:name w:val="index 4"/>
    <w:basedOn w:val="Normal"/>
    <w:next w:val="Normal"/>
    <w:semiHidden/>
    <w:rsid w:val="00B578D4"/>
    <w:pPr>
      <w:ind w:left="1135" w:hanging="284"/>
    </w:pPr>
  </w:style>
  <w:style w:type="paragraph" w:styleId="Index6">
    <w:name w:val="index 6"/>
    <w:basedOn w:val="Normal"/>
    <w:next w:val="Normal"/>
    <w:semiHidden/>
    <w:rsid w:val="00B578D4"/>
    <w:pPr>
      <w:ind w:left="1702" w:hanging="284"/>
    </w:pPr>
  </w:style>
  <w:style w:type="paragraph" w:styleId="Index5">
    <w:name w:val="index 5"/>
    <w:basedOn w:val="Normal"/>
    <w:next w:val="Normal"/>
    <w:semiHidden/>
    <w:rsid w:val="00B578D4"/>
    <w:pPr>
      <w:ind w:left="1418" w:hanging="284"/>
    </w:pPr>
  </w:style>
  <w:style w:type="paragraph" w:styleId="Index7">
    <w:name w:val="index 7"/>
    <w:basedOn w:val="Normal"/>
    <w:next w:val="Normal"/>
    <w:semiHidden/>
    <w:rsid w:val="00B578D4"/>
    <w:pPr>
      <w:ind w:left="1985" w:hanging="284"/>
    </w:pPr>
  </w:style>
  <w:style w:type="paragraph" w:styleId="Index8">
    <w:name w:val="index 8"/>
    <w:basedOn w:val="Normal"/>
    <w:next w:val="Normal"/>
    <w:semiHidden/>
    <w:rsid w:val="00B578D4"/>
    <w:pPr>
      <w:ind w:left="2269" w:hanging="284"/>
    </w:pPr>
  </w:style>
  <w:style w:type="paragraph" w:styleId="Index9">
    <w:name w:val="index 9"/>
    <w:basedOn w:val="Normal"/>
    <w:next w:val="Normal"/>
    <w:semiHidden/>
    <w:rsid w:val="00B578D4"/>
    <w:pPr>
      <w:ind w:left="2552" w:hanging="284"/>
    </w:pPr>
  </w:style>
  <w:style w:type="paragraph" w:styleId="TOC2">
    <w:name w:val="toc 2"/>
    <w:basedOn w:val="Normal"/>
    <w:next w:val="Normal"/>
    <w:semiHidden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B578D4"/>
    <w:pPr>
      <w:ind w:left="851"/>
    </w:pPr>
  </w:style>
  <w:style w:type="paragraph" w:styleId="TOC5">
    <w:name w:val="toc 5"/>
    <w:basedOn w:val="Normal"/>
    <w:next w:val="Normal"/>
    <w:semiHidden/>
    <w:rsid w:val="00B578D4"/>
    <w:pPr>
      <w:ind w:left="1134"/>
    </w:pPr>
  </w:style>
  <w:style w:type="paragraph" w:styleId="TOC6">
    <w:name w:val="toc 6"/>
    <w:basedOn w:val="Normal"/>
    <w:next w:val="Normal"/>
    <w:semiHidden/>
    <w:rsid w:val="00B578D4"/>
    <w:pPr>
      <w:ind w:left="1418"/>
    </w:pPr>
  </w:style>
  <w:style w:type="paragraph" w:styleId="TOC7">
    <w:name w:val="toc 7"/>
    <w:basedOn w:val="Normal"/>
    <w:next w:val="Normal"/>
    <w:semiHidden/>
    <w:rsid w:val="00B578D4"/>
    <w:pPr>
      <w:ind w:left="1701"/>
    </w:pPr>
  </w:style>
  <w:style w:type="paragraph" w:styleId="TOC8">
    <w:name w:val="toc 8"/>
    <w:basedOn w:val="Normal"/>
    <w:next w:val="Normal"/>
    <w:semiHidden/>
    <w:rsid w:val="00B578D4"/>
    <w:pPr>
      <w:ind w:left="1985"/>
    </w:pPr>
  </w:style>
  <w:style w:type="paragraph" w:styleId="TOC9">
    <w:name w:val="toc 9"/>
    <w:basedOn w:val="Normal"/>
    <w:next w:val="Normal"/>
    <w:semiHidden/>
    <w:rsid w:val="00B578D4"/>
    <w:pPr>
      <w:ind w:left="2268"/>
    </w:pPr>
  </w:style>
  <w:style w:type="paragraph" w:styleId="TableofFigures">
    <w:name w:val="table of figures"/>
    <w:basedOn w:val="Normal"/>
    <w:next w:val="Normal"/>
    <w:semiHidden/>
    <w:rsid w:val="00B578D4"/>
    <w:pPr>
      <w:ind w:left="567" w:hanging="567"/>
    </w:pPr>
  </w:style>
  <w:style w:type="paragraph" w:styleId="ListBullet5">
    <w:name w:val="List Bullet 5"/>
    <w:basedOn w:val="Normal"/>
    <w:rsid w:val="00B578D4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ody อักขระ"/>
    <w:basedOn w:val="Normal"/>
    <w:link w:val="BodyTextChar"/>
    <w:uiPriority w:val="99"/>
    <w:rsid w:val="00B578D4"/>
    <w:pPr>
      <w:spacing w:after="120"/>
    </w:pPr>
  </w:style>
  <w:style w:type="paragraph" w:styleId="BodyTextFirstIndent">
    <w:name w:val="Body Text First Indent"/>
    <w:basedOn w:val="BodyText"/>
    <w:link w:val="BodyTextFirstIndentChar1"/>
    <w:rsid w:val="00B578D4"/>
    <w:pPr>
      <w:ind w:firstLine="284"/>
    </w:pPr>
  </w:style>
  <w:style w:type="paragraph" w:styleId="BodyTextIndent">
    <w:name w:val="Body Text Indent"/>
    <w:aliases w:val="i"/>
    <w:basedOn w:val="Normal"/>
    <w:link w:val="BodyTextIndentChar1"/>
    <w:rsid w:val="00B578D4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1"/>
    <w:rsid w:val="00B578D4"/>
    <w:pPr>
      <w:ind w:left="284" w:firstLine="284"/>
    </w:pPr>
  </w:style>
  <w:style w:type="character" w:styleId="Strong">
    <w:name w:val="Strong"/>
    <w:qFormat/>
    <w:rsid w:val="00B578D4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B578D4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B578D4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B578D4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B578D4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B578D4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B578D4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B578D4"/>
    <w:pPr>
      <w:framePr w:h="1054" w:wrap="around" w:y="5920"/>
    </w:pPr>
  </w:style>
  <w:style w:type="paragraph" w:customStyle="1" w:styleId="ReportHeading3">
    <w:name w:val="ReportHeading3"/>
    <w:basedOn w:val="ReportHeading2"/>
    <w:rsid w:val="00B578D4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578D4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B578D4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B578D4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B578D4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B578D4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B578D4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character" w:styleId="PageNumber">
    <w:name w:val="page number"/>
    <w:basedOn w:val="DefaultParagraphFont"/>
    <w:rsid w:val="00B578D4"/>
  </w:style>
  <w:style w:type="paragraph" w:customStyle="1" w:styleId="a0">
    <w:name w:val="ºÇ¡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">
    <w:name w:val="µÒÃÒ§3ªèÍ§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1">
    <w:name w:val="?????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styleId="BodyText3">
    <w:name w:val="Body Text 3"/>
    <w:basedOn w:val="Normal"/>
    <w:link w:val="BodyText3Char1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T0">
    <w:name w:val="????? 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customStyle="1" w:styleId="a2">
    <w:name w:val="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30">
    <w:name w:val="?????3??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31">
    <w:name w:val="ตาราง3ช่อง"/>
    <w:basedOn w:val="Normal"/>
    <w:rsid w:val="00B578D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a3">
    <w:name w:val="บวก"/>
    <w:basedOn w:val="Normal"/>
    <w:rsid w:val="00B578D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styleId="BodyTextIndent2">
    <w:name w:val="Body Text Indent 2"/>
    <w:basedOn w:val="Normal"/>
    <w:link w:val="BodyTextIndent2Char1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28"/>
      <w:szCs w:val="28"/>
    </w:rPr>
  </w:style>
  <w:style w:type="paragraph" w:customStyle="1" w:styleId="a4">
    <w:name w:val="?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styleId="EndnoteText">
    <w:name w:val="endnote text"/>
    <w:basedOn w:val="Normal"/>
    <w:semiHidden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/>
      <w:sz w:val="20"/>
      <w:szCs w:val="20"/>
      <w:lang w:val="th-TH"/>
    </w:rPr>
  </w:style>
  <w:style w:type="paragraph" w:customStyle="1" w:styleId="E">
    <w:name w:val="?????????? E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6">
    <w:name w:val="ข้อความ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customStyle="1" w:styleId="T1">
    <w:name w:val="ลงชือ 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styleId="List">
    <w:name w:val="Lis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hanging="360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10">
    <w:name w:val="10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7">
    <w:name w:val="ลบ"/>
    <w:basedOn w:val="Normal"/>
    <w:uiPriority w:val="99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customStyle="1" w:styleId="E0">
    <w:name w:val="ปกE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eastAsia="Cordia New" w:hAnsi="Book Antiqua"/>
      <w:b/>
      <w:bCs/>
      <w:snapToGrid w:val="0"/>
      <w:sz w:val="24"/>
      <w:szCs w:val="24"/>
      <w:lang w:val="th-TH" w:eastAsia="th-TH"/>
    </w:rPr>
  </w:style>
  <w:style w:type="paragraph" w:styleId="BlockText">
    <w:name w:val="Block Tex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right="29" w:hanging="540"/>
    </w:pPr>
    <w:rPr>
      <w:rFonts w:ascii="Wingdings" w:eastAsia="Batang" w:hAnsi="Wingdings"/>
      <w:sz w:val="28"/>
      <w:szCs w:val="28"/>
    </w:rPr>
  </w:style>
  <w:style w:type="paragraph" w:styleId="BalloonText">
    <w:name w:val="Balloon Text"/>
    <w:basedOn w:val="Normal"/>
    <w:link w:val="BalloonTextChar"/>
    <w:semiHidden/>
    <w:rsid w:val="00366A7B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A46D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 w:line="240" w:lineRule="auto"/>
      <w:ind w:left="547" w:right="-43"/>
      <w:jc w:val="thaiDistribute"/>
    </w:pPr>
    <w:rPr>
      <w:rFonts w:ascii="Angsana New" w:hAnsi="Angsana New"/>
      <w:i/>
      <w:iCs/>
      <w:sz w:val="30"/>
      <w:szCs w:val="30"/>
    </w:rPr>
  </w:style>
  <w:style w:type="character" w:customStyle="1" w:styleId="AccPolicyHeadingChar">
    <w:name w:val="Acc Policy Heading Char"/>
    <w:link w:val="AccPolicyHeading"/>
    <w:rsid w:val="00A46DF9"/>
    <w:rPr>
      <w:rFonts w:ascii="Angsana New" w:hAnsi="Angsana New"/>
      <w:i/>
      <w:iCs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9607C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ccpolicyheading0">
    <w:name w:val="accpolicyheading"/>
    <w:basedOn w:val="Normal"/>
    <w:rsid w:val="009607C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hAnsi="Times New Roman" w:cs="Tahoma"/>
      <w:sz w:val="28"/>
      <w:szCs w:val="28"/>
    </w:rPr>
  </w:style>
  <w:style w:type="paragraph" w:customStyle="1" w:styleId="index">
    <w:name w:val="index"/>
    <w:aliases w:val="ix"/>
    <w:basedOn w:val="BodyText"/>
    <w:rsid w:val="00034B9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034B9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table" w:styleId="TableGrid">
    <w:name w:val="Table Grid"/>
    <w:basedOn w:val="TableNormal"/>
    <w:uiPriority w:val="39"/>
    <w:rsid w:val="005F442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5A24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Heading2Char">
    <w:name w:val="Heading 2 Char"/>
    <w:link w:val="Heading2"/>
    <w:rsid w:val="0093541E"/>
    <w:rPr>
      <w:rFonts w:ascii="Angsana New" w:hAnsi="Angsana New" w:cs="Times New Roman"/>
      <w:b/>
      <w:bCs/>
      <w:sz w:val="30"/>
      <w:szCs w:val="18"/>
    </w:rPr>
  </w:style>
  <w:style w:type="paragraph" w:customStyle="1" w:styleId="acctfourfigures">
    <w:name w:val="acct four figures"/>
    <w:aliases w:val="a4,a4 + Angsana New,Left:  -0.05&quot;,Right:  -0.05&quot;,Lin...,...,a4 + 8 pt,(Complex) + 8 pt,(Complex),Thai Distribute...,Before:  3 pt,Line spacing:  At l..."/>
    <w:basedOn w:val="Normal"/>
    <w:rsid w:val="007821B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D439E1"/>
    <w:pPr>
      <w:ind w:left="720"/>
      <w:contextualSpacing/>
    </w:pPr>
    <w:rPr>
      <w:szCs w:val="22"/>
    </w:rPr>
  </w:style>
  <w:style w:type="character" w:customStyle="1" w:styleId="Heading2Char1">
    <w:name w:val="Heading 2 Char1"/>
    <w:rsid w:val="00E27334"/>
    <w:rPr>
      <w:rFonts w:ascii="Arial" w:eastAsia="Times New Roman" w:hAnsi="Arial" w:cs="Times New Roman"/>
      <w:b/>
      <w:bCs/>
      <w:sz w:val="18"/>
      <w:szCs w:val="18"/>
    </w:rPr>
  </w:style>
  <w:style w:type="paragraph" w:customStyle="1" w:styleId="acctmergecolhdg">
    <w:name w:val="acct merge col hdg"/>
    <w:aliases w:val="mh"/>
    <w:basedOn w:val="Normal"/>
    <w:rsid w:val="00EF1C1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character" w:customStyle="1" w:styleId="BodyTextChar">
    <w:name w:val="Body Text Char"/>
    <w:aliases w:val="bt Char,body text Char,Body Char,Body อักขระ Char"/>
    <w:link w:val="BodyText"/>
    <w:uiPriority w:val="99"/>
    <w:rsid w:val="009B67E3"/>
    <w:rPr>
      <w:rFonts w:ascii="Arial" w:hAnsi="Arial"/>
      <w:sz w:val="18"/>
      <w:szCs w:val="18"/>
    </w:rPr>
  </w:style>
  <w:style w:type="paragraph" w:customStyle="1" w:styleId="AccPolicyalternative">
    <w:name w:val="Acc Policy alternative"/>
    <w:basedOn w:val="Normal"/>
    <w:link w:val="AccPolicyalternativeChar"/>
    <w:autoRedefine/>
    <w:rsid w:val="006E277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ind w:left="540" w:right="-43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alternativeChar">
    <w:name w:val="Acc Policy alternative Char"/>
    <w:link w:val="AccPolicyalternative"/>
    <w:rsid w:val="006E2771"/>
    <w:rPr>
      <w:rFonts w:ascii="Angsana New" w:eastAsia="Calibri" w:hAnsi="Angsana New"/>
      <w:i/>
      <w:iCs/>
      <w:sz w:val="30"/>
      <w:szCs w:val="30"/>
    </w:rPr>
  </w:style>
  <w:style w:type="paragraph" w:customStyle="1" w:styleId="Default">
    <w:name w:val="Default"/>
    <w:rsid w:val="00D400E7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484C9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484C9D"/>
    <w:rPr>
      <w:rFonts w:ascii="Angsana New" w:eastAsia="Calibri" w:hAnsi="Angsana New"/>
      <w:i/>
      <w:iCs/>
      <w:sz w:val="30"/>
      <w:szCs w:val="30"/>
    </w:rPr>
  </w:style>
  <w:style w:type="character" w:customStyle="1" w:styleId="Heading1Char">
    <w:name w:val="Heading 1 Char"/>
    <w:link w:val="Heading1"/>
    <w:uiPriority w:val="99"/>
    <w:rsid w:val="00F53061"/>
    <w:rPr>
      <w:rFonts w:ascii="Angsana New" w:hAnsi="Angsana New"/>
      <w:b/>
      <w:bCs/>
      <w:sz w:val="30"/>
      <w:szCs w:val="18"/>
      <w:shd w:val="solid" w:color="FFFFFF" w:fill="FFFFFF"/>
    </w:rPr>
  </w:style>
  <w:style w:type="character" w:customStyle="1" w:styleId="BodyText2Char">
    <w:name w:val="Body Text 2 Char"/>
    <w:link w:val="BodyText2"/>
    <w:rsid w:val="00B21B05"/>
    <w:rPr>
      <w:rFonts w:ascii="Book Antiqua" w:hAnsi="Book Antiqua"/>
      <w:sz w:val="22"/>
      <w:szCs w:val="22"/>
    </w:rPr>
  </w:style>
  <w:style w:type="paragraph" w:customStyle="1" w:styleId="normalAngsanaNew">
    <w:name w:val="normal + Angsana New"/>
    <w:aliases w:val="15 pt,Left,Before:  0 pt,Line spacing:  At least..."/>
    <w:basedOn w:val="Normal"/>
    <w:rsid w:val="00892AD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eastAsia="PMingLiU" w:hAnsi="Times New Roman" w:cs="Times New Roman"/>
      <w:sz w:val="22"/>
      <w:szCs w:val="20"/>
      <w:lang w:val="en-GB" w:bidi="ar-SA"/>
    </w:rPr>
  </w:style>
  <w:style w:type="character" w:customStyle="1" w:styleId="st1">
    <w:name w:val="st1"/>
    <w:basedOn w:val="DefaultParagraphFont"/>
    <w:rsid w:val="00943B6A"/>
  </w:style>
  <w:style w:type="character" w:customStyle="1" w:styleId="Heading6Char">
    <w:name w:val="Heading 6 Char"/>
    <w:link w:val="Heading6"/>
    <w:rsid w:val="00932065"/>
    <w:rPr>
      <w:rFonts w:cs="EucrosiaUPC"/>
      <w:b/>
      <w:bCs/>
      <w:sz w:val="32"/>
      <w:szCs w:val="32"/>
    </w:rPr>
  </w:style>
  <w:style w:type="character" w:customStyle="1" w:styleId="Heading1Char1">
    <w:name w:val="Heading 1 Char1"/>
    <w:uiPriority w:val="99"/>
    <w:rsid w:val="001B6B20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3Char1">
    <w:name w:val="Heading 3 Char1"/>
    <w:link w:val="Heading3"/>
    <w:rsid w:val="001B6B20"/>
    <w:rPr>
      <w:rFonts w:ascii="Arial" w:hAnsi="Arial" w:cs="Times New Roman"/>
      <w:i/>
      <w:iCs/>
      <w:sz w:val="18"/>
      <w:szCs w:val="18"/>
    </w:rPr>
  </w:style>
  <w:style w:type="character" w:customStyle="1" w:styleId="Heading4Char1">
    <w:name w:val="Heading 4 Char1"/>
    <w:link w:val="Heading4"/>
    <w:rsid w:val="001B6B20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1B6B20"/>
    <w:rPr>
      <w:rFonts w:cs="EucrosiaUPC"/>
      <w:b/>
      <w:bCs/>
      <w:sz w:val="30"/>
      <w:szCs w:val="30"/>
    </w:rPr>
  </w:style>
  <w:style w:type="character" w:customStyle="1" w:styleId="Heading6Char1">
    <w:name w:val="Heading 6 Char1"/>
    <w:rsid w:val="001B6B20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1B6B20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1B6B20"/>
    <w:rPr>
      <w:rFonts w:cs="EucrosiaUPC"/>
      <w:b/>
      <w:bCs/>
      <w:sz w:val="28"/>
      <w:szCs w:val="28"/>
    </w:rPr>
  </w:style>
  <w:style w:type="character" w:customStyle="1" w:styleId="Heading9Char1">
    <w:name w:val="Heading 9 Char1"/>
    <w:link w:val="Heading9"/>
    <w:rsid w:val="001B6B20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"/>
    <w:uiPriority w:val="99"/>
    <w:semiHidden/>
    <w:rsid w:val="001B6B20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link w:val="Header"/>
    <w:uiPriority w:val="99"/>
    <w:rsid w:val="001B6B20"/>
    <w:rPr>
      <w:rFonts w:ascii="Arial" w:hAnsi="Arial"/>
      <w:sz w:val="18"/>
      <w:szCs w:val="18"/>
    </w:rPr>
  </w:style>
  <w:style w:type="character" w:customStyle="1" w:styleId="FooterChar1">
    <w:name w:val="Footer Char1"/>
    <w:link w:val="Footer"/>
    <w:uiPriority w:val="99"/>
    <w:rsid w:val="001B6B20"/>
    <w:rPr>
      <w:rFonts w:ascii="Arial" w:hAnsi="Arial"/>
      <w:sz w:val="18"/>
      <w:szCs w:val="18"/>
    </w:rPr>
  </w:style>
  <w:style w:type="character" w:customStyle="1" w:styleId="BodyTextFirstIndentChar1">
    <w:name w:val="Body Text First Indent Char1"/>
    <w:link w:val="BodyTextFirstIndent"/>
    <w:rsid w:val="001B6B20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link w:val="BodyTextIndent"/>
    <w:rsid w:val="001B6B20"/>
    <w:rPr>
      <w:rFonts w:ascii="Arial" w:hAnsi="Arial"/>
      <w:sz w:val="18"/>
      <w:szCs w:val="18"/>
    </w:rPr>
  </w:style>
  <w:style w:type="character" w:customStyle="1" w:styleId="BodyTextFirstIndent2Char1">
    <w:name w:val="Body Text First Indent 2 Char1"/>
    <w:link w:val="BodyTextFirstIndent2"/>
    <w:rsid w:val="001B6B20"/>
    <w:rPr>
      <w:rFonts w:ascii="Arial" w:hAnsi="Arial"/>
      <w:sz w:val="18"/>
      <w:szCs w:val="18"/>
    </w:rPr>
  </w:style>
  <w:style w:type="character" w:customStyle="1" w:styleId="BodyText2Char1">
    <w:name w:val="Body Text 2 Char1"/>
    <w:rsid w:val="001B6B20"/>
    <w:rPr>
      <w:rFonts w:ascii="Book Antiqua" w:eastAsia="Times New Roman" w:hAnsi="Book Antiqua" w:cs="Times New Roman"/>
      <w:szCs w:val="22"/>
    </w:rPr>
  </w:style>
  <w:style w:type="paragraph" w:customStyle="1" w:styleId="E1">
    <w:name w:val="ª×èÍºÃÔÉÑ· 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character" w:customStyle="1" w:styleId="BodyText3Char1">
    <w:name w:val="Body Text 3 Char1"/>
    <w:link w:val="BodyText3"/>
    <w:rsid w:val="001B6B20"/>
    <w:rPr>
      <w:rFonts w:ascii="Angsana New" w:hAnsi="Angsana New"/>
      <w:sz w:val="30"/>
      <w:szCs w:val="30"/>
      <w:lang w:val="th-TH"/>
    </w:rPr>
  </w:style>
  <w:style w:type="paragraph" w:customStyle="1" w:styleId="ASSETS">
    <w:name w:val="ASSETS"/>
    <w:basedOn w:val="Normal"/>
    <w:uiPriority w:val="99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 w:cs="Times New Roman"/>
      <w:b/>
      <w:bCs/>
      <w:sz w:val="22"/>
      <w:szCs w:val="22"/>
      <w:u w:val="single"/>
      <w:lang w:val="th-TH"/>
    </w:rPr>
  </w:style>
  <w:style w:type="character" w:customStyle="1" w:styleId="BodyTextIndent2Char1">
    <w:name w:val="Body Text Indent 2 Char1"/>
    <w:link w:val="BodyTextIndent2"/>
    <w:rsid w:val="001B6B20"/>
    <w:rPr>
      <w:rFonts w:cs="EucrosiaUPC"/>
      <w:sz w:val="28"/>
      <w:szCs w:val="28"/>
    </w:rPr>
  </w:style>
  <w:style w:type="character" w:customStyle="1" w:styleId="BalloonTextChar">
    <w:name w:val="Balloon Text Char"/>
    <w:link w:val="BalloonText"/>
    <w:semiHidden/>
    <w:rsid w:val="001B6B20"/>
    <w:rPr>
      <w:rFonts w:ascii="Tahoma" w:hAnsi="Tahoma" w:cs="Tahoma"/>
      <w:sz w:val="16"/>
      <w:szCs w:val="16"/>
    </w:rPr>
  </w:style>
  <w:style w:type="paragraph" w:styleId="Signature">
    <w:name w:val="Signature"/>
    <w:basedOn w:val="Normal"/>
    <w:link w:val="SignatureChar1"/>
    <w:rsid w:val="001B6B20"/>
    <w:pPr>
      <w:spacing w:line="240" w:lineRule="auto"/>
    </w:pPr>
    <w:rPr>
      <w:rFonts w:cs="Times New Roman"/>
    </w:rPr>
  </w:style>
  <w:style w:type="character" w:customStyle="1" w:styleId="SignatureChar">
    <w:name w:val="Signature Char"/>
    <w:rsid w:val="001B6B20"/>
    <w:rPr>
      <w:rFonts w:ascii="Arial" w:hAnsi="Arial"/>
      <w:sz w:val="18"/>
      <w:szCs w:val="22"/>
    </w:rPr>
  </w:style>
  <w:style w:type="character" w:customStyle="1" w:styleId="SignatureChar1">
    <w:name w:val="Signature Char1"/>
    <w:link w:val="Signature"/>
    <w:rsid w:val="001B6B20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1B6B2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1B6B20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1B6B2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1B6B20"/>
    <w:pPr>
      <w:spacing w:after="0"/>
    </w:pPr>
  </w:style>
  <w:style w:type="paragraph" w:customStyle="1" w:styleId="acctdividends">
    <w:name w:val="acct dividends"/>
    <w:aliases w:val="a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1B6B20"/>
    <w:pPr>
      <w:spacing w:after="0"/>
    </w:pPr>
  </w:style>
  <w:style w:type="paragraph" w:customStyle="1" w:styleId="acctindent">
    <w:name w:val="acct indent"/>
    <w:aliases w:val="ai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1B6B20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1B6B20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1B6B20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1B6B20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1B6B20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1B6B20"/>
    <w:pPr>
      <w:ind w:left="1134"/>
    </w:pPr>
    <w:rPr>
      <w:rFonts w:eastAsia="Calibri" w:cs="Cordia New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1B6B20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1B6B20"/>
    <w:pPr>
      <w:spacing w:after="0"/>
    </w:pPr>
    <w:rPr>
      <w:rFonts w:eastAsia="Calibri" w:cs="Cordia New"/>
    </w:rPr>
  </w:style>
  <w:style w:type="paragraph" w:customStyle="1" w:styleId="block2nospaceafter">
    <w:name w:val="block2 no space after"/>
    <w:aliases w:val="b2n,block2 no sp"/>
    <w:basedOn w:val="block2"/>
    <w:rsid w:val="001B6B20"/>
    <w:pPr>
      <w:spacing w:after="0"/>
    </w:pPr>
  </w:style>
  <w:style w:type="paragraph" w:customStyle="1" w:styleId="List1a">
    <w:name w:val="List 1a"/>
    <w:aliases w:val="1a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1B6B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semiHidden/>
    <w:rsid w:val="001B6B20"/>
    <w:rPr>
      <w:rFonts w:ascii="Courier New" w:hAnsi="Courier New" w:cs="Times New Roman"/>
      <w:lang w:val="en-AU" w:bidi="ar-SA"/>
    </w:rPr>
  </w:style>
  <w:style w:type="paragraph" w:customStyle="1" w:styleId="zcompanyname">
    <w:name w:val="zcompany name"/>
    <w:aliases w:val="cn"/>
    <w:basedOn w:val="Normal"/>
    <w:rsid w:val="001B6B20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1B6B20"/>
  </w:style>
  <w:style w:type="paragraph" w:customStyle="1" w:styleId="zreportaddinfo">
    <w:name w:val="zreport addinfo"/>
    <w:basedOn w:val="Normal"/>
    <w:rsid w:val="001B6B20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1B6B20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1B6B20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1B6B20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ind">
    <w:name w:val="*ind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1B6B20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1B6B20"/>
    <w:rPr>
      <w:b/>
      <w:bCs/>
    </w:rPr>
  </w:style>
  <w:style w:type="paragraph" w:customStyle="1" w:styleId="nineptbodytext">
    <w:name w:val="nine pt body text"/>
    <w:aliases w:val="9bt"/>
    <w:basedOn w:val="nineptnormal"/>
    <w:rsid w:val="001B6B20"/>
    <w:pPr>
      <w:spacing w:after="220"/>
    </w:pPr>
  </w:style>
  <w:style w:type="paragraph" w:customStyle="1" w:styleId="nineptnormal">
    <w:name w:val="nine pt normal"/>
    <w:aliases w:val="9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1B6B20"/>
    <w:pPr>
      <w:jc w:val="center"/>
    </w:pPr>
  </w:style>
  <w:style w:type="paragraph" w:customStyle="1" w:styleId="heading">
    <w:name w:val="heading"/>
    <w:aliases w:val="h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1B6B20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1B6B20"/>
  </w:style>
  <w:style w:type="paragraph" w:customStyle="1" w:styleId="nineptheadingcentredbold">
    <w:name w:val="nine pt heading centred bold"/>
    <w:aliases w:val="9hcb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1B6B20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1B6B20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1B6B20"/>
    <w:rPr>
      <w:b/>
    </w:rPr>
  </w:style>
  <w:style w:type="paragraph" w:customStyle="1" w:styleId="nineptcolumntab1">
    <w:name w:val="nine pt column tab1"/>
    <w:aliases w:val="a91"/>
    <w:basedOn w:val="nineptnormal"/>
    <w:rsid w:val="001B6B20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1B6B20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1B6B20"/>
    <w:pPr>
      <w:jc w:val="center"/>
    </w:pPr>
  </w:style>
  <w:style w:type="paragraph" w:customStyle="1" w:styleId="Normalheading">
    <w:name w:val="Normal heading"/>
    <w:aliases w:val="nh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1B6B20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1B6B20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1B6B20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1B6B20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1B6B20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1B6B20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1B6B20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1B6B20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1B6B20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1B6B20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1B6B20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1B6B20"/>
    <w:pPr>
      <w:ind w:left="1134" w:hanging="567"/>
    </w:pPr>
    <w:rPr>
      <w:rFonts w:eastAsia="Calibri" w:cs="Cordia New"/>
    </w:rPr>
  </w:style>
  <w:style w:type="paragraph" w:customStyle="1" w:styleId="blocklist2">
    <w:name w:val="block list2"/>
    <w:aliases w:val="blist2"/>
    <w:basedOn w:val="blocklist"/>
    <w:rsid w:val="001B6B20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1B6B20"/>
    <w:pPr>
      <w:keepNext/>
      <w:keepLines/>
      <w:spacing w:before="70"/>
    </w:pPr>
    <w:rPr>
      <w:rFonts w:eastAsia="Calibri" w:cs="Cordia New"/>
      <w:b/>
    </w:rPr>
  </w:style>
  <w:style w:type="paragraph" w:customStyle="1" w:styleId="blockheadingitalicnosp">
    <w:name w:val="block heading italic no sp"/>
    <w:aliases w:val="bhin"/>
    <w:basedOn w:val="blockheadingitalic"/>
    <w:rsid w:val="001B6B20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1B6B20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1B6B20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1B6B20"/>
    <w:pPr>
      <w:spacing w:after="0"/>
    </w:pPr>
  </w:style>
  <w:style w:type="paragraph" w:customStyle="1" w:styleId="smallreturn">
    <w:name w:val="small return"/>
    <w:aliases w:val="sr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1B6B20"/>
    <w:pPr>
      <w:spacing w:after="0"/>
    </w:pPr>
  </w:style>
  <w:style w:type="paragraph" w:customStyle="1" w:styleId="headingbolditalic">
    <w:name w:val="heading bold italic"/>
    <w:aliases w:val="hbi"/>
    <w:basedOn w:val="heading"/>
    <w:rsid w:val="001B6B20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1B6B2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1B6B2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1B6B20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1B6B20"/>
    <w:pPr>
      <w:spacing w:after="0"/>
    </w:pPr>
  </w:style>
  <w:style w:type="paragraph" w:customStyle="1" w:styleId="blockbullet">
    <w:name w:val="block bullet"/>
    <w:aliases w:val="bb"/>
    <w:basedOn w:val="block"/>
    <w:rsid w:val="001B6B20"/>
    <w:pPr>
      <w:tabs>
        <w:tab w:val="num" w:pos="907"/>
      </w:tabs>
      <w:ind w:left="907" w:hanging="340"/>
    </w:pPr>
    <w:rPr>
      <w:rFonts w:eastAsia="Calibri" w:cs="Cordia New"/>
    </w:rPr>
  </w:style>
  <w:style w:type="paragraph" w:customStyle="1" w:styleId="acctfourfigureslongernumber3">
    <w:name w:val="acct four figures longer number3"/>
    <w:aliases w:val="a4+3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1B6B20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1B6B20"/>
    <w:pPr>
      <w:spacing w:after="0"/>
    </w:pPr>
  </w:style>
  <w:style w:type="paragraph" w:customStyle="1" w:styleId="eightptnormal">
    <w:name w:val="eight pt normal"/>
    <w:aliases w:val="8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1B6B20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1B6B20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1B6B20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1B6B20"/>
    <w:rPr>
      <w:b/>
      <w:bCs/>
    </w:rPr>
  </w:style>
  <w:style w:type="paragraph" w:customStyle="1" w:styleId="eightptbodytext">
    <w:name w:val="eight pt body text"/>
    <w:aliases w:val="8bt"/>
    <w:basedOn w:val="eightptnormal"/>
    <w:rsid w:val="001B6B20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1B6B20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1B6B20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1B6B20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1B6B20"/>
    <w:pPr>
      <w:spacing w:after="0"/>
    </w:pPr>
  </w:style>
  <w:style w:type="paragraph" w:customStyle="1" w:styleId="eightptblock">
    <w:name w:val="eight pt block"/>
    <w:aliases w:val="8b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1B6B20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1B6B20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1B6B20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1B6B20"/>
    <w:pPr>
      <w:spacing w:after="0"/>
    </w:pPr>
  </w:style>
  <w:style w:type="paragraph" w:customStyle="1" w:styleId="blockindent">
    <w:name w:val="block indent"/>
    <w:aliases w:val="bi"/>
    <w:basedOn w:val="block"/>
    <w:rsid w:val="001B6B20"/>
    <w:pPr>
      <w:ind w:left="737" w:hanging="170"/>
    </w:pPr>
    <w:rPr>
      <w:rFonts w:eastAsia="Calibri" w:cs="Cordia New"/>
    </w:rPr>
  </w:style>
  <w:style w:type="paragraph" w:customStyle="1" w:styleId="nineptnormalcentred">
    <w:name w:val="nine pt normal centred"/>
    <w:aliases w:val="9nc"/>
    <w:basedOn w:val="nineptnormal"/>
    <w:rsid w:val="001B6B20"/>
    <w:pPr>
      <w:jc w:val="center"/>
    </w:pPr>
  </w:style>
  <w:style w:type="paragraph" w:customStyle="1" w:styleId="nineptcol">
    <w:name w:val="nine pt %col"/>
    <w:aliases w:val="9%"/>
    <w:basedOn w:val="nineptnormal"/>
    <w:rsid w:val="001B6B20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1B6B20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1B6B20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1B6B20"/>
    <w:pPr>
      <w:spacing w:after="0"/>
    </w:pPr>
  </w:style>
  <w:style w:type="paragraph" w:customStyle="1" w:styleId="nineptblocklist">
    <w:name w:val="nine pt block list"/>
    <w:aliases w:val="9bl"/>
    <w:basedOn w:val="nineptblock"/>
    <w:rsid w:val="001B6B20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1B6B20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1B6B20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1B6B20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1B6B20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1B6B20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1B6B20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1B6B20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1B6B20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1B6B20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1B6B20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1B6B20"/>
    <w:pPr>
      <w:spacing w:after="80"/>
    </w:pPr>
  </w:style>
  <w:style w:type="paragraph" w:customStyle="1" w:styleId="nineptratecol">
    <w:name w:val="nine pt rate col"/>
    <w:aliases w:val="a9r"/>
    <w:basedOn w:val="nineptnormal"/>
    <w:rsid w:val="001B6B20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1B6B20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1B6B20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1B6B20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1B6B20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1B6B20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1B6B20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1B6B20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1B6B20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1B6B20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1B6B20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1B6B20"/>
    <w:pPr>
      <w:ind w:left="907" w:hanging="340"/>
    </w:pPr>
    <w:rPr>
      <w:rFonts w:eastAsia="Calibri" w:cs="Cordia New"/>
    </w:rPr>
  </w:style>
  <w:style w:type="paragraph" w:customStyle="1" w:styleId="List3i">
    <w:name w:val="List 3i"/>
    <w:aliases w:val="3i"/>
    <w:basedOn w:val="List2i"/>
    <w:rsid w:val="001B6B20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1B6B20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1B6B20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1B6B20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1B6B20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1B6B20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1B6B20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1B6B20"/>
    <w:pPr>
      <w:spacing w:after="80"/>
    </w:pPr>
  </w:style>
  <w:style w:type="paragraph" w:customStyle="1" w:styleId="blockbullet2">
    <w:name w:val="block bullet 2"/>
    <w:aliases w:val="bb2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1B6B20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1B6B20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eastAsia="Calibri" w:hAnsi="Times New Roman" w:cs="Cordia New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Calibri" w:hAnsi="Times New Roman" w:cs="Cordia New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1B6B20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1B6B20"/>
    <w:pPr>
      <w:spacing w:after="0" w:line="440" w:lineRule="exact"/>
      <w:jc w:val="center"/>
    </w:pPr>
    <w:rPr>
      <w:sz w:val="32"/>
      <w:u w:val="none"/>
    </w:rPr>
  </w:style>
  <w:style w:type="character" w:customStyle="1" w:styleId="DocumentMapChar">
    <w:name w:val="Document Map Char"/>
    <w:link w:val="DocumentMap"/>
    <w:semiHidden/>
    <w:rsid w:val="001B6B20"/>
    <w:rPr>
      <w:rFonts w:ascii="Tahoma" w:hAnsi="Tahoma" w:cs="Tahoma"/>
      <w:shd w:val="clear" w:color="auto" w:fill="000080"/>
    </w:rPr>
  </w:style>
  <w:style w:type="character" w:customStyle="1" w:styleId="AccPolicyHeadingCharChar">
    <w:name w:val="Acc Policy Heading Char Char"/>
    <w:rsid w:val="001B6B20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1B6B20"/>
    <w:rPr>
      <w:sz w:val="29"/>
      <w:szCs w:val="29"/>
    </w:rPr>
  </w:style>
  <w:style w:type="character" w:customStyle="1" w:styleId="shorttext">
    <w:name w:val="short_text"/>
    <w:basedOn w:val="DefaultParagraphFont"/>
    <w:rsid w:val="001B6B20"/>
  </w:style>
  <w:style w:type="paragraph" w:styleId="PlainText">
    <w:name w:val="Plain Text"/>
    <w:basedOn w:val="Normal"/>
    <w:link w:val="PlainTextChar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rsid w:val="001B6B20"/>
    <w:rPr>
      <w:rFonts w:ascii="Consolas" w:hAnsi="Consolas"/>
      <w:sz w:val="21"/>
      <w:szCs w:val="26"/>
    </w:rPr>
  </w:style>
  <w:style w:type="paragraph" w:styleId="CommentText">
    <w:name w:val="annotation text"/>
    <w:basedOn w:val="Normal"/>
    <w:link w:val="CommentTextChar"/>
    <w:rsid w:val="001B6B20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rsid w:val="001B6B20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B6B20"/>
    <w:rPr>
      <w:b/>
      <w:bCs/>
    </w:rPr>
  </w:style>
  <w:style w:type="character" w:customStyle="1" w:styleId="CommentSubjectChar">
    <w:name w:val="Comment Subject Char"/>
    <w:link w:val="CommentSubject"/>
    <w:rsid w:val="001B6B20"/>
    <w:rPr>
      <w:rFonts w:ascii="Arial" w:hAnsi="Arial"/>
      <w:b/>
      <w:bCs/>
      <w:szCs w:val="25"/>
    </w:rPr>
  </w:style>
  <w:style w:type="character" w:customStyle="1" w:styleId="Heading3Char">
    <w:name w:val="Heading 3 Char"/>
    <w:locked/>
    <w:rsid w:val="001B6B20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locked/>
    <w:rsid w:val="001B6B20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1B6B20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ocked/>
    <w:rsid w:val="001B6B20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1B6B20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1B6B20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locked/>
    <w:rsid w:val="001B6B20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1B6B20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1B6B20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1B6B20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1B6B20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1B6B20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1B6B20"/>
    <w:rPr>
      <w:rFonts w:cs="EucrosiaUPC"/>
      <w:sz w:val="30"/>
      <w:szCs w:val="30"/>
      <w:lang w:bidi="th-TH"/>
    </w:rPr>
  </w:style>
  <w:style w:type="character" w:customStyle="1" w:styleId="hps">
    <w:name w:val="hps"/>
    <w:rsid w:val="001B6B20"/>
    <w:rPr>
      <w:rFonts w:cs="Times New Roman"/>
    </w:rPr>
  </w:style>
  <w:style w:type="character" w:customStyle="1" w:styleId="gt-icon-text1">
    <w:name w:val="gt-icon-text1"/>
    <w:rsid w:val="001B6B20"/>
    <w:rPr>
      <w:rFonts w:cs="Times New Roman"/>
    </w:rPr>
  </w:style>
  <w:style w:type="character" w:customStyle="1" w:styleId="longtext">
    <w:name w:val="long_text"/>
    <w:rsid w:val="001B6B20"/>
    <w:rPr>
      <w:rFonts w:cs="Times New Roman"/>
    </w:rPr>
  </w:style>
  <w:style w:type="character" w:styleId="CommentReference">
    <w:name w:val="annotation reference"/>
    <w:rsid w:val="001B6B20"/>
    <w:rPr>
      <w:rFonts w:cs="Times New Roman"/>
      <w:sz w:val="16"/>
      <w:szCs w:val="16"/>
    </w:rPr>
  </w:style>
  <w:style w:type="character" w:customStyle="1" w:styleId="CharChar22">
    <w:name w:val="Char Char22"/>
    <w:rsid w:val="001B6B20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1B6B20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1B6B20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1B6B20"/>
  </w:style>
  <w:style w:type="character" w:styleId="Emphasis">
    <w:name w:val="Emphasis"/>
    <w:uiPriority w:val="20"/>
    <w:qFormat/>
    <w:rsid w:val="001B6B20"/>
    <w:rPr>
      <w:b w:val="0"/>
      <w:bCs w:val="0"/>
      <w:i w:val="0"/>
      <w:iCs w:val="0"/>
      <w:color w:val="D14836"/>
    </w:rPr>
  </w:style>
  <w:style w:type="paragraph" w:styleId="Revision">
    <w:name w:val="Revision"/>
    <w:hidden/>
    <w:uiPriority w:val="99"/>
    <w:semiHidden/>
    <w:rsid w:val="001B6B20"/>
    <w:rPr>
      <w:rFonts w:ascii="Arial" w:hAnsi="Arial"/>
      <w:sz w:val="18"/>
      <w:szCs w:val="22"/>
    </w:rPr>
  </w:style>
  <w:style w:type="character" w:styleId="Hyperlink">
    <w:name w:val="Hyperlink"/>
    <w:uiPriority w:val="99"/>
    <w:semiHidden/>
    <w:unhideWhenUsed/>
    <w:rsid w:val="001B6B20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rsid w:val="001B6B20"/>
    <w:rPr>
      <w:color w:val="4D90F0"/>
    </w:rPr>
  </w:style>
  <w:style w:type="paragraph" w:styleId="NormalWeb">
    <w:name w:val="Normal (Web)"/>
    <w:basedOn w:val="Normal"/>
    <w:uiPriority w:val="99"/>
    <w:semiHidden/>
    <w:unhideWhenUsed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ccountingPolicy">
    <w:name w:val="Accounting Policy"/>
    <w:basedOn w:val="Normal"/>
    <w:link w:val="AccountingPolicyChar1"/>
    <w:rsid w:val="001B6B20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B6B20"/>
    <w:rPr>
      <w:rFonts w:ascii="Univers 45 Light" w:eastAsia="MS Mincho" w:hAnsi="Univers 45 Light" w:cs="Univers 45 Light"/>
      <w:color w:val="000000"/>
      <w:lang w:val="en-GB" w:bidi="ar-SA"/>
    </w:rPr>
  </w:style>
  <w:style w:type="table" w:customStyle="1" w:styleId="TableGridLight1">
    <w:name w:val="Table Grid Light1"/>
    <w:basedOn w:val="TableNormal"/>
    <w:uiPriority w:val="40"/>
    <w:rsid w:val="001B6B20"/>
    <w:rPr>
      <w:rFonts w:ascii="Calibri" w:eastAsia="Calibri" w:hAnsi="Calibri" w:cs="Cordia New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FootnoteReference">
    <w:name w:val="footnote reference"/>
    <w:uiPriority w:val="99"/>
    <w:semiHidden/>
    <w:unhideWhenUsed/>
    <w:rsid w:val="00630121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DC6B86"/>
    <w:rPr>
      <w:rFonts w:ascii="Courier New" w:hAnsi="Courier New" w:cs="Courier New"/>
    </w:rPr>
  </w:style>
  <w:style w:type="paragraph" w:styleId="NoSpacing">
    <w:name w:val="No Spacing"/>
    <w:uiPriority w:val="1"/>
    <w:qFormat/>
    <w:rsid w:val="009354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1B022A"/>
    <w:rPr>
      <w:rFonts w:ascii="Arial" w:hAnsi="Arial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EA06D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character" w:customStyle="1" w:styleId="blockChar">
    <w:name w:val="block Char"/>
    <w:aliases w:val="b Char"/>
    <w:locked/>
    <w:rsid w:val="00077E0E"/>
    <w:rPr>
      <w:rFonts w:ascii="Times New Roman" w:hAnsi="Times New Roman"/>
      <w:sz w:val="22"/>
      <w:lang w:eastAsia="en-US" w:bidi="ar-SA"/>
    </w:rPr>
  </w:style>
  <w:style w:type="paragraph" w:customStyle="1" w:styleId="CM38">
    <w:name w:val="CM38"/>
    <w:basedOn w:val="Default"/>
    <w:next w:val="Default"/>
    <w:rsid w:val="00AE6289"/>
    <w:pPr>
      <w:spacing w:line="256" w:lineRule="atLeast"/>
    </w:pPr>
    <w:rPr>
      <w:rFonts w:ascii="Univers 45 Light" w:eastAsia="Times New Roman" w:hAnsi="Univers 45 Light" w:cs="Angsana New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6D687-57B4-4D01-A6AC-BAB84383B3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CBD423-BBEE-421F-8D44-592D66247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43FFC3-4678-4193-B830-764175EAE69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7768</TotalTime>
  <Pages>7</Pages>
  <Words>2053</Words>
  <Characters>8053</Characters>
  <Application>Microsoft Office Word</Application>
  <DocSecurity>0</DocSecurity>
  <Lines>67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ซันโค โกเซ (ประเทศไทย) จำกัด</vt:lpstr>
    </vt:vector>
  </TitlesOfParts>
  <Company>KPMG</Company>
  <LinksUpToDate>false</LinksUpToDate>
  <CharactersWithSpaces>10086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ซันโค โกเซ (ประเทศไทย) จำกัด</dc:title>
  <dc:subject/>
  <dc:creator>Pimchanok, Aemsaard</dc:creator>
  <cp:keywords/>
  <dc:description/>
  <cp:lastModifiedBy>Kornsiri, Chongaksorn</cp:lastModifiedBy>
  <cp:revision>1673</cp:revision>
  <cp:lastPrinted>2025-02-20T09:50:00Z</cp:lastPrinted>
  <dcterms:created xsi:type="dcterms:W3CDTF">2023-03-05T04:16:00Z</dcterms:created>
  <dcterms:modified xsi:type="dcterms:W3CDTF">2025-02-25T01:56:00Z</dcterms:modified>
</cp:coreProperties>
</file>