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67064" w14:textId="77777777" w:rsidR="005B3E1C" w:rsidRPr="00D46C03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left="2" w:right="-43" w:firstLine="1"/>
        <w:jc w:val="center"/>
        <w:rPr>
          <w:rFonts w:asciiTheme="majorBidi" w:hAnsiTheme="majorBidi" w:cstheme="majorBidi"/>
          <w:sz w:val="52"/>
          <w:szCs w:val="52"/>
        </w:rPr>
      </w:pPr>
      <w:bookmarkStart w:id="0" w:name="Title"/>
      <w:bookmarkStart w:id="1" w:name="SubTitle"/>
      <w:r w:rsidRPr="00D46C03">
        <w:rPr>
          <w:rFonts w:asciiTheme="majorBidi" w:hAnsiTheme="majorBidi" w:cstheme="majorBidi"/>
          <w:sz w:val="52"/>
          <w:szCs w:val="52"/>
          <w:cs/>
        </w:rPr>
        <w:t>บริษัท ทรอปิคอลแคนนิ่ง</w:t>
      </w:r>
      <w:r w:rsidRPr="00D46C03">
        <w:rPr>
          <w:rFonts w:asciiTheme="majorBidi" w:hAnsiTheme="majorBidi" w:cstheme="majorBidi"/>
          <w:sz w:val="52"/>
          <w:szCs w:val="52"/>
        </w:rPr>
        <w:t xml:space="preserve"> (</w:t>
      </w:r>
      <w:r w:rsidRPr="00D46C03">
        <w:rPr>
          <w:rFonts w:asciiTheme="majorBidi" w:hAnsiTheme="majorBidi" w:cstheme="majorBidi"/>
          <w:sz w:val="52"/>
          <w:szCs w:val="52"/>
          <w:cs/>
        </w:rPr>
        <w:t>ประเทศไทย</w:t>
      </w:r>
      <w:r w:rsidRPr="00D46C03">
        <w:rPr>
          <w:rFonts w:asciiTheme="majorBidi" w:hAnsiTheme="majorBidi" w:cstheme="majorBidi"/>
          <w:sz w:val="52"/>
          <w:szCs w:val="52"/>
        </w:rPr>
        <w:t xml:space="preserve">) </w:t>
      </w:r>
      <w:r w:rsidRPr="00D46C03">
        <w:rPr>
          <w:rFonts w:asciiTheme="majorBidi" w:hAnsiTheme="majorBidi" w:cstheme="majorBidi"/>
          <w:sz w:val="52"/>
          <w:szCs w:val="52"/>
          <w:cs/>
        </w:rPr>
        <w:t xml:space="preserve">จำกัด </w:t>
      </w:r>
      <w:r w:rsidRPr="00D46C03">
        <w:rPr>
          <w:rFonts w:asciiTheme="majorBidi" w:hAnsiTheme="majorBidi" w:cstheme="majorBidi"/>
          <w:sz w:val="52"/>
          <w:szCs w:val="52"/>
        </w:rPr>
        <w:t>(</w:t>
      </w:r>
      <w:r w:rsidRPr="00D46C03">
        <w:rPr>
          <w:rFonts w:asciiTheme="majorBidi" w:hAnsiTheme="majorBidi" w:cstheme="majorBidi"/>
          <w:sz w:val="52"/>
          <w:szCs w:val="52"/>
          <w:cs/>
        </w:rPr>
        <w:t>มหาชน</w:t>
      </w:r>
      <w:r w:rsidRPr="00D46C03">
        <w:rPr>
          <w:rFonts w:asciiTheme="majorBidi" w:hAnsiTheme="majorBidi" w:cstheme="majorBidi"/>
          <w:sz w:val="52"/>
          <w:szCs w:val="52"/>
        </w:rPr>
        <w:t>)</w:t>
      </w:r>
    </w:p>
    <w:p w14:paraId="6C0284F7" w14:textId="77777777" w:rsidR="005B3E1C" w:rsidRPr="00D46C03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  <w:r w:rsidRPr="00D46C03">
        <w:rPr>
          <w:rFonts w:asciiTheme="majorBidi" w:hAnsiTheme="majorBidi" w:cstheme="majorBidi"/>
          <w:sz w:val="52"/>
          <w:szCs w:val="52"/>
          <w:cs/>
        </w:rPr>
        <w:t>และบริษัท</w:t>
      </w:r>
      <w:r w:rsidRPr="006F4636">
        <w:rPr>
          <w:rFonts w:asciiTheme="majorBidi" w:hAnsiTheme="majorBidi" w:cstheme="majorBidi"/>
          <w:sz w:val="50"/>
          <w:szCs w:val="50"/>
          <w:cs/>
        </w:rPr>
        <w:t>ย่อย</w:t>
      </w:r>
    </w:p>
    <w:p w14:paraId="37B3F35D" w14:textId="77777777" w:rsidR="005B3E1C" w:rsidRPr="00D46C03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</w:p>
    <w:bookmarkEnd w:id="0"/>
    <w:bookmarkEnd w:id="1"/>
    <w:p w14:paraId="0D8C058A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r w:rsidRPr="00D46C03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Pr="00D46C03">
        <w:rPr>
          <w:rFonts w:asciiTheme="majorBidi" w:hAnsiTheme="majorBidi" w:cstheme="majorBidi"/>
          <w:sz w:val="32"/>
          <w:szCs w:val="32"/>
          <w:cs/>
          <w:lang w:val="th-TH"/>
        </w:rPr>
        <w:t>ระหว่างกาล</w:t>
      </w:r>
      <w:r w:rsidRPr="00D46C03">
        <w:rPr>
          <w:rFonts w:asciiTheme="majorBidi" w:hAnsiTheme="majorBidi" w:cstheme="majorBidi"/>
          <w:sz w:val="32"/>
          <w:szCs w:val="32"/>
          <w:cs/>
        </w:rPr>
        <w:t>แบบย่อ</w:t>
      </w:r>
    </w:p>
    <w:p w14:paraId="4FBD2EF0" w14:textId="77777777" w:rsidR="005B3E1C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/>
          <w:sz w:val="32"/>
          <w:szCs w:val="32"/>
          <w:cs/>
        </w:rPr>
      </w:pPr>
      <w:r w:rsidRPr="00D46C03">
        <w:rPr>
          <w:rFonts w:asciiTheme="majorBidi" w:hAnsiTheme="majorBidi" w:cstheme="majorBidi"/>
          <w:sz w:val="32"/>
          <w:szCs w:val="32"/>
          <w:cs/>
        </w:rPr>
        <w:t>สำหรับ</w:t>
      </w:r>
      <w:r w:rsidRPr="00026471">
        <w:rPr>
          <w:rFonts w:asciiTheme="majorBidi" w:hAnsiTheme="majorBidi" w:cstheme="majorBidi"/>
          <w:sz w:val="32"/>
          <w:szCs w:val="32"/>
          <w:cs/>
          <w:lang w:val="th-TH"/>
        </w:rPr>
        <w:t>งวดสามเดือน</w:t>
      </w:r>
      <w:r w:rsidRPr="00026471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026471">
        <w:rPr>
          <w:rFonts w:asciiTheme="majorBidi" w:hAnsiTheme="majorBidi" w:cstheme="majorBidi"/>
          <w:sz w:val="32"/>
          <w:szCs w:val="32"/>
          <w:cs/>
          <w:lang w:val="th-TH"/>
        </w:rPr>
        <w:t xml:space="preserve"> </w:t>
      </w:r>
      <w:r w:rsidRPr="00026471">
        <w:rPr>
          <w:rFonts w:asciiTheme="majorBidi" w:hAnsiTheme="majorBidi" w:cstheme="majorBidi"/>
          <w:sz w:val="32"/>
          <w:szCs w:val="32"/>
        </w:rPr>
        <w:t>3</w:t>
      </w:r>
      <w:r>
        <w:rPr>
          <w:rFonts w:asciiTheme="majorBidi" w:hAnsiTheme="majorBidi" w:cstheme="majorBidi"/>
          <w:sz w:val="32"/>
          <w:szCs w:val="32"/>
        </w:rPr>
        <w:t>1</w:t>
      </w:r>
      <w:r w:rsidRPr="00026471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Pr="004B1C81">
        <w:rPr>
          <w:rFonts w:asciiTheme="majorBidi" w:hAnsiTheme="majorBidi" w:hint="cs"/>
          <w:sz w:val="32"/>
          <w:szCs w:val="32"/>
          <w:cs/>
        </w:rPr>
        <w:t xml:space="preserve"> </w:t>
      </w:r>
      <w:r w:rsidRPr="004B1C81">
        <w:rPr>
          <w:rFonts w:asciiTheme="majorBidi" w:hAnsiTheme="majorBidi"/>
          <w:sz w:val="32"/>
          <w:szCs w:val="32"/>
        </w:rPr>
        <w:t>256</w:t>
      </w:r>
      <w:r>
        <w:rPr>
          <w:rFonts w:asciiTheme="majorBidi" w:hAnsiTheme="majorBidi"/>
          <w:sz w:val="32"/>
          <w:szCs w:val="32"/>
        </w:rPr>
        <w:t>8</w:t>
      </w:r>
    </w:p>
    <w:p w14:paraId="27BE82AF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eastAsia="MS Mincho" w:hAnsiTheme="majorBidi" w:cstheme="majorBidi"/>
          <w:sz w:val="32"/>
          <w:szCs w:val="32"/>
          <w:lang w:eastAsia="ja-JP"/>
        </w:rPr>
      </w:pPr>
      <w:r w:rsidRPr="00D46C03">
        <w:rPr>
          <w:rFonts w:asciiTheme="majorBidi" w:hAnsiTheme="majorBidi" w:cstheme="majorBidi"/>
          <w:sz w:val="32"/>
          <w:szCs w:val="32"/>
          <w:cs/>
        </w:rPr>
        <w:t>แล</w:t>
      </w:r>
      <w:r w:rsidRPr="00D46C03"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t>ะ</w:t>
      </w:r>
    </w:p>
    <w:p w14:paraId="52A830B7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r w:rsidRPr="00D46C03">
        <w:rPr>
          <w:rFonts w:asciiTheme="majorBidi" w:hAnsiTheme="majorBidi" w:cstheme="majorBidi"/>
          <w:sz w:val="32"/>
          <w:szCs w:val="32"/>
          <w:cs/>
        </w:rPr>
        <w:t>รายงานการสอบทานของผู้สอบบัญชีรับอนุญาต</w:t>
      </w:r>
    </w:p>
    <w:p w14:paraId="1961BEB7" w14:textId="77777777" w:rsidR="005B3E1C" w:rsidRPr="00D46C03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55DE2AFA" w14:textId="77777777" w:rsidR="005B3E1C" w:rsidRPr="00D46C03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47239103" w14:textId="77777777" w:rsidR="005B3E1C" w:rsidRPr="00D46C03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  <w:sectPr w:rsidR="005B3E1C" w:rsidRPr="00D46C03" w:rsidSect="005B3E1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</w:sectPr>
      </w:pPr>
    </w:p>
    <w:p w14:paraId="3A7EF1EA" w14:textId="77777777" w:rsidR="005B3E1C" w:rsidRPr="00D46C03" w:rsidRDefault="005B3E1C" w:rsidP="005B3E1C">
      <w:pPr>
        <w:tabs>
          <w:tab w:val="left" w:pos="8640"/>
        </w:tabs>
        <w:rPr>
          <w:rFonts w:asciiTheme="majorBidi" w:hAnsiTheme="majorBidi" w:cstheme="majorBidi"/>
          <w:b/>
          <w:sz w:val="22"/>
        </w:rPr>
      </w:pPr>
      <w:r w:rsidRPr="00D46C03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3135EF9" w14:textId="77777777" w:rsidR="005B3E1C" w:rsidRPr="00D46C03" w:rsidRDefault="005B3E1C" w:rsidP="005B3E1C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092F3C72" w14:textId="77777777" w:rsidR="005B3E1C" w:rsidRPr="00D46C03" w:rsidRDefault="005B3E1C" w:rsidP="005B3E1C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D46C03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 บริษัท ทรอปิคอลแคนนิ่ง (ประเทศไทย)</w:t>
      </w:r>
      <w:r w:rsidRPr="00D46C03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b/>
          <w:bCs/>
          <w:sz w:val="30"/>
          <w:szCs w:val="30"/>
          <w:cs/>
        </w:rPr>
        <w:t>จำกัด (มหาชน)</w:t>
      </w:r>
    </w:p>
    <w:p w14:paraId="742E878D" w14:textId="77777777" w:rsidR="005B3E1C" w:rsidRPr="00D46C03" w:rsidRDefault="005B3E1C" w:rsidP="005B3E1C">
      <w:pPr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38131785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1A661847">
        <w:rPr>
          <w:rFonts w:asciiTheme="majorBidi" w:hAnsiTheme="majorBidi" w:cstheme="majorBidi"/>
          <w:sz w:val="30"/>
          <w:szCs w:val="30"/>
          <w:cs/>
        </w:rPr>
        <w:t>ข้าพเจ้าได้สอบทานงบฐานะการเงินรวมและ</w:t>
      </w:r>
      <w:r>
        <w:rPr>
          <w:rFonts w:asciiTheme="majorBidi" w:hAnsiTheme="majorBidi" w:cstheme="majorBidi"/>
          <w:sz w:val="30"/>
          <w:szCs w:val="30"/>
          <w:cs/>
        </w:rPr>
        <w:t>งบฐานะการเงิน</w:t>
      </w:r>
      <w:r w:rsidRPr="1A661847">
        <w:rPr>
          <w:rFonts w:asciiTheme="majorBidi" w:hAnsiTheme="majorBidi" w:cstheme="majorBidi"/>
          <w:sz w:val="30"/>
          <w:szCs w:val="30"/>
          <w:cs/>
        </w:rPr>
        <w:t>เฉพาะกิจการ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z w:val="30"/>
          <w:szCs w:val="30"/>
          <w:cs/>
        </w:rPr>
        <w:t>ณ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00026471">
        <w:rPr>
          <w:rFonts w:asciiTheme="majorBidi" w:hAnsiTheme="majorBidi" w:cstheme="majorBidi"/>
          <w:sz w:val="30"/>
          <w:szCs w:val="30"/>
        </w:rPr>
        <w:t>3</w:t>
      </w:r>
      <w:r>
        <w:rPr>
          <w:rFonts w:asciiTheme="majorBidi" w:hAnsiTheme="majorBidi" w:cstheme="majorBidi"/>
          <w:sz w:val="30"/>
          <w:szCs w:val="30"/>
        </w:rPr>
        <w:t>1</w:t>
      </w:r>
      <w:r w:rsidRPr="00026471"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8</w:t>
      </w:r>
      <w:r w:rsidRPr="1A661847">
        <w:rPr>
          <w:rFonts w:asciiTheme="majorBidi" w:hAnsiTheme="majorBidi" w:cstheme="majorBidi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 </w:t>
      </w:r>
      <w:r>
        <w:rPr>
          <w:rFonts w:asciiTheme="majorBid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1A661847">
        <w:rPr>
          <w:rFonts w:asciiTheme="majorBidi" w:hAnsiTheme="majorBidi" w:cstheme="majorBidi"/>
          <w:sz w:val="30"/>
          <w:szCs w:val="30"/>
          <w:cs/>
        </w:rPr>
        <w:t>รวม</w:t>
      </w:r>
      <w:r w:rsidRPr="1A661847">
        <w:rPr>
          <w:rFonts w:asciiTheme="majorBidi" w:hAnsiTheme="majorBidi" w:cstheme="majorBidi"/>
          <w:spacing w:val="-6"/>
          <w:sz w:val="30"/>
          <w:szCs w:val="30"/>
          <w:cs/>
        </w:rPr>
        <w:t>และ</w:t>
      </w:r>
      <w:r>
        <w:rPr>
          <w:rFonts w:asciiTheme="majorBidi" w:hAnsiTheme="majorBidi" w:cstheme="majorBidi"/>
          <w:spacing w:val="-6"/>
          <w:sz w:val="30"/>
          <w:szCs w:val="30"/>
          <w:cs/>
        </w:rPr>
        <w:t>งบการเปลี่ยนแปลงส่วนของผู้ถือหุ้น</w:t>
      </w:r>
      <w:r w:rsidRPr="1A661847">
        <w:rPr>
          <w:rFonts w:asciiTheme="majorBidi" w:hAnsiTheme="majorBidi" w:cstheme="majorBidi"/>
          <w:spacing w:val="-6"/>
          <w:sz w:val="30"/>
          <w:szCs w:val="30"/>
          <w:cs/>
        </w:rPr>
        <w:t>เฉพาะกิจการ</w:t>
      </w:r>
      <w:r w:rsidRPr="1A661847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pacing w:val="-6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Pr="1A661847">
        <w:rPr>
          <w:rFonts w:asciiTheme="majorBidi" w:hAnsiTheme="majorBidi" w:cstheme="majorBidi"/>
          <w:spacing w:val="4"/>
          <w:sz w:val="30"/>
          <w:szCs w:val="30"/>
          <w:cs/>
        </w:rPr>
        <w:t>สำหรับ</w:t>
      </w:r>
      <w:r w:rsidRPr="1A661847">
        <w:rPr>
          <w:rFonts w:asciiTheme="majorBidi" w:hAnsiTheme="majorBidi" w:cstheme="majorBidi"/>
          <w:sz w:val="30"/>
          <w:szCs w:val="30"/>
          <w:cs/>
        </w:rPr>
        <w:t>งวด</w:t>
      </w:r>
      <w:r>
        <w:rPr>
          <w:rFonts w:asciiTheme="majorBidi" w:hAnsiTheme="majorBidi" w:cstheme="majorBidi" w:hint="cs"/>
          <w:sz w:val="30"/>
          <w:szCs w:val="30"/>
          <w:cs/>
        </w:rPr>
        <w:t>สาม</w:t>
      </w:r>
      <w:r w:rsidRPr="00DB68EA">
        <w:rPr>
          <w:rFonts w:asciiTheme="majorBidi" w:hAnsiTheme="majorBidi" w:cstheme="majorBidi"/>
          <w:sz w:val="30"/>
          <w:szCs w:val="30"/>
          <w:cs/>
        </w:rPr>
        <w:t>เดือน</w:t>
      </w:r>
      <w:r w:rsidRPr="00026471">
        <w:rPr>
          <w:rFonts w:asciiTheme="majorBidi" w:hAnsiTheme="majorBidi" w:cstheme="majorBidi"/>
          <w:sz w:val="30"/>
          <w:szCs w:val="30"/>
          <w:cs/>
        </w:rPr>
        <w:t xml:space="preserve">สิ้นสุดวันที่ </w:t>
      </w:r>
      <w:r w:rsidRPr="00026471">
        <w:rPr>
          <w:rFonts w:asciiTheme="majorBidi" w:hAnsiTheme="majorBidi" w:cstheme="majorBidi"/>
          <w:sz w:val="30"/>
          <w:szCs w:val="30"/>
        </w:rPr>
        <w:t>3</w:t>
      </w:r>
      <w:r>
        <w:rPr>
          <w:rFonts w:asciiTheme="majorBidi" w:hAnsiTheme="majorBidi" w:cstheme="majorBidi"/>
          <w:sz w:val="30"/>
          <w:szCs w:val="30"/>
        </w:rPr>
        <w:t>1</w:t>
      </w:r>
      <w:r w:rsidRPr="00026471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pacing w:val="-4"/>
          <w:sz w:val="30"/>
          <w:szCs w:val="30"/>
        </w:rPr>
        <w:t>256</w:t>
      </w:r>
      <w:r>
        <w:rPr>
          <w:rFonts w:asciiTheme="majorBidi" w:hAnsiTheme="majorBidi" w:cstheme="majorBidi"/>
          <w:spacing w:val="-4"/>
          <w:sz w:val="30"/>
          <w:szCs w:val="30"/>
        </w:rPr>
        <w:t>8</w:t>
      </w:r>
      <w:r w:rsidRPr="1A661847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pacing w:val="-4"/>
          <w:sz w:val="30"/>
          <w:szCs w:val="30"/>
          <w:cs/>
        </w:rPr>
        <w:t>และหมายเหตุประกอบงบการเงินแบบย่อ (ข้อมูลทางการเงินระหว่างกาล) ของบริษัท ทรอปิคอลแคนนิ่ง</w:t>
      </w:r>
      <w:r w:rsidRPr="1A661847">
        <w:rPr>
          <w:rFonts w:asciiTheme="majorBidi" w:hAnsiTheme="majorBidi" w:cstheme="majorBidi"/>
          <w:sz w:val="30"/>
          <w:szCs w:val="30"/>
          <w:cs/>
        </w:rPr>
        <w:t xml:space="preserve"> (ประเทศไทย)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z w:val="30"/>
          <w:szCs w:val="30"/>
          <w:cs/>
        </w:rPr>
        <w:t>จำกัด (มหาชน) และบริษัทย่อย และของเฉพาะบริษัท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pacing w:val="-4"/>
          <w:sz w:val="30"/>
          <w:szCs w:val="30"/>
          <w:cs/>
        </w:rPr>
        <w:t>ทรอปิคอลแคนนิ่ง</w:t>
      </w:r>
      <w:r w:rsidRPr="1A661847">
        <w:rPr>
          <w:rFonts w:asciiTheme="majorBidi" w:hAnsiTheme="majorBidi" w:cstheme="majorBidi"/>
          <w:sz w:val="30"/>
          <w:szCs w:val="30"/>
          <w:cs/>
        </w:rPr>
        <w:t xml:space="preserve"> (ประเทศไทย)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z w:val="30"/>
          <w:szCs w:val="30"/>
          <w:cs/>
        </w:rPr>
        <w:t>จำกัด (มหาชน)ตามลำดับ ซึ่งผู้บริหาร</w:t>
      </w:r>
      <w:r w:rsidRPr="1A661847">
        <w:rPr>
          <w:rFonts w:asciiTheme="majorBidi" w:hAnsiTheme="majorBidi" w:cstheme="majorBidi"/>
          <w:spacing w:val="-4"/>
          <w:sz w:val="30"/>
          <w:szCs w:val="30"/>
          <w:cs/>
        </w:rPr>
        <w:t>ของกิจการเป็นผู้รับผิดชอบในการจัดทำ</w:t>
      </w:r>
      <w:r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pacing w:val="-4"/>
          <w:sz w:val="30"/>
          <w:szCs w:val="30"/>
          <w:cs/>
        </w:rPr>
        <w:t xml:space="preserve">และนำเสนอข้อมูลทางการเงินระหว่างกาลเหล่านี้ ตามมาตรฐานการบัญชีฉบับที่ </w:t>
      </w:r>
      <w:r w:rsidRPr="1A661847">
        <w:rPr>
          <w:rFonts w:asciiTheme="majorBidi" w:hAnsiTheme="majorBidi" w:cstheme="majorBidi"/>
          <w:spacing w:val="-4"/>
          <w:sz w:val="30"/>
          <w:szCs w:val="30"/>
        </w:rPr>
        <w:t xml:space="preserve">34 </w:t>
      </w:r>
      <w:r w:rsidRPr="1A661847">
        <w:rPr>
          <w:rFonts w:asciiTheme="majorBidi" w:hAnsiTheme="majorBidi" w:cstheme="majorBidi"/>
          <w:spacing w:val="-4"/>
          <w:sz w:val="30"/>
          <w:szCs w:val="30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</w:t>
      </w:r>
      <w:r w:rsidRPr="1A661847">
        <w:rPr>
          <w:rFonts w:asciiTheme="majorBidi" w:hAnsiTheme="majorBidi" w:cstheme="majorBidi"/>
          <w:sz w:val="30"/>
          <w:szCs w:val="30"/>
          <w:cs/>
        </w:rPr>
        <w:t>ดังกล่าวจากผลการสอบทานของข้าพเจ้า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</w:p>
    <w:p w14:paraId="4F7A275A" w14:textId="77777777" w:rsidR="005B3E1C" w:rsidRPr="00D46C03" w:rsidRDefault="005B3E1C" w:rsidP="005B3E1C">
      <w:pPr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1C447FF7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D46C03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0AEDD929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61B0B6BC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  <w:cs/>
        </w:rPr>
        <w:t>รหัส</w:t>
      </w:r>
      <w:r w:rsidRPr="00D46C03">
        <w:rPr>
          <w:rFonts w:asciiTheme="majorBidi" w:hAnsiTheme="majorBidi" w:cstheme="majorBidi"/>
          <w:sz w:val="30"/>
          <w:szCs w:val="30"/>
        </w:rPr>
        <w:t xml:space="preserve"> 2410 “</w:t>
      </w:r>
      <w:r w:rsidRPr="00D46C03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46C03">
        <w:rPr>
          <w:rFonts w:asciiTheme="majorBidi" w:hAnsiTheme="majorBidi" w:cstheme="majorBidi"/>
          <w:sz w:val="30"/>
          <w:szCs w:val="30"/>
        </w:rPr>
        <w:t>”</w:t>
      </w:r>
      <w:r w:rsidRPr="00D46C03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535F3704" w14:textId="77777777" w:rsidR="005B3E1C" w:rsidRPr="00D46C03" w:rsidRDefault="005B3E1C" w:rsidP="005B3E1C">
      <w:pPr>
        <w:autoSpaceDE w:val="0"/>
        <w:autoSpaceDN w:val="0"/>
        <w:adjustRightInd w:val="0"/>
        <w:spacing w:before="240"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6CE83CD" w14:textId="77777777" w:rsidR="005B3E1C" w:rsidRPr="00D46C03" w:rsidRDefault="005B3E1C" w:rsidP="005B3E1C">
      <w:pPr>
        <w:autoSpaceDE w:val="0"/>
        <w:autoSpaceDN w:val="0"/>
        <w:adjustRightInd w:val="0"/>
        <w:spacing w:before="240"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3BA2FFCD" w14:textId="77777777" w:rsidR="005B3E1C" w:rsidRPr="00D46C03" w:rsidRDefault="005B3E1C" w:rsidP="005B3E1C">
      <w:pPr>
        <w:autoSpaceDE w:val="0"/>
        <w:autoSpaceDN w:val="0"/>
        <w:adjustRightInd w:val="0"/>
        <w:spacing w:before="240"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  <w:sectPr w:rsidR="005B3E1C" w:rsidRPr="00D46C03" w:rsidSect="005B3E1C">
          <w:footerReference w:type="default" r:id="rId17"/>
          <w:headerReference w:type="first" r:id="rId18"/>
          <w:footerReference w:type="first" r:id="rId19"/>
          <w:type w:val="nextColumn"/>
          <w:pgSz w:w="11909" w:h="16834" w:code="9"/>
          <w:pgMar w:top="691" w:right="1152" w:bottom="576" w:left="1152" w:header="720" w:footer="720" w:gutter="0"/>
          <w:cols w:space="720"/>
          <w:titlePg/>
        </w:sectPr>
      </w:pPr>
    </w:p>
    <w:p w14:paraId="773C3B61" w14:textId="77777777" w:rsidR="005B3E1C" w:rsidRPr="00D46C03" w:rsidRDefault="005B3E1C" w:rsidP="005B3E1C">
      <w:pPr>
        <w:rPr>
          <w:rFonts w:asciiTheme="majorBidi" w:hAnsiTheme="majorBidi" w:cstheme="majorBidi"/>
          <w:i/>
          <w:iCs/>
          <w:sz w:val="30"/>
          <w:szCs w:val="30"/>
        </w:rPr>
      </w:pPr>
      <w:r w:rsidRPr="00D46C03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5CBEE542" w14:textId="77777777" w:rsidR="005B3E1C" w:rsidRPr="00D46C03" w:rsidRDefault="005B3E1C" w:rsidP="005B3E1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226DF9E8" w14:textId="77777777" w:rsidR="005B3E1C" w:rsidRPr="00D46C03" w:rsidRDefault="005B3E1C" w:rsidP="005B3E1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D46C03">
        <w:rPr>
          <w:rFonts w:asciiTheme="majorBidi" w:hAnsiTheme="majorBidi" w:cstheme="majorBidi"/>
          <w:sz w:val="30"/>
          <w:szCs w:val="30"/>
        </w:rPr>
        <w:t>34</w:t>
      </w:r>
      <w:r w:rsidRPr="00D46C0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70190674" w14:textId="77777777" w:rsidR="005B3E1C" w:rsidRPr="00D46C03" w:rsidRDefault="005B3E1C" w:rsidP="005B3E1C">
      <w:pPr>
        <w:rPr>
          <w:rFonts w:asciiTheme="majorBidi" w:hAnsiTheme="majorBidi" w:cstheme="majorBidi"/>
          <w:sz w:val="30"/>
          <w:szCs w:val="30"/>
        </w:rPr>
      </w:pPr>
    </w:p>
    <w:p w14:paraId="0B1993CB" w14:textId="77777777" w:rsidR="005B3E1C" w:rsidRPr="00D46C03" w:rsidRDefault="005B3E1C" w:rsidP="005B3E1C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6F478BC4" w14:textId="77777777" w:rsidR="005B3E1C" w:rsidRPr="00D46C03" w:rsidRDefault="005B3E1C" w:rsidP="005B3E1C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26C9C0D0" w14:textId="77777777" w:rsidR="005B3E1C" w:rsidRPr="00D46C03" w:rsidRDefault="005B3E1C" w:rsidP="005B3E1C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57ABC79A" w14:textId="77777777" w:rsidR="00AC309F" w:rsidRPr="00AC309F" w:rsidRDefault="00AC309F" w:rsidP="00AC3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lang w:val="th-TH"/>
        </w:rPr>
      </w:pPr>
      <w:r w:rsidRPr="00AC309F">
        <w:rPr>
          <w:rFonts w:asciiTheme="majorBidi" w:hAnsiTheme="majorBidi"/>
          <w:sz w:val="30"/>
          <w:szCs w:val="30"/>
          <w:cs/>
          <w:lang w:val="th-TH"/>
        </w:rPr>
        <w:t>(ฌัลลิกา ปัญญา)</w:t>
      </w:r>
    </w:p>
    <w:p w14:paraId="741531AA" w14:textId="77777777" w:rsidR="00AC309F" w:rsidRPr="00AC309F" w:rsidRDefault="00AC309F" w:rsidP="00AC3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lang w:val="th-TH"/>
        </w:rPr>
      </w:pPr>
      <w:r w:rsidRPr="00AC309F">
        <w:rPr>
          <w:rFonts w:asciiTheme="majorBidi" w:hAnsiTheme="majorBidi"/>
          <w:sz w:val="30"/>
          <w:szCs w:val="30"/>
          <w:cs/>
          <w:lang w:val="th-TH"/>
        </w:rPr>
        <w:t xml:space="preserve">ผู้สอบบัญชีรับอนุญาต </w:t>
      </w:r>
    </w:p>
    <w:p w14:paraId="66D81389" w14:textId="3617C06C" w:rsidR="005B3E1C" w:rsidRPr="00E17BCF" w:rsidRDefault="00AC309F" w:rsidP="00AC3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AC309F">
        <w:rPr>
          <w:rFonts w:asciiTheme="majorBidi" w:hAnsiTheme="majorBidi"/>
          <w:sz w:val="30"/>
          <w:szCs w:val="30"/>
          <w:cs/>
          <w:lang w:val="th-TH"/>
        </w:rPr>
        <w:t>เลขทะเบียน</w:t>
      </w:r>
      <w:r w:rsidR="00E17BCF">
        <w:rPr>
          <w:rFonts w:asciiTheme="majorBidi" w:hAnsiTheme="majorBidi" w:hint="cs"/>
          <w:sz w:val="30"/>
          <w:szCs w:val="30"/>
          <w:cs/>
          <w:lang w:val="th-TH"/>
        </w:rPr>
        <w:t xml:space="preserve"> </w:t>
      </w:r>
      <w:r w:rsidR="00E17BCF">
        <w:rPr>
          <w:rFonts w:asciiTheme="majorBidi" w:hAnsiTheme="majorBidi"/>
          <w:sz w:val="30"/>
          <w:szCs w:val="30"/>
        </w:rPr>
        <w:t>11872</w:t>
      </w:r>
    </w:p>
    <w:p w14:paraId="0A726ADB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279FF3D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7D41C363" w14:textId="77777777" w:rsidR="005B3E1C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5EF1B34F" w14:textId="5EA324B1" w:rsidR="005B3E1C" w:rsidRPr="00D46C03" w:rsidRDefault="00751221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13</w:t>
      </w:r>
      <w:r w:rsidR="005B3E1C" w:rsidRPr="00026471">
        <w:rPr>
          <w:rFonts w:asciiTheme="majorBidi" w:hAnsiTheme="majorBidi" w:cstheme="majorBidi"/>
          <w:sz w:val="30"/>
          <w:szCs w:val="30"/>
        </w:rPr>
        <w:t xml:space="preserve"> </w:t>
      </w:r>
      <w:r w:rsidR="005B3E1C">
        <w:rPr>
          <w:rFonts w:asciiTheme="majorBidi" w:hAnsiTheme="majorBidi" w:cstheme="majorBidi" w:hint="cs"/>
          <w:sz w:val="30"/>
          <w:szCs w:val="30"/>
          <w:cs/>
        </w:rPr>
        <w:t>พฤษภาคม</w:t>
      </w:r>
      <w:r w:rsidR="005B3E1C" w:rsidRPr="0002647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5B3E1C">
        <w:rPr>
          <w:rFonts w:asciiTheme="majorBidi" w:hAnsiTheme="majorBidi" w:cstheme="majorBidi"/>
          <w:sz w:val="30"/>
          <w:szCs w:val="30"/>
        </w:rPr>
        <w:t>2568</w:t>
      </w:r>
    </w:p>
    <w:p w14:paraId="1C6248B4" w14:textId="77777777" w:rsidR="005B3E1C" w:rsidRDefault="005B3E1C" w:rsidP="008350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b/>
          <w:bCs/>
          <w:sz w:val="30"/>
          <w:szCs w:val="30"/>
        </w:rPr>
      </w:pPr>
    </w:p>
    <w:p w14:paraId="625164E5" w14:textId="17FFAD82" w:rsidR="00684EEC" w:rsidRPr="000F5DD3" w:rsidRDefault="00684EEC" w:rsidP="009D0359">
      <w:pPr>
        <w:pStyle w:val="Heading1"/>
        <w:numPr>
          <w:ilvl w:val="0"/>
          <w:numId w:val="0"/>
        </w:numPr>
        <w:tabs>
          <w:tab w:val="left" w:pos="540"/>
        </w:tabs>
        <w:spacing w:line="240" w:lineRule="auto"/>
        <w:jc w:val="both"/>
        <w:rPr>
          <w:rFonts w:asciiTheme="majorBidi" w:hAnsiTheme="majorBidi" w:cstheme="majorBidi"/>
          <w:color w:val="FFFFFF" w:themeColor="background1"/>
          <w:szCs w:val="30"/>
        </w:rPr>
      </w:pPr>
    </w:p>
    <w:p w14:paraId="4E36BBA1" w14:textId="77777777" w:rsidR="005F68B1" w:rsidRPr="005F68B1" w:rsidRDefault="005F68B1" w:rsidP="00331DFD">
      <w:pPr>
        <w:pStyle w:val="block"/>
        <w:spacing w:after="0" w:line="240" w:lineRule="auto"/>
        <w:ind w:right="-25"/>
        <w:jc w:val="thaiDistribute"/>
        <w:rPr>
          <w:rFonts w:asciiTheme="majorBidi" w:hAnsiTheme="majorBidi" w:cstheme="majorBidi"/>
          <w:spacing w:val="-8"/>
          <w:sz w:val="30"/>
          <w:szCs w:val="30"/>
          <w:lang w:val="en-US" w:bidi="th-TH"/>
        </w:rPr>
      </w:pPr>
    </w:p>
    <w:sectPr w:rsidR="005F68B1" w:rsidRPr="005F68B1" w:rsidSect="00032FE2">
      <w:headerReference w:type="default" r:id="rId20"/>
      <w:footerReference w:type="default" r:id="rId21"/>
      <w:type w:val="nextColumn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2EFD8" w14:textId="77777777" w:rsidR="00C51914" w:rsidRDefault="00C51914" w:rsidP="00CE3999">
      <w:pPr>
        <w:pStyle w:val="BodyText2"/>
      </w:pPr>
      <w:r>
        <w:separator/>
      </w:r>
    </w:p>
  </w:endnote>
  <w:endnote w:type="continuationSeparator" w:id="0">
    <w:p w14:paraId="06B87FD5" w14:textId="77777777" w:rsidR="00C51914" w:rsidRDefault="00C51914" w:rsidP="00CE3999">
      <w:pPr>
        <w:pStyle w:val="BodyText2"/>
      </w:pPr>
      <w:r>
        <w:continuationSeparator/>
      </w:r>
    </w:p>
  </w:endnote>
  <w:endnote w:type="continuationNotice" w:id="1">
    <w:p w14:paraId="5A21E173" w14:textId="77777777" w:rsidR="00C51914" w:rsidRDefault="00C519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ADC7A" w14:textId="77777777" w:rsidR="002E28A9" w:rsidRDefault="002E28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4BC59" w14:textId="77777777" w:rsidR="005B3E1C" w:rsidRDefault="005B3E1C" w:rsidP="00CA04F4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97644" w14:textId="77777777" w:rsidR="002E28A9" w:rsidRDefault="002E28A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980E3" w14:textId="77777777" w:rsidR="005B3E1C" w:rsidRPr="00240FF9" w:rsidRDefault="005B3E1C">
    <w:pPr>
      <w:pStyle w:val="Footer"/>
      <w:jc w:val="center"/>
      <w:rPr>
        <w:rFonts w:ascii="Angsana New" w:hAnsi="Angsana New"/>
        <w:sz w:val="30"/>
        <w:szCs w:val="30"/>
      </w:rPr>
    </w:pPr>
    <w:r w:rsidRPr="00240FF9">
      <w:rPr>
        <w:rFonts w:ascii="Angsana New" w:hAnsi="Angsana New"/>
        <w:sz w:val="30"/>
        <w:szCs w:val="30"/>
      </w:rPr>
      <w:fldChar w:fldCharType="begin"/>
    </w:r>
    <w:r w:rsidRPr="00240FF9">
      <w:rPr>
        <w:rFonts w:ascii="Angsana New" w:hAnsi="Angsana New"/>
        <w:sz w:val="30"/>
        <w:szCs w:val="30"/>
      </w:rPr>
      <w:instrText xml:space="preserve"> PAGE   \* MERGEFORMAT </w:instrText>
    </w:r>
    <w:r w:rsidRPr="00240FF9">
      <w:rPr>
        <w:rFonts w:ascii="Angsana New" w:hAnsi="Angsana New"/>
        <w:sz w:val="30"/>
        <w:szCs w:val="30"/>
      </w:rPr>
      <w:fldChar w:fldCharType="separate"/>
    </w:r>
    <w:r w:rsidRPr="005A64ED">
      <w:rPr>
        <w:rFonts w:ascii="Angsana New" w:hAnsi="Angsana New"/>
        <w:noProof/>
        <w:sz w:val="30"/>
        <w:szCs w:val="30"/>
      </w:rPr>
      <w:t>6</w:t>
    </w:r>
    <w:r w:rsidRPr="00240FF9">
      <w:rPr>
        <w:rFonts w:ascii="Angsana New" w:hAnsi="Angsana New"/>
        <w:noProof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A31F3" w14:textId="77777777" w:rsidR="005B3E1C" w:rsidRDefault="005B3E1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13F6" w14:textId="77777777" w:rsidR="005B3E1C" w:rsidRPr="004233E3" w:rsidRDefault="005B3E1C" w:rsidP="000D0AF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4233E3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4233E3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7</w:t>
    </w:r>
    <w:r w:rsidRPr="005A64ED">
      <w:rPr>
        <w:rStyle w:val="PageNumber"/>
        <w:rFonts w:ascii="Angsana New" w:hAnsi="Angsana New"/>
        <w:noProof/>
        <w:sz w:val="30"/>
        <w:szCs w:val="30"/>
      </w:rPr>
      <w:t>5</w: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47D8AF4A" w14:textId="77777777" w:rsidR="005B3E1C" w:rsidRPr="000F024E" w:rsidRDefault="005B3E1C" w:rsidP="00012399">
    <w:pPr>
      <w:pStyle w:val="Footer"/>
      <w:tabs>
        <w:tab w:val="decimal" w:pos="14130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1E1B2" w14:textId="77777777" w:rsidR="00C51914" w:rsidRDefault="00C51914" w:rsidP="00CE3999">
      <w:pPr>
        <w:pStyle w:val="BodyText2"/>
      </w:pPr>
      <w:r>
        <w:separator/>
      </w:r>
    </w:p>
  </w:footnote>
  <w:footnote w:type="continuationSeparator" w:id="0">
    <w:p w14:paraId="33ABD174" w14:textId="77777777" w:rsidR="00C51914" w:rsidRDefault="00C51914" w:rsidP="00CE3999">
      <w:pPr>
        <w:pStyle w:val="BodyText2"/>
      </w:pPr>
      <w:r>
        <w:continuationSeparator/>
      </w:r>
    </w:p>
  </w:footnote>
  <w:footnote w:type="continuationNotice" w:id="1">
    <w:p w14:paraId="497215E5" w14:textId="77777777" w:rsidR="00C51914" w:rsidRDefault="00C519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CCBC" w14:textId="77777777" w:rsidR="002E28A9" w:rsidRDefault="002E28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84FF5" w14:textId="77777777" w:rsidR="005B3E1C" w:rsidRPr="002E28A9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46004843" w14:textId="77777777" w:rsidR="005B3E1C" w:rsidRPr="002E28A9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13E11F83" w14:textId="77777777" w:rsidR="005B3E1C" w:rsidRPr="002E28A9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E82B104" w14:textId="77777777" w:rsidR="005B3E1C" w:rsidRPr="002E28A9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6CDCAC8" w14:textId="77777777" w:rsidR="005B3E1C" w:rsidRPr="002E28A9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0FE93CD1" w14:textId="77777777" w:rsidR="005B3E1C" w:rsidRPr="002E28A9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8619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245B3F6E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5B9D2A56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76E1B1B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1612A9F0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50E0878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667CAD8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6DDA5D9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BA347" w14:textId="77777777" w:rsidR="002974A2" w:rsidRPr="00DA7F9C" w:rsidRDefault="002974A2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703AC3D" w14:textId="77777777" w:rsidR="002974A2" w:rsidRPr="00DA7F9C" w:rsidRDefault="002974A2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2F38B02" w14:textId="77777777" w:rsidR="002974A2" w:rsidRPr="00DA7F9C" w:rsidRDefault="002974A2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428A677" w14:textId="77777777" w:rsidR="002974A2" w:rsidRPr="00DA7F9C" w:rsidRDefault="002974A2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1686FBCC" w14:textId="77777777" w:rsidR="002974A2" w:rsidRPr="00DA7F9C" w:rsidRDefault="002974A2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53768F69" w14:textId="77777777" w:rsidR="002974A2" w:rsidRPr="00DA7F9C" w:rsidRDefault="002974A2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66881DF" w14:textId="77777777" w:rsidR="002974A2" w:rsidRPr="00DA7F9C" w:rsidRDefault="002974A2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24AE980" w14:textId="77777777" w:rsidR="002974A2" w:rsidRPr="00DA7F9C" w:rsidRDefault="002974A2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6CE28" w14:textId="77777777" w:rsidR="00C148E4" w:rsidRPr="00D57B1D" w:rsidRDefault="00C148E4" w:rsidP="00BB4C9E">
    <w:pPr>
      <w:rPr>
        <w:rFonts w:ascii="Angsana New" w:hAnsi="Angsana New"/>
        <w:sz w:val="32"/>
        <w:szCs w:val="32"/>
      </w:rPr>
    </w:pPr>
  </w:p>
  <w:p w14:paraId="36C529CA" w14:textId="77777777" w:rsidR="00D57B1D" w:rsidRPr="00D57B1D" w:rsidRDefault="00D57B1D" w:rsidP="00BB4C9E">
    <w:pPr>
      <w:rPr>
        <w:rFonts w:ascii="Angsana New" w:hAnsi="Angsana New"/>
        <w:sz w:val="32"/>
        <w:szCs w:val="32"/>
      </w:rPr>
    </w:pPr>
  </w:p>
  <w:p w14:paraId="05A884B0" w14:textId="77777777" w:rsidR="00D57B1D" w:rsidRPr="00D57B1D" w:rsidRDefault="00D57B1D" w:rsidP="00BB4C9E">
    <w:pPr>
      <w:rPr>
        <w:rFonts w:ascii="Angsana New" w:hAnsi="Angsana New"/>
        <w:sz w:val="32"/>
        <w:szCs w:val="32"/>
      </w:rPr>
    </w:pPr>
  </w:p>
  <w:p w14:paraId="1B0CA8E2" w14:textId="77777777" w:rsidR="00D57B1D" w:rsidRPr="00D57B1D" w:rsidRDefault="00D57B1D" w:rsidP="00BB4C9E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DF185F8A"/>
    <w:lvl w:ilvl="0" w:tplc="D026FA2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74009"/>
    <w:multiLevelType w:val="singleLevel"/>
    <w:tmpl w:val="8E8AD0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09C61796"/>
    <w:multiLevelType w:val="hybridMultilevel"/>
    <w:tmpl w:val="36F244B0"/>
    <w:lvl w:ilvl="0" w:tplc="BB28A57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A3B29"/>
    <w:multiLevelType w:val="hybridMultilevel"/>
    <w:tmpl w:val="393C3BF8"/>
    <w:lvl w:ilvl="0" w:tplc="08701248">
      <w:start w:val="1"/>
      <w:numFmt w:val="thaiLetters"/>
      <w:lvlText w:val="(%1)"/>
      <w:lvlJc w:val="left"/>
      <w:pPr>
        <w:ind w:left="90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B893245"/>
    <w:multiLevelType w:val="hybridMultilevel"/>
    <w:tmpl w:val="3AF29E0E"/>
    <w:lvl w:ilvl="0" w:tplc="B04853DA">
      <w:numFmt w:val="bullet"/>
      <w:lvlText w:val="-"/>
      <w:lvlJc w:val="left"/>
      <w:pPr>
        <w:ind w:left="7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5" w15:restartNumberingAfterBreak="0">
    <w:nsid w:val="10A40B2A"/>
    <w:multiLevelType w:val="multilevel"/>
    <w:tmpl w:val="BE0C72B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1C1C0EB8"/>
    <w:multiLevelType w:val="hybridMultilevel"/>
    <w:tmpl w:val="985C8A58"/>
    <w:lvl w:ilvl="0" w:tplc="D58E4E12">
      <w:start w:val="1"/>
      <w:numFmt w:val="decimal"/>
      <w:lvlText w:val="(%1)"/>
      <w:lvlJc w:val="left"/>
      <w:pPr>
        <w:ind w:left="1260" w:hanging="360"/>
      </w:pPr>
      <w:rPr>
        <w:rFonts w:ascii="Angsana New" w:hAnsi="Angsana New" w:cs="Angsana New" w:hint="cs"/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18D58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FE4076D"/>
    <w:multiLevelType w:val="singleLevel"/>
    <w:tmpl w:val="43BA972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30A5009"/>
    <w:multiLevelType w:val="multilevel"/>
    <w:tmpl w:val="1FC64FC4"/>
    <w:lvl w:ilvl="0">
      <w:start w:val="1"/>
      <w:numFmt w:val="decimal"/>
      <w:pStyle w:val="Heading1"/>
      <w:lvlText w:val="%1"/>
      <w:lvlJc w:val="left"/>
      <w:pPr>
        <w:tabs>
          <w:tab w:val="num" w:pos="286"/>
        </w:tabs>
        <w:ind w:left="286" w:hanging="283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579"/>
        </w:tabs>
        <w:ind w:left="579" w:hanging="576"/>
      </w:pPr>
    </w:lvl>
    <w:lvl w:ilvl="2">
      <w:start w:val="1"/>
      <w:numFmt w:val="decimal"/>
      <w:lvlText w:val=".%1%2.%3"/>
      <w:lvlJc w:val="left"/>
      <w:pPr>
        <w:tabs>
          <w:tab w:val="num" w:pos="723"/>
        </w:tabs>
        <w:ind w:left="723" w:hanging="720"/>
      </w:pPr>
    </w:lvl>
    <w:lvl w:ilvl="3">
      <w:start w:val="1"/>
      <w:numFmt w:val="decimal"/>
      <w:lvlText w:val="%1.%2.%3.%4"/>
      <w:lvlJc w:val="left"/>
      <w:pPr>
        <w:tabs>
          <w:tab w:val="num" w:pos="867"/>
        </w:tabs>
        <w:ind w:left="867" w:hanging="864"/>
      </w:pPr>
    </w:lvl>
    <w:lvl w:ilvl="4">
      <w:start w:val="1"/>
      <w:numFmt w:val="decimal"/>
      <w:lvlText w:val="%1.%2.%3.%4.%5"/>
      <w:lvlJc w:val="left"/>
      <w:pPr>
        <w:tabs>
          <w:tab w:val="num" w:pos="1011"/>
        </w:tabs>
        <w:ind w:left="1011" w:hanging="1008"/>
      </w:pPr>
    </w:lvl>
    <w:lvl w:ilvl="5">
      <w:start w:val="1"/>
      <w:numFmt w:val="decimal"/>
      <w:lvlText w:val="%1.%2.%3.%4.%5.%6"/>
      <w:lvlJc w:val="left"/>
      <w:pPr>
        <w:tabs>
          <w:tab w:val="num" w:pos="1443"/>
        </w:tabs>
        <w:ind w:left="115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9"/>
        </w:tabs>
        <w:ind w:left="129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3"/>
        </w:tabs>
        <w:ind w:left="144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7"/>
        </w:tabs>
        <w:ind w:left="1587" w:hanging="1584"/>
      </w:pPr>
    </w:lvl>
  </w:abstractNum>
  <w:abstractNum w:abstractNumId="21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4" w15:restartNumberingAfterBreak="0">
    <w:nsid w:val="3FC94AA7"/>
    <w:multiLevelType w:val="hybridMultilevel"/>
    <w:tmpl w:val="019E8D38"/>
    <w:lvl w:ilvl="0" w:tplc="1B6C585E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  <w:sz w:val="22"/>
        <w:szCs w:val="22"/>
      </w:rPr>
    </w:lvl>
    <w:lvl w:ilvl="1" w:tplc="5C548A76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60703AB6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C3A89818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3BD829E2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64E340C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2C16BB0A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18AE4F30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40182594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5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F135D2E"/>
    <w:multiLevelType w:val="hybridMultilevel"/>
    <w:tmpl w:val="18D646EC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b w:val="0"/>
        <w:b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FCB52DD"/>
    <w:multiLevelType w:val="hybridMultilevel"/>
    <w:tmpl w:val="7F266FD6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lang w:bidi="th-TH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8DE0836"/>
    <w:multiLevelType w:val="hybridMultilevel"/>
    <w:tmpl w:val="537662E2"/>
    <w:lvl w:ilvl="0" w:tplc="2632BF74">
      <w:start w:val="9"/>
      <w:numFmt w:val="decimal"/>
      <w:lvlText w:val="%1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9" w15:restartNumberingAfterBreak="0">
    <w:nsid w:val="5AE6622C"/>
    <w:multiLevelType w:val="hybridMultilevel"/>
    <w:tmpl w:val="2C2E5676"/>
    <w:lvl w:ilvl="0" w:tplc="76AC2AD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46A30"/>
    <w:multiLevelType w:val="hybridMultilevel"/>
    <w:tmpl w:val="54360114"/>
    <w:lvl w:ilvl="0" w:tplc="1D5499F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1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32" w15:restartNumberingAfterBreak="0">
    <w:nsid w:val="62274345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665C1C30"/>
    <w:multiLevelType w:val="hybridMultilevel"/>
    <w:tmpl w:val="228CD8CC"/>
    <w:lvl w:ilvl="0" w:tplc="466852A6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cs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5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6" w15:restartNumberingAfterBreak="0">
    <w:nsid w:val="6F706D0A"/>
    <w:multiLevelType w:val="multilevel"/>
    <w:tmpl w:val="923436F6"/>
    <w:lvl w:ilvl="0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eastAsia="Times New Roman" w:hAnsi="Angsana New" w:cs="Angsana New" w:hint="cs"/>
        <w:lang w:bidi="th-TH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7" w15:restartNumberingAfterBreak="0">
    <w:nsid w:val="72377F1C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9" w15:restartNumberingAfterBreak="0">
    <w:nsid w:val="7F6C32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num w:numId="1" w16cid:durableId="2047827026">
    <w:abstractNumId w:val="6"/>
  </w:num>
  <w:num w:numId="2" w16cid:durableId="265114573">
    <w:abstractNumId w:val="5"/>
  </w:num>
  <w:num w:numId="3" w16cid:durableId="413623391">
    <w:abstractNumId w:val="9"/>
  </w:num>
  <w:num w:numId="4" w16cid:durableId="1105611913">
    <w:abstractNumId w:val="7"/>
  </w:num>
  <w:num w:numId="5" w16cid:durableId="1147894931">
    <w:abstractNumId w:val="8"/>
  </w:num>
  <w:num w:numId="6" w16cid:durableId="1067992434">
    <w:abstractNumId w:val="3"/>
  </w:num>
  <w:num w:numId="7" w16cid:durableId="1164855561">
    <w:abstractNumId w:val="2"/>
  </w:num>
  <w:num w:numId="8" w16cid:durableId="2003702470">
    <w:abstractNumId w:val="0"/>
  </w:num>
  <w:num w:numId="9" w16cid:durableId="332076590">
    <w:abstractNumId w:val="1"/>
  </w:num>
  <w:num w:numId="10" w16cid:durableId="1141847577">
    <w:abstractNumId w:val="4"/>
  </w:num>
  <w:num w:numId="11" w16cid:durableId="480393089">
    <w:abstractNumId w:val="21"/>
  </w:num>
  <w:num w:numId="12" w16cid:durableId="1865896397">
    <w:abstractNumId w:val="18"/>
  </w:num>
  <w:num w:numId="13" w16cid:durableId="727924191">
    <w:abstractNumId w:val="34"/>
  </w:num>
  <w:num w:numId="14" w16cid:durableId="1273630609">
    <w:abstractNumId w:val="20"/>
  </w:num>
  <w:num w:numId="15" w16cid:durableId="369653004">
    <w:abstractNumId w:val="22"/>
  </w:num>
  <w:num w:numId="16" w16cid:durableId="321855807">
    <w:abstractNumId w:val="15"/>
  </w:num>
  <w:num w:numId="17" w16cid:durableId="1202791820">
    <w:abstractNumId w:val="10"/>
  </w:num>
  <w:num w:numId="18" w16cid:durableId="2008247024">
    <w:abstractNumId w:val="19"/>
  </w:num>
  <w:num w:numId="19" w16cid:durableId="2127381278">
    <w:abstractNumId w:val="11"/>
  </w:num>
  <w:num w:numId="20" w16cid:durableId="760031950">
    <w:abstractNumId w:val="13"/>
  </w:num>
  <w:num w:numId="21" w16cid:durableId="2031251158">
    <w:abstractNumId w:val="31"/>
  </w:num>
  <w:num w:numId="22" w16cid:durableId="923806581">
    <w:abstractNumId w:val="24"/>
  </w:num>
  <w:num w:numId="23" w16cid:durableId="1784418190">
    <w:abstractNumId w:val="39"/>
  </w:num>
  <w:num w:numId="24" w16cid:durableId="2019386609">
    <w:abstractNumId w:val="38"/>
  </w:num>
  <w:num w:numId="25" w16cid:durableId="1979917047">
    <w:abstractNumId w:val="29"/>
  </w:num>
  <w:num w:numId="26" w16cid:durableId="1306006672">
    <w:abstractNumId w:val="12"/>
  </w:num>
  <w:num w:numId="27" w16cid:durableId="1078403819">
    <w:abstractNumId w:val="17"/>
  </w:num>
  <w:num w:numId="28" w16cid:durableId="5870830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792571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8008169">
    <w:abstractNumId w:val="27"/>
  </w:num>
  <w:num w:numId="31" w16cid:durableId="1912765967">
    <w:abstractNumId w:val="27"/>
  </w:num>
  <w:num w:numId="32" w16cid:durableId="212011337">
    <w:abstractNumId w:val="37"/>
  </w:num>
  <w:num w:numId="33" w16cid:durableId="1405909723">
    <w:abstractNumId w:val="32"/>
  </w:num>
  <w:num w:numId="34" w16cid:durableId="122692987">
    <w:abstractNumId w:val="25"/>
  </w:num>
  <w:num w:numId="35" w16cid:durableId="1879928736">
    <w:abstractNumId w:val="35"/>
  </w:num>
  <w:num w:numId="36" w16cid:durableId="12416820">
    <w:abstractNumId w:val="33"/>
  </w:num>
  <w:num w:numId="37" w16cid:durableId="2111393106">
    <w:abstractNumId w:val="26"/>
  </w:num>
  <w:num w:numId="38" w16cid:durableId="1144346319">
    <w:abstractNumId w:val="16"/>
  </w:num>
  <w:num w:numId="39" w16cid:durableId="429200761">
    <w:abstractNumId w:val="36"/>
  </w:num>
  <w:num w:numId="40" w16cid:durableId="378361234">
    <w:abstractNumId w:val="23"/>
  </w:num>
  <w:num w:numId="41" w16cid:durableId="209112">
    <w:abstractNumId w:val="20"/>
  </w:num>
  <w:num w:numId="42" w16cid:durableId="71971399">
    <w:abstractNumId w:val="30"/>
  </w:num>
  <w:num w:numId="43" w16cid:durableId="164904887">
    <w:abstractNumId w:val="28"/>
  </w:num>
  <w:num w:numId="44" w16cid:durableId="884952684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F64"/>
    <w:rsid w:val="00000053"/>
    <w:rsid w:val="0000040B"/>
    <w:rsid w:val="0000062B"/>
    <w:rsid w:val="00000713"/>
    <w:rsid w:val="00000C60"/>
    <w:rsid w:val="00000D77"/>
    <w:rsid w:val="00000DEE"/>
    <w:rsid w:val="00001627"/>
    <w:rsid w:val="00001797"/>
    <w:rsid w:val="0000185C"/>
    <w:rsid w:val="000018F7"/>
    <w:rsid w:val="000019FD"/>
    <w:rsid w:val="00001D9D"/>
    <w:rsid w:val="0000216C"/>
    <w:rsid w:val="000024A7"/>
    <w:rsid w:val="000024CA"/>
    <w:rsid w:val="000026C4"/>
    <w:rsid w:val="0000278A"/>
    <w:rsid w:val="00002834"/>
    <w:rsid w:val="00002C06"/>
    <w:rsid w:val="00002E8A"/>
    <w:rsid w:val="00002F01"/>
    <w:rsid w:val="00003411"/>
    <w:rsid w:val="000035C9"/>
    <w:rsid w:val="0000369A"/>
    <w:rsid w:val="00003A05"/>
    <w:rsid w:val="00003B33"/>
    <w:rsid w:val="000040CD"/>
    <w:rsid w:val="00004348"/>
    <w:rsid w:val="00004521"/>
    <w:rsid w:val="00004536"/>
    <w:rsid w:val="0000467D"/>
    <w:rsid w:val="0000482D"/>
    <w:rsid w:val="00004884"/>
    <w:rsid w:val="00004A85"/>
    <w:rsid w:val="00004B87"/>
    <w:rsid w:val="00004B8B"/>
    <w:rsid w:val="00004B90"/>
    <w:rsid w:val="00004E15"/>
    <w:rsid w:val="0000512B"/>
    <w:rsid w:val="000055F9"/>
    <w:rsid w:val="000056AE"/>
    <w:rsid w:val="000056D9"/>
    <w:rsid w:val="00005A9E"/>
    <w:rsid w:val="00005AEF"/>
    <w:rsid w:val="0000625B"/>
    <w:rsid w:val="00006374"/>
    <w:rsid w:val="0000680A"/>
    <w:rsid w:val="00007034"/>
    <w:rsid w:val="00007374"/>
    <w:rsid w:val="000073C1"/>
    <w:rsid w:val="000073CB"/>
    <w:rsid w:val="00007A07"/>
    <w:rsid w:val="00007F87"/>
    <w:rsid w:val="00010508"/>
    <w:rsid w:val="0001059E"/>
    <w:rsid w:val="00010661"/>
    <w:rsid w:val="00010B3C"/>
    <w:rsid w:val="00010B8F"/>
    <w:rsid w:val="00010D7C"/>
    <w:rsid w:val="0001148D"/>
    <w:rsid w:val="000114FF"/>
    <w:rsid w:val="0001166F"/>
    <w:rsid w:val="00011B3D"/>
    <w:rsid w:val="00011CD6"/>
    <w:rsid w:val="00011D6E"/>
    <w:rsid w:val="00012011"/>
    <w:rsid w:val="00012217"/>
    <w:rsid w:val="00012399"/>
    <w:rsid w:val="00012BA7"/>
    <w:rsid w:val="00012CC5"/>
    <w:rsid w:val="00012E4B"/>
    <w:rsid w:val="000138A5"/>
    <w:rsid w:val="00013A6A"/>
    <w:rsid w:val="00013AF7"/>
    <w:rsid w:val="00013B8D"/>
    <w:rsid w:val="00013ECC"/>
    <w:rsid w:val="00014212"/>
    <w:rsid w:val="00014896"/>
    <w:rsid w:val="0001497E"/>
    <w:rsid w:val="000150B5"/>
    <w:rsid w:val="00015164"/>
    <w:rsid w:val="00015324"/>
    <w:rsid w:val="000153A2"/>
    <w:rsid w:val="000153A7"/>
    <w:rsid w:val="0001545F"/>
    <w:rsid w:val="000155BE"/>
    <w:rsid w:val="00015661"/>
    <w:rsid w:val="000156A6"/>
    <w:rsid w:val="00015AA3"/>
    <w:rsid w:val="00015AFC"/>
    <w:rsid w:val="00015DC1"/>
    <w:rsid w:val="00015E71"/>
    <w:rsid w:val="00015F40"/>
    <w:rsid w:val="000161EB"/>
    <w:rsid w:val="00016B29"/>
    <w:rsid w:val="00016E92"/>
    <w:rsid w:val="00016FEE"/>
    <w:rsid w:val="00017413"/>
    <w:rsid w:val="00017442"/>
    <w:rsid w:val="00017528"/>
    <w:rsid w:val="000179AE"/>
    <w:rsid w:val="00017AEC"/>
    <w:rsid w:val="00017D7A"/>
    <w:rsid w:val="00017E28"/>
    <w:rsid w:val="00017ED5"/>
    <w:rsid w:val="00017F1D"/>
    <w:rsid w:val="0002025D"/>
    <w:rsid w:val="00020502"/>
    <w:rsid w:val="000206E5"/>
    <w:rsid w:val="000208B3"/>
    <w:rsid w:val="000208D0"/>
    <w:rsid w:val="00020982"/>
    <w:rsid w:val="00020AC9"/>
    <w:rsid w:val="00020E18"/>
    <w:rsid w:val="00020E1E"/>
    <w:rsid w:val="00021316"/>
    <w:rsid w:val="000213BD"/>
    <w:rsid w:val="000214B4"/>
    <w:rsid w:val="000219DB"/>
    <w:rsid w:val="00021BB9"/>
    <w:rsid w:val="00021BDC"/>
    <w:rsid w:val="00021C49"/>
    <w:rsid w:val="00021D6F"/>
    <w:rsid w:val="0002246C"/>
    <w:rsid w:val="0002289D"/>
    <w:rsid w:val="00022CF5"/>
    <w:rsid w:val="0002302B"/>
    <w:rsid w:val="0002319F"/>
    <w:rsid w:val="000234EE"/>
    <w:rsid w:val="000237D9"/>
    <w:rsid w:val="0002420E"/>
    <w:rsid w:val="00024312"/>
    <w:rsid w:val="00024322"/>
    <w:rsid w:val="00024674"/>
    <w:rsid w:val="0002469D"/>
    <w:rsid w:val="00024887"/>
    <w:rsid w:val="000249C6"/>
    <w:rsid w:val="00024A0B"/>
    <w:rsid w:val="00024D59"/>
    <w:rsid w:val="00024DCC"/>
    <w:rsid w:val="00024EE4"/>
    <w:rsid w:val="00025030"/>
    <w:rsid w:val="000252B6"/>
    <w:rsid w:val="0002563F"/>
    <w:rsid w:val="00025659"/>
    <w:rsid w:val="000259AD"/>
    <w:rsid w:val="00025B0B"/>
    <w:rsid w:val="00025CA1"/>
    <w:rsid w:val="00025CF9"/>
    <w:rsid w:val="00025DF1"/>
    <w:rsid w:val="00025EDF"/>
    <w:rsid w:val="000263D0"/>
    <w:rsid w:val="00026787"/>
    <w:rsid w:val="000267E6"/>
    <w:rsid w:val="00026A8E"/>
    <w:rsid w:val="00026AB4"/>
    <w:rsid w:val="000273E5"/>
    <w:rsid w:val="000279B3"/>
    <w:rsid w:val="00027F0C"/>
    <w:rsid w:val="000301C2"/>
    <w:rsid w:val="000301EC"/>
    <w:rsid w:val="000307D9"/>
    <w:rsid w:val="00030D84"/>
    <w:rsid w:val="00030FE4"/>
    <w:rsid w:val="000313B4"/>
    <w:rsid w:val="00031529"/>
    <w:rsid w:val="0003199F"/>
    <w:rsid w:val="000319AD"/>
    <w:rsid w:val="00031E54"/>
    <w:rsid w:val="00032316"/>
    <w:rsid w:val="0003231C"/>
    <w:rsid w:val="0003297A"/>
    <w:rsid w:val="00032D41"/>
    <w:rsid w:val="00032FE2"/>
    <w:rsid w:val="00033454"/>
    <w:rsid w:val="000334F5"/>
    <w:rsid w:val="00033522"/>
    <w:rsid w:val="00033529"/>
    <w:rsid w:val="00033798"/>
    <w:rsid w:val="000338DE"/>
    <w:rsid w:val="000338F2"/>
    <w:rsid w:val="00033A8F"/>
    <w:rsid w:val="00033C5D"/>
    <w:rsid w:val="00033D4D"/>
    <w:rsid w:val="00033E7B"/>
    <w:rsid w:val="00033FBD"/>
    <w:rsid w:val="00034259"/>
    <w:rsid w:val="00034469"/>
    <w:rsid w:val="0003458D"/>
    <w:rsid w:val="00034888"/>
    <w:rsid w:val="00034A23"/>
    <w:rsid w:val="00034B9A"/>
    <w:rsid w:val="00034D3E"/>
    <w:rsid w:val="00035396"/>
    <w:rsid w:val="0003573F"/>
    <w:rsid w:val="0003581E"/>
    <w:rsid w:val="000359B9"/>
    <w:rsid w:val="00035B57"/>
    <w:rsid w:val="0003622F"/>
    <w:rsid w:val="00036299"/>
    <w:rsid w:val="000365E3"/>
    <w:rsid w:val="0003689C"/>
    <w:rsid w:val="0003698C"/>
    <w:rsid w:val="00036AB5"/>
    <w:rsid w:val="0003711B"/>
    <w:rsid w:val="00037279"/>
    <w:rsid w:val="000372F0"/>
    <w:rsid w:val="00037382"/>
    <w:rsid w:val="0003751C"/>
    <w:rsid w:val="0003761B"/>
    <w:rsid w:val="00037638"/>
    <w:rsid w:val="000377D2"/>
    <w:rsid w:val="00037B3D"/>
    <w:rsid w:val="00037E82"/>
    <w:rsid w:val="00040228"/>
    <w:rsid w:val="0004031E"/>
    <w:rsid w:val="000404CE"/>
    <w:rsid w:val="0004067E"/>
    <w:rsid w:val="00040774"/>
    <w:rsid w:val="00040A6F"/>
    <w:rsid w:val="00040AF8"/>
    <w:rsid w:val="00040C1B"/>
    <w:rsid w:val="00040D43"/>
    <w:rsid w:val="0004144F"/>
    <w:rsid w:val="000416F9"/>
    <w:rsid w:val="000419E2"/>
    <w:rsid w:val="00041CE5"/>
    <w:rsid w:val="00042028"/>
    <w:rsid w:val="00042073"/>
    <w:rsid w:val="000421F1"/>
    <w:rsid w:val="00042CAF"/>
    <w:rsid w:val="00042CEE"/>
    <w:rsid w:val="000431E9"/>
    <w:rsid w:val="00043811"/>
    <w:rsid w:val="00043845"/>
    <w:rsid w:val="000440C8"/>
    <w:rsid w:val="000445C2"/>
    <w:rsid w:val="00044768"/>
    <w:rsid w:val="0004496B"/>
    <w:rsid w:val="00044A8A"/>
    <w:rsid w:val="00044C00"/>
    <w:rsid w:val="00044F5A"/>
    <w:rsid w:val="00045033"/>
    <w:rsid w:val="00045622"/>
    <w:rsid w:val="00045630"/>
    <w:rsid w:val="000458F8"/>
    <w:rsid w:val="00045ED3"/>
    <w:rsid w:val="00045F59"/>
    <w:rsid w:val="000460E8"/>
    <w:rsid w:val="000462E0"/>
    <w:rsid w:val="00046557"/>
    <w:rsid w:val="00046864"/>
    <w:rsid w:val="000468E1"/>
    <w:rsid w:val="00046A27"/>
    <w:rsid w:val="00046D26"/>
    <w:rsid w:val="00046EE3"/>
    <w:rsid w:val="00047218"/>
    <w:rsid w:val="00047605"/>
    <w:rsid w:val="0004785B"/>
    <w:rsid w:val="00047A11"/>
    <w:rsid w:val="000500EF"/>
    <w:rsid w:val="0005010A"/>
    <w:rsid w:val="00050147"/>
    <w:rsid w:val="000502E2"/>
    <w:rsid w:val="0005043D"/>
    <w:rsid w:val="000504E1"/>
    <w:rsid w:val="00050556"/>
    <w:rsid w:val="00050591"/>
    <w:rsid w:val="0005074B"/>
    <w:rsid w:val="0005088C"/>
    <w:rsid w:val="00050AB0"/>
    <w:rsid w:val="000515E1"/>
    <w:rsid w:val="00051632"/>
    <w:rsid w:val="0005178B"/>
    <w:rsid w:val="000518AE"/>
    <w:rsid w:val="00051D29"/>
    <w:rsid w:val="00051F93"/>
    <w:rsid w:val="00052116"/>
    <w:rsid w:val="00052B38"/>
    <w:rsid w:val="00052B62"/>
    <w:rsid w:val="00052F53"/>
    <w:rsid w:val="000530F3"/>
    <w:rsid w:val="00053182"/>
    <w:rsid w:val="0005345D"/>
    <w:rsid w:val="00053873"/>
    <w:rsid w:val="00053C2B"/>
    <w:rsid w:val="00053D80"/>
    <w:rsid w:val="00053F77"/>
    <w:rsid w:val="00054242"/>
    <w:rsid w:val="000545DF"/>
    <w:rsid w:val="0005498E"/>
    <w:rsid w:val="00054CD9"/>
    <w:rsid w:val="00054D34"/>
    <w:rsid w:val="00054E58"/>
    <w:rsid w:val="00055046"/>
    <w:rsid w:val="0005510F"/>
    <w:rsid w:val="0005527D"/>
    <w:rsid w:val="000552A6"/>
    <w:rsid w:val="0005541C"/>
    <w:rsid w:val="00055583"/>
    <w:rsid w:val="00055778"/>
    <w:rsid w:val="00055904"/>
    <w:rsid w:val="00055A79"/>
    <w:rsid w:val="00055F4E"/>
    <w:rsid w:val="00056259"/>
    <w:rsid w:val="00056649"/>
    <w:rsid w:val="0005692C"/>
    <w:rsid w:val="000569A7"/>
    <w:rsid w:val="00056BF9"/>
    <w:rsid w:val="00056F90"/>
    <w:rsid w:val="00057331"/>
    <w:rsid w:val="000573B9"/>
    <w:rsid w:val="00057A58"/>
    <w:rsid w:val="00057AE3"/>
    <w:rsid w:val="00057CF3"/>
    <w:rsid w:val="00057EC3"/>
    <w:rsid w:val="00057EF8"/>
    <w:rsid w:val="00057FCC"/>
    <w:rsid w:val="000600D1"/>
    <w:rsid w:val="00060347"/>
    <w:rsid w:val="00060899"/>
    <w:rsid w:val="00060A99"/>
    <w:rsid w:val="00060BB1"/>
    <w:rsid w:val="00060F64"/>
    <w:rsid w:val="0006114F"/>
    <w:rsid w:val="00061569"/>
    <w:rsid w:val="00061586"/>
    <w:rsid w:val="0006158A"/>
    <w:rsid w:val="000616ED"/>
    <w:rsid w:val="000618EA"/>
    <w:rsid w:val="000619CF"/>
    <w:rsid w:val="00061A2A"/>
    <w:rsid w:val="00061AC2"/>
    <w:rsid w:val="00061D1A"/>
    <w:rsid w:val="00061E0F"/>
    <w:rsid w:val="00061F27"/>
    <w:rsid w:val="00061FF5"/>
    <w:rsid w:val="000623D0"/>
    <w:rsid w:val="0006284E"/>
    <w:rsid w:val="000629D6"/>
    <w:rsid w:val="00062AD1"/>
    <w:rsid w:val="00062D76"/>
    <w:rsid w:val="00062E08"/>
    <w:rsid w:val="00062E7C"/>
    <w:rsid w:val="000637EC"/>
    <w:rsid w:val="00063B51"/>
    <w:rsid w:val="00063C2F"/>
    <w:rsid w:val="000640B2"/>
    <w:rsid w:val="000641AA"/>
    <w:rsid w:val="000642AD"/>
    <w:rsid w:val="0006434A"/>
    <w:rsid w:val="00064739"/>
    <w:rsid w:val="00064929"/>
    <w:rsid w:val="00064EEA"/>
    <w:rsid w:val="00065167"/>
    <w:rsid w:val="0006518D"/>
    <w:rsid w:val="0006563E"/>
    <w:rsid w:val="0006570C"/>
    <w:rsid w:val="000657C6"/>
    <w:rsid w:val="00065844"/>
    <w:rsid w:val="00065D30"/>
    <w:rsid w:val="00065DB3"/>
    <w:rsid w:val="00066166"/>
    <w:rsid w:val="000661F9"/>
    <w:rsid w:val="0006627B"/>
    <w:rsid w:val="0006651E"/>
    <w:rsid w:val="000667CE"/>
    <w:rsid w:val="00066F52"/>
    <w:rsid w:val="00066FD3"/>
    <w:rsid w:val="0006733E"/>
    <w:rsid w:val="000679F7"/>
    <w:rsid w:val="00067A48"/>
    <w:rsid w:val="00067FB9"/>
    <w:rsid w:val="00067FCB"/>
    <w:rsid w:val="000703D4"/>
    <w:rsid w:val="00070502"/>
    <w:rsid w:val="00070781"/>
    <w:rsid w:val="00070BD7"/>
    <w:rsid w:val="00070C1F"/>
    <w:rsid w:val="00071212"/>
    <w:rsid w:val="0007130A"/>
    <w:rsid w:val="000714EA"/>
    <w:rsid w:val="0007186B"/>
    <w:rsid w:val="0007190A"/>
    <w:rsid w:val="000719C2"/>
    <w:rsid w:val="00071EF8"/>
    <w:rsid w:val="0007220D"/>
    <w:rsid w:val="000728BF"/>
    <w:rsid w:val="00072E64"/>
    <w:rsid w:val="00073418"/>
    <w:rsid w:val="000736D3"/>
    <w:rsid w:val="00073B52"/>
    <w:rsid w:val="00073F95"/>
    <w:rsid w:val="0007456D"/>
    <w:rsid w:val="000745DC"/>
    <w:rsid w:val="00074B44"/>
    <w:rsid w:val="00074BEB"/>
    <w:rsid w:val="00074F31"/>
    <w:rsid w:val="00075452"/>
    <w:rsid w:val="00075BE3"/>
    <w:rsid w:val="000764AD"/>
    <w:rsid w:val="000768C7"/>
    <w:rsid w:val="00076D17"/>
    <w:rsid w:val="0007701E"/>
    <w:rsid w:val="0007719E"/>
    <w:rsid w:val="00077329"/>
    <w:rsid w:val="00077452"/>
    <w:rsid w:val="00077501"/>
    <w:rsid w:val="000776BB"/>
    <w:rsid w:val="00077948"/>
    <w:rsid w:val="00077C3F"/>
    <w:rsid w:val="0008015E"/>
    <w:rsid w:val="000801C5"/>
    <w:rsid w:val="00080252"/>
    <w:rsid w:val="00080331"/>
    <w:rsid w:val="00080671"/>
    <w:rsid w:val="0008074B"/>
    <w:rsid w:val="00080CD1"/>
    <w:rsid w:val="00080E36"/>
    <w:rsid w:val="000811AF"/>
    <w:rsid w:val="00081246"/>
    <w:rsid w:val="00081257"/>
    <w:rsid w:val="000813E6"/>
    <w:rsid w:val="000815E3"/>
    <w:rsid w:val="000815F6"/>
    <w:rsid w:val="00081767"/>
    <w:rsid w:val="0008189D"/>
    <w:rsid w:val="00081D4A"/>
    <w:rsid w:val="00081FF4"/>
    <w:rsid w:val="00082388"/>
    <w:rsid w:val="00082549"/>
    <w:rsid w:val="0008272C"/>
    <w:rsid w:val="000829CA"/>
    <w:rsid w:val="00083453"/>
    <w:rsid w:val="00083884"/>
    <w:rsid w:val="000838B6"/>
    <w:rsid w:val="00083A60"/>
    <w:rsid w:val="00083F2A"/>
    <w:rsid w:val="000840FA"/>
    <w:rsid w:val="000841AC"/>
    <w:rsid w:val="0008423C"/>
    <w:rsid w:val="00084829"/>
    <w:rsid w:val="000848C7"/>
    <w:rsid w:val="00084929"/>
    <w:rsid w:val="00084CBB"/>
    <w:rsid w:val="00084D26"/>
    <w:rsid w:val="00084DD0"/>
    <w:rsid w:val="00084F50"/>
    <w:rsid w:val="0008503A"/>
    <w:rsid w:val="00085494"/>
    <w:rsid w:val="000855A1"/>
    <w:rsid w:val="000855D8"/>
    <w:rsid w:val="000856C2"/>
    <w:rsid w:val="000857C6"/>
    <w:rsid w:val="00085831"/>
    <w:rsid w:val="00085B28"/>
    <w:rsid w:val="00085B5B"/>
    <w:rsid w:val="00085C6F"/>
    <w:rsid w:val="00085E62"/>
    <w:rsid w:val="00085EE5"/>
    <w:rsid w:val="00085F69"/>
    <w:rsid w:val="00086165"/>
    <w:rsid w:val="000861A1"/>
    <w:rsid w:val="00086C97"/>
    <w:rsid w:val="00086D8E"/>
    <w:rsid w:val="00086E3D"/>
    <w:rsid w:val="0008725A"/>
    <w:rsid w:val="00087487"/>
    <w:rsid w:val="00087809"/>
    <w:rsid w:val="00087952"/>
    <w:rsid w:val="0008797D"/>
    <w:rsid w:val="00087A3A"/>
    <w:rsid w:val="00087EAE"/>
    <w:rsid w:val="00090799"/>
    <w:rsid w:val="00090AA4"/>
    <w:rsid w:val="0009122B"/>
    <w:rsid w:val="00091349"/>
    <w:rsid w:val="0009143D"/>
    <w:rsid w:val="000914F1"/>
    <w:rsid w:val="0009197D"/>
    <w:rsid w:val="00091A2E"/>
    <w:rsid w:val="00091ECF"/>
    <w:rsid w:val="00091EE9"/>
    <w:rsid w:val="000921B2"/>
    <w:rsid w:val="00092548"/>
    <w:rsid w:val="00092646"/>
    <w:rsid w:val="0009269B"/>
    <w:rsid w:val="00092D37"/>
    <w:rsid w:val="00092DA2"/>
    <w:rsid w:val="00093309"/>
    <w:rsid w:val="0009338B"/>
    <w:rsid w:val="00093768"/>
    <w:rsid w:val="00093818"/>
    <w:rsid w:val="000942BC"/>
    <w:rsid w:val="00094547"/>
    <w:rsid w:val="00094862"/>
    <w:rsid w:val="000948E5"/>
    <w:rsid w:val="000949B1"/>
    <w:rsid w:val="00094AB2"/>
    <w:rsid w:val="00094C64"/>
    <w:rsid w:val="0009517B"/>
    <w:rsid w:val="000953E3"/>
    <w:rsid w:val="00095868"/>
    <w:rsid w:val="00095C06"/>
    <w:rsid w:val="00095D17"/>
    <w:rsid w:val="00095DBB"/>
    <w:rsid w:val="000961F5"/>
    <w:rsid w:val="000965C8"/>
    <w:rsid w:val="00096F34"/>
    <w:rsid w:val="00096FCB"/>
    <w:rsid w:val="000970A6"/>
    <w:rsid w:val="00097181"/>
    <w:rsid w:val="0009732D"/>
    <w:rsid w:val="000974C8"/>
    <w:rsid w:val="000975CF"/>
    <w:rsid w:val="000978A5"/>
    <w:rsid w:val="00097C3E"/>
    <w:rsid w:val="00097D71"/>
    <w:rsid w:val="00097DB4"/>
    <w:rsid w:val="000A01C5"/>
    <w:rsid w:val="000A03BE"/>
    <w:rsid w:val="000A0A5C"/>
    <w:rsid w:val="000A0CAE"/>
    <w:rsid w:val="000A0F39"/>
    <w:rsid w:val="000A0F9F"/>
    <w:rsid w:val="000A1B6D"/>
    <w:rsid w:val="000A1EFF"/>
    <w:rsid w:val="000A1F31"/>
    <w:rsid w:val="000A1F50"/>
    <w:rsid w:val="000A216F"/>
    <w:rsid w:val="000A22D2"/>
    <w:rsid w:val="000A295A"/>
    <w:rsid w:val="000A2D6A"/>
    <w:rsid w:val="000A315A"/>
    <w:rsid w:val="000A3481"/>
    <w:rsid w:val="000A3540"/>
    <w:rsid w:val="000A39BE"/>
    <w:rsid w:val="000A39E2"/>
    <w:rsid w:val="000A3A93"/>
    <w:rsid w:val="000A3F31"/>
    <w:rsid w:val="000A414E"/>
    <w:rsid w:val="000A431E"/>
    <w:rsid w:val="000A4340"/>
    <w:rsid w:val="000A43D0"/>
    <w:rsid w:val="000A4427"/>
    <w:rsid w:val="000A48BD"/>
    <w:rsid w:val="000A49B5"/>
    <w:rsid w:val="000A4C0D"/>
    <w:rsid w:val="000A4D0A"/>
    <w:rsid w:val="000A4EC5"/>
    <w:rsid w:val="000A5033"/>
    <w:rsid w:val="000A5336"/>
    <w:rsid w:val="000A5408"/>
    <w:rsid w:val="000A5483"/>
    <w:rsid w:val="000A5599"/>
    <w:rsid w:val="000A59AB"/>
    <w:rsid w:val="000A5ACB"/>
    <w:rsid w:val="000A5B42"/>
    <w:rsid w:val="000A6034"/>
    <w:rsid w:val="000A6717"/>
    <w:rsid w:val="000A6986"/>
    <w:rsid w:val="000A6A60"/>
    <w:rsid w:val="000A6ABB"/>
    <w:rsid w:val="000A6C9D"/>
    <w:rsid w:val="000A7196"/>
    <w:rsid w:val="000A7342"/>
    <w:rsid w:val="000A7C3F"/>
    <w:rsid w:val="000A7F8D"/>
    <w:rsid w:val="000B00CF"/>
    <w:rsid w:val="000B0156"/>
    <w:rsid w:val="000B01A7"/>
    <w:rsid w:val="000B028F"/>
    <w:rsid w:val="000B034F"/>
    <w:rsid w:val="000B0754"/>
    <w:rsid w:val="000B0B76"/>
    <w:rsid w:val="000B0C2A"/>
    <w:rsid w:val="000B0CA4"/>
    <w:rsid w:val="000B0E17"/>
    <w:rsid w:val="000B0F78"/>
    <w:rsid w:val="000B0FF0"/>
    <w:rsid w:val="000B130C"/>
    <w:rsid w:val="000B17F7"/>
    <w:rsid w:val="000B18C4"/>
    <w:rsid w:val="000B18C8"/>
    <w:rsid w:val="000B1B2F"/>
    <w:rsid w:val="000B1B8A"/>
    <w:rsid w:val="000B2083"/>
    <w:rsid w:val="000B2152"/>
    <w:rsid w:val="000B2268"/>
    <w:rsid w:val="000B25E6"/>
    <w:rsid w:val="000B266C"/>
    <w:rsid w:val="000B2925"/>
    <w:rsid w:val="000B2AF0"/>
    <w:rsid w:val="000B2D40"/>
    <w:rsid w:val="000B2D6A"/>
    <w:rsid w:val="000B2E80"/>
    <w:rsid w:val="000B2FC5"/>
    <w:rsid w:val="000B3022"/>
    <w:rsid w:val="000B3057"/>
    <w:rsid w:val="000B30C2"/>
    <w:rsid w:val="000B3129"/>
    <w:rsid w:val="000B367D"/>
    <w:rsid w:val="000B3755"/>
    <w:rsid w:val="000B376A"/>
    <w:rsid w:val="000B389F"/>
    <w:rsid w:val="000B3B08"/>
    <w:rsid w:val="000B3CDA"/>
    <w:rsid w:val="000B400A"/>
    <w:rsid w:val="000B40C2"/>
    <w:rsid w:val="000B422C"/>
    <w:rsid w:val="000B4374"/>
    <w:rsid w:val="000B4532"/>
    <w:rsid w:val="000B4A3D"/>
    <w:rsid w:val="000B4A56"/>
    <w:rsid w:val="000B4AA3"/>
    <w:rsid w:val="000B4C0E"/>
    <w:rsid w:val="000B4D5A"/>
    <w:rsid w:val="000B52E3"/>
    <w:rsid w:val="000B5815"/>
    <w:rsid w:val="000B59E8"/>
    <w:rsid w:val="000B5A9B"/>
    <w:rsid w:val="000B5E87"/>
    <w:rsid w:val="000B6119"/>
    <w:rsid w:val="000B6416"/>
    <w:rsid w:val="000B6895"/>
    <w:rsid w:val="000B6AEE"/>
    <w:rsid w:val="000B6F45"/>
    <w:rsid w:val="000B7202"/>
    <w:rsid w:val="000B7434"/>
    <w:rsid w:val="000B7546"/>
    <w:rsid w:val="000B786E"/>
    <w:rsid w:val="000B7EB3"/>
    <w:rsid w:val="000C0074"/>
    <w:rsid w:val="000C02EB"/>
    <w:rsid w:val="000C02F2"/>
    <w:rsid w:val="000C03EB"/>
    <w:rsid w:val="000C0410"/>
    <w:rsid w:val="000C06F0"/>
    <w:rsid w:val="000C07BB"/>
    <w:rsid w:val="000C08F7"/>
    <w:rsid w:val="000C09E2"/>
    <w:rsid w:val="000C0A47"/>
    <w:rsid w:val="000C0B77"/>
    <w:rsid w:val="000C0B7B"/>
    <w:rsid w:val="000C0C73"/>
    <w:rsid w:val="000C0DD0"/>
    <w:rsid w:val="000C0FA1"/>
    <w:rsid w:val="000C1103"/>
    <w:rsid w:val="000C13FE"/>
    <w:rsid w:val="000C1537"/>
    <w:rsid w:val="000C1982"/>
    <w:rsid w:val="000C1CE4"/>
    <w:rsid w:val="000C1CE8"/>
    <w:rsid w:val="000C1D2A"/>
    <w:rsid w:val="000C1D54"/>
    <w:rsid w:val="000C1DD9"/>
    <w:rsid w:val="000C22EC"/>
    <w:rsid w:val="000C2558"/>
    <w:rsid w:val="000C2D3C"/>
    <w:rsid w:val="000C2D7C"/>
    <w:rsid w:val="000C2DCE"/>
    <w:rsid w:val="000C2F27"/>
    <w:rsid w:val="000C311F"/>
    <w:rsid w:val="000C36BC"/>
    <w:rsid w:val="000C38B1"/>
    <w:rsid w:val="000C38E0"/>
    <w:rsid w:val="000C3DBC"/>
    <w:rsid w:val="000C414E"/>
    <w:rsid w:val="000C417A"/>
    <w:rsid w:val="000C4398"/>
    <w:rsid w:val="000C444E"/>
    <w:rsid w:val="000C454E"/>
    <w:rsid w:val="000C45D1"/>
    <w:rsid w:val="000C472A"/>
    <w:rsid w:val="000C4B49"/>
    <w:rsid w:val="000C4B4E"/>
    <w:rsid w:val="000C4C96"/>
    <w:rsid w:val="000C4F90"/>
    <w:rsid w:val="000C4FE9"/>
    <w:rsid w:val="000C51E2"/>
    <w:rsid w:val="000C555E"/>
    <w:rsid w:val="000C5C34"/>
    <w:rsid w:val="000C5C38"/>
    <w:rsid w:val="000C5CD1"/>
    <w:rsid w:val="000C60B8"/>
    <w:rsid w:val="000C6113"/>
    <w:rsid w:val="000C62CD"/>
    <w:rsid w:val="000C6356"/>
    <w:rsid w:val="000C638D"/>
    <w:rsid w:val="000C678B"/>
    <w:rsid w:val="000C67A8"/>
    <w:rsid w:val="000C6A03"/>
    <w:rsid w:val="000C6D0D"/>
    <w:rsid w:val="000C6F26"/>
    <w:rsid w:val="000C70A4"/>
    <w:rsid w:val="000C72B2"/>
    <w:rsid w:val="000C73D8"/>
    <w:rsid w:val="000C76C9"/>
    <w:rsid w:val="000C7D93"/>
    <w:rsid w:val="000C7EAB"/>
    <w:rsid w:val="000C7F25"/>
    <w:rsid w:val="000D0065"/>
    <w:rsid w:val="000D01D7"/>
    <w:rsid w:val="000D077E"/>
    <w:rsid w:val="000D086C"/>
    <w:rsid w:val="000D08EF"/>
    <w:rsid w:val="000D0AFC"/>
    <w:rsid w:val="000D1158"/>
    <w:rsid w:val="000D11AD"/>
    <w:rsid w:val="000D19F3"/>
    <w:rsid w:val="000D1AB0"/>
    <w:rsid w:val="000D1BE0"/>
    <w:rsid w:val="000D1FA4"/>
    <w:rsid w:val="000D21FB"/>
    <w:rsid w:val="000D22B2"/>
    <w:rsid w:val="000D25D1"/>
    <w:rsid w:val="000D2844"/>
    <w:rsid w:val="000D288A"/>
    <w:rsid w:val="000D2C3C"/>
    <w:rsid w:val="000D2D08"/>
    <w:rsid w:val="000D32BF"/>
    <w:rsid w:val="000D336C"/>
    <w:rsid w:val="000D3650"/>
    <w:rsid w:val="000D3B27"/>
    <w:rsid w:val="000D4036"/>
    <w:rsid w:val="000D4047"/>
    <w:rsid w:val="000D41C8"/>
    <w:rsid w:val="000D4219"/>
    <w:rsid w:val="000D446B"/>
    <w:rsid w:val="000D4BFA"/>
    <w:rsid w:val="000D55FC"/>
    <w:rsid w:val="000D56CE"/>
    <w:rsid w:val="000D5DBB"/>
    <w:rsid w:val="000D5FE5"/>
    <w:rsid w:val="000D601D"/>
    <w:rsid w:val="000D6AE1"/>
    <w:rsid w:val="000D6F7B"/>
    <w:rsid w:val="000D7353"/>
    <w:rsid w:val="000D787D"/>
    <w:rsid w:val="000D7973"/>
    <w:rsid w:val="000D7D92"/>
    <w:rsid w:val="000E0003"/>
    <w:rsid w:val="000E0083"/>
    <w:rsid w:val="000E030B"/>
    <w:rsid w:val="000E057D"/>
    <w:rsid w:val="000E0619"/>
    <w:rsid w:val="000E0F03"/>
    <w:rsid w:val="000E0F46"/>
    <w:rsid w:val="000E122B"/>
    <w:rsid w:val="000E123F"/>
    <w:rsid w:val="000E17BC"/>
    <w:rsid w:val="000E1859"/>
    <w:rsid w:val="000E198B"/>
    <w:rsid w:val="000E1A06"/>
    <w:rsid w:val="000E1E06"/>
    <w:rsid w:val="000E21FE"/>
    <w:rsid w:val="000E25C6"/>
    <w:rsid w:val="000E274E"/>
    <w:rsid w:val="000E276F"/>
    <w:rsid w:val="000E2C25"/>
    <w:rsid w:val="000E2E0D"/>
    <w:rsid w:val="000E3592"/>
    <w:rsid w:val="000E3A36"/>
    <w:rsid w:val="000E3B3A"/>
    <w:rsid w:val="000E3BF4"/>
    <w:rsid w:val="000E3C9B"/>
    <w:rsid w:val="000E3E1F"/>
    <w:rsid w:val="000E42AE"/>
    <w:rsid w:val="000E4610"/>
    <w:rsid w:val="000E4A2C"/>
    <w:rsid w:val="000E4A85"/>
    <w:rsid w:val="000E4CD7"/>
    <w:rsid w:val="000E4CEC"/>
    <w:rsid w:val="000E4DEC"/>
    <w:rsid w:val="000E4F4D"/>
    <w:rsid w:val="000E52B3"/>
    <w:rsid w:val="000E55E5"/>
    <w:rsid w:val="000E57E0"/>
    <w:rsid w:val="000E5C85"/>
    <w:rsid w:val="000E5D57"/>
    <w:rsid w:val="000E5E19"/>
    <w:rsid w:val="000E62F6"/>
    <w:rsid w:val="000E645C"/>
    <w:rsid w:val="000E65C1"/>
    <w:rsid w:val="000E66C3"/>
    <w:rsid w:val="000E69F1"/>
    <w:rsid w:val="000E6BB4"/>
    <w:rsid w:val="000E6CBE"/>
    <w:rsid w:val="000E6D77"/>
    <w:rsid w:val="000E6D95"/>
    <w:rsid w:val="000E7091"/>
    <w:rsid w:val="000E74E7"/>
    <w:rsid w:val="000E7862"/>
    <w:rsid w:val="000E7D58"/>
    <w:rsid w:val="000E7F37"/>
    <w:rsid w:val="000F015E"/>
    <w:rsid w:val="000F024E"/>
    <w:rsid w:val="000F09A7"/>
    <w:rsid w:val="000F0AF8"/>
    <w:rsid w:val="000F0BBF"/>
    <w:rsid w:val="000F10B5"/>
    <w:rsid w:val="000F15D0"/>
    <w:rsid w:val="000F1844"/>
    <w:rsid w:val="000F1918"/>
    <w:rsid w:val="000F1D69"/>
    <w:rsid w:val="000F2486"/>
    <w:rsid w:val="000F258E"/>
    <w:rsid w:val="000F25D2"/>
    <w:rsid w:val="000F2AEF"/>
    <w:rsid w:val="000F2BAF"/>
    <w:rsid w:val="000F2EBB"/>
    <w:rsid w:val="000F3317"/>
    <w:rsid w:val="000F347D"/>
    <w:rsid w:val="000F37B4"/>
    <w:rsid w:val="000F3C00"/>
    <w:rsid w:val="000F3DF6"/>
    <w:rsid w:val="000F41C1"/>
    <w:rsid w:val="000F4691"/>
    <w:rsid w:val="000F4886"/>
    <w:rsid w:val="000F4EE1"/>
    <w:rsid w:val="000F505B"/>
    <w:rsid w:val="000F509B"/>
    <w:rsid w:val="000F5108"/>
    <w:rsid w:val="000F51C7"/>
    <w:rsid w:val="000F566B"/>
    <w:rsid w:val="000F5A0F"/>
    <w:rsid w:val="000F5ABA"/>
    <w:rsid w:val="000F5D15"/>
    <w:rsid w:val="000F5F0B"/>
    <w:rsid w:val="000F6411"/>
    <w:rsid w:val="000F64B6"/>
    <w:rsid w:val="000F6569"/>
    <w:rsid w:val="000F6F3B"/>
    <w:rsid w:val="000F7433"/>
    <w:rsid w:val="000F7925"/>
    <w:rsid w:val="000F7ACC"/>
    <w:rsid w:val="000F7D47"/>
    <w:rsid w:val="000F7F54"/>
    <w:rsid w:val="000F7F5B"/>
    <w:rsid w:val="0010014C"/>
    <w:rsid w:val="001002CF"/>
    <w:rsid w:val="00100422"/>
    <w:rsid w:val="00100573"/>
    <w:rsid w:val="001005F8"/>
    <w:rsid w:val="0010096D"/>
    <w:rsid w:val="00100BBA"/>
    <w:rsid w:val="00100EDC"/>
    <w:rsid w:val="00100FEB"/>
    <w:rsid w:val="00101164"/>
    <w:rsid w:val="00101535"/>
    <w:rsid w:val="001015E8"/>
    <w:rsid w:val="001015FA"/>
    <w:rsid w:val="0010184B"/>
    <w:rsid w:val="00101F37"/>
    <w:rsid w:val="00102354"/>
    <w:rsid w:val="001023A2"/>
    <w:rsid w:val="001024AC"/>
    <w:rsid w:val="0010252C"/>
    <w:rsid w:val="001026BB"/>
    <w:rsid w:val="00102CB3"/>
    <w:rsid w:val="00102D8E"/>
    <w:rsid w:val="00102E8A"/>
    <w:rsid w:val="00103105"/>
    <w:rsid w:val="0010311C"/>
    <w:rsid w:val="001031DA"/>
    <w:rsid w:val="00103271"/>
    <w:rsid w:val="001034C3"/>
    <w:rsid w:val="00103873"/>
    <w:rsid w:val="00103B18"/>
    <w:rsid w:val="00103D39"/>
    <w:rsid w:val="00104001"/>
    <w:rsid w:val="00104060"/>
    <w:rsid w:val="001042DF"/>
    <w:rsid w:val="00104346"/>
    <w:rsid w:val="0010450D"/>
    <w:rsid w:val="001045EF"/>
    <w:rsid w:val="00104905"/>
    <w:rsid w:val="00104B01"/>
    <w:rsid w:val="00104D20"/>
    <w:rsid w:val="00104D51"/>
    <w:rsid w:val="00105074"/>
    <w:rsid w:val="001053A8"/>
    <w:rsid w:val="001058DC"/>
    <w:rsid w:val="00105A1A"/>
    <w:rsid w:val="00105C4C"/>
    <w:rsid w:val="00105EDE"/>
    <w:rsid w:val="00106115"/>
    <w:rsid w:val="00106400"/>
    <w:rsid w:val="001065D9"/>
    <w:rsid w:val="00106770"/>
    <w:rsid w:val="00106893"/>
    <w:rsid w:val="0010781D"/>
    <w:rsid w:val="00107CB4"/>
    <w:rsid w:val="00107F8B"/>
    <w:rsid w:val="00110189"/>
    <w:rsid w:val="00110205"/>
    <w:rsid w:val="00110232"/>
    <w:rsid w:val="0011036A"/>
    <w:rsid w:val="00110809"/>
    <w:rsid w:val="00110A7C"/>
    <w:rsid w:val="00110B4E"/>
    <w:rsid w:val="00110C4C"/>
    <w:rsid w:val="00110E20"/>
    <w:rsid w:val="00110E72"/>
    <w:rsid w:val="00110EF4"/>
    <w:rsid w:val="00110F1A"/>
    <w:rsid w:val="0011142C"/>
    <w:rsid w:val="001114E3"/>
    <w:rsid w:val="00111ED5"/>
    <w:rsid w:val="00112358"/>
    <w:rsid w:val="001128EA"/>
    <w:rsid w:val="0011298D"/>
    <w:rsid w:val="00112B69"/>
    <w:rsid w:val="00112D23"/>
    <w:rsid w:val="00112E56"/>
    <w:rsid w:val="0011303D"/>
    <w:rsid w:val="00113628"/>
    <w:rsid w:val="00113C34"/>
    <w:rsid w:val="00114247"/>
    <w:rsid w:val="00114315"/>
    <w:rsid w:val="00114853"/>
    <w:rsid w:val="00115BDA"/>
    <w:rsid w:val="00115D3C"/>
    <w:rsid w:val="001163BE"/>
    <w:rsid w:val="001164A5"/>
    <w:rsid w:val="00116CCB"/>
    <w:rsid w:val="00116FF4"/>
    <w:rsid w:val="001170E5"/>
    <w:rsid w:val="001176FE"/>
    <w:rsid w:val="00117768"/>
    <w:rsid w:val="001177A2"/>
    <w:rsid w:val="001177C3"/>
    <w:rsid w:val="00117816"/>
    <w:rsid w:val="00117D20"/>
    <w:rsid w:val="00117DDB"/>
    <w:rsid w:val="00120848"/>
    <w:rsid w:val="00120CA9"/>
    <w:rsid w:val="00120ECF"/>
    <w:rsid w:val="001210D8"/>
    <w:rsid w:val="00121111"/>
    <w:rsid w:val="00121543"/>
    <w:rsid w:val="00121956"/>
    <w:rsid w:val="00121B65"/>
    <w:rsid w:val="00121F39"/>
    <w:rsid w:val="0012208B"/>
    <w:rsid w:val="00122106"/>
    <w:rsid w:val="0012211F"/>
    <w:rsid w:val="001226B0"/>
    <w:rsid w:val="001227B6"/>
    <w:rsid w:val="00122948"/>
    <w:rsid w:val="00122ECC"/>
    <w:rsid w:val="00122F31"/>
    <w:rsid w:val="00122F85"/>
    <w:rsid w:val="0012307E"/>
    <w:rsid w:val="00123350"/>
    <w:rsid w:val="00123416"/>
    <w:rsid w:val="00123469"/>
    <w:rsid w:val="001238B1"/>
    <w:rsid w:val="00123AB3"/>
    <w:rsid w:val="00123C50"/>
    <w:rsid w:val="00123E79"/>
    <w:rsid w:val="00123F11"/>
    <w:rsid w:val="001243DC"/>
    <w:rsid w:val="00124408"/>
    <w:rsid w:val="00124546"/>
    <w:rsid w:val="0012463C"/>
    <w:rsid w:val="001248CF"/>
    <w:rsid w:val="00124F12"/>
    <w:rsid w:val="00124F5A"/>
    <w:rsid w:val="00125001"/>
    <w:rsid w:val="00125031"/>
    <w:rsid w:val="00125063"/>
    <w:rsid w:val="0012537A"/>
    <w:rsid w:val="001253E6"/>
    <w:rsid w:val="00125A91"/>
    <w:rsid w:val="00125CAC"/>
    <w:rsid w:val="00125CEB"/>
    <w:rsid w:val="00126216"/>
    <w:rsid w:val="001264A1"/>
    <w:rsid w:val="00126534"/>
    <w:rsid w:val="00126656"/>
    <w:rsid w:val="00126812"/>
    <w:rsid w:val="001270AF"/>
    <w:rsid w:val="001270B3"/>
    <w:rsid w:val="00127223"/>
    <w:rsid w:val="0012746F"/>
    <w:rsid w:val="00127671"/>
    <w:rsid w:val="00127696"/>
    <w:rsid w:val="001277E2"/>
    <w:rsid w:val="00127885"/>
    <w:rsid w:val="0012793E"/>
    <w:rsid w:val="001279B2"/>
    <w:rsid w:val="00127B28"/>
    <w:rsid w:val="00127CDE"/>
    <w:rsid w:val="00127DBE"/>
    <w:rsid w:val="00127F70"/>
    <w:rsid w:val="00130159"/>
    <w:rsid w:val="0013027A"/>
    <w:rsid w:val="00130319"/>
    <w:rsid w:val="0013041C"/>
    <w:rsid w:val="0013049D"/>
    <w:rsid w:val="0013095E"/>
    <w:rsid w:val="00130B19"/>
    <w:rsid w:val="00130CB6"/>
    <w:rsid w:val="00130CB9"/>
    <w:rsid w:val="0013115F"/>
    <w:rsid w:val="0013188A"/>
    <w:rsid w:val="001319DB"/>
    <w:rsid w:val="00131CF9"/>
    <w:rsid w:val="00131D65"/>
    <w:rsid w:val="00131E6C"/>
    <w:rsid w:val="00132056"/>
    <w:rsid w:val="00132400"/>
    <w:rsid w:val="001325D4"/>
    <w:rsid w:val="001326AC"/>
    <w:rsid w:val="00132FEF"/>
    <w:rsid w:val="00132FF3"/>
    <w:rsid w:val="00133305"/>
    <w:rsid w:val="00133AC6"/>
    <w:rsid w:val="00134486"/>
    <w:rsid w:val="00134ABD"/>
    <w:rsid w:val="00134B21"/>
    <w:rsid w:val="00134CA1"/>
    <w:rsid w:val="00134FFB"/>
    <w:rsid w:val="00135761"/>
    <w:rsid w:val="00135AA6"/>
    <w:rsid w:val="00135D26"/>
    <w:rsid w:val="00135D42"/>
    <w:rsid w:val="00135F32"/>
    <w:rsid w:val="001361BE"/>
    <w:rsid w:val="0013640D"/>
    <w:rsid w:val="001369C6"/>
    <w:rsid w:val="00136B58"/>
    <w:rsid w:val="00136B9A"/>
    <w:rsid w:val="00136D27"/>
    <w:rsid w:val="0013735C"/>
    <w:rsid w:val="001373D3"/>
    <w:rsid w:val="001375E8"/>
    <w:rsid w:val="0013767A"/>
    <w:rsid w:val="0013769D"/>
    <w:rsid w:val="00137882"/>
    <w:rsid w:val="00137AF3"/>
    <w:rsid w:val="00137F6A"/>
    <w:rsid w:val="00140525"/>
    <w:rsid w:val="001405FA"/>
    <w:rsid w:val="001407E1"/>
    <w:rsid w:val="00140975"/>
    <w:rsid w:val="00140AC3"/>
    <w:rsid w:val="00140CAC"/>
    <w:rsid w:val="00140DCD"/>
    <w:rsid w:val="00140F71"/>
    <w:rsid w:val="00140F8C"/>
    <w:rsid w:val="00141130"/>
    <w:rsid w:val="00141256"/>
    <w:rsid w:val="0014143C"/>
    <w:rsid w:val="0014151F"/>
    <w:rsid w:val="00141595"/>
    <w:rsid w:val="00141614"/>
    <w:rsid w:val="0014173A"/>
    <w:rsid w:val="0014193E"/>
    <w:rsid w:val="00141ACE"/>
    <w:rsid w:val="00141CCC"/>
    <w:rsid w:val="00141D52"/>
    <w:rsid w:val="00142925"/>
    <w:rsid w:val="00142A59"/>
    <w:rsid w:val="00142DE9"/>
    <w:rsid w:val="00143062"/>
    <w:rsid w:val="001432E5"/>
    <w:rsid w:val="00143379"/>
    <w:rsid w:val="001434E3"/>
    <w:rsid w:val="001435F3"/>
    <w:rsid w:val="00143A88"/>
    <w:rsid w:val="00144494"/>
    <w:rsid w:val="00144732"/>
    <w:rsid w:val="0014474F"/>
    <w:rsid w:val="001447CA"/>
    <w:rsid w:val="0014480E"/>
    <w:rsid w:val="00144B54"/>
    <w:rsid w:val="00144DC9"/>
    <w:rsid w:val="00144E33"/>
    <w:rsid w:val="00144FDF"/>
    <w:rsid w:val="00145218"/>
    <w:rsid w:val="00145240"/>
    <w:rsid w:val="0014546E"/>
    <w:rsid w:val="0014549A"/>
    <w:rsid w:val="00145502"/>
    <w:rsid w:val="0014580D"/>
    <w:rsid w:val="001459C3"/>
    <w:rsid w:val="00145B47"/>
    <w:rsid w:val="00145CC3"/>
    <w:rsid w:val="00146254"/>
    <w:rsid w:val="00146A97"/>
    <w:rsid w:val="00146F09"/>
    <w:rsid w:val="00146FF9"/>
    <w:rsid w:val="001472F6"/>
    <w:rsid w:val="0014760C"/>
    <w:rsid w:val="0014775E"/>
    <w:rsid w:val="00147E09"/>
    <w:rsid w:val="0015016A"/>
    <w:rsid w:val="0015018F"/>
    <w:rsid w:val="0015059C"/>
    <w:rsid w:val="00150740"/>
    <w:rsid w:val="00150C5F"/>
    <w:rsid w:val="00150E35"/>
    <w:rsid w:val="0015101B"/>
    <w:rsid w:val="0015120A"/>
    <w:rsid w:val="001513F9"/>
    <w:rsid w:val="00151447"/>
    <w:rsid w:val="001514CF"/>
    <w:rsid w:val="00151993"/>
    <w:rsid w:val="00151AAC"/>
    <w:rsid w:val="00151E33"/>
    <w:rsid w:val="00151EE4"/>
    <w:rsid w:val="00152166"/>
    <w:rsid w:val="001521D2"/>
    <w:rsid w:val="0015258D"/>
    <w:rsid w:val="00152701"/>
    <w:rsid w:val="0015282A"/>
    <w:rsid w:val="001529FA"/>
    <w:rsid w:val="00152A14"/>
    <w:rsid w:val="00152C2C"/>
    <w:rsid w:val="00152CBB"/>
    <w:rsid w:val="00152DC7"/>
    <w:rsid w:val="00152EEA"/>
    <w:rsid w:val="00152F0E"/>
    <w:rsid w:val="001530C3"/>
    <w:rsid w:val="00153302"/>
    <w:rsid w:val="0015377E"/>
    <w:rsid w:val="00153A5A"/>
    <w:rsid w:val="00153CA6"/>
    <w:rsid w:val="0015417D"/>
    <w:rsid w:val="001542B8"/>
    <w:rsid w:val="001543DD"/>
    <w:rsid w:val="001544DC"/>
    <w:rsid w:val="00154581"/>
    <w:rsid w:val="00154628"/>
    <w:rsid w:val="001547BE"/>
    <w:rsid w:val="00154851"/>
    <w:rsid w:val="001549BC"/>
    <w:rsid w:val="00154A70"/>
    <w:rsid w:val="00154D13"/>
    <w:rsid w:val="00154D80"/>
    <w:rsid w:val="00154EA0"/>
    <w:rsid w:val="00154EF4"/>
    <w:rsid w:val="001551A7"/>
    <w:rsid w:val="001555D8"/>
    <w:rsid w:val="0015588E"/>
    <w:rsid w:val="00155C02"/>
    <w:rsid w:val="00155C4B"/>
    <w:rsid w:val="0015620C"/>
    <w:rsid w:val="001567CC"/>
    <w:rsid w:val="001567F6"/>
    <w:rsid w:val="00156BB0"/>
    <w:rsid w:val="00156C34"/>
    <w:rsid w:val="00156E44"/>
    <w:rsid w:val="00156E4B"/>
    <w:rsid w:val="00156F10"/>
    <w:rsid w:val="00156F34"/>
    <w:rsid w:val="001572C1"/>
    <w:rsid w:val="00157446"/>
    <w:rsid w:val="00157533"/>
    <w:rsid w:val="0015774F"/>
    <w:rsid w:val="0015780B"/>
    <w:rsid w:val="00157ADB"/>
    <w:rsid w:val="00157D84"/>
    <w:rsid w:val="00157D9C"/>
    <w:rsid w:val="001603F1"/>
    <w:rsid w:val="00160757"/>
    <w:rsid w:val="001608A0"/>
    <w:rsid w:val="001608E4"/>
    <w:rsid w:val="00160DFA"/>
    <w:rsid w:val="00160E62"/>
    <w:rsid w:val="0016103D"/>
    <w:rsid w:val="001613B1"/>
    <w:rsid w:val="00161A60"/>
    <w:rsid w:val="00161B01"/>
    <w:rsid w:val="00161BDC"/>
    <w:rsid w:val="001621B6"/>
    <w:rsid w:val="0016221C"/>
    <w:rsid w:val="00162255"/>
    <w:rsid w:val="00162262"/>
    <w:rsid w:val="001623CA"/>
    <w:rsid w:val="0016241E"/>
    <w:rsid w:val="00162729"/>
    <w:rsid w:val="00162781"/>
    <w:rsid w:val="0016300B"/>
    <w:rsid w:val="00163048"/>
    <w:rsid w:val="0016343F"/>
    <w:rsid w:val="00163532"/>
    <w:rsid w:val="00163661"/>
    <w:rsid w:val="00163810"/>
    <w:rsid w:val="001639AD"/>
    <w:rsid w:val="001639C6"/>
    <w:rsid w:val="00163ED8"/>
    <w:rsid w:val="0016415B"/>
    <w:rsid w:val="00164220"/>
    <w:rsid w:val="001648AB"/>
    <w:rsid w:val="001648AD"/>
    <w:rsid w:val="001649C5"/>
    <w:rsid w:val="00164A60"/>
    <w:rsid w:val="00164E55"/>
    <w:rsid w:val="00165056"/>
    <w:rsid w:val="00165138"/>
    <w:rsid w:val="001651F9"/>
    <w:rsid w:val="00165261"/>
    <w:rsid w:val="001653E6"/>
    <w:rsid w:val="001659E9"/>
    <w:rsid w:val="00165DEE"/>
    <w:rsid w:val="00165E11"/>
    <w:rsid w:val="00165E87"/>
    <w:rsid w:val="00165F63"/>
    <w:rsid w:val="00166124"/>
    <w:rsid w:val="0016635E"/>
    <w:rsid w:val="001663DD"/>
    <w:rsid w:val="00166608"/>
    <w:rsid w:val="00166766"/>
    <w:rsid w:val="00166785"/>
    <w:rsid w:val="00166A69"/>
    <w:rsid w:val="00166AE1"/>
    <w:rsid w:val="00166B03"/>
    <w:rsid w:val="00166BCC"/>
    <w:rsid w:val="00166C58"/>
    <w:rsid w:val="0016712B"/>
    <w:rsid w:val="00167519"/>
    <w:rsid w:val="0016755A"/>
    <w:rsid w:val="001675E5"/>
    <w:rsid w:val="00167663"/>
    <w:rsid w:val="001676CE"/>
    <w:rsid w:val="00167732"/>
    <w:rsid w:val="0016797B"/>
    <w:rsid w:val="00167D84"/>
    <w:rsid w:val="00167E76"/>
    <w:rsid w:val="00170211"/>
    <w:rsid w:val="00170668"/>
    <w:rsid w:val="00170929"/>
    <w:rsid w:val="00170C61"/>
    <w:rsid w:val="00170E0E"/>
    <w:rsid w:val="00170EBC"/>
    <w:rsid w:val="00170F60"/>
    <w:rsid w:val="00170F87"/>
    <w:rsid w:val="0017101B"/>
    <w:rsid w:val="001713BE"/>
    <w:rsid w:val="0017152C"/>
    <w:rsid w:val="00171654"/>
    <w:rsid w:val="00171A51"/>
    <w:rsid w:val="00171CF1"/>
    <w:rsid w:val="00172076"/>
    <w:rsid w:val="00172187"/>
    <w:rsid w:val="00172241"/>
    <w:rsid w:val="0017265E"/>
    <w:rsid w:val="00172A17"/>
    <w:rsid w:val="00172C87"/>
    <w:rsid w:val="00173001"/>
    <w:rsid w:val="001731A8"/>
    <w:rsid w:val="001736D4"/>
    <w:rsid w:val="0017380C"/>
    <w:rsid w:val="00173BA1"/>
    <w:rsid w:val="00173CD2"/>
    <w:rsid w:val="00173D7E"/>
    <w:rsid w:val="00173E63"/>
    <w:rsid w:val="001741CF"/>
    <w:rsid w:val="00174527"/>
    <w:rsid w:val="00174745"/>
    <w:rsid w:val="00174769"/>
    <w:rsid w:val="00174AC2"/>
    <w:rsid w:val="0017523E"/>
    <w:rsid w:val="00175512"/>
    <w:rsid w:val="00175604"/>
    <w:rsid w:val="0017562D"/>
    <w:rsid w:val="00175B81"/>
    <w:rsid w:val="00175E9A"/>
    <w:rsid w:val="0017601C"/>
    <w:rsid w:val="001765AB"/>
    <w:rsid w:val="0017667C"/>
    <w:rsid w:val="001766CA"/>
    <w:rsid w:val="001766D6"/>
    <w:rsid w:val="00176B37"/>
    <w:rsid w:val="00176CB9"/>
    <w:rsid w:val="00176D70"/>
    <w:rsid w:val="00176DC1"/>
    <w:rsid w:val="00176EC3"/>
    <w:rsid w:val="001770D6"/>
    <w:rsid w:val="00177168"/>
    <w:rsid w:val="0017728A"/>
    <w:rsid w:val="00177559"/>
    <w:rsid w:val="0017765E"/>
    <w:rsid w:val="00177B0F"/>
    <w:rsid w:val="00177E75"/>
    <w:rsid w:val="00177EEE"/>
    <w:rsid w:val="0018036C"/>
    <w:rsid w:val="0018049A"/>
    <w:rsid w:val="00180693"/>
    <w:rsid w:val="0018098D"/>
    <w:rsid w:val="001809DA"/>
    <w:rsid w:val="00180A62"/>
    <w:rsid w:val="00180D5C"/>
    <w:rsid w:val="00180DC2"/>
    <w:rsid w:val="001811E8"/>
    <w:rsid w:val="001813C8"/>
    <w:rsid w:val="0018178C"/>
    <w:rsid w:val="00181877"/>
    <w:rsid w:val="001819DC"/>
    <w:rsid w:val="00181D5F"/>
    <w:rsid w:val="00181E50"/>
    <w:rsid w:val="001823E3"/>
    <w:rsid w:val="00182435"/>
    <w:rsid w:val="00182614"/>
    <w:rsid w:val="001826EB"/>
    <w:rsid w:val="0018278A"/>
    <w:rsid w:val="00182D1A"/>
    <w:rsid w:val="00182F7D"/>
    <w:rsid w:val="00183363"/>
    <w:rsid w:val="00183377"/>
    <w:rsid w:val="001834B4"/>
    <w:rsid w:val="0018356E"/>
    <w:rsid w:val="0018363B"/>
    <w:rsid w:val="001836A7"/>
    <w:rsid w:val="0018387B"/>
    <w:rsid w:val="001838BE"/>
    <w:rsid w:val="001839A3"/>
    <w:rsid w:val="00183B21"/>
    <w:rsid w:val="00183CE8"/>
    <w:rsid w:val="00183D9F"/>
    <w:rsid w:val="00183E55"/>
    <w:rsid w:val="00183EA5"/>
    <w:rsid w:val="00183EB4"/>
    <w:rsid w:val="00183F14"/>
    <w:rsid w:val="001842A5"/>
    <w:rsid w:val="0018443E"/>
    <w:rsid w:val="00184475"/>
    <w:rsid w:val="00184572"/>
    <w:rsid w:val="0018463A"/>
    <w:rsid w:val="00184721"/>
    <w:rsid w:val="0018490C"/>
    <w:rsid w:val="00184A7F"/>
    <w:rsid w:val="00184E06"/>
    <w:rsid w:val="00184E54"/>
    <w:rsid w:val="00184EB6"/>
    <w:rsid w:val="0018503A"/>
    <w:rsid w:val="00185380"/>
    <w:rsid w:val="0018582E"/>
    <w:rsid w:val="00185B9B"/>
    <w:rsid w:val="00185E37"/>
    <w:rsid w:val="00185F85"/>
    <w:rsid w:val="00185FEF"/>
    <w:rsid w:val="0018615E"/>
    <w:rsid w:val="001863B4"/>
    <w:rsid w:val="0018647B"/>
    <w:rsid w:val="00186603"/>
    <w:rsid w:val="00186B82"/>
    <w:rsid w:val="001871B1"/>
    <w:rsid w:val="00187216"/>
    <w:rsid w:val="00187419"/>
    <w:rsid w:val="001879E8"/>
    <w:rsid w:val="00187BDF"/>
    <w:rsid w:val="00187CD4"/>
    <w:rsid w:val="00190020"/>
    <w:rsid w:val="00190200"/>
    <w:rsid w:val="00190580"/>
    <w:rsid w:val="0019069F"/>
    <w:rsid w:val="001908F1"/>
    <w:rsid w:val="0019138B"/>
    <w:rsid w:val="00191824"/>
    <w:rsid w:val="0019191C"/>
    <w:rsid w:val="00191CDB"/>
    <w:rsid w:val="0019214B"/>
    <w:rsid w:val="0019244A"/>
    <w:rsid w:val="001927DB"/>
    <w:rsid w:val="00192D8E"/>
    <w:rsid w:val="00193253"/>
    <w:rsid w:val="00193265"/>
    <w:rsid w:val="00193598"/>
    <w:rsid w:val="00193759"/>
    <w:rsid w:val="001937F2"/>
    <w:rsid w:val="00193B6D"/>
    <w:rsid w:val="001942A2"/>
    <w:rsid w:val="001942D7"/>
    <w:rsid w:val="001947D4"/>
    <w:rsid w:val="00194DB4"/>
    <w:rsid w:val="001952D3"/>
    <w:rsid w:val="00195511"/>
    <w:rsid w:val="00195775"/>
    <w:rsid w:val="001958AE"/>
    <w:rsid w:val="00195A68"/>
    <w:rsid w:val="00195AAE"/>
    <w:rsid w:val="00195C2B"/>
    <w:rsid w:val="00195C40"/>
    <w:rsid w:val="001962A1"/>
    <w:rsid w:val="00196310"/>
    <w:rsid w:val="001964A6"/>
    <w:rsid w:val="00196583"/>
    <w:rsid w:val="00196694"/>
    <w:rsid w:val="001967B4"/>
    <w:rsid w:val="0019692C"/>
    <w:rsid w:val="00196A63"/>
    <w:rsid w:val="00196B8A"/>
    <w:rsid w:val="00196C87"/>
    <w:rsid w:val="00196DAF"/>
    <w:rsid w:val="00196E00"/>
    <w:rsid w:val="00197AA0"/>
    <w:rsid w:val="00197B85"/>
    <w:rsid w:val="00197D5E"/>
    <w:rsid w:val="001A02EA"/>
    <w:rsid w:val="001A0310"/>
    <w:rsid w:val="001A0431"/>
    <w:rsid w:val="001A066A"/>
    <w:rsid w:val="001A0712"/>
    <w:rsid w:val="001A0734"/>
    <w:rsid w:val="001A08ED"/>
    <w:rsid w:val="001A0A44"/>
    <w:rsid w:val="001A0D08"/>
    <w:rsid w:val="001A0D6E"/>
    <w:rsid w:val="001A0F5B"/>
    <w:rsid w:val="001A1035"/>
    <w:rsid w:val="001A1076"/>
    <w:rsid w:val="001A1270"/>
    <w:rsid w:val="001A1522"/>
    <w:rsid w:val="001A15BD"/>
    <w:rsid w:val="001A1745"/>
    <w:rsid w:val="001A176F"/>
    <w:rsid w:val="001A1999"/>
    <w:rsid w:val="001A1A24"/>
    <w:rsid w:val="001A1B39"/>
    <w:rsid w:val="001A1BAF"/>
    <w:rsid w:val="001A1C4B"/>
    <w:rsid w:val="001A1FC8"/>
    <w:rsid w:val="001A2273"/>
    <w:rsid w:val="001A264F"/>
    <w:rsid w:val="001A2811"/>
    <w:rsid w:val="001A2AD5"/>
    <w:rsid w:val="001A2EC5"/>
    <w:rsid w:val="001A2EEB"/>
    <w:rsid w:val="001A2F5E"/>
    <w:rsid w:val="001A2F67"/>
    <w:rsid w:val="001A2FC2"/>
    <w:rsid w:val="001A32B5"/>
    <w:rsid w:val="001A32FD"/>
    <w:rsid w:val="001A335B"/>
    <w:rsid w:val="001A33D4"/>
    <w:rsid w:val="001A34F2"/>
    <w:rsid w:val="001A355A"/>
    <w:rsid w:val="001A3917"/>
    <w:rsid w:val="001A399A"/>
    <w:rsid w:val="001A3ADE"/>
    <w:rsid w:val="001A3C06"/>
    <w:rsid w:val="001A3EFD"/>
    <w:rsid w:val="001A4514"/>
    <w:rsid w:val="001A489F"/>
    <w:rsid w:val="001A4B8A"/>
    <w:rsid w:val="001A4DA8"/>
    <w:rsid w:val="001A4F15"/>
    <w:rsid w:val="001A503B"/>
    <w:rsid w:val="001A5408"/>
    <w:rsid w:val="001A56AB"/>
    <w:rsid w:val="001A5AEC"/>
    <w:rsid w:val="001A5E37"/>
    <w:rsid w:val="001A6242"/>
    <w:rsid w:val="001A6335"/>
    <w:rsid w:val="001A64B5"/>
    <w:rsid w:val="001A653E"/>
    <w:rsid w:val="001A65D5"/>
    <w:rsid w:val="001A66DB"/>
    <w:rsid w:val="001A6AF8"/>
    <w:rsid w:val="001A6E9B"/>
    <w:rsid w:val="001A6EBB"/>
    <w:rsid w:val="001A74CD"/>
    <w:rsid w:val="001A74E3"/>
    <w:rsid w:val="001A7630"/>
    <w:rsid w:val="001A796D"/>
    <w:rsid w:val="001A7B27"/>
    <w:rsid w:val="001A7F85"/>
    <w:rsid w:val="001B049D"/>
    <w:rsid w:val="001B05CE"/>
    <w:rsid w:val="001B073D"/>
    <w:rsid w:val="001B07B9"/>
    <w:rsid w:val="001B0999"/>
    <w:rsid w:val="001B0B64"/>
    <w:rsid w:val="001B0B7B"/>
    <w:rsid w:val="001B0B7F"/>
    <w:rsid w:val="001B0D9F"/>
    <w:rsid w:val="001B10C2"/>
    <w:rsid w:val="001B10DA"/>
    <w:rsid w:val="001B123C"/>
    <w:rsid w:val="001B148D"/>
    <w:rsid w:val="001B14AD"/>
    <w:rsid w:val="001B1601"/>
    <w:rsid w:val="001B176E"/>
    <w:rsid w:val="001B1848"/>
    <w:rsid w:val="001B1868"/>
    <w:rsid w:val="001B1E06"/>
    <w:rsid w:val="001B1F0C"/>
    <w:rsid w:val="001B21BC"/>
    <w:rsid w:val="001B2339"/>
    <w:rsid w:val="001B23AC"/>
    <w:rsid w:val="001B23CC"/>
    <w:rsid w:val="001B2956"/>
    <w:rsid w:val="001B2A52"/>
    <w:rsid w:val="001B2C04"/>
    <w:rsid w:val="001B2C1D"/>
    <w:rsid w:val="001B2D1C"/>
    <w:rsid w:val="001B2D6F"/>
    <w:rsid w:val="001B3033"/>
    <w:rsid w:val="001B3255"/>
    <w:rsid w:val="001B3504"/>
    <w:rsid w:val="001B35E6"/>
    <w:rsid w:val="001B36A1"/>
    <w:rsid w:val="001B37D6"/>
    <w:rsid w:val="001B3F81"/>
    <w:rsid w:val="001B3FE2"/>
    <w:rsid w:val="001B40E9"/>
    <w:rsid w:val="001B451E"/>
    <w:rsid w:val="001B4A85"/>
    <w:rsid w:val="001B4BD5"/>
    <w:rsid w:val="001B4F0D"/>
    <w:rsid w:val="001B52C3"/>
    <w:rsid w:val="001B54E2"/>
    <w:rsid w:val="001B57A4"/>
    <w:rsid w:val="001B593A"/>
    <w:rsid w:val="001B5A5D"/>
    <w:rsid w:val="001B5DB8"/>
    <w:rsid w:val="001B5E76"/>
    <w:rsid w:val="001B60A4"/>
    <w:rsid w:val="001B62C4"/>
    <w:rsid w:val="001B638B"/>
    <w:rsid w:val="001B63C1"/>
    <w:rsid w:val="001B66A8"/>
    <w:rsid w:val="001B6B20"/>
    <w:rsid w:val="001B6B8F"/>
    <w:rsid w:val="001B76F4"/>
    <w:rsid w:val="001B78E5"/>
    <w:rsid w:val="001C0610"/>
    <w:rsid w:val="001C07EE"/>
    <w:rsid w:val="001C0B49"/>
    <w:rsid w:val="001C0C0E"/>
    <w:rsid w:val="001C0DFA"/>
    <w:rsid w:val="001C1302"/>
    <w:rsid w:val="001C15F4"/>
    <w:rsid w:val="001C1816"/>
    <w:rsid w:val="001C1930"/>
    <w:rsid w:val="001C1DC3"/>
    <w:rsid w:val="001C2445"/>
    <w:rsid w:val="001C2460"/>
    <w:rsid w:val="001C2528"/>
    <w:rsid w:val="001C265F"/>
    <w:rsid w:val="001C299A"/>
    <w:rsid w:val="001C2A78"/>
    <w:rsid w:val="001C2CB6"/>
    <w:rsid w:val="001C2DDC"/>
    <w:rsid w:val="001C3069"/>
    <w:rsid w:val="001C30E3"/>
    <w:rsid w:val="001C3510"/>
    <w:rsid w:val="001C36C9"/>
    <w:rsid w:val="001C4296"/>
    <w:rsid w:val="001C4429"/>
    <w:rsid w:val="001C4673"/>
    <w:rsid w:val="001C46A2"/>
    <w:rsid w:val="001C48B7"/>
    <w:rsid w:val="001C4A21"/>
    <w:rsid w:val="001C4B3B"/>
    <w:rsid w:val="001C4BE3"/>
    <w:rsid w:val="001C4BFD"/>
    <w:rsid w:val="001C4D6F"/>
    <w:rsid w:val="001C4FAB"/>
    <w:rsid w:val="001C50DE"/>
    <w:rsid w:val="001C5584"/>
    <w:rsid w:val="001C5866"/>
    <w:rsid w:val="001C619E"/>
    <w:rsid w:val="001C6370"/>
    <w:rsid w:val="001C6805"/>
    <w:rsid w:val="001C6A20"/>
    <w:rsid w:val="001C7A32"/>
    <w:rsid w:val="001C7E5F"/>
    <w:rsid w:val="001C7E74"/>
    <w:rsid w:val="001D000F"/>
    <w:rsid w:val="001D04DA"/>
    <w:rsid w:val="001D0657"/>
    <w:rsid w:val="001D06BB"/>
    <w:rsid w:val="001D073F"/>
    <w:rsid w:val="001D0950"/>
    <w:rsid w:val="001D0D3B"/>
    <w:rsid w:val="001D0D69"/>
    <w:rsid w:val="001D14E5"/>
    <w:rsid w:val="001D168C"/>
    <w:rsid w:val="001D2212"/>
    <w:rsid w:val="001D2417"/>
    <w:rsid w:val="001D244F"/>
    <w:rsid w:val="001D2646"/>
    <w:rsid w:val="001D267B"/>
    <w:rsid w:val="001D2ABB"/>
    <w:rsid w:val="001D2DDA"/>
    <w:rsid w:val="001D3009"/>
    <w:rsid w:val="001D31EA"/>
    <w:rsid w:val="001D336B"/>
    <w:rsid w:val="001D3F06"/>
    <w:rsid w:val="001D40DD"/>
    <w:rsid w:val="001D43D9"/>
    <w:rsid w:val="001D48C4"/>
    <w:rsid w:val="001D5101"/>
    <w:rsid w:val="001D535A"/>
    <w:rsid w:val="001D53AF"/>
    <w:rsid w:val="001D5AAC"/>
    <w:rsid w:val="001D5AB4"/>
    <w:rsid w:val="001D5B3F"/>
    <w:rsid w:val="001D605F"/>
    <w:rsid w:val="001D6516"/>
    <w:rsid w:val="001D68D4"/>
    <w:rsid w:val="001D69C1"/>
    <w:rsid w:val="001D69E9"/>
    <w:rsid w:val="001D6B8A"/>
    <w:rsid w:val="001D6C77"/>
    <w:rsid w:val="001D7435"/>
    <w:rsid w:val="001D7488"/>
    <w:rsid w:val="001D771C"/>
    <w:rsid w:val="001D7740"/>
    <w:rsid w:val="001D7771"/>
    <w:rsid w:val="001E0090"/>
    <w:rsid w:val="001E0186"/>
    <w:rsid w:val="001E0274"/>
    <w:rsid w:val="001E031D"/>
    <w:rsid w:val="001E038A"/>
    <w:rsid w:val="001E03DD"/>
    <w:rsid w:val="001E042B"/>
    <w:rsid w:val="001E049A"/>
    <w:rsid w:val="001E0996"/>
    <w:rsid w:val="001E09B4"/>
    <w:rsid w:val="001E0C70"/>
    <w:rsid w:val="001E0CD6"/>
    <w:rsid w:val="001E0E6A"/>
    <w:rsid w:val="001E0ED7"/>
    <w:rsid w:val="001E0FF8"/>
    <w:rsid w:val="001E107A"/>
    <w:rsid w:val="001E1172"/>
    <w:rsid w:val="001E1221"/>
    <w:rsid w:val="001E14E0"/>
    <w:rsid w:val="001E1E3C"/>
    <w:rsid w:val="001E2017"/>
    <w:rsid w:val="001E22D8"/>
    <w:rsid w:val="001E2DB7"/>
    <w:rsid w:val="001E3356"/>
    <w:rsid w:val="001E36A9"/>
    <w:rsid w:val="001E3AC7"/>
    <w:rsid w:val="001E3FBE"/>
    <w:rsid w:val="001E408B"/>
    <w:rsid w:val="001E4388"/>
    <w:rsid w:val="001E4624"/>
    <w:rsid w:val="001E472F"/>
    <w:rsid w:val="001E49F1"/>
    <w:rsid w:val="001E4E90"/>
    <w:rsid w:val="001E4F04"/>
    <w:rsid w:val="001E506F"/>
    <w:rsid w:val="001E5474"/>
    <w:rsid w:val="001E5555"/>
    <w:rsid w:val="001E5BAD"/>
    <w:rsid w:val="001E613F"/>
    <w:rsid w:val="001E6934"/>
    <w:rsid w:val="001E6D6C"/>
    <w:rsid w:val="001E6E3F"/>
    <w:rsid w:val="001E7205"/>
    <w:rsid w:val="001E726D"/>
    <w:rsid w:val="001E76B3"/>
    <w:rsid w:val="001E77A3"/>
    <w:rsid w:val="001E77A6"/>
    <w:rsid w:val="001E7989"/>
    <w:rsid w:val="001E79DB"/>
    <w:rsid w:val="001E7EE1"/>
    <w:rsid w:val="001F09A3"/>
    <w:rsid w:val="001F09A4"/>
    <w:rsid w:val="001F0A78"/>
    <w:rsid w:val="001F0B17"/>
    <w:rsid w:val="001F0CFB"/>
    <w:rsid w:val="001F0E42"/>
    <w:rsid w:val="001F0F07"/>
    <w:rsid w:val="001F0F11"/>
    <w:rsid w:val="001F0F18"/>
    <w:rsid w:val="001F1CA4"/>
    <w:rsid w:val="001F1FBB"/>
    <w:rsid w:val="001F2103"/>
    <w:rsid w:val="001F21A1"/>
    <w:rsid w:val="001F27AA"/>
    <w:rsid w:val="001F2A30"/>
    <w:rsid w:val="001F2A69"/>
    <w:rsid w:val="001F2B2A"/>
    <w:rsid w:val="001F3041"/>
    <w:rsid w:val="001F309D"/>
    <w:rsid w:val="001F364B"/>
    <w:rsid w:val="001F374C"/>
    <w:rsid w:val="001F3967"/>
    <w:rsid w:val="001F39EB"/>
    <w:rsid w:val="001F3ACC"/>
    <w:rsid w:val="001F4081"/>
    <w:rsid w:val="001F4221"/>
    <w:rsid w:val="001F43A9"/>
    <w:rsid w:val="001F476A"/>
    <w:rsid w:val="001F4F59"/>
    <w:rsid w:val="001F50B0"/>
    <w:rsid w:val="001F519A"/>
    <w:rsid w:val="001F52DB"/>
    <w:rsid w:val="001F547F"/>
    <w:rsid w:val="001F553E"/>
    <w:rsid w:val="001F57CE"/>
    <w:rsid w:val="001F581B"/>
    <w:rsid w:val="001F585B"/>
    <w:rsid w:val="001F59BD"/>
    <w:rsid w:val="001F5F6E"/>
    <w:rsid w:val="001F631C"/>
    <w:rsid w:val="001F63DD"/>
    <w:rsid w:val="001F65B3"/>
    <w:rsid w:val="001F679F"/>
    <w:rsid w:val="001F6A4E"/>
    <w:rsid w:val="001F6B2B"/>
    <w:rsid w:val="001F6B4A"/>
    <w:rsid w:val="001F6D3E"/>
    <w:rsid w:val="001F6D48"/>
    <w:rsid w:val="001F6F38"/>
    <w:rsid w:val="001F7419"/>
    <w:rsid w:val="001F7943"/>
    <w:rsid w:val="001F7996"/>
    <w:rsid w:val="001F7B5D"/>
    <w:rsid w:val="001F7CEA"/>
    <w:rsid w:val="001F7E8E"/>
    <w:rsid w:val="001F7EC9"/>
    <w:rsid w:val="0020000B"/>
    <w:rsid w:val="00200128"/>
    <w:rsid w:val="002002A0"/>
    <w:rsid w:val="002005F6"/>
    <w:rsid w:val="0020068B"/>
    <w:rsid w:val="00200735"/>
    <w:rsid w:val="00200966"/>
    <w:rsid w:val="002009F2"/>
    <w:rsid w:val="00200BBD"/>
    <w:rsid w:val="0020110C"/>
    <w:rsid w:val="002017DB"/>
    <w:rsid w:val="00201C04"/>
    <w:rsid w:val="00201C6A"/>
    <w:rsid w:val="00201E59"/>
    <w:rsid w:val="00201F1B"/>
    <w:rsid w:val="00201F37"/>
    <w:rsid w:val="002022DD"/>
    <w:rsid w:val="00202316"/>
    <w:rsid w:val="00202394"/>
    <w:rsid w:val="00202685"/>
    <w:rsid w:val="00202A20"/>
    <w:rsid w:val="00202B50"/>
    <w:rsid w:val="00202BAB"/>
    <w:rsid w:val="00202D15"/>
    <w:rsid w:val="0020313B"/>
    <w:rsid w:val="00203273"/>
    <w:rsid w:val="002033AA"/>
    <w:rsid w:val="002033B8"/>
    <w:rsid w:val="00203762"/>
    <w:rsid w:val="0020380D"/>
    <w:rsid w:val="002038C6"/>
    <w:rsid w:val="002038C9"/>
    <w:rsid w:val="002038CD"/>
    <w:rsid w:val="00203A47"/>
    <w:rsid w:val="00203D33"/>
    <w:rsid w:val="00203EE1"/>
    <w:rsid w:val="00204036"/>
    <w:rsid w:val="00204628"/>
    <w:rsid w:val="002048B6"/>
    <w:rsid w:val="002048C3"/>
    <w:rsid w:val="00204BC8"/>
    <w:rsid w:val="00205034"/>
    <w:rsid w:val="0020513F"/>
    <w:rsid w:val="00205224"/>
    <w:rsid w:val="00205232"/>
    <w:rsid w:val="00205592"/>
    <w:rsid w:val="002055CF"/>
    <w:rsid w:val="00205741"/>
    <w:rsid w:val="00205798"/>
    <w:rsid w:val="0020585F"/>
    <w:rsid w:val="00205F2D"/>
    <w:rsid w:val="00206570"/>
    <w:rsid w:val="002066B4"/>
    <w:rsid w:val="00206A1D"/>
    <w:rsid w:val="0020709F"/>
    <w:rsid w:val="002070BB"/>
    <w:rsid w:val="002070F6"/>
    <w:rsid w:val="00207102"/>
    <w:rsid w:val="002071A0"/>
    <w:rsid w:val="0020743E"/>
    <w:rsid w:val="0020753F"/>
    <w:rsid w:val="0020758D"/>
    <w:rsid w:val="00207876"/>
    <w:rsid w:val="00207B75"/>
    <w:rsid w:val="00207BAB"/>
    <w:rsid w:val="00207BDB"/>
    <w:rsid w:val="00207D17"/>
    <w:rsid w:val="00207ECC"/>
    <w:rsid w:val="00211CA2"/>
    <w:rsid w:val="00211CD2"/>
    <w:rsid w:val="00211CFA"/>
    <w:rsid w:val="00211D9C"/>
    <w:rsid w:val="002127B1"/>
    <w:rsid w:val="00212AFF"/>
    <w:rsid w:val="00212D1E"/>
    <w:rsid w:val="00212ED2"/>
    <w:rsid w:val="002130E1"/>
    <w:rsid w:val="0021319C"/>
    <w:rsid w:val="002132A2"/>
    <w:rsid w:val="002138CF"/>
    <w:rsid w:val="002139A9"/>
    <w:rsid w:val="00213BF1"/>
    <w:rsid w:val="00213C0A"/>
    <w:rsid w:val="00213C3A"/>
    <w:rsid w:val="0021425A"/>
    <w:rsid w:val="002142C5"/>
    <w:rsid w:val="0021455A"/>
    <w:rsid w:val="00214FA2"/>
    <w:rsid w:val="0021547A"/>
    <w:rsid w:val="002156E7"/>
    <w:rsid w:val="00215B46"/>
    <w:rsid w:val="00215BB9"/>
    <w:rsid w:val="00215FC5"/>
    <w:rsid w:val="0021633A"/>
    <w:rsid w:val="0021668B"/>
    <w:rsid w:val="0021670A"/>
    <w:rsid w:val="002167EF"/>
    <w:rsid w:val="00216890"/>
    <w:rsid w:val="002168A2"/>
    <w:rsid w:val="00216A1E"/>
    <w:rsid w:val="00216A23"/>
    <w:rsid w:val="00216D29"/>
    <w:rsid w:val="00216F7A"/>
    <w:rsid w:val="00216FBB"/>
    <w:rsid w:val="002170F9"/>
    <w:rsid w:val="002172A0"/>
    <w:rsid w:val="00217697"/>
    <w:rsid w:val="00217B0F"/>
    <w:rsid w:val="00217D94"/>
    <w:rsid w:val="00217E4D"/>
    <w:rsid w:val="00217F75"/>
    <w:rsid w:val="002200A8"/>
    <w:rsid w:val="002204CE"/>
    <w:rsid w:val="00220571"/>
    <w:rsid w:val="00220837"/>
    <w:rsid w:val="00220C06"/>
    <w:rsid w:val="00220CEC"/>
    <w:rsid w:val="00220EBE"/>
    <w:rsid w:val="00221105"/>
    <w:rsid w:val="0022113D"/>
    <w:rsid w:val="002211BF"/>
    <w:rsid w:val="0022194B"/>
    <w:rsid w:val="00221D47"/>
    <w:rsid w:val="00221D92"/>
    <w:rsid w:val="00221DB6"/>
    <w:rsid w:val="0022207C"/>
    <w:rsid w:val="00222266"/>
    <w:rsid w:val="00222632"/>
    <w:rsid w:val="00222B04"/>
    <w:rsid w:val="00222EE1"/>
    <w:rsid w:val="0022303E"/>
    <w:rsid w:val="002231E8"/>
    <w:rsid w:val="002233E2"/>
    <w:rsid w:val="00223424"/>
    <w:rsid w:val="00223511"/>
    <w:rsid w:val="0022382F"/>
    <w:rsid w:val="002238EE"/>
    <w:rsid w:val="00223D2D"/>
    <w:rsid w:val="00223EE7"/>
    <w:rsid w:val="00224196"/>
    <w:rsid w:val="002242AD"/>
    <w:rsid w:val="0022486D"/>
    <w:rsid w:val="00224A78"/>
    <w:rsid w:val="00225047"/>
    <w:rsid w:val="00225362"/>
    <w:rsid w:val="002259F6"/>
    <w:rsid w:val="00225BDF"/>
    <w:rsid w:val="00225C0E"/>
    <w:rsid w:val="00225E23"/>
    <w:rsid w:val="00225F2F"/>
    <w:rsid w:val="00226022"/>
    <w:rsid w:val="0022602D"/>
    <w:rsid w:val="0022607C"/>
    <w:rsid w:val="00226249"/>
    <w:rsid w:val="002262A9"/>
    <w:rsid w:val="002264DD"/>
    <w:rsid w:val="002265C7"/>
    <w:rsid w:val="0022666F"/>
    <w:rsid w:val="00226708"/>
    <w:rsid w:val="00226E37"/>
    <w:rsid w:val="002272DA"/>
    <w:rsid w:val="00227457"/>
    <w:rsid w:val="0022769F"/>
    <w:rsid w:val="002277B6"/>
    <w:rsid w:val="00227885"/>
    <w:rsid w:val="002279E1"/>
    <w:rsid w:val="00227AF6"/>
    <w:rsid w:val="00227C5E"/>
    <w:rsid w:val="002301C1"/>
    <w:rsid w:val="00230565"/>
    <w:rsid w:val="002307DC"/>
    <w:rsid w:val="00230D53"/>
    <w:rsid w:val="00231421"/>
    <w:rsid w:val="002316D0"/>
    <w:rsid w:val="00231D42"/>
    <w:rsid w:val="00231DB5"/>
    <w:rsid w:val="002321A1"/>
    <w:rsid w:val="002321C0"/>
    <w:rsid w:val="002324F7"/>
    <w:rsid w:val="002329F1"/>
    <w:rsid w:val="00232E80"/>
    <w:rsid w:val="00232F14"/>
    <w:rsid w:val="0023312E"/>
    <w:rsid w:val="00233178"/>
    <w:rsid w:val="00233181"/>
    <w:rsid w:val="002333B7"/>
    <w:rsid w:val="002334DB"/>
    <w:rsid w:val="0023352A"/>
    <w:rsid w:val="002338AF"/>
    <w:rsid w:val="002338EC"/>
    <w:rsid w:val="00233B89"/>
    <w:rsid w:val="00233BC0"/>
    <w:rsid w:val="00233C50"/>
    <w:rsid w:val="00233C70"/>
    <w:rsid w:val="00233F4F"/>
    <w:rsid w:val="00234191"/>
    <w:rsid w:val="0023420C"/>
    <w:rsid w:val="00234591"/>
    <w:rsid w:val="002348C9"/>
    <w:rsid w:val="00234B19"/>
    <w:rsid w:val="00234EA5"/>
    <w:rsid w:val="00235274"/>
    <w:rsid w:val="00235423"/>
    <w:rsid w:val="00235697"/>
    <w:rsid w:val="00235730"/>
    <w:rsid w:val="0023585C"/>
    <w:rsid w:val="00235AFF"/>
    <w:rsid w:val="00235B60"/>
    <w:rsid w:val="00235C02"/>
    <w:rsid w:val="00235ED3"/>
    <w:rsid w:val="00235FCE"/>
    <w:rsid w:val="0023603F"/>
    <w:rsid w:val="00236185"/>
    <w:rsid w:val="00236539"/>
    <w:rsid w:val="002366D0"/>
    <w:rsid w:val="00236D85"/>
    <w:rsid w:val="00236F51"/>
    <w:rsid w:val="00237020"/>
    <w:rsid w:val="00237252"/>
    <w:rsid w:val="00237397"/>
    <w:rsid w:val="00237597"/>
    <w:rsid w:val="0023761F"/>
    <w:rsid w:val="002378B9"/>
    <w:rsid w:val="002379CD"/>
    <w:rsid w:val="00237A92"/>
    <w:rsid w:val="00237A9B"/>
    <w:rsid w:val="00240301"/>
    <w:rsid w:val="002406A9"/>
    <w:rsid w:val="002406F5"/>
    <w:rsid w:val="0024070E"/>
    <w:rsid w:val="00240800"/>
    <w:rsid w:val="00240889"/>
    <w:rsid w:val="00240895"/>
    <w:rsid w:val="00240A86"/>
    <w:rsid w:val="00240D08"/>
    <w:rsid w:val="00240FF9"/>
    <w:rsid w:val="00241306"/>
    <w:rsid w:val="00241B29"/>
    <w:rsid w:val="00241D91"/>
    <w:rsid w:val="00241E7F"/>
    <w:rsid w:val="00241F1B"/>
    <w:rsid w:val="00242223"/>
    <w:rsid w:val="00242440"/>
    <w:rsid w:val="0024281F"/>
    <w:rsid w:val="00242989"/>
    <w:rsid w:val="00242BD9"/>
    <w:rsid w:val="00243341"/>
    <w:rsid w:val="002433AD"/>
    <w:rsid w:val="00244277"/>
    <w:rsid w:val="00244704"/>
    <w:rsid w:val="00244730"/>
    <w:rsid w:val="0024476B"/>
    <w:rsid w:val="002447B1"/>
    <w:rsid w:val="002447CC"/>
    <w:rsid w:val="002449AD"/>
    <w:rsid w:val="00244A4F"/>
    <w:rsid w:val="00244AF6"/>
    <w:rsid w:val="00244BB4"/>
    <w:rsid w:val="00244C4A"/>
    <w:rsid w:val="00244D0F"/>
    <w:rsid w:val="00244D9A"/>
    <w:rsid w:val="00245062"/>
    <w:rsid w:val="0024510C"/>
    <w:rsid w:val="00245292"/>
    <w:rsid w:val="00245455"/>
    <w:rsid w:val="00245D99"/>
    <w:rsid w:val="00245E06"/>
    <w:rsid w:val="0024609F"/>
    <w:rsid w:val="002461D3"/>
    <w:rsid w:val="00246290"/>
    <w:rsid w:val="0024656E"/>
    <w:rsid w:val="00246659"/>
    <w:rsid w:val="0024690A"/>
    <w:rsid w:val="00246AF1"/>
    <w:rsid w:val="00246B0F"/>
    <w:rsid w:val="00246FF3"/>
    <w:rsid w:val="00247045"/>
    <w:rsid w:val="00247069"/>
    <w:rsid w:val="0024708E"/>
    <w:rsid w:val="00247163"/>
    <w:rsid w:val="00247232"/>
    <w:rsid w:val="00247317"/>
    <w:rsid w:val="002476FE"/>
    <w:rsid w:val="00247B1C"/>
    <w:rsid w:val="00247E89"/>
    <w:rsid w:val="00247E8C"/>
    <w:rsid w:val="00247E99"/>
    <w:rsid w:val="00247FB4"/>
    <w:rsid w:val="002500CE"/>
    <w:rsid w:val="00250238"/>
    <w:rsid w:val="00250445"/>
    <w:rsid w:val="002506DD"/>
    <w:rsid w:val="00250934"/>
    <w:rsid w:val="00250991"/>
    <w:rsid w:val="00250998"/>
    <w:rsid w:val="00250B85"/>
    <w:rsid w:val="00250E23"/>
    <w:rsid w:val="00251064"/>
    <w:rsid w:val="002510C2"/>
    <w:rsid w:val="00251152"/>
    <w:rsid w:val="002511E1"/>
    <w:rsid w:val="00251292"/>
    <w:rsid w:val="00251872"/>
    <w:rsid w:val="002518C5"/>
    <w:rsid w:val="002518DE"/>
    <w:rsid w:val="00251AE8"/>
    <w:rsid w:val="00251D48"/>
    <w:rsid w:val="00252919"/>
    <w:rsid w:val="00252A09"/>
    <w:rsid w:val="0025316A"/>
    <w:rsid w:val="00253203"/>
    <w:rsid w:val="002532D8"/>
    <w:rsid w:val="002532DC"/>
    <w:rsid w:val="00253420"/>
    <w:rsid w:val="00253541"/>
    <w:rsid w:val="00253837"/>
    <w:rsid w:val="00253949"/>
    <w:rsid w:val="00253A4A"/>
    <w:rsid w:val="00253BFD"/>
    <w:rsid w:val="00253D45"/>
    <w:rsid w:val="00253EA0"/>
    <w:rsid w:val="002544D4"/>
    <w:rsid w:val="002549ED"/>
    <w:rsid w:val="00254B5C"/>
    <w:rsid w:val="00254B63"/>
    <w:rsid w:val="00254F13"/>
    <w:rsid w:val="0025524B"/>
    <w:rsid w:val="002552F5"/>
    <w:rsid w:val="00255423"/>
    <w:rsid w:val="0025553F"/>
    <w:rsid w:val="00255F2F"/>
    <w:rsid w:val="00255F77"/>
    <w:rsid w:val="00256020"/>
    <w:rsid w:val="00256465"/>
    <w:rsid w:val="002566F5"/>
    <w:rsid w:val="002567D1"/>
    <w:rsid w:val="00256C15"/>
    <w:rsid w:val="00256DFE"/>
    <w:rsid w:val="00256E3E"/>
    <w:rsid w:val="00256FD2"/>
    <w:rsid w:val="00257086"/>
    <w:rsid w:val="002570FB"/>
    <w:rsid w:val="002579EE"/>
    <w:rsid w:val="00257D2D"/>
    <w:rsid w:val="00257E26"/>
    <w:rsid w:val="00257EE0"/>
    <w:rsid w:val="002604E9"/>
    <w:rsid w:val="002605E5"/>
    <w:rsid w:val="00260685"/>
    <w:rsid w:val="002608B2"/>
    <w:rsid w:val="00260995"/>
    <w:rsid w:val="00260A41"/>
    <w:rsid w:val="00260B18"/>
    <w:rsid w:val="00260D23"/>
    <w:rsid w:val="00260DB2"/>
    <w:rsid w:val="00260F51"/>
    <w:rsid w:val="002611A7"/>
    <w:rsid w:val="0026190F"/>
    <w:rsid w:val="002619F0"/>
    <w:rsid w:val="00261B03"/>
    <w:rsid w:val="002625C8"/>
    <w:rsid w:val="00262A76"/>
    <w:rsid w:val="00262BEF"/>
    <w:rsid w:val="00262C78"/>
    <w:rsid w:val="00262CF6"/>
    <w:rsid w:val="002632F2"/>
    <w:rsid w:val="00263A72"/>
    <w:rsid w:val="00263EBA"/>
    <w:rsid w:val="00263FDE"/>
    <w:rsid w:val="002641A0"/>
    <w:rsid w:val="00264492"/>
    <w:rsid w:val="002644F1"/>
    <w:rsid w:val="002648A6"/>
    <w:rsid w:val="0026496F"/>
    <w:rsid w:val="00264C18"/>
    <w:rsid w:val="00264C76"/>
    <w:rsid w:val="00264E6E"/>
    <w:rsid w:val="00264E77"/>
    <w:rsid w:val="002655DB"/>
    <w:rsid w:val="002656D1"/>
    <w:rsid w:val="0026574D"/>
    <w:rsid w:val="00265797"/>
    <w:rsid w:val="002658BC"/>
    <w:rsid w:val="00265A1A"/>
    <w:rsid w:val="00265AAA"/>
    <w:rsid w:val="00265BFC"/>
    <w:rsid w:val="00265E36"/>
    <w:rsid w:val="00265FB0"/>
    <w:rsid w:val="002660B0"/>
    <w:rsid w:val="00266668"/>
    <w:rsid w:val="00266ABC"/>
    <w:rsid w:val="00266CFC"/>
    <w:rsid w:val="00266F64"/>
    <w:rsid w:val="00267000"/>
    <w:rsid w:val="0026709E"/>
    <w:rsid w:val="00267138"/>
    <w:rsid w:val="00267406"/>
    <w:rsid w:val="0026768B"/>
    <w:rsid w:val="00267BFE"/>
    <w:rsid w:val="00267D6C"/>
    <w:rsid w:val="00267E20"/>
    <w:rsid w:val="00267FCB"/>
    <w:rsid w:val="00267FDC"/>
    <w:rsid w:val="002701CD"/>
    <w:rsid w:val="002704EC"/>
    <w:rsid w:val="002705D0"/>
    <w:rsid w:val="00270C12"/>
    <w:rsid w:val="00270EAB"/>
    <w:rsid w:val="00271193"/>
    <w:rsid w:val="00271280"/>
    <w:rsid w:val="002714EB"/>
    <w:rsid w:val="002717FC"/>
    <w:rsid w:val="00271932"/>
    <w:rsid w:val="0027195A"/>
    <w:rsid w:val="00271DF9"/>
    <w:rsid w:val="00271DFC"/>
    <w:rsid w:val="00271E38"/>
    <w:rsid w:val="00271F32"/>
    <w:rsid w:val="00271FE8"/>
    <w:rsid w:val="0027231B"/>
    <w:rsid w:val="00272657"/>
    <w:rsid w:val="00272721"/>
    <w:rsid w:val="00272887"/>
    <w:rsid w:val="00272CDA"/>
    <w:rsid w:val="00272D85"/>
    <w:rsid w:val="00272FCB"/>
    <w:rsid w:val="002732EC"/>
    <w:rsid w:val="0027369F"/>
    <w:rsid w:val="00273780"/>
    <w:rsid w:val="00273A3A"/>
    <w:rsid w:val="00273F2F"/>
    <w:rsid w:val="002742AA"/>
    <w:rsid w:val="00274389"/>
    <w:rsid w:val="00274480"/>
    <w:rsid w:val="002745DD"/>
    <w:rsid w:val="00274683"/>
    <w:rsid w:val="00274A25"/>
    <w:rsid w:val="00274EFA"/>
    <w:rsid w:val="00275082"/>
    <w:rsid w:val="00275329"/>
    <w:rsid w:val="00275350"/>
    <w:rsid w:val="002756C8"/>
    <w:rsid w:val="002756E2"/>
    <w:rsid w:val="002758C0"/>
    <w:rsid w:val="00275B4B"/>
    <w:rsid w:val="00276074"/>
    <w:rsid w:val="002761C0"/>
    <w:rsid w:val="0027648C"/>
    <w:rsid w:val="00276699"/>
    <w:rsid w:val="002767F0"/>
    <w:rsid w:val="002767FB"/>
    <w:rsid w:val="00277010"/>
    <w:rsid w:val="0027762A"/>
    <w:rsid w:val="002777FA"/>
    <w:rsid w:val="00277B05"/>
    <w:rsid w:val="00277B59"/>
    <w:rsid w:val="00277C42"/>
    <w:rsid w:val="00280165"/>
    <w:rsid w:val="0028057A"/>
    <w:rsid w:val="002809E2"/>
    <w:rsid w:val="00280D23"/>
    <w:rsid w:val="00280D5E"/>
    <w:rsid w:val="00280E07"/>
    <w:rsid w:val="002814F9"/>
    <w:rsid w:val="0028153F"/>
    <w:rsid w:val="002815F3"/>
    <w:rsid w:val="00282087"/>
    <w:rsid w:val="00282434"/>
    <w:rsid w:val="0028244D"/>
    <w:rsid w:val="002826F2"/>
    <w:rsid w:val="0028286E"/>
    <w:rsid w:val="002828B9"/>
    <w:rsid w:val="00282C25"/>
    <w:rsid w:val="00282F3D"/>
    <w:rsid w:val="00282FAF"/>
    <w:rsid w:val="00283635"/>
    <w:rsid w:val="0028398E"/>
    <w:rsid w:val="00283B78"/>
    <w:rsid w:val="0028419E"/>
    <w:rsid w:val="00284336"/>
    <w:rsid w:val="002844C0"/>
    <w:rsid w:val="0028460A"/>
    <w:rsid w:val="0028464D"/>
    <w:rsid w:val="0028489D"/>
    <w:rsid w:val="00284CD6"/>
    <w:rsid w:val="002850F7"/>
    <w:rsid w:val="002851E6"/>
    <w:rsid w:val="0028552E"/>
    <w:rsid w:val="002856DA"/>
    <w:rsid w:val="002859A6"/>
    <w:rsid w:val="002859DB"/>
    <w:rsid w:val="002861AF"/>
    <w:rsid w:val="00286561"/>
    <w:rsid w:val="0028661B"/>
    <w:rsid w:val="00286775"/>
    <w:rsid w:val="00286C50"/>
    <w:rsid w:val="00286D8C"/>
    <w:rsid w:val="00286FF8"/>
    <w:rsid w:val="002871F4"/>
    <w:rsid w:val="002875AA"/>
    <w:rsid w:val="00287A62"/>
    <w:rsid w:val="00287C8A"/>
    <w:rsid w:val="00287E6D"/>
    <w:rsid w:val="00287F76"/>
    <w:rsid w:val="002900CB"/>
    <w:rsid w:val="002902C9"/>
    <w:rsid w:val="002903DE"/>
    <w:rsid w:val="00290470"/>
    <w:rsid w:val="002909CD"/>
    <w:rsid w:val="00290C66"/>
    <w:rsid w:val="002913D2"/>
    <w:rsid w:val="002916E6"/>
    <w:rsid w:val="002917A0"/>
    <w:rsid w:val="0029188C"/>
    <w:rsid w:val="0029191E"/>
    <w:rsid w:val="00291A6D"/>
    <w:rsid w:val="00291DF5"/>
    <w:rsid w:val="00291FE2"/>
    <w:rsid w:val="002921AB"/>
    <w:rsid w:val="0029231B"/>
    <w:rsid w:val="00292AD9"/>
    <w:rsid w:val="00293111"/>
    <w:rsid w:val="00293140"/>
    <w:rsid w:val="00293D72"/>
    <w:rsid w:val="00293EC5"/>
    <w:rsid w:val="0029400A"/>
    <w:rsid w:val="0029489A"/>
    <w:rsid w:val="00294A2E"/>
    <w:rsid w:val="00294BAE"/>
    <w:rsid w:val="00294EA4"/>
    <w:rsid w:val="00294EDA"/>
    <w:rsid w:val="00294F10"/>
    <w:rsid w:val="002950ED"/>
    <w:rsid w:val="002951E0"/>
    <w:rsid w:val="002951EE"/>
    <w:rsid w:val="00295697"/>
    <w:rsid w:val="0029570F"/>
    <w:rsid w:val="0029573A"/>
    <w:rsid w:val="0029578D"/>
    <w:rsid w:val="00295CE5"/>
    <w:rsid w:val="002962AF"/>
    <w:rsid w:val="002963BD"/>
    <w:rsid w:val="00296415"/>
    <w:rsid w:val="002965BD"/>
    <w:rsid w:val="00296647"/>
    <w:rsid w:val="00296B12"/>
    <w:rsid w:val="00296B85"/>
    <w:rsid w:val="002970BA"/>
    <w:rsid w:val="00297429"/>
    <w:rsid w:val="002974A2"/>
    <w:rsid w:val="0029764E"/>
    <w:rsid w:val="00297821"/>
    <w:rsid w:val="00297942"/>
    <w:rsid w:val="00297C61"/>
    <w:rsid w:val="002A0597"/>
    <w:rsid w:val="002A064A"/>
    <w:rsid w:val="002A07F6"/>
    <w:rsid w:val="002A0959"/>
    <w:rsid w:val="002A0EBC"/>
    <w:rsid w:val="002A0F8F"/>
    <w:rsid w:val="002A11E8"/>
    <w:rsid w:val="002A12D9"/>
    <w:rsid w:val="002A14CB"/>
    <w:rsid w:val="002A154F"/>
    <w:rsid w:val="002A1CBA"/>
    <w:rsid w:val="002A2A4D"/>
    <w:rsid w:val="002A2C25"/>
    <w:rsid w:val="002A2CBB"/>
    <w:rsid w:val="002A2F17"/>
    <w:rsid w:val="002A2FC7"/>
    <w:rsid w:val="002A3032"/>
    <w:rsid w:val="002A31A0"/>
    <w:rsid w:val="002A33DD"/>
    <w:rsid w:val="002A344E"/>
    <w:rsid w:val="002A3880"/>
    <w:rsid w:val="002A4632"/>
    <w:rsid w:val="002A46CB"/>
    <w:rsid w:val="002A48A9"/>
    <w:rsid w:val="002A4C6D"/>
    <w:rsid w:val="002A4C6F"/>
    <w:rsid w:val="002A4FF4"/>
    <w:rsid w:val="002A5213"/>
    <w:rsid w:val="002A52BD"/>
    <w:rsid w:val="002A5521"/>
    <w:rsid w:val="002A6194"/>
    <w:rsid w:val="002A61B6"/>
    <w:rsid w:val="002A63B4"/>
    <w:rsid w:val="002A690B"/>
    <w:rsid w:val="002A6DC5"/>
    <w:rsid w:val="002A7168"/>
    <w:rsid w:val="002A726C"/>
    <w:rsid w:val="002A7886"/>
    <w:rsid w:val="002A7A0D"/>
    <w:rsid w:val="002A7DE1"/>
    <w:rsid w:val="002A7E4A"/>
    <w:rsid w:val="002A7F18"/>
    <w:rsid w:val="002A7FAD"/>
    <w:rsid w:val="002B01F5"/>
    <w:rsid w:val="002B0265"/>
    <w:rsid w:val="002B02EA"/>
    <w:rsid w:val="002B034E"/>
    <w:rsid w:val="002B06B2"/>
    <w:rsid w:val="002B07B4"/>
    <w:rsid w:val="002B09F2"/>
    <w:rsid w:val="002B0E2D"/>
    <w:rsid w:val="002B13B2"/>
    <w:rsid w:val="002B13CC"/>
    <w:rsid w:val="002B158D"/>
    <w:rsid w:val="002B172A"/>
    <w:rsid w:val="002B199F"/>
    <w:rsid w:val="002B1B78"/>
    <w:rsid w:val="002B1E81"/>
    <w:rsid w:val="002B1F6E"/>
    <w:rsid w:val="002B2330"/>
    <w:rsid w:val="002B2875"/>
    <w:rsid w:val="002B29C8"/>
    <w:rsid w:val="002B2BCF"/>
    <w:rsid w:val="002B2E60"/>
    <w:rsid w:val="002B2EE9"/>
    <w:rsid w:val="002B306A"/>
    <w:rsid w:val="002B31AC"/>
    <w:rsid w:val="002B3B11"/>
    <w:rsid w:val="002B4052"/>
    <w:rsid w:val="002B42C2"/>
    <w:rsid w:val="002B43F4"/>
    <w:rsid w:val="002B4637"/>
    <w:rsid w:val="002B4E8B"/>
    <w:rsid w:val="002B4F03"/>
    <w:rsid w:val="002B4F87"/>
    <w:rsid w:val="002B515C"/>
    <w:rsid w:val="002B556F"/>
    <w:rsid w:val="002B561E"/>
    <w:rsid w:val="002B5694"/>
    <w:rsid w:val="002B5725"/>
    <w:rsid w:val="002B57E8"/>
    <w:rsid w:val="002B5840"/>
    <w:rsid w:val="002B5A39"/>
    <w:rsid w:val="002B5D1B"/>
    <w:rsid w:val="002B5D28"/>
    <w:rsid w:val="002B5E7B"/>
    <w:rsid w:val="002B5FE5"/>
    <w:rsid w:val="002B61A9"/>
    <w:rsid w:val="002B6324"/>
    <w:rsid w:val="002B649C"/>
    <w:rsid w:val="002B64B9"/>
    <w:rsid w:val="002B667C"/>
    <w:rsid w:val="002B6812"/>
    <w:rsid w:val="002B6D69"/>
    <w:rsid w:val="002B6ECE"/>
    <w:rsid w:val="002B6F8C"/>
    <w:rsid w:val="002B7A8D"/>
    <w:rsid w:val="002B7B5E"/>
    <w:rsid w:val="002B7E0C"/>
    <w:rsid w:val="002B7F5B"/>
    <w:rsid w:val="002B7FB9"/>
    <w:rsid w:val="002C00C9"/>
    <w:rsid w:val="002C0186"/>
    <w:rsid w:val="002C06AB"/>
    <w:rsid w:val="002C0747"/>
    <w:rsid w:val="002C086A"/>
    <w:rsid w:val="002C090C"/>
    <w:rsid w:val="002C091B"/>
    <w:rsid w:val="002C0AEF"/>
    <w:rsid w:val="002C10EA"/>
    <w:rsid w:val="002C1607"/>
    <w:rsid w:val="002C181E"/>
    <w:rsid w:val="002C1985"/>
    <w:rsid w:val="002C211D"/>
    <w:rsid w:val="002C220D"/>
    <w:rsid w:val="002C2473"/>
    <w:rsid w:val="002C269C"/>
    <w:rsid w:val="002C273C"/>
    <w:rsid w:val="002C27D5"/>
    <w:rsid w:val="002C2E3F"/>
    <w:rsid w:val="002C2FD1"/>
    <w:rsid w:val="002C3489"/>
    <w:rsid w:val="002C39CC"/>
    <w:rsid w:val="002C39E7"/>
    <w:rsid w:val="002C3B33"/>
    <w:rsid w:val="002C3E04"/>
    <w:rsid w:val="002C40D2"/>
    <w:rsid w:val="002C41B7"/>
    <w:rsid w:val="002C43CB"/>
    <w:rsid w:val="002C459C"/>
    <w:rsid w:val="002C475A"/>
    <w:rsid w:val="002C479E"/>
    <w:rsid w:val="002C4CBA"/>
    <w:rsid w:val="002C4D95"/>
    <w:rsid w:val="002C506A"/>
    <w:rsid w:val="002C5166"/>
    <w:rsid w:val="002C52D1"/>
    <w:rsid w:val="002C5353"/>
    <w:rsid w:val="002C56F0"/>
    <w:rsid w:val="002C5BD4"/>
    <w:rsid w:val="002C60D4"/>
    <w:rsid w:val="002C617D"/>
    <w:rsid w:val="002C61B6"/>
    <w:rsid w:val="002C637D"/>
    <w:rsid w:val="002C692A"/>
    <w:rsid w:val="002C6974"/>
    <w:rsid w:val="002C6DA3"/>
    <w:rsid w:val="002C6DDA"/>
    <w:rsid w:val="002C7219"/>
    <w:rsid w:val="002C7335"/>
    <w:rsid w:val="002C7405"/>
    <w:rsid w:val="002C7566"/>
    <w:rsid w:val="002C7790"/>
    <w:rsid w:val="002C7821"/>
    <w:rsid w:val="002C79E7"/>
    <w:rsid w:val="002C7B45"/>
    <w:rsid w:val="002C7C28"/>
    <w:rsid w:val="002D0370"/>
    <w:rsid w:val="002D03E3"/>
    <w:rsid w:val="002D0402"/>
    <w:rsid w:val="002D0B1E"/>
    <w:rsid w:val="002D0C3D"/>
    <w:rsid w:val="002D0F2C"/>
    <w:rsid w:val="002D17B7"/>
    <w:rsid w:val="002D18AD"/>
    <w:rsid w:val="002D1AC5"/>
    <w:rsid w:val="002D24F1"/>
    <w:rsid w:val="002D25F8"/>
    <w:rsid w:val="002D297B"/>
    <w:rsid w:val="002D3047"/>
    <w:rsid w:val="002D3262"/>
    <w:rsid w:val="002D37A2"/>
    <w:rsid w:val="002D3E75"/>
    <w:rsid w:val="002D3FA2"/>
    <w:rsid w:val="002D4182"/>
    <w:rsid w:val="002D4223"/>
    <w:rsid w:val="002D424A"/>
    <w:rsid w:val="002D4250"/>
    <w:rsid w:val="002D42C7"/>
    <w:rsid w:val="002D44A0"/>
    <w:rsid w:val="002D455F"/>
    <w:rsid w:val="002D487E"/>
    <w:rsid w:val="002D4AA0"/>
    <w:rsid w:val="002D4AB0"/>
    <w:rsid w:val="002D4B13"/>
    <w:rsid w:val="002D5A1D"/>
    <w:rsid w:val="002D5C9B"/>
    <w:rsid w:val="002D5EBA"/>
    <w:rsid w:val="002D6311"/>
    <w:rsid w:val="002D63EA"/>
    <w:rsid w:val="002D675B"/>
    <w:rsid w:val="002D6987"/>
    <w:rsid w:val="002D6B16"/>
    <w:rsid w:val="002D6C5A"/>
    <w:rsid w:val="002D6D9D"/>
    <w:rsid w:val="002D7424"/>
    <w:rsid w:val="002D78FD"/>
    <w:rsid w:val="002E0352"/>
    <w:rsid w:val="002E0388"/>
    <w:rsid w:val="002E046E"/>
    <w:rsid w:val="002E0585"/>
    <w:rsid w:val="002E05F2"/>
    <w:rsid w:val="002E0652"/>
    <w:rsid w:val="002E078F"/>
    <w:rsid w:val="002E0AD5"/>
    <w:rsid w:val="002E0F12"/>
    <w:rsid w:val="002E1135"/>
    <w:rsid w:val="002E134B"/>
    <w:rsid w:val="002E13E9"/>
    <w:rsid w:val="002E1509"/>
    <w:rsid w:val="002E15A2"/>
    <w:rsid w:val="002E19D5"/>
    <w:rsid w:val="002E1A41"/>
    <w:rsid w:val="002E1B03"/>
    <w:rsid w:val="002E1B74"/>
    <w:rsid w:val="002E1D15"/>
    <w:rsid w:val="002E1EFC"/>
    <w:rsid w:val="002E2130"/>
    <w:rsid w:val="002E2148"/>
    <w:rsid w:val="002E2199"/>
    <w:rsid w:val="002E2287"/>
    <w:rsid w:val="002E22F2"/>
    <w:rsid w:val="002E238E"/>
    <w:rsid w:val="002E2885"/>
    <w:rsid w:val="002E28A9"/>
    <w:rsid w:val="002E2BA7"/>
    <w:rsid w:val="002E30C8"/>
    <w:rsid w:val="002E30FD"/>
    <w:rsid w:val="002E3330"/>
    <w:rsid w:val="002E3512"/>
    <w:rsid w:val="002E3586"/>
    <w:rsid w:val="002E3A9E"/>
    <w:rsid w:val="002E3DF3"/>
    <w:rsid w:val="002E3EA2"/>
    <w:rsid w:val="002E3F34"/>
    <w:rsid w:val="002E3F74"/>
    <w:rsid w:val="002E3F86"/>
    <w:rsid w:val="002E4050"/>
    <w:rsid w:val="002E40AB"/>
    <w:rsid w:val="002E4144"/>
    <w:rsid w:val="002E42F4"/>
    <w:rsid w:val="002E43A1"/>
    <w:rsid w:val="002E44B9"/>
    <w:rsid w:val="002E45AE"/>
    <w:rsid w:val="002E4700"/>
    <w:rsid w:val="002E4910"/>
    <w:rsid w:val="002E5008"/>
    <w:rsid w:val="002E52EA"/>
    <w:rsid w:val="002E5403"/>
    <w:rsid w:val="002E54C0"/>
    <w:rsid w:val="002E54FD"/>
    <w:rsid w:val="002E5656"/>
    <w:rsid w:val="002E5852"/>
    <w:rsid w:val="002E5B5B"/>
    <w:rsid w:val="002E5C94"/>
    <w:rsid w:val="002E5DBE"/>
    <w:rsid w:val="002E60D6"/>
    <w:rsid w:val="002E60F2"/>
    <w:rsid w:val="002E6231"/>
    <w:rsid w:val="002E672A"/>
    <w:rsid w:val="002E6736"/>
    <w:rsid w:val="002E69CD"/>
    <w:rsid w:val="002E6AF6"/>
    <w:rsid w:val="002E6C6F"/>
    <w:rsid w:val="002E6D89"/>
    <w:rsid w:val="002E701A"/>
    <w:rsid w:val="002E7077"/>
    <w:rsid w:val="002E75B1"/>
    <w:rsid w:val="002E77B3"/>
    <w:rsid w:val="002E788B"/>
    <w:rsid w:val="002E79CB"/>
    <w:rsid w:val="002E7AD8"/>
    <w:rsid w:val="002F00F5"/>
    <w:rsid w:val="002F02C3"/>
    <w:rsid w:val="002F05CC"/>
    <w:rsid w:val="002F0666"/>
    <w:rsid w:val="002F06B9"/>
    <w:rsid w:val="002F0CCB"/>
    <w:rsid w:val="002F11B9"/>
    <w:rsid w:val="002F14A2"/>
    <w:rsid w:val="002F188B"/>
    <w:rsid w:val="002F1B2E"/>
    <w:rsid w:val="002F1DD3"/>
    <w:rsid w:val="002F1ECD"/>
    <w:rsid w:val="002F229C"/>
    <w:rsid w:val="002F24CD"/>
    <w:rsid w:val="002F2551"/>
    <w:rsid w:val="002F2826"/>
    <w:rsid w:val="002F2D9F"/>
    <w:rsid w:val="002F309D"/>
    <w:rsid w:val="002F30FC"/>
    <w:rsid w:val="002F3448"/>
    <w:rsid w:val="002F3682"/>
    <w:rsid w:val="002F3749"/>
    <w:rsid w:val="002F3D2B"/>
    <w:rsid w:val="002F3DA5"/>
    <w:rsid w:val="002F3E52"/>
    <w:rsid w:val="002F4019"/>
    <w:rsid w:val="002F43EA"/>
    <w:rsid w:val="002F455D"/>
    <w:rsid w:val="002F460E"/>
    <w:rsid w:val="002F46AD"/>
    <w:rsid w:val="002F49E2"/>
    <w:rsid w:val="002F4A05"/>
    <w:rsid w:val="002F4A51"/>
    <w:rsid w:val="002F4BDF"/>
    <w:rsid w:val="002F4E20"/>
    <w:rsid w:val="002F5069"/>
    <w:rsid w:val="002F50A2"/>
    <w:rsid w:val="002F523E"/>
    <w:rsid w:val="002F53D9"/>
    <w:rsid w:val="002F540D"/>
    <w:rsid w:val="002F5438"/>
    <w:rsid w:val="002F545E"/>
    <w:rsid w:val="002F5A93"/>
    <w:rsid w:val="002F5BD5"/>
    <w:rsid w:val="002F6118"/>
    <w:rsid w:val="002F6284"/>
    <w:rsid w:val="002F6554"/>
    <w:rsid w:val="002F658A"/>
    <w:rsid w:val="002F6A0F"/>
    <w:rsid w:val="002F6E81"/>
    <w:rsid w:val="002F6FE4"/>
    <w:rsid w:val="002F7078"/>
    <w:rsid w:val="002F707B"/>
    <w:rsid w:val="002F7415"/>
    <w:rsid w:val="002F762E"/>
    <w:rsid w:val="002F7A91"/>
    <w:rsid w:val="002F7C72"/>
    <w:rsid w:val="002F7C88"/>
    <w:rsid w:val="002F7D96"/>
    <w:rsid w:val="0030019D"/>
    <w:rsid w:val="00300297"/>
    <w:rsid w:val="00300D80"/>
    <w:rsid w:val="00300E86"/>
    <w:rsid w:val="0030118C"/>
    <w:rsid w:val="0030149B"/>
    <w:rsid w:val="00301792"/>
    <w:rsid w:val="003018B9"/>
    <w:rsid w:val="003018EE"/>
    <w:rsid w:val="00301B36"/>
    <w:rsid w:val="00301B44"/>
    <w:rsid w:val="00301BC7"/>
    <w:rsid w:val="00301EB7"/>
    <w:rsid w:val="00302E0E"/>
    <w:rsid w:val="00302EA1"/>
    <w:rsid w:val="00302EBA"/>
    <w:rsid w:val="00303000"/>
    <w:rsid w:val="003031F5"/>
    <w:rsid w:val="0030322E"/>
    <w:rsid w:val="0030349F"/>
    <w:rsid w:val="003034EA"/>
    <w:rsid w:val="003039EF"/>
    <w:rsid w:val="00303E83"/>
    <w:rsid w:val="00304195"/>
    <w:rsid w:val="003041E9"/>
    <w:rsid w:val="003047F0"/>
    <w:rsid w:val="003049B3"/>
    <w:rsid w:val="00304AC1"/>
    <w:rsid w:val="00304E37"/>
    <w:rsid w:val="00304E89"/>
    <w:rsid w:val="0030500E"/>
    <w:rsid w:val="003050E2"/>
    <w:rsid w:val="003051C5"/>
    <w:rsid w:val="00305379"/>
    <w:rsid w:val="00305400"/>
    <w:rsid w:val="003057E0"/>
    <w:rsid w:val="003058A9"/>
    <w:rsid w:val="00305A17"/>
    <w:rsid w:val="00305EC9"/>
    <w:rsid w:val="0030632D"/>
    <w:rsid w:val="00306386"/>
    <w:rsid w:val="00306ACE"/>
    <w:rsid w:val="00306C36"/>
    <w:rsid w:val="00306C9C"/>
    <w:rsid w:val="00306DF3"/>
    <w:rsid w:val="00306E3A"/>
    <w:rsid w:val="0030721B"/>
    <w:rsid w:val="00307448"/>
    <w:rsid w:val="00307682"/>
    <w:rsid w:val="003077AD"/>
    <w:rsid w:val="0030783E"/>
    <w:rsid w:val="00310207"/>
    <w:rsid w:val="003102B3"/>
    <w:rsid w:val="0031044A"/>
    <w:rsid w:val="00310859"/>
    <w:rsid w:val="003109BB"/>
    <w:rsid w:val="003109E2"/>
    <w:rsid w:val="00310B25"/>
    <w:rsid w:val="00310B71"/>
    <w:rsid w:val="00310C63"/>
    <w:rsid w:val="00310E10"/>
    <w:rsid w:val="003114FF"/>
    <w:rsid w:val="0031162B"/>
    <w:rsid w:val="00311637"/>
    <w:rsid w:val="00311B00"/>
    <w:rsid w:val="00311F2E"/>
    <w:rsid w:val="00312244"/>
    <w:rsid w:val="003123AC"/>
    <w:rsid w:val="003123CB"/>
    <w:rsid w:val="003123CD"/>
    <w:rsid w:val="003127F1"/>
    <w:rsid w:val="00312803"/>
    <w:rsid w:val="0031288E"/>
    <w:rsid w:val="00312AAF"/>
    <w:rsid w:val="00312DAB"/>
    <w:rsid w:val="0031309C"/>
    <w:rsid w:val="00313742"/>
    <w:rsid w:val="003138F7"/>
    <w:rsid w:val="00313BAE"/>
    <w:rsid w:val="00314064"/>
    <w:rsid w:val="003141E2"/>
    <w:rsid w:val="00314314"/>
    <w:rsid w:val="003147F7"/>
    <w:rsid w:val="00314CBC"/>
    <w:rsid w:val="00314EE8"/>
    <w:rsid w:val="00314F30"/>
    <w:rsid w:val="00315131"/>
    <w:rsid w:val="00315150"/>
    <w:rsid w:val="00315197"/>
    <w:rsid w:val="0031532B"/>
    <w:rsid w:val="003154AE"/>
    <w:rsid w:val="003154D9"/>
    <w:rsid w:val="0031561C"/>
    <w:rsid w:val="00315786"/>
    <w:rsid w:val="00315C22"/>
    <w:rsid w:val="00315DAC"/>
    <w:rsid w:val="00316020"/>
    <w:rsid w:val="0031602F"/>
    <w:rsid w:val="00316174"/>
    <w:rsid w:val="003164B0"/>
    <w:rsid w:val="00316562"/>
    <w:rsid w:val="00316EAE"/>
    <w:rsid w:val="00316F35"/>
    <w:rsid w:val="00317305"/>
    <w:rsid w:val="0031730B"/>
    <w:rsid w:val="00317421"/>
    <w:rsid w:val="00317483"/>
    <w:rsid w:val="003175A5"/>
    <w:rsid w:val="003176E2"/>
    <w:rsid w:val="00317DA6"/>
    <w:rsid w:val="00317DF1"/>
    <w:rsid w:val="003207E9"/>
    <w:rsid w:val="00320C3B"/>
    <w:rsid w:val="0032103C"/>
    <w:rsid w:val="00321046"/>
    <w:rsid w:val="00321097"/>
    <w:rsid w:val="003213F9"/>
    <w:rsid w:val="0032144B"/>
    <w:rsid w:val="00321494"/>
    <w:rsid w:val="003214E5"/>
    <w:rsid w:val="00321569"/>
    <w:rsid w:val="00321653"/>
    <w:rsid w:val="003219E2"/>
    <w:rsid w:val="00321CC8"/>
    <w:rsid w:val="00321DA2"/>
    <w:rsid w:val="00321EB8"/>
    <w:rsid w:val="00321F85"/>
    <w:rsid w:val="00322025"/>
    <w:rsid w:val="00322214"/>
    <w:rsid w:val="003224BD"/>
    <w:rsid w:val="003224BE"/>
    <w:rsid w:val="00322565"/>
    <w:rsid w:val="00322869"/>
    <w:rsid w:val="003229BE"/>
    <w:rsid w:val="003229CF"/>
    <w:rsid w:val="00322A66"/>
    <w:rsid w:val="00322ADA"/>
    <w:rsid w:val="00322D40"/>
    <w:rsid w:val="00322DFC"/>
    <w:rsid w:val="00322EC4"/>
    <w:rsid w:val="00322F62"/>
    <w:rsid w:val="003230B0"/>
    <w:rsid w:val="0032351A"/>
    <w:rsid w:val="0032372D"/>
    <w:rsid w:val="0032373A"/>
    <w:rsid w:val="00323924"/>
    <w:rsid w:val="003239E4"/>
    <w:rsid w:val="003239F5"/>
    <w:rsid w:val="00323EF4"/>
    <w:rsid w:val="003242F4"/>
    <w:rsid w:val="0032468C"/>
    <w:rsid w:val="00324768"/>
    <w:rsid w:val="003247CE"/>
    <w:rsid w:val="00324999"/>
    <w:rsid w:val="00324F77"/>
    <w:rsid w:val="00324FC3"/>
    <w:rsid w:val="003254B2"/>
    <w:rsid w:val="00325982"/>
    <w:rsid w:val="00325A8A"/>
    <w:rsid w:val="00325AE5"/>
    <w:rsid w:val="00325DA7"/>
    <w:rsid w:val="00325F30"/>
    <w:rsid w:val="0032612B"/>
    <w:rsid w:val="003263E2"/>
    <w:rsid w:val="00326A24"/>
    <w:rsid w:val="00327019"/>
    <w:rsid w:val="00327088"/>
    <w:rsid w:val="003271DA"/>
    <w:rsid w:val="003277A3"/>
    <w:rsid w:val="00327A07"/>
    <w:rsid w:val="00327D48"/>
    <w:rsid w:val="0033013B"/>
    <w:rsid w:val="0033051D"/>
    <w:rsid w:val="00330966"/>
    <w:rsid w:val="00330B78"/>
    <w:rsid w:val="00330B7D"/>
    <w:rsid w:val="00330CBC"/>
    <w:rsid w:val="00330D9F"/>
    <w:rsid w:val="003312CC"/>
    <w:rsid w:val="00331651"/>
    <w:rsid w:val="00331875"/>
    <w:rsid w:val="003318EA"/>
    <w:rsid w:val="00331A85"/>
    <w:rsid w:val="00331AC5"/>
    <w:rsid w:val="00331B67"/>
    <w:rsid w:val="00331DFD"/>
    <w:rsid w:val="00332193"/>
    <w:rsid w:val="003321CD"/>
    <w:rsid w:val="003329C7"/>
    <w:rsid w:val="00332AEF"/>
    <w:rsid w:val="00332D69"/>
    <w:rsid w:val="00333420"/>
    <w:rsid w:val="00333479"/>
    <w:rsid w:val="003339C4"/>
    <w:rsid w:val="00333D3B"/>
    <w:rsid w:val="0033418E"/>
    <w:rsid w:val="003342D1"/>
    <w:rsid w:val="003343EE"/>
    <w:rsid w:val="00334468"/>
    <w:rsid w:val="003345BA"/>
    <w:rsid w:val="00334762"/>
    <w:rsid w:val="0033488B"/>
    <w:rsid w:val="003348EE"/>
    <w:rsid w:val="003349EA"/>
    <w:rsid w:val="00334EB4"/>
    <w:rsid w:val="00335329"/>
    <w:rsid w:val="0033538C"/>
    <w:rsid w:val="00335767"/>
    <w:rsid w:val="003358CE"/>
    <w:rsid w:val="0033595E"/>
    <w:rsid w:val="00336023"/>
    <w:rsid w:val="00336134"/>
    <w:rsid w:val="003364B5"/>
    <w:rsid w:val="003367E4"/>
    <w:rsid w:val="00336909"/>
    <w:rsid w:val="00336A54"/>
    <w:rsid w:val="00336B29"/>
    <w:rsid w:val="00336BD1"/>
    <w:rsid w:val="00336D00"/>
    <w:rsid w:val="00336E8F"/>
    <w:rsid w:val="00336F07"/>
    <w:rsid w:val="00336FAE"/>
    <w:rsid w:val="0033702C"/>
    <w:rsid w:val="00337254"/>
    <w:rsid w:val="00337661"/>
    <w:rsid w:val="0033782B"/>
    <w:rsid w:val="00337AE5"/>
    <w:rsid w:val="00337D3E"/>
    <w:rsid w:val="0034001A"/>
    <w:rsid w:val="003402C5"/>
    <w:rsid w:val="003403A7"/>
    <w:rsid w:val="00340E78"/>
    <w:rsid w:val="00341502"/>
    <w:rsid w:val="003418EA"/>
    <w:rsid w:val="00341A12"/>
    <w:rsid w:val="00341CA1"/>
    <w:rsid w:val="00341CBD"/>
    <w:rsid w:val="00342161"/>
    <w:rsid w:val="003424EE"/>
    <w:rsid w:val="00342627"/>
    <w:rsid w:val="00342899"/>
    <w:rsid w:val="003428EE"/>
    <w:rsid w:val="00342D4D"/>
    <w:rsid w:val="003434E6"/>
    <w:rsid w:val="003436CC"/>
    <w:rsid w:val="00343783"/>
    <w:rsid w:val="00343970"/>
    <w:rsid w:val="00343A61"/>
    <w:rsid w:val="00343F0E"/>
    <w:rsid w:val="00344250"/>
    <w:rsid w:val="00344751"/>
    <w:rsid w:val="00344F51"/>
    <w:rsid w:val="00345031"/>
    <w:rsid w:val="0034508B"/>
    <w:rsid w:val="00345692"/>
    <w:rsid w:val="0034569F"/>
    <w:rsid w:val="003457B0"/>
    <w:rsid w:val="00345A30"/>
    <w:rsid w:val="00346040"/>
    <w:rsid w:val="003460C5"/>
    <w:rsid w:val="003466CA"/>
    <w:rsid w:val="00346700"/>
    <w:rsid w:val="00346921"/>
    <w:rsid w:val="00346934"/>
    <w:rsid w:val="003469B6"/>
    <w:rsid w:val="00346A7C"/>
    <w:rsid w:val="00346AE9"/>
    <w:rsid w:val="00346CFA"/>
    <w:rsid w:val="00346DF1"/>
    <w:rsid w:val="00346E8F"/>
    <w:rsid w:val="0034712D"/>
    <w:rsid w:val="0034726E"/>
    <w:rsid w:val="00347D67"/>
    <w:rsid w:val="00347DC8"/>
    <w:rsid w:val="00347E1F"/>
    <w:rsid w:val="00347E8C"/>
    <w:rsid w:val="00347ECD"/>
    <w:rsid w:val="00347FE1"/>
    <w:rsid w:val="00350539"/>
    <w:rsid w:val="0035059A"/>
    <w:rsid w:val="00350840"/>
    <w:rsid w:val="00350992"/>
    <w:rsid w:val="00350D10"/>
    <w:rsid w:val="00350F3B"/>
    <w:rsid w:val="00350FF6"/>
    <w:rsid w:val="00351526"/>
    <w:rsid w:val="00351798"/>
    <w:rsid w:val="00351799"/>
    <w:rsid w:val="0035194C"/>
    <w:rsid w:val="00351B83"/>
    <w:rsid w:val="00351E1A"/>
    <w:rsid w:val="00351F1E"/>
    <w:rsid w:val="00351FE3"/>
    <w:rsid w:val="00352144"/>
    <w:rsid w:val="00352215"/>
    <w:rsid w:val="003524C5"/>
    <w:rsid w:val="00352A58"/>
    <w:rsid w:val="00352B64"/>
    <w:rsid w:val="00352BE9"/>
    <w:rsid w:val="00352C13"/>
    <w:rsid w:val="00352DFA"/>
    <w:rsid w:val="00353337"/>
    <w:rsid w:val="00353388"/>
    <w:rsid w:val="00353688"/>
    <w:rsid w:val="003539D7"/>
    <w:rsid w:val="00353CAB"/>
    <w:rsid w:val="003549CB"/>
    <w:rsid w:val="00354C46"/>
    <w:rsid w:val="00354DC1"/>
    <w:rsid w:val="00354E68"/>
    <w:rsid w:val="00354E6F"/>
    <w:rsid w:val="00355488"/>
    <w:rsid w:val="00355612"/>
    <w:rsid w:val="00355AE7"/>
    <w:rsid w:val="00355B32"/>
    <w:rsid w:val="00355B83"/>
    <w:rsid w:val="0035604A"/>
    <w:rsid w:val="00356487"/>
    <w:rsid w:val="003568F5"/>
    <w:rsid w:val="00356D14"/>
    <w:rsid w:val="0035713F"/>
    <w:rsid w:val="00357200"/>
    <w:rsid w:val="0035734F"/>
    <w:rsid w:val="00357567"/>
    <w:rsid w:val="003575D9"/>
    <w:rsid w:val="00357BBD"/>
    <w:rsid w:val="00357EB5"/>
    <w:rsid w:val="00360173"/>
    <w:rsid w:val="003603DD"/>
    <w:rsid w:val="003604BF"/>
    <w:rsid w:val="00360510"/>
    <w:rsid w:val="00360F51"/>
    <w:rsid w:val="0036117B"/>
    <w:rsid w:val="003614CC"/>
    <w:rsid w:val="00361C4F"/>
    <w:rsid w:val="00361F94"/>
    <w:rsid w:val="003621B2"/>
    <w:rsid w:val="00362442"/>
    <w:rsid w:val="0036249D"/>
    <w:rsid w:val="00362565"/>
    <w:rsid w:val="003625C3"/>
    <w:rsid w:val="003628E1"/>
    <w:rsid w:val="00362925"/>
    <w:rsid w:val="00362A2E"/>
    <w:rsid w:val="003631BC"/>
    <w:rsid w:val="003634F4"/>
    <w:rsid w:val="003637E2"/>
    <w:rsid w:val="00363AA6"/>
    <w:rsid w:val="00363AB7"/>
    <w:rsid w:val="00363F84"/>
    <w:rsid w:val="00363FEF"/>
    <w:rsid w:val="0036413F"/>
    <w:rsid w:val="0036421E"/>
    <w:rsid w:val="00364C15"/>
    <w:rsid w:val="00364D49"/>
    <w:rsid w:val="00364EEE"/>
    <w:rsid w:val="003653DF"/>
    <w:rsid w:val="003655F0"/>
    <w:rsid w:val="003657BF"/>
    <w:rsid w:val="003658F7"/>
    <w:rsid w:val="00365CB0"/>
    <w:rsid w:val="00365DB8"/>
    <w:rsid w:val="00365E86"/>
    <w:rsid w:val="00365FA2"/>
    <w:rsid w:val="00365FB2"/>
    <w:rsid w:val="00366010"/>
    <w:rsid w:val="0036621F"/>
    <w:rsid w:val="0036638A"/>
    <w:rsid w:val="0036649A"/>
    <w:rsid w:val="003664EC"/>
    <w:rsid w:val="0036657E"/>
    <w:rsid w:val="003666BC"/>
    <w:rsid w:val="003666F4"/>
    <w:rsid w:val="003669F8"/>
    <w:rsid w:val="00366A7B"/>
    <w:rsid w:val="00366DF6"/>
    <w:rsid w:val="00366F51"/>
    <w:rsid w:val="00366FC2"/>
    <w:rsid w:val="003670BA"/>
    <w:rsid w:val="00367135"/>
    <w:rsid w:val="0036759C"/>
    <w:rsid w:val="0037029D"/>
    <w:rsid w:val="00370650"/>
    <w:rsid w:val="00370800"/>
    <w:rsid w:val="00370884"/>
    <w:rsid w:val="00370906"/>
    <w:rsid w:val="00370959"/>
    <w:rsid w:val="00370ADC"/>
    <w:rsid w:val="00370B5F"/>
    <w:rsid w:val="00370DF4"/>
    <w:rsid w:val="00370F6B"/>
    <w:rsid w:val="0037114F"/>
    <w:rsid w:val="003715B9"/>
    <w:rsid w:val="003715BD"/>
    <w:rsid w:val="00371D6F"/>
    <w:rsid w:val="00371F71"/>
    <w:rsid w:val="0037280E"/>
    <w:rsid w:val="00372B3C"/>
    <w:rsid w:val="00372B8C"/>
    <w:rsid w:val="00372E51"/>
    <w:rsid w:val="00372EB3"/>
    <w:rsid w:val="0037307F"/>
    <w:rsid w:val="003730B2"/>
    <w:rsid w:val="0037341F"/>
    <w:rsid w:val="00374235"/>
    <w:rsid w:val="003745F4"/>
    <w:rsid w:val="00374EDE"/>
    <w:rsid w:val="00374F11"/>
    <w:rsid w:val="00374F12"/>
    <w:rsid w:val="00374FF1"/>
    <w:rsid w:val="0037531F"/>
    <w:rsid w:val="003753C4"/>
    <w:rsid w:val="0037580B"/>
    <w:rsid w:val="00375839"/>
    <w:rsid w:val="00375E21"/>
    <w:rsid w:val="00375E24"/>
    <w:rsid w:val="0037617B"/>
    <w:rsid w:val="003763F0"/>
    <w:rsid w:val="00376598"/>
    <w:rsid w:val="00376612"/>
    <w:rsid w:val="00376687"/>
    <w:rsid w:val="0037694D"/>
    <w:rsid w:val="00376A13"/>
    <w:rsid w:val="00376A78"/>
    <w:rsid w:val="00376CD0"/>
    <w:rsid w:val="003774E5"/>
    <w:rsid w:val="0037762D"/>
    <w:rsid w:val="0037773C"/>
    <w:rsid w:val="003777DB"/>
    <w:rsid w:val="003778B6"/>
    <w:rsid w:val="00377B1F"/>
    <w:rsid w:val="00377B45"/>
    <w:rsid w:val="00377C70"/>
    <w:rsid w:val="00377CED"/>
    <w:rsid w:val="00380044"/>
    <w:rsid w:val="00380305"/>
    <w:rsid w:val="003803C7"/>
    <w:rsid w:val="0038049D"/>
    <w:rsid w:val="00380509"/>
    <w:rsid w:val="00380541"/>
    <w:rsid w:val="00380812"/>
    <w:rsid w:val="0038085A"/>
    <w:rsid w:val="0038123E"/>
    <w:rsid w:val="003813F5"/>
    <w:rsid w:val="0038193E"/>
    <w:rsid w:val="00382473"/>
    <w:rsid w:val="003824B4"/>
    <w:rsid w:val="0038264B"/>
    <w:rsid w:val="0038296C"/>
    <w:rsid w:val="003829BB"/>
    <w:rsid w:val="003829E1"/>
    <w:rsid w:val="00382C1E"/>
    <w:rsid w:val="00382D97"/>
    <w:rsid w:val="00382EBA"/>
    <w:rsid w:val="00382F16"/>
    <w:rsid w:val="003830B7"/>
    <w:rsid w:val="003830B8"/>
    <w:rsid w:val="00383171"/>
    <w:rsid w:val="0038328B"/>
    <w:rsid w:val="003838D2"/>
    <w:rsid w:val="003839A0"/>
    <w:rsid w:val="00383B8D"/>
    <w:rsid w:val="00383C6C"/>
    <w:rsid w:val="00383DAD"/>
    <w:rsid w:val="00384310"/>
    <w:rsid w:val="00384446"/>
    <w:rsid w:val="0038477D"/>
    <w:rsid w:val="00384808"/>
    <w:rsid w:val="00384BBE"/>
    <w:rsid w:val="00384C77"/>
    <w:rsid w:val="00384E12"/>
    <w:rsid w:val="00384F0C"/>
    <w:rsid w:val="00384F6F"/>
    <w:rsid w:val="00385141"/>
    <w:rsid w:val="003852EC"/>
    <w:rsid w:val="00385FB4"/>
    <w:rsid w:val="0038602B"/>
    <w:rsid w:val="00386049"/>
    <w:rsid w:val="00386309"/>
    <w:rsid w:val="00386360"/>
    <w:rsid w:val="00386528"/>
    <w:rsid w:val="0038652D"/>
    <w:rsid w:val="0038664F"/>
    <w:rsid w:val="00386C4C"/>
    <w:rsid w:val="00386F57"/>
    <w:rsid w:val="00386FA4"/>
    <w:rsid w:val="00387084"/>
    <w:rsid w:val="0038734E"/>
    <w:rsid w:val="00387373"/>
    <w:rsid w:val="003873B1"/>
    <w:rsid w:val="00387492"/>
    <w:rsid w:val="003875EF"/>
    <w:rsid w:val="00387ADB"/>
    <w:rsid w:val="00387C75"/>
    <w:rsid w:val="00387CDD"/>
    <w:rsid w:val="00387F38"/>
    <w:rsid w:val="00387FEB"/>
    <w:rsid w:val="00390102"/>
    <w:rsid w:val="00390B2C"/>
    <w:rsid w:val="00390E78"/>
    <w:rsid w:val="00390E93"/>
    <w:rsid w:val="00390EEF"/>
    <w:rsid w:val="003913F0"/>
    <w:rsid w:val="0039141F"/>
    <w:rsid w:val="00391C32"/>
    <w:rsid w:val="00391C91"/>
    <w:rsid w:val="00391D4A"/>
    <w:rsid w:val="00391DC3"/>
    <w:rsid w:val="00392151"/>
    <w:rsid w:val="00392269"/>
    <w:rsid w:val="0039241E"/>
    <w:rsid w:val="003924A0"/>
    <w:rsid w:val="00392F3C"/>
    <w:rsid w:val="00393064"/>
    <w:rsid w:val="00393184"/>
    <w:rsid w:val="003931BE"/>
    <w:rsid w:val="00393722"/>
    <w:rsid w:val="003939ED"/>
    <w:rsid w:val="00393DFA"/>
    <w:rsid w:val="00393E5F"/>
    <w:rsid w:val="003942E7"/>
    <w:rsid w:val="0039433E"/>
    <w:rsid w:val="00394592"/>
    <w:rsid w:val="00394D33"/>
    <w:rsid w:val="00395318"/>
    <w:rsid w:val="00395545"/>
    <w:rsid w:val="00395D58"/>
    <w:rsid w:val="0039601A"/>
    <w:rsid w:val="003961E6"/>
    <w:rsid w:val="0039626F"/>
    <w:rsid w:val="00396356"/>
    <w:rsid w:val="00396449"/>
    <w:rsid w:val="003966F6"/>
    <w:rsid w:val="00396728"/>
    <w:rsid w:val="00396A9B"/>
    <w:rsid w:val="00396B0A"/>
    <w:rsid w:val="00396B71"/>
    <w:rsid w:val="00396CF5"/>
    <w:rsid w:val="00396E6D"/>
    <w:rsid w:val="0039744D"/>
    <w:rsid w:val="00397806"/>
    <w:rsid w:val="00397AE2"/>
    <w:rsid w:val="00397AE8"/>
    <w:rsid w:val="00397D4D"/>
    <w:rsid w:val="00397D7F"/>
    <w:rsid w:val="00397D8C"/>
    <w:rsid w:val="00397E60"/>
    <w:rsid w:val="00397ECD"/>
    <w:rsid w:val="003A002F"/>
    <w:rsid w:val="003A003F"/>
    <w:rsid w:val="003A015E"/>
    <w:rsid w:val="003A0248"/>
    <w:rsid w:val="003A0397"/>
    <w:rsid w:val="003A044E"/>
    <w:rsid w:val="003A0594"/>
    <w:rsid w:val="003A06DA"/>
    <w:rsid w:val="003A080F"/>
    <w:rsid w:val="003A08C8"/>
    <w:rsid w:val="003A102B"/>
    <w:rsid w:val="003A121A"/>
    <w:rsid w:val="003A1323"/>
    <w:rsid w:val="003A1473"/>
    <w:rsid w:val="003A161D"/>
    <w:rsid w:val="003A168E"/>
    <w:rsid w:val="003A17AF"/>
    <w:rsid w:val="003A1E45"/>
    <w:rsid w:val="003A206C"/>
    <w:rsid w:val="003A2417"/>
    <w:rsid w:val="003A2683"/>
    <w:rsid w:val="003A26E8"/>
    <w:rsid w:val="003A28FE"/>
    <w:rsid w:val="003A2978"/>
    <w:rsid w:val="003A2C0E"/>
    <w:rsid w:val="003A2F41"/>
    <w:rsid w:val="003A31EB"/>
    <w:rsid w:val="003A32C8"/>
    <w:rsid w:val="003A3374"/>
    <w:rsid w:val="003A3489"/>
    <w:rsid w:val="003A376B"/>
    <w:rsid w:val="003A3829"/>
    <w:rsid w:val="003A3C61"/>
    <w:rsid w:val="003A3CB1"/>
    <w:rsid w:val="003A3D08"/>
    <w:rsid w:val="003A4737"/>
    <w:rsid w:val="003A47DA"/>
    <w:rsid w:val="003A4892"/>
    <w:rsid w:val="003A4C08"/>
    <w:rsid w:val="003A4C54"/>
    <w:rsid w:val="003A4C84"/>
    <w:rsid w:val="003A507D"/>
    <w:rsid w:val="003A5685"/>
    <w:rsid w:val="003A57B0"/>
    <w:rsid w:val="003A5889"/>
    <w:rsid w:val="003A5CCC"/>
    <w:rsid w:val="003A5E99"/>
    <w:rsid w:val="003A5FC6"/>
    <w:rsid w:val="003A6163"/>
    <w:rsid w:val="003A659F"/>
    <w:rsid w:val="003A65D7"/>
    <w:rsid w:val="003A66D7"/>
    <w:rsid w:val="003A676E"/>
    <w:rsid w:val="003A6C1B"/>
    <w:rsid w:val="003A70ED"/>
    <w:rsid w:val="003A71DA"/>
    <w:rsid w:val="003A7425"/>
    <w:rsid w:val="003A74D3"/>
    <w:rsid w:val="003B0002"/>
    <w:rsid w:val="003B03E0"/>
    <w:rsid w:val="003B0712"/>
    <w:rsid w:val="003B0831"/>
    <w:rsid w:val="003B0A81"/>
    <w:rsid w:val="003B0CFF"/>
    <w:rsid w:val="003B0D2D"/>
    <w:rsid w:val="003B0D47"/>
    <w:rsid w:val="003B0DFA"/>
    <w:rsid w:val="003B1023"/>
    <w:rsid w:val="003B1A2E"/>
    <w:rsid w:val="003B1B90"/>
    <w:rsid w:val="003B2449"/>
    <w:rsid w:val="003B2726"/>
    <w:rsid w:val="003B29D5"/>
    <w:rsid w:val="003B2EC3"/>
    <w:rsid w:val="003B32FC"/>
    <w:rsid w:val="003B34DF"/>
    <w:rsid w:val="003B35C1"/>
    <w:rsid w:val="003B369E"/>
    <w:rsid w:val="003B397F"/>
    <w:rsid w:val="003B3E56"/>
    <w:rsid w:val="003B40C5"/>
    <w:rsid w:val="003B40E4"/>
    <w:rsid w:val="003B41F8"/>
    <w:rsid w:val="003B42A7"/>
    <w:rsid w:val="003B447B"/>
    <w:rsid w:val="003B45BF"/>
    <w:rsid w:val="003B4771"/>
    <w:rsid w:val="003B492E"/>
    <w:rsid w:val="003B49B7"/>
    <w:rsid w:val="003B4A71"/>
    <w:rsid w:val="003B4C8B"/>
    <w:rsid w:val="003B4D08"/>
    <w:rsid w:val="003B4E0B"/>
    <w:rsid w:val="003B4E4E"/>
    <w:rsid w:val="003B511B"/>
    <w:rsid w:val="003B5200"/>
    <w:rsid w:val="003B53DE"/>
    <w:rsid w:val="003B5CF2"/>
    <w:rsid w:val="003B5D2B"/>
    <w:rsid w:val="003B611E"/>
    <w:rsid w:val="003B6683"/>
    <w:rsid w:val="003B6DDC"/>
    <w:rsid w:val="003B6FB0"/>
    <w:rsid w:val="003B701A"/>
    <w:rsid w:val="003B7061"/>
    <w:rsid w:val="003B708B"/>
    <w:rsid w:val="003B73BA"/>
    <w:rsid w:val="003B77A1"/>
    <w:rsid w:val="003B79EB"/>
    <w:rsid w:val="003B7B4B"/>
    <w:rsid w:val="003B7BE7"/>
    <w:rsid w:val="003B7DEE"/>
    <w:rsid w:val="003B7ECD"/>
    <w:rsid w:val="003B7F3F"/>
    <w:rsid w:val="003B7FA5"/>
    <w:rsid w:val="003C01CF"/>
    <w:rsid w:val="003C02C2"/>
    <w:rsid w:val="003C048E"/>
    <w:rsid w:val="003C05BE"/>
    <w:rsid w:val="003C05E9"/>
    <w:rsid w:val="003C0607"/>
    <w:rsid w:val="003C0640"/>
    <w:rsid w:val="003C071E"/>
    <w:rsid w:val="003C0813"/>
    <w:rsid w:val="003C088A"/>
    <w:rsid w:val="003C0A86"/>
    <w:rsid w:val="003C0B54"/>
    <w:rsid w:val="003C0C1C"/>
    <w:rsid w:val="003C10C8"/>
    <w:rsid w:val="003C15FA"/>
    <w:rsid w:val="003C1AAD"/>
    <w:rsid w:val="003C1CF0"/>
    <w:rsid w:val="003C1CF9"/>
    <w:rsid w:val="003C1D04"/>
    <w:rsid w:val="003C1D6F"/>
    <w:rsid w:val="003C1E14"/>
    <w:rsid w:val="003C21F3"/>
    <w:rsid w:val="003C2368"/>
    <w:rsid w:val="003C264D"/>
    <w:rsid w:val="003C2734"/>
    <w:rsid w:val="003C27FB"/>
    <w:rsid w:val="003C287F"/>
    <w:rsid w:val="003C2CB4"/>
    <w:rsid w:val="003C2CD8"/>
    <w:rsid w:val="003C30E5"/>
    <w:rsid w:val="003C3419"/>
    <w:rsid w:val="003C3712"/>
    <w:rsid w:val="003C3B4D"/>
    <w:rsid w:val="003C403D"/>
    <w:rsid w:val="003C4157"/>
    <w:rsid w:val="003C43BC"/>
    <w:rsid w:val="003C4AA0"/>
    <w:rsid w:val="003C4C71"/>
    <w:rsid w:val="003C4E6B"/>
    <w:rsid w:val="003C4FE6"/>
    <w:rsid w:val="003C509D"/>
    <w:rsid w:val="003C5393"/>
    <w:rsid w:val="003C55DD"/>
    <w:rsid w:val="003C59D0"/>
    <w:rsid w:val="003C5A4C"/>
    <w:rsid w:val="003C5B1F"/>
    <w:rsid w:val="003C5C09"/>
    <w:rsid w:val="003C5F13"/>
    <w:rsid w:val="003C5F27"/>
    <w:rsid w:val="003C6200"/>
    <w:rsid w:val="003C641C"/>
    <w:rsid w:val="003C646E"/>
    <w:rsid w:val="003C65FD"/>
    <w:rsid w:val="003C67C7"/>
    <w:rsid w:val="003C681F"/>
    <w:rsid w:val="003C7241"/>
    <w:rsid w:val="003C72E3"/>
    <w:rsid w:val="003C766D"/>
    <w:rsid w:val="003C7705"/>
    <w:rsid w:val="003C7A47"/>
    <w:rsid w:val="003C7ABF"/>
    <w:rsid w:val="003C7BC8"/>
    <w:rsid w:val="003C7C8C"/>
    <w:rsid w:val="003C7E34"/>
    <w:rsid w:val="003D09AF"/>
    <w:rsid w:val="003D0CA0"/>
    <w:rsid w:val="003D0F59"/>
    <w:rsid w:val="003D0F80"/>
    <w:rsid w:val="003D11E4"/>
    <w:rsid w:val="003D1231"/>
    <w:rsid w:val="003D12F4"/>
    <w:rsid w:val="003D13F4"/>
    <w:rsid w:val="003D163F"/>
    <w:rsid w:val="003D2340"/>
    <w:rsid w:val="003D257B"/>
    <w:rsid w:val="003D2A54"/>
    <w:rsid w:val="003D2B29"/>
    <w:rsid w:val="003D2C38"/>
    <w:rsid w:val="003D2E01"/>
    <w:rsid w:val="003D2E76"/>
    <w:rsid w:val="003D3161"/>
    <w:rsid w:val="003D318E"/>
    <w:rsid w:val="003D3195"/>
    <w:rsid w:val="003D3688"/>
    <w:rsid w:val="003D37B2"/>
    <w:rsid w:val="003D38CD"/>
    <w:rsid w:val="003D3B7B"/>
    <w:rsid w:val="003D41B7"/>
    <w:rsid w:val="003D41F7"/>
    <w:rsid w:val="003D471A"/>
    <w:rsid w:val="003D489A"/>
    <w:rsid w:val="003D495C"/>
    <w:rsid w:val="003D496E"/>
    <w:rsid w:val="003D4AC3"/>
    <w:rsid w:val="003D50C1"/>
    <w:rsid w:val="003D5628"/>
    <w:rsid w:val="003D56D2"/>
    <w:rsid w:val="003D56D6"/>
    <w:rsid w:val="003D5801"/>
    <w:rsid w:val="003D5D77"/>
    <w:rsid w:val="003D5E47"/>
    <w:rsid w:val="003D6197"/>
    <w:rsid w:val="003D631D"/>
    <w:rsid w:val="003D63DE"/>
    <w:rsid w:val="003D6520"/>
    <w:rsid w:val="003D6A1B"/>
    <w:rsid w:val="003D6A42"/>
    <w:rsid w:val="003D6BDD"/>
    <w:rsid w:val="003D7392"/>
    <w:rsid w:val="003D766C"/>
    <w:rsid w:val="003D77F1"/>
    <w:rsid w:val="003D7F29"/>
    <w:rsid w:val="003E0050"/>
    <w:rsid w:val="003E0241"/>
    <w:rsid w:val="003E0311"/>
    <w:rsid w:val="003E0641"/>
    <w:rsid w:val="003E08D6"/>
    <w:rsid w:val="003E09FD"/>
    <w:rsid w:val="003E0E5F"/>
    <w:rsid w:val="003E11AF"/>
    <w:rsid w:val="003E1328"/>
    <w:rsid w:val="003E1875"/>
    <w:rsid w:val="003E1BA9"/>
    <w:rsid w:val="003E1F75"/>
    <w:rsid w:val="003E203B"/>
    <w:rsid w:val="003E2053"/>
    <w:rsid w:val="003E24CD"/>
    <w:rsid w:val="003E2562"/>
    <w:rsid w:val="003E292F"/>
    <w:rsid w:val="003E2EDA"/>
    <w:rsid w:val="003E3153"/>
    <w:rsid w:val="003E3284"/>
    <w:rsid w:val="003E3346"/>
    <w:rsid w:val="003E346E"/>
    <w:rsid w:val="003E36E9"/>
    <w:rsid w:val="003E3753"/>
    <w:rsid w:val="003E3DAD"/>
    <w:rsid w:val="003E3E45"/>
    <w:rsid w:val="003E3FC4"/>
    <w:rsid w:val="003E44B6"/>
    <w:rsid w:val="003E44BC"/>
    <w:rsid w:val="003E4883"/>
    <w:rsid w:val="003E490E"/>
    <w:rsid w:val="003E4A0F"/>
    <w:rsid w:val="003E4CAB"/>
    <w:rsid w:val="003E4EC2"/>
    <w:rsid w:val="003E51B9"/>
    <w:rsid w:val="003E553E"/>
    <w:rsid w:val="003E5CA2"/>
    <w:rsid w:val="003E5F44"/>
    <w:rsid w:val="003E63FF"/>
    <w:rsid w:val="003E6C85"/>
    <w:rsid w:val="003E6E51"/>
    <w:rsid w:val="003E6EA6"/>
    <w:rsid w:val="003E6F73"/>
    <w:rsid w:val="003E7167"/>
    <w:rsid w:val="003E7652"/>
    <w:rsid w:val="003E7678"/>
    <w:rsid w:val="003E78A4"/>
    <w:rsid w:val="003E7CF7"/>
    <w:rsid w:val="003F0146"/>
    <w:rsid w:val="003F0204"/>
    <w:rsid w:val="003F0975"/>
    <w:rsid w:val="003F0BDB"/>
    <w:rsid w:val="003F1171"/>
    <w:rsid w:val="003F13D4"/>
    <w:rsid w:val="003F1570"/>
    <w:rsid w:val="003F17A8"/>
    <w:rsid w:val="003F1DB9"/>
    <w:rsid w:val="003F1E92"/>
    <w:rsid w:val="003F1EBF"/>
    <w:rsid w:val="003F1F6C"/>
    <w:rsid w:val="003F2560"/>
    <w:rsid w:val="003F2591"/>
    <w:rsid w:val="003F275A"/>
    <w:rsid w:val="003F2773"/>
    <w:rsid w:val="003F27BB"/>
    <w:rsid w:val="003F27EE"/>
    <w:rsid w:val="003F2B6F"/>
    <w:rsid w:val="003F2E6B"/>
    <w:rsid w:val="003F30E9"/>
    <w:rsid w:val="003F32E9"/>
    <w:rsid w:val="003F33A0"/>
    <w:rsid w:val="003F33F6"/>
    <w:rsid w:val="003F38EC"/>
    <w:rsid w:val="003F38ED"/>
    <w:rsid w:val="003F3E4F"/>
    <w:rsid w:val="003F3F55"/>
    <w:rsid w:val="003F3FE9"/>
    <w:rsid w:val="003F4022"/>
    <w:rsid w:val="003F4319"/>
    <w:rsid w:val="003F46C7"/>
    <w:rsid w:val="003F4876"/>
    <w:rsid w:val="003F4AAF"/>
    <w:rsid w:val="003F4B16"/>
    <w:rsid w:val="003F4F25"/>
    <w:rsid w:val="003F51E8"/>
    <w:rsid w:val="003F54C5"/>
    <w:rsid w:val="003F5633"/>
    <w:rsid w:val="003F564E"/>
    <w:rsid w:val="003F585B"/>
    <w:rsid w:val="003F5A03"/>
    <w:rsid w:val="003F5BA0"/>
    <w:rsid w:val="003F5CEB"/>
    <w:rsid w:val="003F5ED7"/>
    <w:rsid w:val="003F5F1C"/>
    <w:rsid w:val="003F5F82"/>
    <w:rsid w:val="003F615C"/>
    <w:rsid w:val="003F61C8"/>
    <w:rsid w:val="003F659B"/>
    <w:rsid w:val="003F6F41"/>
    <w:rsid w:val="003F76E4"/>
    <w:rsid w:val="003F7B73"/>
    <w:rsid w:val="003F7C67"/>
    <w:rsid w:val="003F7D0A"/>
    <w:rsid w:val="003F7DD0"/>
    <w:rsid w:val="003F7F39"/>
    <w:rsid w:val="004003F4"/>
    <w:rsid w:val="00400503"/>
    <w:rsid w:val="004008CE"/>
    <w:rsid w:val="00400AA8"/>
    <w:rsid w:val="00400E78"/>
    <w:rsid w:val="0040102A"/>
    <w:rsid w:val="0040126D"/>
    <w:rsid w:val="00401459"/>
    <w:rsid w:val="00401523"/>
    <w:rsid w:val="004015AE"/>
    <w:rsid w:val="0040192A"/>
    <w:rsid w:val="00401B9F"/>
    <w:rsid w:val="004023CE"/>
    <w:rsid w:val="00402864"/>
    <w:rsid w:val="00402BE5"/>
    <w:rsid w:val="0040301F"/>
    <w:rsid w:val="00403348"/>
    <w:rsid w:val="00403561"/>
    <w:rsid w:val="0040376B"/>
    <w:rsid w:val="0040382E"/>
    <w:rsid w:val="00403B43"/>
    <w:rsid w:val="004042DE"/>
    <w:rsid w:val="004043B4"/>
    <w:rsid w:val="00404519"/>
    <w:rsid w:val="00404524"/>
    <w:rsid w:val="004047BA"/>
    <w:rsid w:val="004049B8"/>
    <w:rsid w:val="00404D50"/>
    <w:rsid w:val="0040501A"/>
    <w:rsid w:val="00405157"/>
    <w:rsid w:val="00405921"/>
    <w:rsid w:val="00405A34"/>
    <w:rsid w:val="00405B42"/>
    <w:rsid w:val="00405D4E"/>
    <w:rsid w:val="00405F77"/>
    <w:rsid w:val="00406441"/>
    <w:rsid w:val="004065A1"/>
    <w:rsid w:val="00406947"/>
    <w:rsid w:val="004069A8"/>
    <w:rsid w:val="004069E5"/>
    <w:rsid w:val="004070FD"/>
    <w:rsid w:val="004071F3"/>
    <w:rsid w:val="0040727F"/>
    <w:rsid w:val="0040787E"/>
    <w:rsid w:val="00407A5B"/>
    <w:rsid w:val="00407BED"/>
    <w:rsid w:val="00407DBF"/>
    <w:rsid w:val="00407FB2"/>
    <w:rsid w:val="004104FF"/>
    <w:rsid w:val="00410523"/>
    <w:rsid w:val="004108BC"/>
    <w:rsid w:val="00410BEF"/>
    <w:rsid w:val="00410E02"/>
    <w:rsid w:val="00410E09"/>
    <w:rsid w:val="00410F69"/>
    <w:rsid w:val="00410FF3"/>
    <w:rsid w:val="00411308"/>
    <w:rsid w:val="00411408"/>
    <w:rsid w:val="00411454"/>
    <w:rsid w:val="004114E0"/>
    <w:rsid w:val="004118B2"/>
    <w:rsid w:val="0041190C"/>
    <w:rsid w:val="00411A6D"/>
    <w:rsid w:val="00411AED"/>
    <w:rsid w:val="004120BB"/>
    <w:rsid w:val="004123E1"/>
    <w:rsid w:val="004125DA"/>
    <w:rsid w:val="00412B38"/>
    <w:rsid w:val="00412C81"/>
    <w:rsid w:val="00412CC6"/>
    <w:rsid w:val="00413202"/>
    <w:rsid w:val="00413A6F"/>
    <w:rsid w:val="00413AD9"/>
    <w:rsid w:val="00413EDB"/>
    <w:rsid w:val="00414405"/>
    <w:rsid w:val="0041458A"/>
    <w:rsid w:val="00414618"/>
    <w:rsid w:val="00414851"/>
    <w:rsid w:val="00414859"/>
    <w:rsid w:val="00414CAB"/>
    <w:rsid w:val="00415049"/>
    <w:rsid w:val="004152D2"/>
    <w:rsid w:val="004156FC"/>
    <w:rsid w:val="00415A93"/>
    <w:rsid w:val="00415B63"/>
    <w:rsid w:val="00415D70"/>
    <w:rsid w:val="0041636F"/>
    <w:rsid w:val="0041665F"/>
    <w:rsid w:val="0041673F"/>
    <w:rsid w:val="00416784"/>
    <w:rsid w:val="00416A3C"/>
    <w:rsid w:val="00417542"/>
    <w:rsid w:val="0041776E"/>
    <w:rsid w:val="00417C2A"/>
    <w:rsid w:val="00417C77"/>
    <w:rsid w:val="00417E8D"/>
    <w:rsid w:val="00417E8E"/>
    <w:rsid w:val="00417ED3"/>
    <w:rsid w:val="00417FBC"/>
    <w:rsid w:val="004202B9"/>
    <w:rsid w:val="0042051F"/>
    <w:rsid w:val="0042090C"/>
    <w:rsid w:val="00420BA4"/>
    <w:rsid w:val="00420C84"/>
    <w:rsid w:val="00420CA8"/>
    <w:rsid w:val="0042113E"/>
    <w:rsid w:val="0042166C"/>
    <w:rsid w:val="00421685"/>
    <w:rsid w:val="00421816"/>
    <w:rsid w:val="00421D92"/>
    <w:rsid w:val="004223A9"/>
    <w:rsid w:val="004223D3"/>
    <w:rsid w:val="004225F9"/>
    <w:rsid w:val="0042264B"/>
    <w:rsid w:val="00422666"/>
    <w:rsid w:val="004229F1"/>
    <w:rsid w:val="00422CC9"/>
    <w:rsid w:val="00422E51"/>
    <w:rsid w:val="00422E67"/>
    <w:rsid w:val="004230DA"/>
    <w:rsid w:val="004233E3"/>
    <w:rsid w:val="00423541"/>
    <w:rsid w:val="004238A0"/>
    <w:rsid w:val="0042397E"/>
    <w:rsid w:val="00423BEF"/>
    <w:rsid w:val="00424259"/>
    <w:rsid w:val="004242EF"/>
    <w:rsid w:val="00424320"/>
    <w:rsid w:val="004243A0"/>
    <w:rsid w:val="00424719"/>
    <w:rsid w:val="00424A5E"/>
    <w:rsid w:val="00424DBA"/>
    <w:rsid w:val="00424E4E"/>
    <w:rsid w:val="00424F07"/>
    <w:rsid w:val="00424F13"/>
    <w:rsid w:val="00424F5C"/>
    <w:rsid w:val="00425013"/>
    <w:rsid w:val="00425158"/>
    <w:rsid w:val="0042559C"/>
    <w:rsid w:val="0042567E"/>
    <w:rsid w:val="00425844"/>
    <w:rsid w:val="00425ACA"/>
    <w:rsid w:val="00425CEB"/>
    <w:rsid w:val="00425DAE"/>
    <w:rsid w:val="00426125"/>
    <w:rsid w:val="00426214"/>
    <w:rsid w:val="004263CB"/>
    <w:rsid w:val="0042664B"/>
    <w:rsid w:val="0042694D"/>
    <w:rsid w:val="00426C7D"/>
    <w:rsid w:val="0042738D"/>
    <w:rsid w:val="004273A2"/>
    <w:rsid w:val="00427537"/>
    <w:rsid w:val="00427732"/>
    <w:rsid w:val="00427AFA"/>
    <w:rsid w:val="00427B2F"/>
    <w:rsid w:val="00427D84"/>
    <w:rsid w:val="00427EA2"/>
    <w:rsid w:val="00430162"/>
    <w:rsid w:val="00430464"/>
    <w:rsid w:val="0043046C"/>
    <w:rsid w:val="00430CFB"/>
    <w:rsid w:val="00430DFE"/>
    <w:rsid w:val="00431093"/>
    <w:rsid w:val="004311EA"/>
    <w:rsid w:val="00431672"/>
    <w:rsid w:val="004319B3"/>
    <w:rsid w:val="004319D4"/>
    <w:rsid w:val="00431ABC"/>
    <w:rsid w:val="00431C6B"/>
    <w:rsid w:val="00431F4C"/>
    <w:rsid w:val="00432178"/>
    <w:rsid w:val="00432A86"/>
    <w:rsid w:val="00432B3A"/>
    <w:rsid w:val="00432E0F"/>
    <w:rsid w:val="00432E37"/>
    <w:rsid w:val="00433237"/>
    <w:rsid w:val="0043329D"/>
    <w:rsid w:val="004332A8"/>
    <w:rsid w:val="004336A0"/>
    <w:rsid w:val="004337D2"/>
    <w:rsid w:val="00433A85"/>
    <w:rsid w:val="00433CEA"/>
    <w:rsid w:val="00433D80"/>
    <w:rsid w:val="00433E2D"/>
    <w:rsid w:val="00433F23"/>
    <w:rsid w:val="004341F7"/>
    <w:rsid w:val="004342D4"/>
    <w:rsid w:val="004342E4"/>
    <w:rsid w:val="0043443C"/>
    <w:rsid w:val="00434693"/>
    <w:rsid w:val="00434741"/>
    <w:rsid w:val="00434C77"/>
    <w:rsid w:val="00435099"/>
    <w:rsid w:val="004351A3"/>
    <w:rsid w:val="004353E2"/>
    <w:rsid w:val="0043546C"/>
    <w:rsid w:val="00435477"/>
    <w:rsid w:val="00435DB6"/>
    <w:rsid w:val="00436019"/>
    <w:rsid w:val="00436139"/>
    <w:rsid w:val="00436185"/>
    <w:rsid w:val="004361BF"/>
    <w:rsid w:val="004362E3"/>
    <w:rsid w:val="0043646B"/>
    <w:rsid w:val="0043655C"/>
    <w:rsid w:val="00436601"/>
    <w:rsid w:val="004367F1"/>
    <w:rsid w:val="00436A98"/>
    <w:rsid w:val="00436F4F"/>
    <w:rsid w:val="00436F85"/>
    <w:rsid w:val="00437168"/>
    <w:rsid w:val="00437314"/>
    <w:rsid w:val="004376CC"/>
    <w:rsid w:val="00440391"/>
    <w:rsid w:val="004403F8"/>
    <w:rsid w:val="00440698"/>
    <w:rsid w:val="00440BED"/>
    <w:rsid w:val="00440CD6"/>
    <w:rsid w:val="00441063"/>
    <w:rsid w:val="0044135C"/>
    <w:rsid w:val="00441402"/>
    <w:rsid w:val="0044142E"/>
    <w:rsid w:val="004414E4"/>
    <w:rsid w:val="00441779"/>
    <w:rsid w:val="0044198B"/>
    <w:rsid w:val="004419E6"/>
    <w:rsid w:val="00441B4E"/>
    <w:rsid w:val="0044230F"/>
    <w:rsid w:val="004424D6"/>
    <w:rsid w:val="0044304A"/>
    <w:rsid w:val="00443157"/>
    <w:rsid w:val="00443BB9"/>
    <w:rsid w:val="00443E14"/>
    <w:rsid w:val="0044414F"/>
    <w:rsid w:val="004441A8"/>
    <w:rsid w:val="004443C8"/>
    <w:rsid w:val="0044454C"/>
    <w:rsid w:val="0044457D"/>
    <w:rsid w:val="00444592"/>
    <w:rsid w:val="00444A7B"/>
    <w:rsid w:val="00444A8A"/>
    <w:rsid w:val="00445118"/>
    <w:rsid w:val="0044573D"/>
    <w:rsid w:val="00445980"/>
    <w:rsid w:val="00445AD4"/>
    <w:rsid w:val="00445C0A"/>
    <w:rsid w:val="00445FFF"/>
    <w:rsid w:val="004463CB"/>
    <w:rsid w:val="004464F6"/>
    <w:rsid w:val="00446792"/>
    <w:rsid w:val="004468A1"/>
    <w:rsid w:val="00446B9B"/>
    <w:rsid w:val="00446DDD"/>
    <w:rsid w:val="00447137"/>
    <w:rsid w:val="004471A8"/>
    <w:rsid w:val="00447337"/>
    <w:rsid w:val="0044750F"/>
    <w:rsid w:val="00447588"/>
    <w:rsid w:val="00447694"/>
    <w:rsid w:val="00447814"/>
    <w:rsid w:val="00447856"/>
    <w:rsid w:val="00447BB0"/>
    <w:rsid w:val="00447D6E"/>
    <w:rsid w:val="00447DD7"/>
    <w:rsid w:val="00447E51"/>
    <w:rsid w:val="004505D9"/>
    <w:rsid w:val="00450602"/>
    <w:rsid w:val="00450755"/>
    <w:rsid w:val="0045085F"/>
    <w:rsid w:val="00450CE4"/>
    <w:rsid w:val="00450D59"/>
    <w:rsid w:val="00450FD7"/>
    <w:rsid w:val="0045101A"/>
    <w:rsid w:val="00451B09"/>
    <w:rsid w:val="00451C27"/>
    <w:rsid w:val="00451C51"/>
    <w:rsid w:val="004520EF"/>
    <w:rsid w:val="004523C6"/>
    <w:rsid w:val="00452458"/>
    <w:rsid w:val="0045253F"/>
    <w:rsid w:val="004526AB"/>
    <w:rsid w:val="00452E82"/>
    <w:rsid w:val="00452FC9"/>
    <w:rsid w:val="00453065"/>
    <w:rsid w:val="00453245"/>
    <w:rsid w:val="00453719"/>
    <w:rsid w:val="004537FD"/>
    <w:rsid w:val="00453A4F"/>
    <w:rsid w:val="00453CC7"/>
    <w:rsid w:val="00454018"/>
    <w:rsid w:val="004545E0"/>
    <w:rsid w:val="00454678"/>
    <w:rsid w:val="004546F7"/>
    <w:rsid w:val="00454B6F"/>
    <w:rsid w:val="00454C5C"/>
    <w:rsid w:val="00454D71"/>
    <w:rsid w:val="00455021"/>
    <w:rsid w:val="004550E3"/>
    <w:rsid w:val="0045510D"/>
    <w:rsid w:val="00455743"/>
    <w:rsid w:val="004559E4"/>
    <w:rsid w:val="00455F89"/>
    <w:rsid w:val="004561AA"/>
    <w:rsid w:val="004562F9"/>
    <w:rsid w:val="00456879"/>
    <w:rsid w:val="00456F57"/>
    <w:rsid w:val="00457044"/>
    <w:rsid w:val="00457270"/>
    <w:rsid w:val="00457298"/>
    <w:rsid w:val="0045737A"/>
    <w:rsid w:val="004575FB"/>
    <w:rsid w:val="00457695"/>
    <w:rsid w:val="004578B6"/>
    <w:rsid w:val="00457AC2"/>
    <w:rsid w:val="00457BCD"/>
    <w:rsid w:val="00457C2A"/>
    <w:rsid w:val="00457DB6"/>
    <w:rsid w:val="00461077"/>
    <w:rsid w:val="004611DD"/>
    <w:rsid w:val="004611E1"/>
    <w:rsid w:val="004612A3"/>
    <w:rsid w:val="004612E3"/>
    <w:rsid w:val="004614E9"/>
    <w:rsid w:val="0046165E"/>
    <w:rsid w:val="0046166D"/>
    <w:rsid w:val="004618BC"/>
    <w:rsid w:val="00461A66"/>
    <w:rsid w:val="00461B30"/>
    <w:rsid w:val="00461E9C"/>
    <w:rsid w:val="00462157"/>
    <w:rsid w:val="00462630"/>
    <w:rsid w:val="004626D8"/>
    <w:rsid w:val="00462BEF"/>
    <w:rsid w:val="00462E73"/>
    <w:rsid w:val="00462EB4"/>
    <w:rsid w:val="00462EC5"/>
    <w:rsid w:val="00462FE9"/>
    <w:rsid w:val="004630A6"/>
    <w:rsid w:val="00463119"/>
    <w:rsid w:val="0046311F"/>
    <w:rsid w:val="00463731"/>
    <w:rsid w:val="00463974"/>
    <w:rsid w:val="00463A2C"/>
    <w:rsid w:val="00463A9B"/>
    <w:rsid w:val="00463D10"/>
    <w:rsid w:val="00463EDD"/>
    <w:rsid w:val="00464081"/>
    <w:rsid w:val="0046431A"/>
    <w:rsid w:val="0046448E"/>
    <w:rsid w:val="00464D96"/>
    <w:rsid w:val="00464E34"/>
    <w:rsid w:val="00464E9F"/>
    <w:rsid w:val="004651AE"/>
    <w:rsid w:val="0046574F"/>
    <w:rsid w:val="00465793"/>
    <w:rsid w:val="00465A4B"/>
    <w:rsid w:val="00465B90"/>
    <w:rsid w:val="00465C54"/>
    <w:rsid w:val="00465D65"/>
    <w:rsid w:val="00465D77"/>
    <w:rsid w:val="0046662D"/>
    <w:rsid w:val="00466712"/>
    <w:rsid w:val="00466753"/>
    <w:rsid w:val="0046691E"/>
    <w:rsid w:val="00466E7D"/>
    <w:rsid w:val="00466F26"/>
    <w:rsid w:val="00467696"/>
    <w:rsid w:val="0046776D"/>
    <w:rsid w:val="00467829"/>
    <w:rsid w:val="0046794C"/>
    <w:rsid w:val="00467A2A"/>
    <w:rsid w:val="00467ABE"/>
    <w:rsid w:val="00467B3E"/>
    <w:rsid w:val="00467E0A"/>
    <w:rsid w:val="004701E8"/>
    <w:rsid w:val="00470323"/>
    <w:rsid w:val="00470395"/>
    <w:rsid w:val="004706DF"/>
    <w:rsid w:val="00470BDB"/>
    <w:rsid w:val="00470D7D"/>
    <w:rsid w:val="00470DE3"/>
    <w:rsid w:val="004710A3"/>
    <w:rsid w:val="00471736"/>
    <w:rsid w:val="00471BAF"/>
    <w:rsid w:val="00471BE2"/>
    <w:rsid w:val="00471C71"/>
    <w:rsid w:val="00471E72"/>
    <w:rsid w:val="00471FC1"/>
    <w:rsid w:val="00471FC3"/>
    <w:rsid w:val="00472081"/>
    <w:rsid w:val="004721A2"/>
    <w:rsid w:val="004723D2"/>
    <w:rsid w:val="0047246F"/>
    <w:rsid w:val="00472608"/>
    <w:rsid w:val="004727D5"/>
    <w:rsid w:val="00472877"/>
    <w:rsid w:val="004728EC"/>
    <w:rsid w:val="00472987"/>
    <w:rsid w:val="00472B2D"/>
    <w:rsid w:val="00472E4D"/>
    <w:rsid w:val="00473326"/>
    <w:rsid w:val="004736E8"/>
    <w:rsid w:val="004736F8"/>
    <w:rsid w:val="004737B3"/>
    <w:rsid w:val="00473974"/>
    <w:rsid w:val="00473B39"/>
    <w:rsid w:val="00473D4D"/>
    <w:rsid w:val="00473D8A"/>
    <w:rsid w:val="00473F02"/>
    <w:rsid w:val="00473FF6"/>
    <w:rsid w:val="00474143"/>
    <w:rsid w:val="00474316"/>
    <w:rsid w:val="00474415"/>
    <w:rsid w:val="00474444"/>
    <w:rsid w:val="0047465B"/>
    <w:rsid w:val="00474698"/>
    <w:rsid w:val="004747BB"/>
    <w:rsid w:val="00474967"/>
    <w:rsid w:val="00474E6F"/>
    <w:rsid w:val="00474E8B"/>
    <w:rsid w:val="004759EB"/>
    <w:rsid w:val="00475B0F"/>
    <w:rsid w:val="00475F31"/>
    <w:rsid w:val="004763A4"/>
    <w:rsid w:val="00476425"/>
    <w:rsid w:val="004764A2"/>
    <w:rsid w:val="00476BF0"/>
    <w:rsid w:val="00476D10"/>
    <w:rsid w:val="00476D53"/>
    <w:rsid w:val="004770F3"/>
    <w:rsid w:val="004770FC"/>
    <w:rsid w:val="00477105"/>
    <w:rsid w:val="0047735A"/>
    <w:rsid w:val="004775C6"/>
    <w:rsid w:val="004775E0"/>
    <w:rsid w:val="004776D6"/>
    <w:rsid w:val="004777BA"/>
    <w:rsid w:val="004777C4"/>
    <w:rsid w:val="004778E2"/>
    <w:rsid w:val="0047790B"/>
    <w:rsid w:val="00477D5C"/>
    <w:rsid w:val="00477DA4"/>
    <w:rsid w:val="00477DBC"/>
    <w:rsid w:val="004801A6"/>
    <w:rsid w:val="004805C0"/>
    <w:rsid w:val="00480C0D"/>
    <w:rsid w:val="00480D2A"/>
    <w:rsid w:val="00480E67"/>
    <w:rsid w:val="00481370"/>
    <w:rsid w:val="00481390"/>
    <w:rsid w:val="0048141F"/>
    <w:rsid w:val="00481617"/>
    <w:rsid w:val="004817A7"/>
    <w:rsid w:val="004819D9"/>
    <w:rsid w:val="00482244"/>
    <w:rsid w:val="004822BE"/>
    <w:rsid w:val="00482619"/>
    <w:rsid w:val="00482865"/>
    <w:rsid w:val="00482F8A"/>
    <w:rsid w:val="00482FF7"/>
    <w:rsid w:val="00483020"/>
    <w:rsid w:val="004830DE"/>
    <w:rsid w:val="0048342D"/>
    <w:rsid w:val="004834F8"/>
    <w:rsid w:val="00483511"/>
    <w:rsid w:val="00483A4C"/>
    <w:rsid w:val="00483BD1"/>
    <w:rsid w:val="00483DFB"/>
    <w:rsid w:val="00484395"/>
    <w:rsid w:val="004846B4"/>
    <w:rsid w:val="00484759"/>
    <w:rsid w:val="0048496A"/>
    <w:rsid w:val="00484C9D"/>
    <w:rsid w:val="00484CA9"/>
    <w:rsid w:val="00484D88"/>
    <w:rsid w:val="0048519E"/>
    <w:rsid w:val="004851A3"/>
    <w:rsid w:val="0048528C"/>
    <w:rsid w:val="0048535D"/>
    <w:rsid w:val="0048547F"/>
    <w:rsid w:val="00485CC7"/>
    <w:rsid w:val="00486097"/>
    <w:rsid w:val="004861D5"/>
    <w:rsid w:val="004863EC"/>
    <w:rsid w:val="00486433"/>
    <w:rsid w:val="004864B1"/>
    <w:rsid w:val="004864D0"/>
    <w:rsid w:val="004866DD"/>
    <w:rsid w:val="00486B3D"/>
    <w:rsid w:val="00486B75"/>
    <w:rsid w:val="00486DDB"/>
    <w:rsid w:val="00487072"/>
    <w:rsid w:val="0048708B"/>
    <w:rsid w:val="00487486"/>
    <w:rsid w:val="00487815"/>
    <w:rsid w:val="00487B9C"/>
    <w:rsid w:val="00487C23"/>
    <w:rsid w:val="00487C4D"/>
    <w:rsid w:val="00487DE6"/>
    <w:rsid w:val="004906E2"/>
    <w:rsid w:val="00490847"/>
    <w:rsid w:val="004910B0"/>
    <w:rsid w:val="00491419"/>
    <w:rsid w:val="00491576"/>
    <w:rsid w:val="00491D20"/>
    <w:rsid w:val="00491E14"/>
    <w:rsid w:val="00491E37"/>
    <w:rsid w:val="00491F6F"/>
    <w:rsid w:val="00492018"/>
    <w:rsid w:val="0049214C"/>
    <w:rsid w:val="004921E0"/>
    <w:rsid w:val="00492288"/>
    <w:rsid w:val="00492362"/>
    <w:rsid w:val="0049246F"/>
    <w:rsid w:val="0049256E"/>
    <w:rsid w:val="00492C16"/>
    <w:rsid w:val="00492E23"/>
    <w:rsid w:val="0049329B"/>
    <w:rsid w:val="00493524"/>
    <w:rsid w:val="00493576"/>
    <w:rsid w:val="00493B35"/>
    <w:rsid w:val="00493D41"/>
    <w:rsid w:val="00493E1F"/>
    <w:rsid w:val="0049403D"/>
    <w:rsid w:val="0049411E"/>
    <w:rsid w:val="00494585"/>
    <w:rsid w:val="004946DA"/>
    <w:rsid w:val="00494FB0"/>
    <w:rsid w:val="0049583F"/>
    <w:rsid w:val="00495893"/>
    <w:rsid w:val="00495D93"/>
    <w:rsid w:val="00495F63"/>
    <w:rsid w:val="00496076"/>
    <w:rsid w:val="004963AF"/>
    <w:rsid w:val="00496715"/>
    <w:rsid w:val="004968F6"/>
    <w:rsid w:val="004969AE"/>
    <w:rsid w:val="00496A83"/>
    <w:rsid w:val="00496ABC"/>
    <w:rsid w:val="00496B99"/>
    <w:rsid w:val="00496BD5"/>
    <w:rsid w:val="00496D61"/>
    <w:rsid w:val="004970EB"/>
    <w:rsid w:val="004971AC"/>
    <w:rsid w:val="0049737A"/>
    <w:rsid w:val="004973E5"/>
    <w:rsid w:val="00497635"/>
    <w:rsid w:val="00497A54"/>
    <w:rsid w:val="00497D61"/>
    <w:rsid w:val="00497EA2"/>
    <w:rsid w:val="00497EE1"/>
    <w:rsid w:val="004A0361"/>
    <w:rsid w:val="004A0902"/>
    <w:rsid w:val="004A0C5E"/>
    <w:rsid w:val="004A0E79"/>
    <w:rsid w:val="004A1350"/>
    <w:rsid w:val="004A1552"/>
    <w:rsid w:val="004A1584"/>
    <w:rsid w:val="004A1784"/>
    <w:rsid w:val="004A17CD"/>
    <w:rsid w:val="004A1837"/>
    <w:rsid w:val="004A1CBF"/>
    <w:rsid w:val="004A1E20"/>
    <w:rsid w:val="004A1ECA"/>
    <w:rsid w:val="004A2065"/>
    <w:rsid w:val="004A247E"/>
    <w:rsid w:val="004A24CF"/>
    <w:rsid w:val="004A2787"/>
    <w:rsid w:val="004A28A1"/>
    <w:rsid w:val="004A2BA2"/>
    <w:rsid w:val="004A2C95"/>
    <w:rsid w:val="004A2CAE"/>
    <w:rsid w:val="004A3025"/>
    <w:rsid w:val="004A328D"/>
    <w:rsid w:val="004A32E9"/>
    <w:rsid w:val="004A3614"/>
    <w:rsid w:val="004A3921"/>
    <w:rsid w:val="004A39C0"/>
    <w:rsid w:val="004A3B41"/>
    <w:rsid w:val="004A3D0E"/>
    <w:rsid w:val="004A3DAF"/>
    <w:rsid w:val="004A3FBB"/>
    <w:rsid w:val="004A4187"/>
    <w:rsid w:val="004A41AC"/>
    <w:rsid w:val="004A45D7"/>
    <w:rsid w:val="004A4BC4"/>
    <w:rsid w:val="004A4C01"/>
    <w:rsid w:val="004A52B5"/>
    <w:rsid w:val="004A57BB"/>
    <w:rsid w:val="004A5F18"/>
    <w:rsid w:val="004A6113"/>
    <w:rsid w:val="004A6161"/>
    <w:rsid w:val="004A657E"/>
    <w:rsid w:val="004A65A8"/>
    <w:rsid w:val="004A6636"/>
    <w:rsid w:val="004A6727"/>
    <w:rsid w:val="004A6958"/>
    <w:rsid w:val="004A6B05"/>
    <w:rsid w:val="004A6BCE"/>
    <w:rsid w:val="004A6C02"/>
    <w:rsid w:val="004A6D0D"/>
    <w:rsid w:val="004A6D2F"/>
    <w:rsid w:val="004A6E3E"/>
    <w:rsid w:val="004A71A9"/>
    <w:rsid w:val="004A721D"/>
    <w:rsid w:val="004A7692"/>
    <w:rsid w:val="004A7758"/>
    <w:rsid w:val="004A7861"/>
    <w:rsid w:val="004A7885"/>
    <w:rsid w:val="004A7901"/>
    <w:rsid w:val="004A790C"/>
    <w:rsid w:val="004A7A51"/>
    <w:rsid w:val="004A7AAE"/>
    <w:rsid w:val="004B02B2"/>
    <w:rsid w:val="004B09A9"/>
    <w:rsid w:val="004B0CFF"/>
    <w:rsid w:val="004B0F7D"/>
    <w:rsid w:val="004B102E"/>
    <w:rsid w:val="004B1165"/>
    <w:rsid w:val="004B154B"/>
    <w:rsid w:val="004B1746"/>
    <w:rsid w:val="004B1AEE"/>
    <w:rsid w:val="004B1B47"/>
    <w:rsid w:val="004B1C81"/>
    <w:rsid w:val="004B1F9A"/>
    <w:rsid w:val="004B21B0"/>
    <w:rsid w:val="004B2202"/>
    <w:rsid w:val="004B223F"/>
    <w:rsid w:val="004B2429"/>
    <w:rsid w:val="004B25D8"/>
    <w:rsid w:val="004B29C6"/>
    <w:rsid w:val="004B2C92"/>
    <w:rsid w:val="004B2ECA"/>
    <w:rsid w:val="004B2FBC"/>
    <w:rsid w:val="004B30FA"/>
    <w:rsid w:val="004B3122"/>
    <w:rsid w:val="004B33E2"/>
    <w:rsid w:val="004B35A8"/>
    <w:rsid w:val="004B35BC"/>
    <w:rsid w:val="004B39D0"/>
    <w:rsid w:val="004B3DCD"/>
    <w:rsid w:val="004B3F42"/>
    <w:rsid w:val="004B3F54"/>
    <w:rsid w:val="004B4034"/>
    <w:rsid w:val="004B4686"/>
    <w:rsid w:val="004B4F84"/>
    <w:rsid w:val="004B543E"/>
    <w:rsid w:val="004B54DC"/>
    <w:rsid w:val="004B56B0"/>
    <w:rsid w:val="004B5B28"/>
    <w:rsid w:val="004B5BC9"/>
    <w:rsid w:val="004B5D28"/>
    <w:rsid w:val="004B5F95"/>
    <w:rsid w:val="004B6293"/>
    <w:rsid w:val="004B6336"/>
    <w:rsid w:val="004B646F"/>
    <w:rsid w:val="004B66DF"/>
    <w:rsid w:val="004B6863"/>
    <w:rsid w:val="004B6C80"/>
    <w:rsid w:val="004B7071"/>
    <w:rsid w:val="004B729F"/>
    <w:rsid w:val="004B72D4"/>
    <w:rsid w:val="004B767F"/>
    <w:rsid w:val="004B76EF"/>
    <w:rsid w:val="004B77D7"/>
    <w:rsid w:val="004B78DC"/>
    <w:rsid w:val="004B7BAB"/>
    <w:rsid w:val="004B7E07"/>
    <w:rsid w:val="004B7F20"/>
    <w:rsid w:val="004B7F3A"/>
    <w:rsid w:val="004C0099"/>
    <w:rsid w:val="004C03F5"/>
    <w:rsid w:val="004C09D5"/>
    <w:rsid w:val="004C0B87"/>
    <w:rsid w:val="004C0C2E"/>
    <w:rsid w:val="004C0C62"/>
    <w:rsid w:val="004C0C68"/>
    <w:rsid w:val="004C1035"/>
    <w:rsid w:val="004C10D2"/>
    <w:rsid w:val="004C10D8"/>
    <w:rsid w:val="004C1558"/>
    <w:rsid w:val="004C1569"/>
    <w:rsid w:val="004C15DB"/>
    <w:rsid w:val="004C179A"/>
    <w:rsid w:val="004C1950"/>
    <w:rsid w:val="004C1E65"/>
    <w:rsid w:val="004C1E7D"/>
    <w:rsid w:val="004C2274"/>
    <w:rsid w:val="004C2292"/>
    <w:rsid w:val="004C22F1"/>
    <w:rsid w:val="004C232B"/>
    <w:rsid w:val="004C2371"/>
    <w:rsid w:val="004C2572"/>
    <w:rsid w:val="004C2D0D"/>
    <w:rsid w:val="004C3F95"/>
    <w:rsid w:val="004C4550"/>
    <w:rsid w:val="004C467E"/>
    <w:rsid w:val="004C4CC1"/>
    <w:rsid w:val="004C4E8F"/>
    <w:rsid w:val="004C50D1"/>
    <w:rsid w:val="004C523F"/>
    <w:rsid w:val="004C52A3"/>
    <w:rsid w:val="004C5631"/>
    <w:rsid w:val="004C56F8"/>
    <w:rsid w:val="004C5E20"/>
    <w:rsid w:val="004C6220"/>
    <w:rsid w:val="004C6376"/>
    <w:rsid w:val="004C6454"/>
    <w:rsid w:val="004C6472"/>
    <w:rsid w:val="004C64F4"/>
    <w:rsid w:val="004C69E0"/>
    <w:rsid w:val="004C6BFF"/>
    <w:rsid w:val="004C6D19"/>
    <w:rsid w:val="004C704C"/>
    <w:rsid w:val="004C7240"/>
    <w:rsid w:val="004C73C3"/>
    <w:rsid w:val="004C76F1"/>
    <w:rsid w:val="004C7805"/>
    <w:rsid w:val="004C7B9D"/>
    <w:rsid w:val="004C7D71"/>
    <w:rsid w:val="004C7F17"/>
    <w:rsid w:val="004C7F6D"/>
    <w:rsid w:val="004D02D0"/>
    <w:rsid w:val="004D03D1"/>
    <w:rsid w:val="004D0C61"/>
    <w:rsid w:val="004D0CDE"/>
    <w:rsid w:val="004D0E46"/>
    <w:rsid w:val="004D14CD"/>
    <w:rsid w:val="004D153E"/>
    <w:rsid w:val="004D180A"/>
    <w:rsid w:val="004D190A"/>
    <w:rsid w:val="004D1E49"/>
    <w:rsid w:val="004D1F9D"/>
    <w:rsid w:val="004D1FD4"/>
    <w:rsid w:val="004D23CF"/>
    <w:rsid w:val="004D26C9"/>
    <w:rsid w:val="004D27E1"/>
    <w:rsid w:val="004D283D"/>
    <w:rsid w:val="004D288E"/>
    <w:rsid w:val="004D2E6F"/>
    <w:rsid w:val="004D2FA8"/>
    <w:rsid w:val="004D30BA"/>
    <w:rsid w:val="004D320F"/>
    <w:rsid w:val="004D39C4"/>
    <w:rsid w:val="004D3A47"/>
    <w:rsid w:val="004D3B60"/>
    <w:rsid w:val="004D3CBD"/>
    <w:rsid w:val="004D3D2C"/>
    <w:rsid w:val="004D3E9D"/>
    <w:rsid w:val="004D4160"/>
    <w:rsid w:val="004D41A9"/>
    <w:rsid w:val="004D42C0"/>
    <w:rsid w:val="004D42CB"/>
    <w:rsid w:val="004D43E8"/>
    <w:rsid w:val="004D50F7"/>
    <w:rsid w:val="004D522D"/>
    <w:rsid w:val="004D5238"/>
    <w:rsid w:val="004D54A8"/>
    <w:rsid w:val="004D5574"/>
    <w:rsid w:val="004D5C0D"/>
    <w:rsid w:val="004D663E"/>
    <w:rsid w:val="004D6792"/>
    <w:rsid w:val="004D69E7"/>
    <w:rsid w:val="004D6A25"/>
    <w:rsid w:val="004D6F17"/>
    <w:rsid w:val="004D7026"/>
    <w:rsid w:val="004D70BB"/>
    <w:rsid w:val="004D7269"/>
    <w:rsid w:val="004D7733"/>
    <w:rsid w:val="004D794F"/>
    <w:rsid w:val="004D79B7"/>
    <w:rsid w:val="004D7B8A"/>
    <w:rsid w:val="004D7BBA"/>
    <w:rsid w:val="004D7E84"/>
    <w:rsid w:val="004E0090"/>
    <w:rsid w:val="004E0128"/>
    <w:rsid w:val="004E050D"/>
    <w:rsid w:val="004E0B53"/>
    <w:rsid w:val="004E0B5E"/>
    <w:rsid w:val="004E0D4A"/>
    <w:rsid w:val="004E0E01"/>
    <w:rsid w:val="004E1169"/>
    <w:rsid w:val="004E158F"/>
    <w:rsid w:val="004E1624"/>
    <w:rsid w:val="004E1817"/>
    <w:rsid w:val="004E19A5"/>
    <w:rsid w:val="004E19F8"/>
    <w:rsid w:val="004E23DC"/>
    <w:rsid w:val="004E2415"/>
    <w:rsid w:val="004E25D3"/>
    <w:rsid w:val="004E262C"/>
    <w:rsid w:val="004E2967"/>
    <w:rsid w:val="004E3174"/>
    <w:rsid w:val="004E3BEA"/>
    <w:rsid w:val="004E4234"/>
    <w:rsid w:val="004E457E"/>
    <w:rsid w:val="004E47C0"/>
    <w:rsid w:val="004E49E8"/>
    <w:rsid w:val="004E4BB6"/>
    <w:rsid w:val="004E4D32"/>
    <w:rsid w:val="004E5119"/>
    <w:rsid w:val="004E53A6"/>
    <w:rsid w:val="004E5875"/>
    <w:rsid w:val="004E5D5F"/>
    <w:rsid w:val="004E600F"/>
    <w:rsid w:val="004E6074"/>
    <w:rsid w:val="004E6194"/>
    <w:rsid w:val="004E6454"/>
    <w:rsid w:val="004E64AC"/>
    <w:rsid w:val="004E677D"/>
    <w:rsid w:val="004E68B6"/>
    <w:rsid w:val="004E6D32"/>
    <w:rsid w:val="004E73D9"/>
    <w:rsid w:val="004E7523"/>
    <w:rsid w:val="004E7567"/>
    <w:rsid w:val="004E7626"/>
    <w:rsid w:val="004E7771"/>
    <w:rsid w:val="004E77AB"/>
    <w:rsid w:val="004E77D7"/>
    <w:rsid w:val="004E78A6"/>
    <w:rsid w:val="004E7966"/>
    <w:rsid w:val="004E7D69"/>
    <w:rsid w:val="004E7E08"/>
    <w:rsid w:val="004E7E48"/>
    <w:rsid w:val="004E7ED7"/>
    <w:rsid w:val="004E7FEF"/>
    <w:rsid w:val="004F0039"/>
    <w:rsid w:val="004F02BE"/>
    <w:rsid w:val="004F02D0"/>
    <w:rsid w:val="004F03DE"/>
    <w:rsid w:val="004F0749"/>
    <w:rsid w:val="004F07C1"/>
    <w:rsid w:val="004F0994"/>
    <w:rsid w:val="004F0A54"/>
    <w:rsid w:val="004F10D3"/>
    <w:rsid w:val="004F1267"/>
    <w:rsid w:val="004F1795"/>
    <w:rsid w:val="004F1A35"/>
    <w:rsid w:val="004F1F49"/>
    <w:rsid w:val="004F2534"/>
    <w:rsid w:val="004F25E3"/>
    <w:rsid w:val="004F2636"/>
    <w:rsid w:val="004F2771"/>
    <w:rsid w:val="004F2AB6"/>
    <w:rsid w:val="004F2BAC"/>
    <w:rsid w:val="004F2C62"/>
    <w:rsid w:val="004F2C93"/>
    <w:rsid w:val="004F334E"/>
    <w:rsid w:val="004F385B"/>
    <w:rsid w:val="004F3A6B"/>
    <w:rsid w:val="004F3EFF"/>
    <w:rsid w:val="004F4545"/>
    <w:rsid w:val="004F4664"/>
    <w:rsid w:val="004F48AD"/>
    <w:rsid w:val="004F4C5B"/>
    <w:rsid w:val="004F5111"/>
    <w:rsid w:val="004F569E"/>
    <w:rsid w:val="004F5C37"/>
    <w:rsid w:val="004F5EE1"/>
    <w:rsid w:val="004F605C"/>
    <w:rsid w:val="004F608B"/>
    <w:rsid w:val="004F619E"/>
    <w:rsid w:val="004F6383"/>
    <w:rsid w:val="004F63C3"/>
    <w:rsid w:val="004F6459"/>
    <w:rsid w:val="004F652F"/>
    <w:rsid w:val="004F69B6"/>
    <w:rsid w:val="004F7194"/>
    <w:rsid w:val="004F7514"/>
    <w:rsid w:val="004F77CB"/>
    <w:rsid w:val="004F79FF"/>
    <w:rsid w:val="0050009A"/>
    <w:rsid w:val="00500423"/>
    <w:rsid w:val="00500C91"/>
    <w:rsid w:val="00500F88"/>
    <w:rsid w:val="00501010"/>
    <w:rsid w:val="005010DB"/>
    <w:rsid w:val="00501184"/>
    <w:rsid w:val="0050118B"/>
    <w:rsid w:val="005011BB"/>
    <w:rsid w:val="005013DE"/>
    <w:rsid w:val="00501545"/>
    <w:rsid w:val="0050158F"/>
    <w:rsid w:val="00501E36"/>
    <w:rsid w:val="0050231B"/>
    <w:rsid w:val="00502847"/>
    <w:rsid w:val="00502AF5"/>
    <w:rsid w:val="00502B29"/>
    <w:rsid w:val="00502BAB"/>
    <w:rsid w:val="005035F3"/>
    <w:rsid w:val="00503676"/>
    <w:rsid w:val="0050393D"/>
    <w:rsid w:val="00503D9B"/>
    <w:rsid w:val="00503FE6"/>
    <w:rsid w:val="00504058"/>
    <w:rsid w:val="005043A5"/>
    <w:rsid w:val="005045AB"/>
    <w:rsid w:val="00504837"/>
    <w:rsid w:val="00504C17"/>
    <w:rsid w:val="00504D0F"/>
    <w:rsid w:val="00504E57"/>
    <w:rsid w:val="00504F3D"/>
    <w:rsid w:val="0050513C"/>
    <w:rsid w:val="0050541B"/>
    <w:rsid w:val="005057A3"/>
    <w:rsid w:val="00505875"/>
    <w:rsid w:val="00505A33"/>
    <w:rsid w:val="00505E37"/>
    <w:rsid w:val="0050608F"/>
    <w:rsid w:val="00506594"/>
    <w:rsid w:val="00506AEC"/>
    <w:rsid w:val="00506E9C"/>
    <w:rsid w:val="00507481"/>
    <w:rsid w:val="005074B0"/>
    <w:rsid w:val="00507545"/>
    <w:rsid w:val="00507562"/>
    <w:rsid w:val="00507D68"/>
    <w:rsid w:val="00507EC3"/>
    <w:rsid w:val="0051015C"/>
    <w:rsid w:val="0051056F"/>
    <w:rsid w:val="0051062B"/>
    <w:rsid w:val="005107FA"/>
    <w:rsid w:val="00510D29"/>
    <w:rsid w:val="005111A8"/>
    <w:rsid w:val="00511362"/>
    <w:rsid w:val="005115D8"/>
    <w:rsid w:val="005119D6"/>
    <w:rsid w:val="00511A83"/>
    <w:rsid w:val="00511B21"/>
    <w:rsid w:val="00511B4F"/>
    <w:rsid w:val="00511B6E"/>
    <w:rsid w:val="00511B94"/>
    <w:rsid w:val="00511C0F"/>
    <w:rsid w:val="00511F75"/>
    <w:rsid w:val="0051201F"/>
    <w:rsid w:val="005120A0"/>
    <w:rsid w:val="005121C6"/>
    <w:rsid w:val="005126C9"/>
    <w:rsid w:val="00512CBE"/>
    <w:rsid w:val="00512D7F"/>
    <w:rsid w:val="00512D95"/>
    <w:rsid w:val="00512EA4"/>
    <w:rsid w:val="00512FAE"/>
    <w:rsid w:val="005133B7"/>
    <w:rsid w:val="00513506"/>
    <w:rsid w:val="0051372C"/>
    <w:rsid w:val="00513BC8"/>
    <w:rsid w:val="005140E7"/>
    <w:rsid w:val="0051415B"/>
    <w:rsid w:val="005144E1"/>
    <w:rsid w:val="00514A9F"/>
    <w:rsid w:val="00514E1E"/>
    <w:rsid w:val="00514FD3"/>
    <w:rsid w:val="00515630"/>
    <w:rsid w:val="0051565A"/>
    <w:rsid w:val="00515819"/>
    <w:rsid w:val="00515C40"/>
    <w:rsid w:val="00515D61"/>
    <w:rsid w:val="005162D4"/>
    <w:rsid w:val="005163FA"/>
    <w:rsid w:val="0051685E"/>
    <w:rsid w:val="0051689F"/>
    <w:rsid w:val="00516A6E"/>
    <w:rsid w:val="00516A8E"/>
    <w:rsid w:val="00516E7C"/>
    <w:rsid w:val="00517152"/>
    <w:rsid w:val="00517311"/>
    <w:rsid w:val="00517410"/>
    <w:rsid w:val="0051750C"/>
    <w:rsid w:val="00517984"/>
    <w:rsid w:val="00517D44"/>
    <w:rsid w:val="00517E1C"/>
    <w:rsid w:val="005204F3"/>
    <w:rsid w:val="005209E1"/>
    <w:rsid w:val="00520F32"/>
    <w:rsid w:val="005210F4"/>
    <w:rsid w:val="005214A3"/>
    <w:rsid w:val="005219EE"/>
    <w:rsid w:val="00521BCF"/>
    <w:rsid w:val="00521CE8"/>
    <w:rsid w:val="00521DB1"/>
    <w:rsid w:val="00522303"/>
    <w:rsid w:val="00522434"/>
    <w:rsid w:val="005227A8"/>
    <w:rsid w:val="00522B06"/>
    <w:rsid w:val="00522BF8"/>
    <w:rsid w:val="00522D6E"/>
    <w:rsid w:val="005232B1"/>
    <w:rsid w:val="00523349"/>
    <w:rsid w:val="00523638"/>
    <w:rsid w:val="005236AB"/>
    <w:rsid w:val="0052376B"/>
    <w:rsid w:val="00523794"/>
    <w:rsid w:val="005237D4"/>
    <w:rsid w:val="0052391D"/>
    <w:rsid w:val="00523985"/>
    <w:rsid w:val="00523AD7"/>
    <w:rsid w:val="00523C20"/>
    <w:rsid w:val="00523D27"/>
    <w:rsid w:val="00524294"/>
    <w:rsid w:val="005243AB"/>
    <w:rsid w:val="005247F6"/>
    <w:rsid w:val="00524832"/>
    <w:rsid w:val="00524E9B"/>
    <w:rsid w:val="005250C8"/>
    <w:rsid w:val="00525127"/>
    <w:rsid w:val="005251D2"/>
    <w:rsid w:val="005251E7"/>
    <w:rsid w:val="005255E6"/>
    <w:rsid w:val="00525705"/>
    <w:rsid w:val="00525918"/>
    <w:rsid w:val="00525CC7"/>
    <w:rsid w:val="00525D94"/>
    <w:rsid w:val="00525DE4"/>
    <w:rsid w:val="00525FB5"/>
    <w:rsid w:val="00526528"/>
    <w:rsid w:val="0052674F"/>
    <w:rsid w:val="00526982"/>
    <w:rsid w:val="00526B62"/>
    <w:rsid w:val="00526BA7"/>
    <w:rsid w:val="00526DAF"/>
    <w:rsid w:val="00526E85"/>
    <w:rsid w:val="00527153"/>
    <w:rsid w:val="0052763E"/>
    <w:rsid w:val="005278AB"/>
    <w:rsid w:val="00527C7B"/>
    <w:rsid w:val="00527E50"/>
    <w:rsid w:val="00527EF9"/>
    <w:rsid w:val="00527FE2"/>
    <w:rsid w:val="00530832"/>
    <w:rsid w:val="00530A9C"/>
    <w:rsid w:val="00530C0C"/>
    <w:rsid w:val="00530DD8"/>
    <w:rsid w:val="00531019"/>
    <w:rsid w:val="005310E7"/>
    <w:rsid w:val="00531108"/>
    <w:rsid w:val="0053144B"/>
    <w:rsid w:val="0053155B"/>
    <w:rsid w:val="0053185C"/>
    <w:rsid w:val="00531CCB"/>
    <w:rsid w:val="00531DB8"/>
    <w:rsid w:val="00531E8F"/>
    <w:rsid w:val="00531FDE"/>
    <w:rsid w:val="005320D0"/>
    <w:rsid w:val="005322DA"/>
    <w:rsid w:val="00532336"/>
    <w:rsid w:val="00532790"/>
    <w:rsid w:val="00532F2E"/>
    <w:rsid w:val="005331BF"/>
    <w:rsid w:val="00533596"/>
    <w:rsid w:val="00533A2E"/>
    <w:rsid w:val="00534152"/>
    <w:rsid w:val="00534201"/>
    <w:rsid w:val="005344F6"/>
    <w:rsid w:val="005344FD"/>
    <w:rsid w:val="005348F4"/>
    <w:rsid w:val="00534BC3"/>
    <w:rsid w:val="00534D30"/>
    <w:rsid w:val="00534DFA"/>
    <w:rsid w:val="00535914"/>
    <w:rsid w:val="0053617C"/>
    <w:rsid w:val="005361ED"/>
    <w:rsid w:val="0053629B"/>
    <w:rsid w:val="005363B6"/>
    <w:rsid w:val="0053662C"/>
    <w:rsid w:val="00536948"/>
    <w:rsid w:val="00536B88"/>
    <w:rsid w:val="00536C48"/>
    <w:rsid w:val="00536EC1"/>
    <w:rsid w:val="00536EC2"/>
    <w:rsid w:val="0053780B"/>
    <w:rsid w:val="00537A27"/>
    <w:rsid w:val="00537AA9"/>
    <w:rsid w:val="00537B97"/>
    <w:rsid w:val="0054025C"/>
    <w:rsid w:val="0054034C"/>
    <w:rsid w:val="0054095A"/>
    <w:rsid w:val="00540A7D"/>
    <w:rsid w:val="00540C05"/>
    <w:rsid w:val="00540D84"/>
    <w:rsid w:val="00541039"/>
    <w:rsid w:val="00541157"/>
    <w:rsid w:val="00541256"/>
    <w:rsid w:val="0054143E"/>
    <w:rsid w:val="00541505"/>
    <w:rsid w:val="00541897"/>
    <w:rsid w:val="00541A51"/>
    <w:rsid w:val="00541F16"/>
    <w:rsid w:val="00541F4B"/>
    <w:rsid w:val="00541F84"/>
    <w:rsid w:val="00542064"/>
    <w:rsid w:val="0054224E"/>
    <w:rsid w:val="0054228A"/>
    <w:rsid w:val="005423E0"/>
    <w:rsid w:val="00542582"/>
    <w:rsid w:val="00542716"/>
    <w:rsid w:val="0054275C"/>
    <w:rsid w:val="005428BC"/>
    <w:rsid w:val="00542AE5"/>
    <w:rsid w:val="00542D65"/>
    <w:rsid w:val="00542E12"/>
    <w:rsid w:val="00542F34"/>
    <w:rsid w:val="0054314D"/>
    <w:rsid w:val="00543430"/>
    <w:rsid w:val="00543547"/>
    <w:rsid w:val="0054355E"/>
    <w:rsid w:val="0054383B"/>
    <w:rsid w:val="00543AD5"/>
    <w:rsid w:val="00543C5D"/>
    <w:rsid w:val="00543E61"/>
    <w:rsid w:val="00544173"/>
    <w:rsid w:val="005443A5"/>
    <w:rsid w:val="00544971"/>
    <w:rsid w:val="00544A38"/>
    <w:rsid w:val="00544BD7"/>
    <w:rsid w:val="00544EDB"/>
    <w:rsid w:val="00545791"/>
    <w:rsid w:val="005458CA"/>
    <w:rsid w:val="005459D9"/>
    <w:rsid w:val="00545C17"/>
    <w:rsid w:val="00545E00"/>
    <w:rsid w:val="00546190"/>
    <w:rsid w:val="005461EC"/>
    <w:rsid w:val="00546839"/>
    <w:rsid w:val="00546A72"/>
    <w:rsid w:val="00546CAE"/>
    <w:rsid w:val="00547822"/>
    <w:rsid w:val="0054782F"/>
    <w:rsid w:val="00550030"/>
    <w:rsid w:val="00550474"/>
    <w:rsid w:val="00550513"/>
    <w:rsid w:val="00550B49"/>
    <w:rsid w:val="00550B74"/>
    <w:rsid w:val="00550DB7"/>
    <w:rsid w:val="00550EB6"/>
    <w:rsid w:val="005510C8"/>
    <w:rsid w:val="005511AD"/>
    <w:rsid w:val="00551AC5"/>
    <w:rsid w:val="00551C59"/>
    <w:rsid w:val="00551C96"/>
    <w:rsid w:val="00551EA1"/>
    <w:rsid w:val="00551EFD"/>
    <w:rsid w:val="00552037"/>
    <w:rsid w:val="005521B4"/>
    <w:rsid w:val="00552474"/>
    <w:rsid w:val="0055268E"/>
    <w:rsid w:val="0055271F"/>
    <w:rsid w:val="005529F0"/>
    <w:rsid w:val="00552A5E"/>
    <w:rsid w:val="00552A9F"/>
    <w:rsid w:val="00552D2B"/>
    <w:rsid w:val="00552EEC"/>
    <w:rsid w:val="00553007"/>
    <w:rsid w:val="00553170"/>
    <w:rsid w:val="00553767"/>
    <w:rsid w:val="0055377F"/>
    <w:rsid w:val="005537D8"/>
    <w:rsid w:val="00553B45"/>
    <w:rsid w:val="00553BBF"/>
    <w:rsid w:val="00553E7F"/>
    <w:rsid w:val="00553EB4"/>
    <w:rsid w:val="00553F3C"/>
    <w:rsid w:val="005543DA"/>
    <w:rsid w:val="0055451A"/>
    <w:rsid w:val="00554756"/>
    <w:rsid w:val="00554DA2"/>
    <w:rsid w:val="00554E07"/>
    <w:rsid w:val="00554EFC"/>
    <w:rsid w:val="00554FFE"/>
    <w:rsid w:val="00555364"/>
    <w:rsid w:val="005553C4"/>
    <w:rsid w:val="00555466"/>
    <w:rsid w:val="0055556F"/>
    <w:rsid w:val="005555A1"/>
    <w:rsid w:val="00555650"/>
    <w:rsid w:val="00555938"/>
    <w:rsid w:val="00555C9B"/>
    <w:rsid w:val="00555D9B"/>
    <w:rsid w:val="005560C0"/>
    <w:rsid w:val="0055647F"/>
    <w:rsid w:val="00556770"/>
    <w:rsid w:val="00556932"/>
    <w:rsid w:val="00556A41"/>
    <w:rsid w:val="00556DF4"/>
    <w:rsid w:val="00556F56"/>
    <w:rsid w:val="0055706F"/>
    <w:rsid w:val="005574B7"/>
    <w:rsid w:val="005574D4"/>
    <w:rsid w:val="005574FF"/>
    <w:rsid w:val="00557730"/>
    <w:rsid w:val="005577A3"/>
    <w:rsid w:val="00557D90"/>
    <w:rsid w:val="00557E7F"/>
    <w:rsid w:val="00557F7B"/>
    <w:rsid w:val="00560811"/>
    <w:rsid w:val="00560B21"/>
    <w:rsid w:val="00560C45"/>
    <w:rsid w:val="00560CAA"/>
    <w:rsid w:val="00560D03"/>
    <w:rsid w:val="00561BC0"/>
    <w:rsid w:val="00561C35"/>
    <w:rsid w:val="00561CC0"/>
    <w:rsid w:val="00561F3A"/>
    <w:rsid w:val="0056230E"/>
    <w:rsid w:val="00562574"/>
    <w:rsid w:val="00562711"/>
    <w:rsid w:val="0056287B"/>
    <w:rsid w:val="00562A66"/>
    <w:rsid w:val="00562DF9"/>
    <w:rsid w:val="00562E2C"/>
    <w:rsid w:val="005632F3"/>
    <w:rsid w:val="005635F6"/>
    <w:rsid w:val="0056361D"/>
    <w:rsid w:val="005636BA"/>
    <w:rsid w:val="005637A7"/>
    <w:rsid w:val="0056385A"/>
    <w:rsid w:val="005638E4"/>
    <w:rsid w:val="005639ED"/>
    <w:rsid w:val="00563FA4"/>
    <w:rsid w:val="0056400F"/>
    <w:rsid w:val="00564224"/>
    <w:rsid w:val="00564637"/>
    <w:rsid w:val="00564715"/>
    <w:rsid w:val="00564859"/>
    <w:rsid w:val="00564BDC"/>
    <w:rsid w:val="00564C4B"/>
    <w:rsid w:val="00564EC4"/>
    <w:rsid w:val="00565028"/>
    <w:rsid w:val="00565339"/>
    <w:rsid w:val="005654CB"/>
    <w:rsid w:val="0056556E"/>
    <w:rsid w:val="00565AE7"/>
    <w:rsid w:val="00566312"/>
    <w:rsid w:val="0056638A"/>
    <w:rsid w:val="00566501"/>
    <w:rsid w:val="00566900"/>
    <w:rsid w:val="00566A9D"/>
    <w:rsid w:val="00566BA7"/>
    <w:rsid w:val="00566C1E"/>
    <w:rsid w:val="00566DDD"/>
    <w:rsid w:val="00566E09"/>
    <w:rsid w:val="005671FF"/>
    <w:rsid w:val="0056731F"/>
    <w:rsid w:val="00567A32"/>
    <w:rsid w:val="00567AEC"/>
    <w:rsid w:val="00567C74"/>
    <w:rsid w:val="00567D43"/>
    <w:rsid w:val="005700C0"/>
    <w:rsid w:val="00570305"/>
    <w:rsid w:val="005706B0"/>
    <w:rsid w:val="0057080D"/>
    <w:rsid w:val="00570A20"/>
    <w:rsid w:val="00570D99"/>
    <w:rsid w:val="00570F25"/>
    <w:rsid w:val="00570F7E"/>
    <w:rsid w:val="005710AC"/>
    <w:rsid w:val="00571109"/>
    <w:rsid w:val="005713DF"/>
    <w:rsid w:val="005715FD"/>
    <w:rsid w:val="00571B35"/>
    <w:rsid w:val="00571D3C"/>
    <w:rsid w:val="0057207A"/>
    <w:rsid w:val="005722EF"/>
    <w:rsid w:val="00572400"/>
    <w:rsid w:val="0057248E"/>
    <w:rsid w:val="005726BD"/>
    <w:rsid w:val="00572847"/>
    <w:rsid w:val="00572873"/>
    <w:rsid w:val="00572A09"/>
    <w:rsid w:val="00572B7F"/>
    <w:rsid w:val="00572E7E"/>
    <w:rsid w:val="00573542"/>
    <w:rsid w:val="00573765"/>
    <w:rsid w:val="00573C4A"/>
    <w:rsid w:val="00573FCB"/>
    <w:rsid w:val="00574482"/>
    <w:rsid w:val="0057454D"/>
    <w:rsid w:val="005749E5"/>
    <w:rsid w:val="00574FEC"/>
    <w:rsid w:val="005755AD"/>
    <w:rsid w:val="00575655"/>
    <w:rsid w:val="00575891"/>
    <w:rsid w:val="00575BF9"/>
    <w:rsid w:val="00575C15"/>
    <w:rsid w:val="00575D8F"/>
    <w:rsid w:val="00575FF0"/>
    <w:rsid w:val="00576358"/>
    <w:rsid w:val="0057652C"/>
    <w:rsid w:val="00576549"/>
    <w:rsid w:val="00576700"/>
    <w:rsid w:val="00576785"/>
    <w:rsid w:val="005767F2"/>
    <w:rsid w:val="00576C2E"/>
    <w:rsid w:val="00576E9A"/>
    <w:rsid w:val="005771CE"/>
    <w:rsid w:val="005771FB"/>
    <w:rsid w:val="00577469"/>
    <w:rsid w:val="00577569"/>
    <w:rsid w:val="0057758D"/>
    <w:rsid w:val="00577838"/>
    <w:rsid w:val="00577AD3"/>
    <w:rsid w:val="00577C80"/>
    <w:rsid w:val="00577EA3"/>
    <w:rsid w:val="00580817"/>
    <w:rsid w:val="00580BE1"/>
    <w:rsid w:val="00580F3C"/>
    <w:rsid w:val="0058104D"/>
    <w:rsid w:val="005810C4"/>
    <w:rsid w:val="00581101"/>
    <w:rsid w:val="00581146"/>
    <w:rsid w:val="0058133A"/>
    <w:rsid w:val="005814E3"/>
    <w:rsid w:val="00581D18"/>
    <w:rsid w:val="00581DD3"/>
    <w:rsid w:val="00581DF6"/>
    <w:rsid w:val="00582073"/>
    <w:rsid w:val="00582119"/>
    <w:rsid w:val="0058219E"/>
    <w:rsid w:val="005821C2"/>
    <w:rsid w:val="00582648"/>
    <w:rsid w:val="0058292C"/>
    <w:rsid w:val="00582AC7"/>
    <w:rsid w:val="00582B0E"/>
    <w:rsid w:val="00582B49"/>
    <w:rsid w:val="00582E96"/>
    <w:rsid w:val="005834F1"/>
    <w:rsid w:val="00583805"/>
    <w:rsid w:val="005838F6"/>
    <w:rsid w:val="00583FCD"/>
    <w:rsid w:val="0058425C"/>
    <w:rsid w:val="005844A0"/>
    <w:rsid w:val="00584531"/>
    <w:rsid w:val="00584652"/>
    <w:rsid w:val="005846CC"/>
    <w:rsid w:val="0058473F"/>
    <w:rsid w:val="00584D36"/>
    <w:rsid w:val="00585348"/>
    <w:rsid w:val="0058568F"/>
    <w:rsid w:val="0058584F"/>
    <w:rsid w:val="00585909"/>
    <w:rsid w:val="00585919"/>
    <w:rsid w:val="0058593A"/>
    <w:rsid w:val="005859E1"/>
    <w:rsid w:val="005859ED"/>
    <w:rsid w:val="00585DC6"/>
    <w:rsid w:val="00585F0F"/>
    <w:rsid w:val="00585F59"/>
    <w:rsid w:val="005860AC"/>
    <w:rsid w:val="00586369"/>
    <w:rsid w:val="005864AD"/>
    <w:rsid w:val="00586877"/>
    <w:rsid w:val="00586A81"/>
    <w:rsid w:val="00586AD9"/>
    <w:rsid w:val="005872F4"/>
    <w:rsid w:val="0058754A"/>
    <w:rsid w:val="00587630"/>
    <w:rsid w:val="005900B5"/>
    <w:rsid w:val="005901FA"/>
    <w:rsid w:val="005902F0"/>
    <w:rsid w:val="00590424"/>
    <w:rsid w:val="00590441"/>
    <w:rsid w:val="0059047E"/>
    <w:rsid w:val="00590670"/>
    <w:rsid w:val="005906F7"/>
    <w:rsid w:val="00590723"/>
    <w:rsid w:val="00590ABB"/>
    <w:rsid w:val="00591100"/>
    <w:rsid w:val="005912C8"/>
    <w:rsid w:val="005913B9"/>
    <w:rsid w:val="00591453"/>
    <w:rsid w:val="00591A86"/>
    <w:rsid w:val="00591ACA"/>
    <w:rsid w:val="00591C77"/>
    <w:rsid w:val="005920AA"/>
    <w:rsid w:val="0059220E"/>
    <w:rsid w:val="005922E6"/>
    <w:rsid w:val="00592635"/>
    <w:rsid w:val="005926BD"/>
    <w:rsid w:val="00592887"/>
    <w:rsid w:val="00592CE7"/>
    <w:rsid w:val="00593213"/>
    <w:rsid w:val="00593C1F"/>
    <w:rsid w:val="00593EFF"/>
    <w:rsid w:val="00593F10"/>
    <w:rsid w:val="005940C9"/>
    <w:rsid w:val="005941F7"/>
    <w:rsid w:val="00594379"/>
    <w:rsid w:val="005943C2"/>
    <w:rsid w:val="005944B3"/>
    <w:rsid w:val="005945C2"/>
    <w:rsid w:val="00594A45"/>
    <w:rsid w:val="00594FD1"/>
    <w:rsid w:val="0059534F"/>
    <w:rsid w:val="00595361"/>
    <w:rsid w:val="0059541A"/>
    <w:rsid w:val="00595579"/>
    <w:rsid w:val="0059561C"/>
    <w:rsid w:val="0059564B"/>
    <w:rsid w:val="00595AFF"/>
    <w:rsid w:val="00595CA1"/>
    <w:rsid w:val="00595D27"/>
    <w:rsid w:val="00595E4E"/>
    <w:rsid w:val="00596240"/>
    <w:rsid w:val="005964AF"/>
    <w:rsid w:val="005964FC"/>
    <w:rsid w:val="005966D7"/>
    <w:rsid w:val="005966E7"/>
    <w:rsid w:val="005968EA"/>
    <w:rsid w:val="00596FD2"/>
    <w:rsid w:val="0059708C"/>
    <w:rsid w:val="00597484"/>
    <w:rsid w:val="00597490"/>
    <w:rsid w:val="005974A0"/>
    <w:rsid w:val="005978E2"/>
    <w:rsid w:val="005979D0"/>
    <w:rsid w:val="00597CE1"/>
    <w:rsid w:val="00597E0E"/>
    <w:rsid w:val="00597E35"/>
    <w:rsid w:val="00597F76"/>
    <w:rsid w:val="005A03B4"/>
    <w:rsid w:val="005A03F4"/>
    <w:rsid w:val="005A0420"/>
    <w:rsid w:val="005A05B0"/>
    <w:rsid w:val="005A0A3A"/>
    <w:rsid w:val="005A0C0F"/>
    <w:rsid w:val="005A0D69"/>
    <w:rsid w:val="005A108E"/>
    <w:rsid w:val="005A111B"/>
    <w:rsid w:val="005A116D"/>
    <w:rsid w:val="005A128C"/>
    <w:rsid w:val="005A1394"/>
    <w:rsid w:val="005A1583"/>
    <w:rsid w:val="005A1679"/>
    <w:rsid w:val="005A1805"/>
    <w:rsid w:val="005A18AC"/>
    <w:rsid w:val="005A1C8B"/>
    <w:rsid w:val="005A2202"/>
    <w:rsid w:val="005A2218"/>
    <w:rsid w:val="005A2311"/>
    <w:rsid w:val="005A245D"/>
    <w:rsid w:val="005A2886"/>
    <w:rsid w:val="005A2A58"/>
    <w:rsid w:val="005A2CCE"/>
    <w:rsid w:val="005A30A6"/>
    <w:rsid w:val="005A31B5"/>
    <w:rsid w:val="005A31C7"/>
    <w:rsid w:val="005A331E"/>
    <w:rsid w:val="005A3337"/>
    <w:rsid w:val="005A3380"/>
    <w:rsid w:val="005A3517"/>
    <w:rsid w:val="005A362F"/>
    <w:rsid w:val="005A36CB"/>
    <w:rsid w:val="005A3B76"/>
    <w:rsid w:val="005A3C79"/>
    <w:rsid w:val="005A3F18"/>
    <w:rsid w:val="005A40E4"/>
    <w:rsid w:val="005A43AC"/>
    <w:rsid w:val="005A4C9C"/>
    <w:rsid w:val="005A4CB0"/>
    <w:rsid w:val="005A5290"/>
    <w:rsid w:val="005A53A4"/>
    <w:rsid w:val="005A54C1"/>
    <w:rsid w:val="005A554B"/>
    <w:rsid w:val="005A56A7"/>
    <w:rsid w:val="005A5F88"/>
    <w:rsid w:val="005A5FEB"/>
    <w:rsid w:val="005A6064"/>
    <w:rsid w:val="005A6267"/>
    <w:rsid w:val="005A6350"/>
    <w:rsid w:val="005A64ED"/>
    <w:rsid w:val="005A65DF"/>
    <w:rsid w:val="005A672A"/>
    <w:rsid w:val="005A672E"/>
    <w:rsid w:val="005A6814"/>
    <w:rsid w:val="005A6AC6"/>
    <w:rsid w:val="005A7027"/>
    <w:rsid w:val="005A74DD"/>
    <w:rsid w:val="005A771A"/>
    <w:rsid w:val="005A782E"/>
    <w:rsid w:val="005A785F"/>
    <w:rsid w:val="005A791C"/>
    <w:rsid w:val="005A79B9"/>
    <w:rsid w:val="005A7A0A"/>
    <w:rsid w:val="005A7F42"/>
    <w:rsid w:val="005B026C"/>
    <w:rsid w:val="005B02EA"/>
    <w:rsid w:val="005B08BA"/>
    <w:rsid w:val="005B0C3A"/>
    <w:rsid w:val="005B0D2C"/>
    <w:rsid w:val="005B1142"/>
    <w:rsid w:val="005B1385"/>
    <w:rsid w:val="005B13F4"/>
    <w:rsid w:val="005B1652"/>
    <w:rsid w:val="005B1943"/>
    <w:rsid w:val="005B1981"/>
    <w:rsid w:val="005B1A14"/>
    <w:rsid w:val="005B1C89"/>
    <w:rsid w:val="005B1CB9"/>
    <w:rsid w:val="005B1E09"/>
    <w:rsid w:val="005B1F98"/>
    <w:rsid w:val="005B22A4"/>
    <w:rsid w:val="005B230D"/>
    <w:rsid w:val="005B266E"/>
    <w:rsid w:val="005B303D"/>
    <w:rsid w:val="005B3480"/>
    <w:rsid w:val="005B3712"/>
    <w:rsid w:val="005B380C"/>
    <w:rsid w:val="005B3B7E"/>
    <w:rsid w:val="005B3CB8"/>
    <w:rsid w:val="005B3E1C"/>
    <w:rsid w:val="005B40E8"/>
    <w:rsid w:val="005B42BB"/>
    <w:rsid w:val="005B4AB2"/>
    <w:rsid w:val="005B4B82"/>
    <w:rsid w:val="005B4CF6"/>
    <w:rsid w:val="005B4F94"/>
    <w:rsid w:val="005B514F"/>
    <w:rsid w:val="005B528F"/>
    <w:rsid w:val="005B52D9"/>
    <w:rsid w:val="005B5571"/>
    <w:rsid w:val="005B5846"/>
    <w:rsid w:val="005B59C7"/>
    <w:rsid w:val="005B5BCA"/>
    <w:rsid w:val="005B609F"/>
    <w:rsid w:val="005B6670"/>
    <w:rsid w:val="005B680C"/>
    <w:rsid w:val="005B6ACD"/>
    <w:rsid w:val="005B6AF5"/>
    <w:rsid w:val="005B7053"/>
    <w:rsid w:val="005B70AD"/>
    <w:rsid w:val="005B716B"/>
    <w:rsid w:val="005B726A"/>
    <w:rsid w:val="005B735A"/>
    <w:rsid w:val="005B73E6"/>
    <w:rsid w:val="005B7556"/>
    <w:rsid w:val="005B77D7"/>
    <w:rsid w:val="005B78FE"/>
    <w:rsid w:val="005B7A9A"/>
    <w:rsid w:val="005B7B2E"/>
    <w:rsid w:val="005B7BCB"/>
    <w:rsid w:val="005C007B"/>
    <w:rsid w:val="005C0128"/>
    <w:rsid w:val="005C0CCE"/>
    <w:rsid w:val="005C0D61"/>
    <w:rsid w:val="005C1178"/>
    <w:rsid w:val="005C15D3"/>
    <w:rsid w:val="005C16EF"/>
    <w:rsid w:val="005C17B7"/>
    <w:rsid w:val="005C1971"/>
    <w:rsid w:val="005C1B81"/>
    <w:rsid w:val="005C1D96"/>
    <w:rsid w:val="005C1EB3"/>
    <w:rsid w:val="005C2028"/>
    <w:rsid w:val="005C224B"/>
    <w:rsid w:val="005C276F"/>
    <w:rsid w:val="005C29FA"/>
    <w:rsid w:val="005C2BF6"/>
    <w:rsid w:val="005C2D5B"/>
    <w:rsid w:val="005C2F7C"/>
    <w:rsid w:val="005C309E"/>
    <w:rsid w:val="005C30F4"/>
    <w:rsid w:val="005C3303"/>
    <w:rsid w:val="005C3958"/>
    <w:rsid w:val="005C3B82"/>
    <w:rsid w:val="005C3B98"/>
    <w:rsid w:val="005C44FF"/>
    <w:rsid w:val="005C458A"/>
    <w:rsid w:val="005C45B6"/>
    <w:rsid w:val="005C4AF5"/>
    <w:rsid w:val="005C4BDB"/>
    <w:rsid w:val="005C5003"/>
    <w:rsid w:val="005C55EB"/>
    <w:rsid w:val="005C5651"/>
    <w:rsid w:val="005C57DD"/>
    <w:rsid w:val="005C585C"/>
    <w:rsid w:val="005C587F"/>
    <w:rsid w:val="005C5D0E"/>
    <w:rsid w:val="005C5E48"/>
    <w:rsid w:val="005C5E81"/>
    <w:rsid w:val="005C6192"/>
    <w:rsid w:val="005C65C3"/>
    <w:rsid w:val="005C66CE"/>
    <w:rsid w:val="005C6842"/>
    <w:rsid w:val="005C6972"/>
    <w:rsid w:val="005C6A37"/>
    <w:rsid w:val="005C6C5A"/>
    <w:rsid w:val="005C6DE1"/>
    <w:rsid w:val="005C7067"/>
    <w:rsid w:val="005C717A"/>
    <w:rsid w:val="005C73FF"/>
    <w:rsid w:val="005C7589"/>
    <w:rsid w:val="005C75B4"/>
    <w:rsid w:val="005C789A"/>
    <w:rsid w:val="005C7942"/>
    <w:rsid w:val="005C7BAA"/>
    <w:rsid w:val="005C7BD2"/>
    <w:rsid w:val="005C7DA5"/>
    <w:rsid w:val="005C7F16"/>
    <w:rsid w:val="005D004D"/>
    <w:rsid w:val="005D0316"/>
    <w:rsid w:val="005D041C"/>
    <w:rsid w:val="005D04C7"/>
    <w:rsid w:val="005D05ED"/>
    <w:rsid w:val="005D06B9"/>
    <w:rsid w:val="005D0777"/>
    <w:rsid w:val="005D079A"/>
    <w:rsid w:val="005D0863"/>
    <w:rsid w:val="005D0BD0"/>
    <w:rsid w:val="005D0D66"/>
    <w:rsid w:val="005D0E80"/>
    <w:rsid w:val="005D14A3"/>
    <w:rsid w:val="005D14EE"/>
    <w:rsid w:val="005D1818"/>
    <w:rsid w:val="005D1B16"/>
    <w:rsid w:val="005D21C5"/>
    <w:rsid w:val="005D22D0"/>
    <w:rsid w:val="005D2373"/>
    <w:rsid w:val="005D266C"/>
    <w:rsid w:val="005D2681"/>
    <w:rsid w:val="005D26A0"/>
    <w:rsid w:val="005D2B3B"/>
    <w:rsid w:val="005D30D4"/>
    <w:rsid w:val="005D311C"/>
    <w:rsid w:val="005D3203"/>
    <w:rsid w:val="005D32A0"/>
    <w:rsid w:val="005D33A8"/>
    <w:rsid w:val="005D34CF"/>
    <w:rsid w:val="005D35A6"/>
    <w:rsid w:val="005D395D"/>
    <w:rsid w:val="005D398B"/>
    <w:rsid w:val="005D3DFC"/>
    <w:rsid w:val="005D3E00"/>
    <w:rsid w:val="005D3E24"/>
    <w:rsid w:val="005D3E9B"/>
    <w:rsid w:val="005D404F"/>
    <w:rsid w:val="005D4190"/>
    <w:rsid w:val="005D444E"/>
    <w:rsid w:val="005D456B"/>
    <w:rsid w:val="005D459F"/>
    <w:rsid w:val="005D45CE"/>
    <w:rsid w:val="005D4814"/>
    <w:rsid w:val="005D48F8"/>
    <w:rsid w:val="005D4A16"/>
    <w:rsid w:val="005D4A2F"/>
    <w:rsid w:val="005D4B4E"/>
    <w:rsid w:val="005D4B64"/>
    <w:rsid w:val="005D4FCC"/>
    <w:rsid w:val="005D5185"/>
    <w:rsid w:val="005D5236"/>
    <w:rsid w:val="005D52B6"/>
    <w:rsid w:val="005D52CB"/>
    <w:rsid w:val="005D52F9"/>
    <w:rsid w:val="005D5473"/>
    <w:rsid w:val="005D554F"/>
    <w:rsid w:val="005D5552"/>
    <w:rsid w:val="005D55A4"/>
    <w:rsid w:val="005D576C"/>
    <w:rsid w:val="005D5C1C"/>
    <w:rsid w:val="005D5D26"/>
    <w:rsid w:val="005D5F62"/>
    <w:rsid w:val="005D629E"/>
    <w:rsid w:val="005D66F9"/>
    <w:rsid w:val="005D6A18"/>
    <w:rsid w:val="005D6AB5"/>
    <w:rsid w:val="005D6BCA"/>
    <w:rsid w:val="005D6CE0"/>
    <w:rsid w:val="005D710D"/>
    <w:rsid w:val="005D753B"/>
    <w:rsid w:val="005D7812"/>
    <w:rsid w:val="005D7B5F"/>
    <w:rsid w:val="005E0418"/>
    <w:rsid w:val="005E04DE"/>
    <w:rsid w:val="005E0572"/>
    <w:rsid w:val="005E065A"/>
    <w:rsid w:val="005E0687"/>
    <w:rsid w:val="005E0B6A"/>
    <w:rsid w:val="005E0BCC"/>
    <w:rsid w:val="005E0D13"/>
    <w:rsid w:val="005E0FEA"/>
    <w:rsid w:val="005E10FB"/>
    <w:rsid w:val="005E11F8"/>
    <w:rsid w:val="005E1A6E"/>
    <w:rsid w:val="005E1BAC"/>
    <w:rsid w:val="005E221A"/>
    <w:rsid w:val="005E221E"/>
    <w:rsid w:val="005E223A"/>
    <w:rsid w:val="005E252D"/>
    <w:rsid w:val="005E2745"/>
    <w:rsid w:val="005E29C3"/>
    <w:rsid w:val="005E2F2D"/>
    <w:rsid w:val="005E32E3"/>
    <w:rsid w:val="005E32EA"/>
    <w:rsid w:val="005E39B3"/>
    <w:rsid w:val="005E3AF4"/>
    <w:rsid w:val="005E3C9F"/>
    <w:rsid w:val="005E3D02"/>
    <w:rsid w:val="005E3E24"/>
    <w:rsid w:val="005E3E5C"/>
    <w:rsid w:val="005E3E5F"/>
    <w:rsid w:val="005E409E"/>
    <w:rsid w:val="005E4294"/>
    <w:rsid w:val="005E43D5"/>
    <w:rsid w:val="005E4477"/>
    <w:rsid w:val="005E4851"/>
    <w:rsid w:val="005E4C53"/>
    <w:rsid w:val="005E5A78"/>
    <w:rsid w:val="005E5BAB"/>
    <w:rsid w:val="005E5DEF"/>
    <w:rsid w:val="005E5E66"/>
    <w:rsid w:val="005E5F62"/>
    <w:rsid w:val="005E603D"/>
    <w:rsid w:val="005E622E"/>
    <w:rsid w:val="005E630A"/>
    <w:rsid w:val="005E63FA"/>
    <w:rsid w:val="005E63FB"/>
    <w:rsid w:val="005E69F4"/>
    <w:rsid w:val="005E6C3A"/>
    <w:rsid w:val="005E6C89"/>
    <w:rsid w:val="005E6E8D"/>
    <w:rsid w:val="005E6EA8"/>
    <w:rsid w:val="005E72CC"/>
    <w:rsid w:val="005E7BFF"/>
    <w:rsid w:val="005E7EFD"/>
    <w:rsid w:val="005E7F63"/>
    <w:rsid w:val="005F0049"/>
    <w:rsid w:val="005F00A6"/>
    <w:rsid w:val="005F016B"/>
    <w:rsid w:val="005F028B"/>
    <w:rsid w:val="005F0A47"/>
    <w:rsid w:val="005F0B70"/>
    <w:rsid w:val="005F0CB4"/>
    <w:rsid w:val="005F0FFE"/>
    <w:rsid w:val="005F111B"/>
    <w:rsid w:val="005F135C"/>
    <w:rsid w:val="005F1381"/>
    <w:rsid w:val="005F14BD"/>
    <w:rsid w:val="005F1666"/>
    <w:rsid w:val="005F1798"/>
    <w:rsid w:val="005F18DB"/>
    <w:rsid w:val="005F1B4F"/>
    <w:rsid w:val="005F26E8"/>
    <w:rsid w:val="005F291D"/>
    <w:rsid w:val="005F2FDF"/>
    <w:rsid w:val="005F3018"/>
    <w:rsid w:val="005F3A34"/>
    <w:rsid w:val="005F3A48"/>
    <w:rsid w:val="005F3C72"/>
    <w:rsid w:val="005F43B9"/>
    <w:rsid w:val="005F4425"/>
    <w:rsid w:val="005F4482"/>
    <w:rsid w:val="005F45F7"/>
    <w:rsid w:val="005F4CE3"/>
    <w:rsid w:val="005F51FD"/>
    <w:rsid w:val="005F5321"/>
    <w:rsid w:val="005F5858"/>
    <w:rsid w:val="005F5B2A"/>
    <w:rsid w:val="005F5B77"/>
    <w:rsid w:val="005F6019"/>
    <w:rsid w:val="005F60A1"/>
    <w:rsid w:val="005F6417"/>
    <w:rsid w:val="005F6440"/>
    <w:rsid w:val="005F65EC"/>
    <w:rsid w:val="005F6877"/>
    <w:rsid w:val="005F68B1"/>
    <w:rsid w:val="005F68BF"/>
    <w:rsid w:val="005F68C9"/>
    <w:rsid w:val="005F6C2D"/>
    <w:rsid w:val="005F7488"/>
    <w:rsid w:val="005F76C3"/>
    <w:rsid w:val="005F796B"/>
    <w:rsid w:val="005F7AAC"/>
    <w:rsid w:val="005F7BAA"/>
    <w:rsid w:val="005F7D8C"/>
    <w:rsid w:val="005F7DAF"/>
    <w:rsid w:val="005F7EB8"/>
    <w:rsid w:val="006003FB"/>
    <w:rsid w:val="00600519"/>
    <w:rsid w:val="00600DFA"/>
    <w:rsid w:val="00600F36"/>
    <w:rsid w:val="00601077"/>
    <w:rsid w:val="00601217"/>
    <w:rsid w:val="00601629"/>
    <w:rsid w:val="00601A56"/>
    <w:rsid w:val="006021E5"/>
    <w:rsid w:val="00602341"/>
    <w:rsid w:val="00602668"/>
    <w:rsid w:val="006026FE"/>
    <w:rsid w:val="0060297E"/>
    <w:rsid w:val="00602EF3"/>
    <w:rsid w:val="00603031"/>
    <w:rsid w:val="006030B9"/>
    <w:rsid w:val="006038B1"/>
    <w:rsid w:val="00603A71"/>
    <w:rsid w:val="00603C2B"/>
    <w:rsid w:val="00603D11"/>
    <w:rsid w:val="00603E0B"/>
    <w:rsid w:val="00604176"/>
    <w:rsid w:val="00604481"/>
    <w:rsid w:val="0060456A"/>
    <w:rsid w:val="006045B2"/>
    <w:rsid w:val="006045D1"/>
    <w:rsid w:val="00604657"/>
    <w:rsid w:val="0060498C"/>
    <w:rsid w:val="00605274"/>
    <w:rsid w:val="00605993"/>
    <w:rsid w:val="00605AD0"/>
    <w:rsid w:val="00605C4B"/>
    <w:rsid w:val="00605C69"/>
    <w:rsid w:val="00606122"/>
    <w:rsid w:val="006061C0"/>
    <w:rsid w:val="006062CD"/>
    <w:rsid w:val="006063BC"/>
    <w:rsid w:val="006064C0"/>
    <w:rsid w:val="00606828"/>
    <w:rsid w:val="006069D4"/>
    <w:rsid w:val="00606FB8"/>
    <w:rsid w:val="006070CD"/>
    <w:rsid w:val="00607476"/>
    <w:rsid w:val="006074A1"/>
    <w:rsid w:val="006074E4"/>
    <w:rsid w:val="006077CA"/>
    <w:rsid w:val="0060780C"/>
    <w:rsid w:val="00607821"/>
    <w:rsid w:val="00607985"/>
    <w:rsid w:val="00607C07"/>
    <w:rsid w:val="00607DCC"/>
    <w:rsid w:val="00607ED7"/>
    <w:rsid w:val="006103F4"/>
    <w:rsid w:val="0061095E"/>
    <w:rsid w:val="006111DF"/>
    <w:rsid w:val="0061150E"/>
    <w:rsid w:val="0061166A"/>
    <w:rsid w:val="006116C7"/>
    <w:rsid w:val="00611771"/>
    <w:rsid w:val="00611A2C"/>
    <w:rsid w:val="00611AD1"/>
    <w:rsid w:val="00611BD0"/>
    <w:rsid w:val="00611D47"/>
    <w:rsid w:val="00611EBD"/>
    <w:rsid w:val="00612225"/>
    <w:rsid w:val="006129BC"/>
    <w:rsid w:val="00612A89"/>
    <w:rsid w:val="00612B29"/>
    <w:rsid w:val="00613326"/>
    <w:rsid w:val="0061362D"/>
    <w:rsid w:val="006139EC"/>
    <w:rsid w:val="006141FA"/>
    <w:rsid w:val="006143E2"/>
    <w:rsid w:val="006145E0"/>
    <w:rsid w:val="00614867"/>
    <w:rsid w:val="00614989"/>
    <w:rsid w:val="006153C0"/>
    <w:rsid w:val="006157BE"/>
    <w:rsid w:val="00615904"/>
    <w:rsid w:val="00615A76"/>
    <w:rsid w:val="00615D95"/>
    <w:rsid w:val="00616223"/>
    <w:rsid w:val="00616639"/>
    <w:rsid w:val="006166B5"/>
    <w:rsid w:val="0061679E"/>
    <w:rsid w:val="00616868"/>
    <w:rsid w:val="00616A80"/>
    <w:rsid w:val="00616B57"/>
    <w:rsid w:val="00616E81"/>
    <w:rsid w:val="00617024"/>
    <w:rsid w:val="0061736C"/>
    <w:rsid w:val="0061764E"/>
    <w:rsid w:val="0061766C"/>
    <w:rsid w:val="00617769"/>
    <w:rsid w:val="00617911"/>
    <w:rsid w:val="00617941"/>
    <w:rsid w:val="00617969"/>
    <w:rsid w:val="00617E3F"/>
    <w:rsid w:val="0062006E"/>
    <w:rsid w:val="00620291"/>
    <w:rsid w:val="0062045E"/>
    <w:rsid w:val="006206D7"/>
    <w:rsid w:val="0062097D"/>
    <w:rsid w:val="00620AB1"/>
    <w:rsid w:val="00620C78"/>
    <w:rsid w:val="00620D53"/>
    <w:rsid w:val="00620F1F"/>
    <w:rsid w:val="00620F7B"/>
    <w:rsid w:val="00620FC6"/>
    <w:rsid w:val="006211E7"/>
    <w:rsid w:val="00621365"/>
    <w:rsid w:val="006213D3"/>
    <w:rsid w:val="006215CB"/>
    <w:rsid w:val="0062189D"/>
    <w:rsid w:val="00621B2E"/>
    <w:rsid w:val="00621BB5"/>
    <w:rsid w:val="00621E11"/>
    <w:rsid w:val="00621E78"/>
    <w:rsid w:val="00621ED9"/>
    <w:rsid w:val="00622187"/>
    <w:rsid w:val="0062227E"/>
    <w:rsid w:val="00622280"/>
    <w:rsid w:val="006224AE"/>
    <w:rsid w:val="006225E9"/>
    <w:rsid w:val="00622AFB"/>
    <w:rsid w:val="00622B77"/>
    <w:rsid w:val="00622F51"/>
    <w:rsid w:val="006230D6"/>
    <w:rsid w:val="00623576"/>
    <w:rsid w:val="00623665"/>
    <w:rsid w:val="006237F1"/>
    <w:rsid w:val="006238C0"/>
    <w:rsid w:val="006238E0"/>
    <w:rsid w:val="00623BD0"/>
    <w:rsid w:val="00623E29"/>
    <w:rsid w:val="00623EE2"/>
    <w:rsid w:val="0062429C"/>
    <w:rsid w:val="006242B7"/>
    <w:rsid w:val="00624783"/>
    <w:rsid w:val="00624A93"/>
    <w:rsid w:val="00625206"/>
    <w:rsid w:val="00625265"/>
    <w:rsid w:val="00625FC5"/>
    <w:rsid w:val="00626113"/>
    <w:rsid w:val="00626173"/>
    <w:rsid w:val="00626404"/>
    <w:rsid w:val="006264B2"/>
    <w:rsid w:val="0062670B"/>
    <w:rsid w:val="00626874"/>
    <w:rsid w:val="00626D0B"/>
    <w:rsid w:val="00626F91"/>
    <w:rsid w:val="00627170"/>
    <w:rsid w:val="00627195"/>
    <w:rsid w:val="0062750C"/>
    <w:rsid w:val="00627BB3"/>
    <w:rsid w:val="00627D62"/>
    <w:rsid w:val="0063000B"/>
    <w:rsid w:val="00630121"/>
    <w:rsid w:val="006301FF"/>
    <w:rsid w:val="006309A4"/>
    <w:rsid w:val="00630C28"/>
    <w:rsid w:val="006311AB"/>
    <w:rsid w:val="006313D3"/>
    <w:rsid w:val="006313EC"/>
    <w:rsid w:val="00631473"/>
    <w:rsid w:val="00631482"/>
    <w:rsid w:val="00631531"/>
    <w:rsid w:val="006317B7"/>
    <w:rsid w:val="006317E6"/>
    <w:rsid w:val="00631B5B"/>
    <w:rsid w:val="00631C83"/>
    <w:rsid w:val="00631DC1"/>
    <w:rsid w:val="00631F7B"/>
    <w:rsid w:val="00631FB6"/>
    <w:rsid w:val="00631FFA"/>
    <w:rsid w:val="00632664"/>
    <w:rsid w:val="00632665"/>
    <w:rsid w:val="00632BD5"/>
    <w:rsid w:val="00632C79"/>
    <w:rsid w:val="00632DA8"/>
    <w:rsid w:val="0063306E"/>
    <w:rsid w:val="0063343F"/>
    <w:rsid w:val="00633662"/>
    <w:rsid w:val="006336AB"/>
    <w:rsid w:val="006337AA"/>
    <w:rsid w:val="00633896"/>
    <w:rsid w:val="00633939"/>
    <w:rsid w:val="00633EBD"/>
    <w:rsid w:val="00633F7B"/>
    <w:rsid w:val="00634074"/>
    <w:rsid w:val="006345D4"/>
    <w:rsid w:val="00634747"/>
    <w:rsid w:val="00634791"/>
    <w:rsid w:val="0063495A"/>
    <w:rsid w:val="00634B8C"/>
    <w:rsid w:val="00634BA2"/>
    <w:rsid w:val="00634F32"/>
    <w:rsid w:val="00635005"/>
    <w:rsid w:val="0063524D"/>
    <w:rsid w:val="006352A5"/>
    <w:rsid w:val="006353EE"/>
    <w:rsid w:val="00635557"/>
    <w:rsid w:val="00636241"/>
    <w:rsid w:val="006367F4"/>
    <w:rsid w:val="00636831"/>
    <w:rsid w:val="00636926"/>
    <w:rsid w:val="006369BB"/>
    <w:rsid w:val="006369C1"/>
    <w:rsid w:val="00636AF7"/>
    <w:rsid w:val="00636BA6"/>
    <w:rsid w:val="00636D37"/>
    <w:rsid w:val="00636E4C"/>
    <w:rsid w:val="00636F5D"/>
    <w:rsid w:val="00637128"/>
    <w:rsid w:val="00637AA0"/>
    <w:rsid w:val="00637C04"/>
    <w:rsid w:val="006401AC"/>
    <w:rsid w:val="00640404"/>
    <w:rsid w:val="006404F7"/>
    <w:rsid w:val="00640814"/>
    <w:rsid w:val="00640950"/>
    <w:rsid w:val="00640B7F"/>
    <w:rsid w:val="00640C44"/>
    <w:rsid w:val="00640FB8"/>
    <w:rsid w:val="0064117E"/>
    <w:rsid w:val="006411D3"/>
    <w:rsid w:val="006415A3"/>
    <w:rsid w:val="006418DE"/>
    <w:rsid w:val="00641959"/>
    <w:rsid w:val="00641C3B"/>
    <w:rsid w:val="00641D61"/>
    <w:rsid w:val="00641DCB"/>
    <w:rsid w:val="00641EB1"/>
    <w:rsid w:val="00641F99"/>
    <w:rsid w:val="0064221F"/>
    <w:rsid w:val="006423C2"/>
    <w:rsid w:val="0064249F"/>
    <w:rsid w:val="006424AD"/>
    <w:rsid w:val="00642533"/>
    <w:rsid w:val="00642870"/>
    <w:rsid w:val="00642C4A"/>
    <w:rsid w:val="00642D08"/>
    <w:rsid w:val="006436E3"/>
    <w:rsid w:val="00643C69"/>
    <w:rsid w:val="006442A9"/>
    <w:rsid w:val="006442D7"/>
    <w:rsid w:val="00644496"/>
    <w:rsid w:val="00644A49"/>
    <w:rsid w:val="00644D4B"/>
    <w:rsid w:val="00644EA9"/>
    <w:rsid w:val="00644F57"/>
    <w:rsid w:val="00645108"/>
    <w:rsid w:val="006451F7"/>
    <w:rsid w:val="006453DE"/>
    <w:rsid w:val="0064545B"/>
    <w:rsid w:val="0064567F"/>
    <w:rsid w:val="0064574E"/>
    <w:rsid w:val="0064583D"/>
    <w:rsid w:val="00645CA3"/>
    <w:rsid w:val="00645EE8"/>
    <w:rsid w:val="00646291"/>
    <w:rsid w:val="00646357"/>
    <w:rsid w:val="006464B9"/>
    <w:rsid w:val="00646543"/>
    <w:rsid w:val="0064654B"/>
    <w:rsid w:val="00646720"/>
    <w:rsid w:val="00646803"/>
    <w:rsid w:val="00647151"/>
    <w:rsid w:val="006472B4"/>
    <w:rsid w:val="00647824"/>
    <w:rsid w:val="00647B12"/>
    <w:rsid w:val="00647B78"/>
    <w:rsid w:val="00647BB9"/>
    <w:rsid w:val="00647F88"/>
    <w:rsid w:val="006501DB"/>
    <w:rsid w:val="00650262"/>
    <w:rsid w:val="006505E2"/>
    <w:rsid w:val="0065091F"/>
    <w:rsid w:val="00650970"/>
    <w:rsid w:val="00650A34"/>
    <w:rsid w:val="00650C97"/>
    <w:rsid w:val="00650EE6"/>
    <w:rsid w:val="0065113A"/>
    <w:rsid w:val="006512EF"/>
    <w:rsid w:val="006513BD"/>
    <w:rsid w:val="0065182E"/>
    <w:rsid w:val="00651ACE"/>
    <w:rsid w:val="00651E20"/>
    <w:rsid w:val="00651F71"/>
    <w:rsid w:val="006521AB"/>
    <w:rsid w:val="00652B07"/>
    <w:rsid w:val="00652BB2"/>
    <w:rsid w:val="00652C9E"/>
    <w:rsid w:val="00652CF4"/>
    <w:rsid w:val="00652D0A"/>
    <w:rsid w:val="006532D4"/>
    <w:rsid w:val="0065330D"/>
    <w:rsid w:val="00653446"/>
    <w:rsid w:val="0065358F"/>
    <w:rsid w:val="00653BB2"/>
    <w:rsid w:val="00653BCB"/>
    <w:rsid w:val="006540EF"/>
    <w:rsid w:val="0065414E"/>
    <w:rsid w:val="00654171"/>
    <w:rsid w:val="00654382"/>
    <w:rsid w:val="006544C4"/>
    <w:rsid w:val="00654623"/>
    <w:rsid w:val="00654725"/>
    <w:rsid w:val="006547D2"/>
    <w:rsid w:val="00654F8A"/>
    <w:rsid w:val="0065526A"/>
    <w:rsid w:val="00655584"/>
    <w:rsid w:val="006556E5"/>
    <w:rsid w:val="00655BED"/>
    <w:rsid w:val="00655C8E"/>
    <w:rsid w:val="00655E05"/>
    <w:rsid w:val="00655E1C"/>
    <w:rsid w:val="00655EA1"/>
    <w:rsid w:val="00655FB5"/>
    <w:rsid w:val="00655FE0"/>
    <w:rsid w:val="006560B4"/>
    <w:rsid w:val="0065620D"/>
    <w:rsid w:val="00656210"/>
    <w:rsid w:val="0065648B"/>
    <w:rsid w:val="00656589"/>
    <w:rsid w:val="00656601"/>
    <w:rsid w:val="006566CC"/>
    <w:rsid w:val="00656ABF"/>
    <w:rsid w:val="00656C6B"/>
    <w:rsid w:val="00656DDF"/>
    <w:rsid w:val="00656DFF"/>
    <w:rsid w:val="00656E3F"/>
    <w:rsid w:val="00657112"/>
    <w:rsid w:val="0065730D"/>
    <w:rsid w:val="006573A6"/>
    <w:rsid w:val="0065790E"/>
    <w:rsid w:val="00657944"/>
    <w:rsid w:val="00657AE4"/>
    <w:rsid w:val="00660082"/>
    <w:rsid w:val="006602B3"/>
    <w:rsid w:val="006607A9"/>
    <w:rsid w:val="00660940"/>
    <w:rsid w:val="00660DDA"/>
    <w:rsid w:val="006616D1"/>
    <w:rsid w:val="00661768"/>
    <w:rsid w:val="006618C6"/>
    <w:rsid w:val="00661F7C"/>
    <w:rsid w:val="00661FC1"/>
    <w:rsid w:val="006626C5"/>
    <w:rsid w:val="006628E6"/>
    <w:rsid w:val="0066320F"/>
    <w:rsid w:val="006635D2"/>
    <w:rsid w:val="00663688"/>
    <w:rsid w:val="00663BD1"/>
    <w:rsid w:val="00663C71"/>
    <w:rsid w:val="00664107"/>
    <w:rsid w:val="0066441E"/>
    <w:rsid w:val="00664431"/>
    <w:rsid w:val="006645A8"/>
    <w:rsid w:val="00664614"/>
    <w:rsid w:val="0066466C"/>
    <w:rsid w:val="0066488E"/>
    <w:rsid w:val="00664927"/>
    <w:rsid w:val="006649DF"/>
    <w:rsid w:val="006658CC"/>
    <w:rsid w:val="00665B29"/>
    <w:rsid w:val="00666192"/>
    <w:rsid w:val="0066641A"/>
    <w:rsid w:val="0066663C"/>
    <w:rsid w:val="00666899"/>
    <w:rsid w:val="00666CF7"/>
    <w:rsid w:val="00666E2B"/>
    <w:rsid w:val="00666F6C"/>
    <w:rsid w:val="006671FD"/>
    <w:rsid w:val="006673ED"/>
    <w:rsid w:val="00667629"/>
    <w:rsid w:val="006677B4"/>
    <w:rsid w:val="006678EB"/>
    <w:rsid w:val="00667900"/>
    <w:rsid w:val="00667A5F"/>
    <w:rsid w:val="00667C69"/>
    <w:rsid w:val="00667DA8"/>
    <w:rsid w:val="006704E0"/>
    <w:rsid w:val="0067051A"/>
    <w:rsid w:val="0067070C"/>
    <w:rsid w:val="00670CBE"/>
    <w:rsid w:val="00670DAA"/>
    <w:rsid w:val="00670DE7"/>
    <w:rsid w:val="00671338"/>
    <w:rsid w:val="0067168F"/>
    <w:rsid w:val="00671703"/>
    <w:rsid w:val="00671A23"/>
    <w:rsid w:val="00671B80"/>
    <w:rsid w:val="00671CB7"/>
    <w:rsid w:val="00671EF9"/>
    <w:rsid w:val="00671F5E"/>
    <w:rsid w:val="0067206A"/>
    <w:rsid w:val="00672997"/>
    <w:rsid w:val="006729B6"/>
    <w:rsid w:val="00672B1B"/>
    <w:rsid w:val="00672D16"/>
    <w:rsid w:val="00672D95"/>
    <w:rsid w:val="00672DEA"/>
    <w:rsid w:val="00672E26"/>
    <w:rsid w:val="00672F8F"/>
    <w:rsid w:val="006732BE"/>
    <w:rsid w:val="006733BF"/>
    <w:rsid w:val="00673787"/>
    <w:rsid w:val="006738D9"/>
    <w:rsid w:val="00673CC3"/>
    <w:rsid w:val="00673DF1"/>
    <w:rsid w:val="00673EEA"/>
    <w:rsid w:val="0067413C"/>
    <w:rsid w:val="00674346"/>
    <w:rsid w:val="0067437E"/>
    <w:rsid w:val="00674527"/>
    <w:rsid w:val="00674696"/>
    <w:rsid w:val="006747BC"/>
    <w:rsid w:val="00674F7F"/>
    <w:rsid w:val="0067538C"/>
    <w:rsid w:val="006756A6"/>
    <w:rsid w:val="006757DB"/>
    <w:rsid w:val="00675ADC"/>
    <w:rsid w:val="00675BE0"/>
    <w:rsid w:val="00675C04"/>
    <w:rsid w:val="00675FB4"/>
    <w:rsid w:val="006763BB"/>
    <w:rsid w:val="00676805"/>
    <w:rsid w:val="0067685C"/>
    <w:rsid w:val="0067699E"/>
    <w:rsid w:val="00676A97"/>
    <w:rsid w:val="00676CFC"/>
    <w:rsid w:val="00676DB8"/>
    <w:rsid w:val="00676E42"/>
    <w:rsid w:val="00677123"/>
    <w:rsid w:val="006771BC"/>
    <w:rsid w:val="00677584"/>
    <w:rsid w:val="006775AF"/>
    <w:rsid w:val="006775B6"/>
    <w:rsid w:val="0067762D"/>
    <w:rsid w:val="00677670"/>
    <w:rsid w:val="0067769B"/>
    <w:rsid w:val="006805C0"/>
    <w:rsid w:val="00680A18"/>
    <w:rsid w:val="00680C6B"/>
    <w:rsid w:val="0068162E"/>
    <w:rsid w:val="00681A18"/>
    <w:rsid w:val="00681A43"/>
    <w:rsid w:val="00682079"/>
    <w:rsid w:val="006821FA"/>
    <w:rsid w:val="00682599"/>
    <w:rsid w:val="0068259C"/>
    <w:rsid w:val="006825D0"/>
    <w:rsid w:val="00682CE6"/>
    <w:rsid w:val="00683446"/>
    <w:rsid w:val="00683487"/>
    <w:rsid w:val="00683558"/>
    <w:rsid w:val="00683829"/>
    <w:rsid w:val="00683AF4"/>
    <w:rsid w:val="00683C01"/>
    <w:rsid w:val="00683D97"/>
    <w:rsid w:val="00684074"/>
    <w:rsid w:val="006842CB"/>
    <w:rsid w:val="00684567"/>
    <w:rsid w:val="00684765"/>
    <w:rsid w:val="006849B6"/>
    <w:rsid w:val="006849B9"/>
    <w:rsid w:val="00684D46"/>
    <w:rsid w:val="00684E4E"/>
    <w:rsid w:val="00684EEC"/>
    <w:rsid w:val="006850E1"/>
    <w:rsid w:val="006853A4"/>
    <w:rsid w:val="00685703"/>
    <w:rsid w:val="00685743"/>
    <w:rsid w:val="00685845"/>
    <w:rsid w:val="0068593E"/>
    <w:rsid w:val="00685A45"/>
    <w:rsid w:val="00685AF0"/>
    <w:rsid w:val="00686131"/>
    <w:rsid w:val="00686143"/>
    <w:rsid w:val="006862AD"/>
    <w:rsid w:val="006866D4"/>
    <w:rsid w:val="00686BDC"/>
    <w:rsid w:val="00686CB8"/>
    <w:rsid w:val="00687284"/>
    <w:rsid w:val="00687386"/>
    <w:rsid w:val="00687445"/>
    <w:rsid w:val="00687534"/>
    <w:rsid w:val="0068773F"/>
    <w:rsid w:val="00687965"/>
    <w:rsid w:val="00687A39"/>
    <w:rsid w:val="00687A91"/>
    <w:rsid w:val="00687D25"/>
    <w:rsid w:val="00687EAE"/>
    <w:rsid w:val="00687FBE"/>
    <w:rsid w:val="00690171"/>
    <w:rsid w:val="006902C7"/>
    <w:rsid w:val="00690807"/>
    <w:rsid w:val="006908C9"/>
    <w:rsid w:val="00690986"/>
    <w:rsid w:val="006912D6"/>
    <w:rsid w:val="006914AB"/>
    <w:rsid w:val="0069168A"/>
    <w:rsid w:val="00691704"/>
    <w:rsid w:val="0069170B"/>
    <w:rsid w:val="00691A63"/>
    <w:rsid w:val="00691F71"/>
    <w:rsid w:val="0069245A"/>
    <w:rsid w:val="006925EF"/>
    <w:rsid w:val="00692707"/>
    <w:rsid w:val="00692871"/>
    <w:rsid w:val="006929CA"/>
    <w:rsid w:val="00692A8D"/>
    <w:rsid w:val="00692C57"/>
    <w:rsid w:val="00692C62"/>
    <w:rsid w:val="00692C87"/>
    <w:rsid w:val="00692D5C"/>
    <w:rsid w:val="00692E25"/>
    <w:rsid w:val="0069309A"/>
    <w:rsid w:val="006934DA"/>
    <w:rsid w:val="006935FD"/>
    <w:rsid w:val="006936CF"/>
    <w:rsid w:val="00693C54"/>
    <w:rsid w:val="00693CED"/>
    <w:rsid w:val="00693E17"/>
    <w:rsid w:val="00693F1F"/>
    <w:rsid w:val="00694162"/>
    <w:rsid w:val="00694223"/>
    <w:rsid w:val="00694306"/>
    <w:rsid w:val="00694361"/>
    <w:rsid w:val="006943DD"/>
    <w:rsid w:val="006946CE"/>
    <w:rsid w:val="00694A3B"/>
    <w:rsid w:val="00694A5B"/>
    <w:rsid w:val="00694B27"/>
    <w:rsid w:val="00694C2C"/>
    <w:rsid w:val="00694F4E"/>
    <w:rsid w:val="006952A3"/>
    <w:rsid w:val="0069558F"/>
    <w:rsid w:val="00695609"/>
    <w:rsid w:val="0069565A"/>
    <w:rsid w:val="006956B8"/>
    <w:rsid w:val="00695F3D"/>
    <w:rsid w:val="006965CF"/>
    <w:rsid w:val="006966B6"/>
    <w:rsid w:val="00696840"/>
    <w:rsid w:val="006975B2"/>
    <w:rsid w:val="00697CE0"/>
    <w:rsid w:val="00697E69"/>
    <w:rsid w:val="00697F55"/>
    <w:rsid w:val="00697FE1"/>
    <w:rsid w:val="006A0159"/>
    <w:rsid w:val="006A01BF"/>
    <w:rsid w:val="006A01E0"/>
    <w:rsid w:val="006A025D"/>
    <w:rsid w:val="006A0349"/>
    <w:rsid w:val="006A086A"/>
    <w:rsid w:val="006A0B84"/>
    <w:rsid w:val="006A0C1E"/>
    <w:rsid w:val="006A0F81"/>
    <w:rsid w:val="006A1285"/>
    <w:rsid w:val="006A12C3"/>
    <w:rsid w:val="006A1322"/>
    <w:rsid w:val="006A18FC"/>
    <w:rsid w:val="006A1EC3"/>
    <w:rsid w:val="006A21B9"/>
    <w:rsid w:val="006A21E1"/>
    <w:rsid w:val="006A2350"/>
    <w:rsid w:val="006A261D"/>
    <w:rsid w:val="006A2632"/>
    <w:rsid w:val="006A2676"/>
    <w:rsid w:val="006A2B72"/>
    <w:rsid w:val="006A2BE6"/>
    <w:rsid w:val="006A2FB2"/>
    <w:rsid w:val="006A35BC"/>
    <w:rsid w:val="006A3935"/>
    <w:rsid w:val="006A395C"/>
    <w:rsid w:val="006A3E1A"/>
    <w:rsid w:val="006A3FF3"/>
    <w:rsid w:val="006A4527"/>
    <w:rsid w:val="006A46DC"/>
    <w:rsid w:val="006A485C"/>
    <w:rsid w:val="006A4D06"/>
    <w:rsid w:val="006A506B"/>
    <w:rsid w:val="006A58DD"/>
    <w:rsid w:val="006A5989"/>
    <w:rsid w:val="006A5A64"/>
    <w:rsid w:val="006A5C90"/>
    <w:rsid w:val="006A5D39"/>
    <w:rsid w:val="006A5DB2"/>
    <w:rsid w:val="006A5DC9"/>
    <w:rsid w:val="006A5E03"/>
    <w:rsid w:val="006A5F21"/>
    <w:rsid w:val="006A61C4"/>
    <w:rsid w:val="006A61FF"/>
    <w:rsid w:val="006A6541"/>
    <w:rsid w:val="006A6848"/>
    <w:rsid w:val="006A6C46"/>
    <w:rsid w:val="006A6EDD"/>
    <w:rsid w:val="006A6F55"/>
    <w:rsid w:val="006A7567"/>
    <w:rsid w:val="006A7814"/>
    <w:rsid w:val="006A7866"/>
    <w:rsid w:val="006A78BC"/>
    <w:rsid w:val="006A7DA8"/>
    <w:rsid w:val="006B017C"/>
    <w:rsid w:val="006B0193"/>
    <w:rsid w:val="006B03E1"/>
    <w:rsid w:val="006B044A"/>
    <w:rsid w:val="006B04FE"/>
    <w:rsid w:val="006B068A"/>
    <w:rsid w:val="006B08CF"/>
    <w:rsid w:val="006B095E"/>
    <w:rsid w:val="006B0A54"/>
    <w:rsid w:val="006B0B52"/>
    <w:rsid w:val="006B0FCB"/>
    <w:rsid w:val="006B1576"/>
    <w:rsid w:val="006B15A3"/>
    <w:rsid w:val="006B15F1"/>
    <w:rsid w:val="006B1706"/>
    <w:rsid w:val="006B1880"/>
    <w:rsid w:val="006B1C25"/>
    <w:rsid w:val="006B1C95"/>
    <w:rsid w:val="006B1CE7"/>
    <w:rsid w:val="006B1EFB"/>
    <w:rsid w:val="006B2005"/>
    <w:rsid w:val="006B20BD"/>
    <w:rsid w:val="006B22A3"/>
    <w:rsid w:val="006B23A5"/>
    <w:rsid w:val="006B282A"/>
    <w:rsid w:val="006B2A60"/>
    <w:rsid w:val="006B30A7"/>
    <w:rsid w:val="006B32A3"/>
    <w:rsid w:val="006B32BD"/>
    <w:rsid w:val="006B3351"/>
    <w:rsid w:val="006B3479"/>
    <w:rsid w:val="006B39DF"/>
    <w:rsid w:val="006B39FA"/>
    <w:rsid w:val="006B3A8C"/>
    <w:rsid w:val="006B3AAC"/>
    <w:rsid w:val="006B3C4E"/>
    <w:rsid w:val="006B41C7"/>
    <w:rsid w:val="006B4310"/>
    <w:rsid w:val="006B492A"/>
    <w:rsid w:val="006B499E"/>
    <w:rsid w:val="006B4AA8"/>
    <w:rsid w:val="006B4AB3"/>
    <w:rsid w:val="006B54C4"/>
    <w:rsid w:val="006B5568"/>
    <w:rsid w:val="006B58E4"/>
    <w:rsid w:val="006B5927"/>
    <w:rsid w:val="006B59CD"/>
    <w:rsid w:val="006B5AB1"/>
    <w:rsid w:val="006B5B2E"/>
    <w:rsid w:val="006B5E24"/>
    <w:rsid w:val="006B607F"/>
    <w:rsid w:val="006B61BE"/>
    <w:rsid w:val="006B73A5"/>
    <w:rsid w:val="006B7548"/>
    <w:rsid w:val="006B7866"/>
    <w:rsid w:val="006B7934"/>
    <w:rsid w:val="006B79ED"/>
    <w:rsid w:val="006B7A5E"/>
    <w:rsid w:val="006C0028"/>
    <w:rsid w:val="006C009A"/>
    <w:rsid w:val="006C023B"/>
    <w:rsid w:val="006C0A19"/>
    <w:rsid w:val="006C0C77"/>
    <w:rsid w:val="006C1043"/>
    <w:rsid w:val="006C1228"/>
    <w:rsid w:val="006C1A74"/>
    <w:rsid w:val="006C1F92"/>
    <w:rsid w:val="006C2150"/>
    <w:rsid w:val="006C215D"/>
    <w:rsid w:val="006C22E2"/>
    <w:rsid w:val="006C2332"/>
    <w:rsid w:val="006C239F"/>
    <w:rsid w:val="006C24CB"/>
    <w:rsid w:val="006C27BC"/>
    <w:rsid w:val="006C28DF"/>
    <w:rsid w:val="006C2A7A"/>
    <w:rsid w:val="006C2AAD"/>
    <w:rsid w:val="006C2B69"/>
    <w:rsid w:val="006C2B83"/>
    <w:rsid w:val="006C2DD8"/>
    <w:rsid w:val="006C34A7"/>
    <w:rsid w:val="006C3883"/>
    <w:rsid w:val="006C38D4"/>
    <w:rsid w:val="006C3B6C"/>
    <w:rsid w:val="006C3BC6"/>
    <w:rsid w:val="006C3FFE"/>
    <w:rsid w:val="006C402A"/>
    <w:rsid w:val="006C4E7B"/>
    <w:rsid w:val="006C543A"/>
    <w:rsid w:val="006C559F"/>
    <w:rsid w:val="006C5622"/>
    <w:rsid w:val="006C564E"/>
    <w:rsid w:val="006C5668"/>
    <w:rsid w:val="006C58B7"/>
    <w:rsid w:val="006C5E63"/>
    <w:rsid w:val="006C61F1"/>
    <w:rsid w:val="006C624F"/>
    <w:rsid w:val="006C667E"/>
    <w:rsid w:val="006C67FB"/>
    <w:rsid w:val="006C698C"/>
    <w:rsid w:val="006C69B5"/>
    <w:rsid w:val="006C6A42"/>
    <w:rsid w:val="006C6B8C"/>
    <w:rsid w:val="006C6D05"/>
    <w:rsid w:val="006C75ED"/>
    <w:rsid w:val="006C78A0"/>
    <w:rsid w:val="006D01EF"/>
    <w:rsid w:val="006D09A6"/>
    <w:rsid w:val="006D0BF6"/>
    <w:rsid w:val="006D0E2F"/>
    <w:rsid w:val="006D0FC4"/>
    <w:rsid w:val="006D1019"/>
    <w:rsid w:val="006D11EE"/>
    <w:rsid w:val="006D17C0"/>
    <w:rsid w:val="006D1974"/>
    <w:rsid w:val="006D247E"/>
    <w:rsid w:val="006D2780"/>
    <w:rsid w:val="006D2E62"/>
    <w:rsid w:val="006D2FAE"/>
    <w:rsid w:val="006D3580"/>
    <w:rsid w:val="006D3928"/>
    <w:rsid w:val="006D3967"/>
    <w:rsid w:val="006D3BAA"/>
    <w:rsid w:val="006D3D77"/>
    <w:rsid w:val="006D3F15"/>
    <w:rsid w:val="006D41EA"/>
    <w:rsid w:val="006D41FB"/>
    <w:rsid w:val="006D4746"/>
    <w:rsid w:val="006D4BB2"/>
    <w:rsid w:val="006D4D4F"/>
    <w:rsid w:val="006D503E"/>
    <w:rsid w:val="006D5472"/>
    <w:rsid w:val="006D555A"/>
    <w:rsid w:val="006D5809"/>
    <w:rsid w:val="006D589A"/>
    <w:rsid w:val="006D5F06"/>
    <w:rsid w:val="006D6075"/>
    <w:rsid w:val="006D6342"/>
    <w:rsid w:val="006D6485"/>
    <w:rsid w:val="006D64B9"/>
    <w:rsid w:val="006D650D"/>
    <w:rsid w:val="006D657A"/>
    <w:rsid w:val="006D660E"/>
    <w:rsid w:val="006D6844"/>
    <w:rsid w:val="006D6D77"/>
    <w:rsid w:val="006D6EFB"/>
    <w:rsid w:val="006D71B0"/>
    <w:rsid w:val="006D77BB"/>
    <w:rsid w:val="006D7BE3"/>
    <w:rsid w:val="006D7C36"/>
    <w:rsid w:val="006E05B8"/>
    <w:rsid w:val="006E078D"/>
    <w:rsid w:val="006E0872"/>
    <w:rsid w:val="006E0A6B"/>
    <w:rsid w:val="006E0D54"/>
    <w:rsid w:val="006E0EDF"/>
    <w:rsid w:val="006E1375"/>
    <w:rsid w:val="006E13B7"/>
    <w:rsid w:val="006E1425"/>
    <w:rsid w:val="006E1477"/>
    <w:rsid w:val="006E14BF"/>
    <w:rsid w:val="006E19C3"/>
    <w:rsid w:val="006E2148"/>
    <w:rsid w:val="006E21F1"/>
    <w:rsid w:val="006E2771"/>
    <w:rsid w:val="006E2828"/>
    <w:rsid w:val="006E2AAA"/>
    <w:rsid w:val="006E2E31"/>
    <w:rsid w:val="006E30C4"/>
    <w:rsid w:val="006E33E2"/>
    <w:rsid w:val="006E3847"/>
    <w:rsid w:val="006E38B5"/>
    <w:rsid w:val="006E39AD"/>
    <w:rsid w:val="006E3BD7"/>
    <w:rsid w:val="006E3D73"/>
    <w:rsid w:val="006E4032"/>
    <w:rsid w:val="006E4142"/>
    <w:rsid w:val="006E48D6"/>
    <w:rsid w:val="006E4A02"/>
    <w:rsid w:val="006E4B15"/>
    <w:rsid w:val="006E4CEB"/>
    <w:rsid w:val="006E50D0"/>
    <w:rsid w:val="006E5151"/>
    <w:rsid w:val="006E521A"/>
    <w:rsid w:val="006E555D"/>
    <w:rsid w:val="006E55EB"/>
    <w:rsid w:val="006E55ED"/>
    <w:rsid w:val="006E56CF"/>
    <w:rsid w:val="006E5A19"/>
    <w:rsid w:val="006E6270"/>
    <w:rsid w:val="006E6578"/>
    <w:rsid w:val="006E6B11"/>
    <w:rsid w:val="006E6FC7"/>
    <w:rsid w:val="006E71BC"/>
    <w:rsid w:val="006E73B5"/>
    <w:rsid w:val="006E7475"/>
    <w:rsid w:val="006E78CC"/>
    <w:rsid w:val="006E7BED"/>
    <w:rsid w:val="006E7F81"/>
    <w:rsid w:val="006F0441"/>
    <w:rsid w:val="006F0AD1"/>
    <w:rsid w:val="006F0D19"/>
    <w:rsid w:val="006F14ED"/>
    <w:rsid w:val="006F154D"/>
    <w:rsid w:val="006F177D"/>
    <w:rsid w:val="006F18A0"/>
    <w:rsid w:val="006F1D9F"/>
    <w:rsid w:val="006F1E2D"/>
    <w:rsid w:val="006F201F"/>
    <w:rsid w:val="006F20D7"/>
    <w:rsid w:val="006F21A7"/>
    <w:rsid w:val="006F23EC"/>
    <w:rsid w:val="006F242F"/>
    <w:rsid w:val="006F2481"/>
    <w:rsid w:val="006F2679"/>
    <w:rsid w:val="006F27C1"/>
    <w:rsid w:val="006F28FF"/>
    <w:rsid w:val="006F292D"/>
    <w:rsid w:val="006F2D38"/>
    <w:rsid w:val="006F3196"/>
    <w:rsid w:val="006F3767"/>
    <w:rsid w:val="006F3A93"/>
    <w:rsid w:val="006F3E83"/>
    <w:rsid w:val="006F3F0F"/>
    <w:rsid w:val="006F4182"/>
    <w:rsid w:val="006F4636"/>
    <w:rsid w:val="006F47A5"/>
    <w:rsid w:val="006F48AC"/>
    <w:rsid w:val="006F4C59"/>
    <w:rsid w:val="006F4D05"/>
    <w:rsid w:val="006F4EDE"/>
    <w:rsid w:val="006F5285"/>
    <w:rsid w:val="006F5662"/>
    <w:rsid w:val="006F59DA"/>
    <w:rsid w:val="006F59F8"/>
    <w:rsid w:val="006F5A78"/>
    <w:rsid w:val="006F5BFC"/>
    <w:rsid w:val="006F5D5A"/>
    <w:rsid w:val="006F5DE4"/>
    <w:rsid w:val="006F5E75"/>
    <w:rsid w:val="006F6055"/>
    <w:rsid w:val="006F629F"/>
    <w:rsid w:val="006F671E"/>
    <w:rsid w:val="006F6B3B"/>
    <w:rsid w:val="006F6B93"/>
    <w:rsid w:val="006F6D3D"/>
    <w:rsid w:val="006F7276"/>
    <w:rsid w:val="006F7489"/>
    <w:rsid w:val="006F78F9"/>
    <w:rsid w:val="006F793C"/>
    <w:rsid w:val="006F7BAE"/>
    <w:rsid w:val="006F7E54"/>
    <w:rsid w:val="006F7FB3"/>
    <w:rsid w:val="00700254"/>
    <w:rsid w:val="00700291"/>
    <w:rsid w:val="0070065D"/>
    <w:rsid w:val="00700A42"/>
    <w:rsid w:val="00700AD7"/>
    <w:rsid w:val="007012C1"/>
    <w:rsid w:val="00701701"/>
    <w:rsid w:val="00701AB7"/>
    <w:rsid w:val="00701F1E"/>
    <w:rsid w:val="00702532"/>
    <w:rsid w:val="0070254A"/>
    <w:rsid w:val="0070278B"/>
    <w:rsid w:val="00702836"/>
    <w:rsid w:val="007029A7"/>
    <w:rsid w:val="00702AA8"/>
    <w:rsid w:val="00702E5C"/>
    <w:rsid w:val="00702E7C"/>
    <w:rsid w:val="00703005"/>
    <w:rsid w:val="00703216"/>
    <w:rsid w:val="0070360A"/>
    <w:rsid w:val="0070360F"/>
    <w:rsid w:val="007037C1"/>
    <w:rsid w:val="00703C7C"/>
    <w:rsid w:val="00704018"/>
    <w:rsid w:val="0070422F"/>
    <w:rsid w:val="00704251"/>
    <w:rsid w:val="00704424"/>
    <w:rsid w:val="00704549"/>
    <w:rsid w:val="007045E0"/>
    <w:rsid w:val="007046DE"/>
    <w:rsid w:val="00704F00"/>
    <w:rsid w:val="0070512A"/>
    <w:rsid w:val="0070516C"/>
    <w:rsid w:val="0070523E"/>
    <w:rsid w:val="007052A4"/>
    <w:rsid w:val="007053EC"/>
    <w:rsid w:val="00705745"/>
    <w:rsid w:val="00705794"/>
    <w:rsid w:val="0070581E"/>
    <w:rsid w:val="00705ACA"/>
    <w:rsid w:val="00705B10"/>
    <w:rsid w:val="00705D6D"/>
    <w:rsid w:val="00705F38"/>
    <w:rsid w:val="00705FAA"/>
    <w:rsid w:val="007062AA"/>
    <w:rsid w:val="007063FD"/>
    <w:rsid w:val="007065FB"/>
    <w:rsid w:val="00706A29"/>
    <w:rsid w:val="007073CC"/>
    <w:rsid w:val="0070747E"/>
    <w:rsid w:val="00707618"/>
    <w:rsid w:val="007078C8"/>
    <w:rsid w:val="00707A3D"/>
    <w:rsid w:val="00707A51"/>
    <w:rsid w:val="00707AB7"/>
    <w:rsid w:val="00707F51"/>
    <w:rsid w:val="007103C0"/>
    <w:rsid w:val="007103F6"/>
    <w:rsid w:val="007103F8"/>
    <w:rsid w:val="00710868"/>
    <w:rsid w:val="00710B18"/>
    <w:rsid w:val="00710D49"/>
    <w:rsid w:val="00710D76"/>
    <w:rsid w:val="00710DA4"/>
    <w:rsid w:val="00711300"/>
    <w:rsid w:val="00711374"/>
    <w:rsid w:val="007113E9"/>
    <w:rsid w:val="0071157D"/>
    <w:rsid w:val="00711629"/>
    <w:rsid w:val="007116D8"/>
    <w:rsid w:val="00711756"/>
    <w:rsid w:val="00711839"/>
    <w:rsid w:val="00711A6D"/>
    <w:rsid w:val="007121C9"/>
    <w:rsid w:val="00712617"/>
    <w:rsid w:val="00712656"/>
    <w:rsid w:val="00712901"/>
    <w:rsid w:val="00712A06"/>
    <w:rsid w:val="00712A2E"/>
    <w:rsid w:val="00712AA4"/>
    <w:rsid w:val="00713091"/>
    <w:rsid w:val="00713174"/>
    <w:rsid w:val="007132DB"/>
    <w:rsid w:val="00713311"/>
    <w:rsid w:val="0071350B"/>
    <w:rsid w:val="007136B9"/>
    <w:rsid w:val="007138D8"/>
    <w:rsid w:val="00713907"/>
    <w:rsid w:val="0071399C"/>
    <w:rsid w:val="00713A79"/>
    <w:rsid w:val="00713EBA"/>
    <w:rsid w:val="0071428A"/>
    <w:rsid w:val="00714477"/>
    <w:rsid w:val="007148C7"/>
    <w:rsid w:val="00714D47"/>
    <w:rsid w:val="007153BB"/>
    <w:rsid w:val="0071541A"/>
    <w:rsid w:val="00715617"/>
    <w:rsid w:val="00715903"/>
    <w:rsid w:val="00715A63"/>
    <w:rsid w:val="00715B4A"/>
    <w:rsid w:val="00715D66"/>
    <w:rsid w:val="00716128"/>
    <w:rsid w:val="00716231"/>
    <w:rsid w:val="007162B6"/>
    <w:rsid w:val="00716740"/>
    <w:rsid w:val="00716878"/>
    <w:rsid w:val="0071699E"/>
    <w:rsid w:val="0071708C"/>
    <w:rsid w:val="0071720F"/>
    <w:rsid w:val="00717467"/>
    <w:rsid w:val="007174B1"/>
    <w:rsid w:val="007176FB"/>
    <w:rsid w:val="00717DD8"/>
    <w:rsid w:val="007206A7"/>
    <w:rsid w:val="00720788"/>
    <w:rsid w:val="007208D8"/>
    <w:rsid w:val="0072090C"/>
    <w:rsid w:val="00720A3F"/>
    <w:rsid w:val="00720B05"/>
    <w:rsid w:val="00720D18"/>
    <w:rsid w:val="007210A3"/>
    <w:rsid w:val="0072113D"/>
    <w:rsid w:val="00721899"/>
    <w:rsid w:val="00721AAA"/>
    <w:rsid w:val="00721EA3"/>
    <w:rsid w:val="00722815"/>
    <w:rsid w:val="007228A3"/>
    <w:rsid w:val="00722D4E"/>
    <w:rsid w:val="00723457"/>
    <w:rsid w:val="00723797"/>
    <w:rsid w:val="00723939"/>
    <w:rsid w:val="0072437E"/>
    <w:rsid w:val="00724410"/>
    <w:rsid w:val="007245B0"/>
    <w:rsid w:val="007245EE"/>
    <w:rsid w:val="00724734"/>
    <w:rsid w:val="0072498A"/>
    <w:rsid w:val="00724B91"/>
    <w:rsid w:val="00724CA1"/>
    <w:rsid w:val="00724DBE"/>
    <w:rsid w:val="00725006"/>
    <w:rsid w:val="0072500A"/>
    <w:rsid w:val="007258EB"/>
    <w:rsid w:val="00725B05"/>
    <w:rsid w:val="00726442"/>
    <w:rsid w:val="007268EA"/>
    <w:rsid w:val="007269E6"/>
    <w:rsid w:val="00726E74"/>
    <w:rsid w:val="00726FCC"/>
    <w:rsid w:val="007270DD"/>
    <w:rsid w:val="007274F0"/>
    <w:rsid w:val="007275F4"/>
    <w:rsid w:val="00727835"/>
    <w:rsid w:val="00727E43"/>
    <w:rsid w:val="0073012A"/>
    <w:rsid w:val="007305FE"/>
    <w:rsid w:val="0073060A"/>
    <w:rsid w:val="00730858"/>
    <w:rsid w:val="00730B76"/>
    <w:rsid w:val="00730BB6"/>
    <w:rsid w:val="00730DAA"/>
    <w:rsid w:val="007312FF"/>
    <w:rsid w:val="007315E6"/>
    <w:rsid w:val="00731704"/>
    <w:rsid w:val="00731A10"/>
    <w:rsid w:val="00731C63"/>
    <w:rsid w:val="00731C81"/>
    <w:rsid w:val="00731F19"/>
    <w:rsid w:val="0073216C"/>
    <w:rsid w:val="00732BA5"/>
    <w:rsid w:val="00733149"/>
    <w:rsid w:val="007332AA"/>
    <w:rsid w:val="00733774"/>
    <w:rsid w:val="007337A2"/>
    <w:rsid w:val="00733AA4"/>
    <w:rsid w:val="00733AF7"/>
    <w:rsid w:val="00733E57"/>
    <w:rsid w:val="0073448F"/>
    <w:rsid w:val="00734490"/>
    <w:rsid w:val="0073452C"/>
    <w:rsid w:val="007346B9"/>
    <w:rsid w:val="007347DB"/>
    <w:rsid w:val="007357B5"/>
    <w:rsid w:val="0073592F"/>
    <w:rsid w:val="00735A35"/>
    <w:rsid w:val="00735B8F"/>
    <w:rsid w:val="00735E72"/>
    <w:rsid w:val="00736013"/>
    <w:rsid w:val="0073634A"/>
    <w:rsid w:val="0073642B"/>
    <w:rsid w:val="0073647A"/>
    <w:rsid w:val="00736677"/>
    <w:rsid w:val="0073667A"/>
    <w:rsid w:val="007368E1"/>
    <w:rsid w:val="007370C8"/>
    <w:rsid w:val="00737115"/>
    <w:rsid w:val="007372F8"/>
    <w:rsid w:val="0073755C"/>
    <w:rsid w:val="0073758A"/>
    <w:rsid w:val="00737C38"/>
    <w:rsid w:val="00737E1E"/>
    <w:rsid w:val="00737E5F"/>
    <w:rsid w:val="00737EA8"/>
    <w:rsid w:val="0074014C"/>
    <w:rsid w:val="007401BC"/>
    <w:rsid w:val="0074051F"/>
    <w:rsid w:val="00740AAA"/>
    <w:rsid w:val="00740BA8"/>
    <w:rsid w:val="00741197"/>
    <w:rsid w:val="007414BC"/>
    <w:rsid w:val="007415CF"/>
    <w:rsid w:val="00741763"/>
    <w:rsid w:val="00741874"/>
    <w:rsid w:val="00741AB5"/>
    <w:rsid w:val="00741AEE"/>
    <w:rsid w:val="0074204A"/>
    <w:rsid w:val="0074228D"/>
    <w:rsid w:val="00742C90"/>
    <w:rsid w:val="00743073"/>
    <w:rsid w:val="007431FC"/>
    <w:rsid w:val="007432C6"/>
    <w:rsid w:val="007438DF"/>
    <w:rsid w:val="00743A6B"/>
    <w:rsid w:val="0074407D"/>
    <w:rsid w:val="0074414E"/>
    <w:rsid w:val="00744506"/>
    <w:rsid w:val="007448EB"/>
    <w:rsid w:val="0074491C"/>
    <w:rsid w:val="00744A4F"/>
    <w:rsid w:val="007450D7"/>
    <w:rsid w:val="007453E9"/>
    <w:rsid w:val="007456E2"/>
    <w:rsid w:val="007457C4"/>
    <w:rsid w:val="007458BB"/>
    <w:rsid w:val="00745B22"/>
    <w:rsid w:val="00745BA8"/>
    <w:rsid w:val="00745CB1"/>
    <w:rsid w:val="007460B2"/>
    <w:rsid w:val="00746176"/>
    <w:rsid w:val="007461FC"/>
    <w:rsid w:val="007462AE"/>
    <w:rsid w:val="007465E3"/>
    <w:rsid w:val="00746621"/>
    <w:rsid w:val="0074694C"/>
    <w:rsid w:val="00746B24"/>
    <w:rsid w:val="00746C54"/>
    <w:rsid w:val="00746FC6"/>
    <w:rsid w:val="00747068"/>
    <w:rsid w:val="007474E0"/>
    <w:rsid w:val="007474F3"/>
    <w:rsid w:val="00747767"/>
    <w:rsid w:val="007477B4"/>
    <w:rsid w:val="00747846"/>
    <w:rsid w:val="00747949"/>
    <w:rsid w:val="00747954"/>
    <w:rsid w:val="00747986"/>
    <w:rsid w:val="007504EC"/>
    <w:rsid w:val="00750665"/>
    <w:rsid w:val="00750BB7"/>
    <w:rsid w:val="00750D5B"/>
    <w:rsid w:val="00751221"/>
    <w:rsid w:val="00751268"/>
    <w:rsid w:val="007514A1"/>
    <w:rsid w:val="007514B1"/>
    <w:rsid w:val="007524E6"/>
    <w:rsid w:val="0075283F"/>
    <w:rsid w:val="007528C0"/>
    <w:rsid w:val="00752964"/>
    <w:rsid w:val="00752B6E"/>
    <w:rsid w:val="00752CB4"/>
    <w:rsid w:val="0075311D"/>
    <w:rsid w:val="00753675"/>
    <w:rsid w:val="0075378E"/>
    <w:rsid w:val="007539A0"/>
    <w:rsid w:val="00753AAF"/>
    <w:rsid w:val="00753B62"/>
    <w:rsid w:val="00753CBD"/>
    <w:rsid w:val="00753CBF"/>
    <w:rsid w:val="00753D72"/>
    <w:rsid w:val="00753D82"/>
    <w:rsid w:val="00753F2B"/>
    <w:rsid w:val="007540DD"/>
    <w:rsid w:val="0075421E"/>
    <w:rsid w:val="007545E4"/>
    <w:rsid w:val="007546FE"/>
    <w:rsid w:val="0075475E"/>
    <w:rsid w:val="007548C7"/>
    <w:rsid w:val="00754BA1"/>
    <w:rsid w:val="00754D8D"/>
    <w:rsid w:val="00754F77"/>
    <w:rsid w:val="0075506C"/>
    <w:rsid w:val="00755363"/>
    <w:rsid w:val="00755597"/>
    <w:rsid w:val="007555CF"/>
    <w:rsid w:val="00755847"/>
    <w:rsid w:val="00755E57"/>
    <w:rsid w:val="00755EDA"/>
    <w:rsid w:val="007564A3"/>
    <w:rsid w:val="007566E4"/>
    <w:rsid w:val="0075680D"/>
    <w:rsid w:val="0075683D"/>
    <w:rsid w:val="00756C1B"/>
    <w:rsid w:val="00756D1E"/>
    <w:rsid w:val="00756FD9"/>
    <w:rsid w:val="0075720C"/>
    <w:rsid w:val="0075757A"/>
    <w:rsid w:val="00757832"/>
    <w:rsid w:val="007579DE"/>
    <w:rsid w:val="00757A61"/>
    <w:rsid w:val="00757B20"/>
    <w:rsid w:val="00757CFC"/>
    <w:rsid w:val="00757D13"/>
    <w:rsid w:val="00757E50"/>
    <w:rsid w:val="00757F2B"/>
    <w:rsid w:val="007601FA"/>
    <w:rsid w:val="007602FC"/>
    <w:rsid w:val="0076038E"/>
    <w:rsid w:val="00760991"/>
    <w:rsid w:val="00760D04"/>
    <w:rsid w:val="00760F40"/>
    <w:rsid w:val="0076108A"/>
    <w:rsid w:val="007610C2"/>
    <w:rsid w:val="007613CE"/>
    <w:rsid w:val="007616CC"/>
    <w:rsid w:val="00761D27"/>
    <w:rsid w:val="00761D56"/>
    <w:rsid w:val="00762363"/>
    <w:rsid w:val="00762444"/>
    <w:rsid w:val="00762772"/>
    <w:rsid w:val="007627A7"/>
    <w:rsid w:val="00762823"/>
    <w:rsid w:val="00762D7E"/>
    <w:rsid w:val="00762DC0"/>
    <w:rsid w:val="00762E35"/>
    <w:rsid w:val="00763047"/>
    <w:rsid w:val="0076305E"/>
    <w:rsid w:val="007631BA"/>
    <w:rsid w:val="007631E9"/>
    <w:rsid w:val="007633A6"/>
    <w:rsid w:val="00763598"/>
    <w:rsid w:val="00763708"/>
    <w:rsid w:val="00763860"/>
    <w:rsid w:val="00763AED"/>
    <w:rsid w:val="00763D9A"/>
    <w:rsid w:val="00764067"/>
    <w:rsid w:val="007644B9"/>
    <w:rsid w:val="0076477C"/>
    <w:rsid w:val="00764B3B"/>
    <w:rsid w:val="00764C3C"/>
    <w:rsid w:val="00764F67"/>
    <w:rsid w:val="0076501B"/>
    <w:rsid w:val="0076522C"/>
    <w:rsid w:val="007652C4"/>
    <w:rsid w:val="007657F0"/>
    <w:rsid w:val="0076597E"/>
    <w:rsid w:val="00765AC2"/>
    <w:rsid w:val="00765AF6"/>
    <w:rsid w:val="00765D29"/>
    <w:rsid w:val="00765E0C"/>
    <w:rsid w:val="007663BC"/>
    <w:rsid w:val="00766800"/>
    <w:rsid w:val="0076717C"/>
    <w:rsid w:val="00767484"/>
    <w:rsid w:val="0076784C"/>
    <w:rsid w:val="00770123"/>
    <w:rsid w:val="007701C1"/>
    <w:rsid w:val="00770389"/>
    <w:rsid w:val="007709E2"/>
    <w:rsid w:val="00770CED"/>
    <w:rsid w:val="00770D9A"/>
    <w:rsid w:val="00771120"/>
    <w:rsid w:val="0077115F"/>
    <w:rsid w:val="0077129A"/>
    <w:rsid w:val="007712D1"/>
    <w:rsid w:val="00771698"/>
    <w:rsid w:val="0077238B"/>
    <w:rsid w:val="007723D7"/>
    <w:rsid w:val="007727DF"/>
    <w:rsid w:val="00772924"/>
    <w:rsid w:val="00772A09"/>
    <w:rsid w:val="00772F06"/>
    <w:rsid w:val="0077307F"/>
    <w:rsid w:val="007730CB"/>
    <w:rsid w:val="00773137"/>
    <w:rsid w:val="00773745"/>
    <w:rsid w:val="007738AE"/>
    <w:rsid w:val="007738EC"/>
    <w:rsid w:val="00773B9F"/>
    <w:rsid w:val="00773FF3"/>
    <w:rsid w:val="00774017"/>
    <w:rsid w:val="00774107"/>
    <w:rsid w:val="00774880"/>
    <w:rsid w:val="007748A0"/>
    <w:rsid w:val="00774A17"/>
    <w:rsid w:val="00774ECF"/>
    <w:rsid w:val="007751D0"/>
    <w:rsid w:val="0077535A"/>
    <w:rsid w:val="0077551F"/>
    <w:rsid w:val="0077576C"/>
    <w:rsid w:val="007757C2"/>
    <w:rsid w:val="007758B1"/>
    <w:rsid w:val="007759CF"/>
    <w:rsid w:val="00775ACB"/>
    <w:rsid w:val="00775BD4"/>
    <w:rsid w:val="00775BDE"/>
    <w:rsid w:val="00775C3A"/>
    <w:rsid w:val="0077618A"/>
    <w:rsid w:val="0077636B"/>
    <w:rsid w:val="007767AD"/>
    <w:rsid w:val="00776D04"/>
    <w:rsid w:val="00776E42"/>
    <w:rsid w:val="007770BA"/>
    <w:rsid w:val="007770E9"/>
    <w:rsid w:val="00777142"/>
    <w:rsid w:val="00777A72"/>
    <w:rsid w:val="007802DA"/>
    <w:rsid w:val="007802F7"/>
    <w:rsid w:val="007806F9"/>
    <w:rsid w:val="00780A6F"/>
    <w:rsid w:val="00780C48"/>
    <w:rsid w:val="00780D22"/>
    <w:rsid w:val="00780D4C"/>
    <w:rsid w:val="0078134B"/>
    <w:rsid w:val="00781410"/>
    <w:rsid w:val="00781436"/>
    <w:rsid w:val="00781588"/>
    <w:rsid w:val="007815AC"/>
    <w:rsid w:val="0078177D"/>
    <w:rsid w:val="00781AE9"/>
    <w:rsid w:val="00782007"/>
    <w:rsid w:val="007821BF"/>
    <w:rsid w:val="007822B1"/>
    <w:rsid w:val="007825D2"/>
    <w:rsid w:val="0078271A"/>
    <w:rsid w:val="00782724"/>
    <w:rsid w:val="00782908"/>
    <w:rsid w:val="00782A4C"/>
    <w:rsid w:val="00782BE5"/>
    <w:rsid w:val="00782C34"/>
    <w:rsid w:val="00783101"/>
    <w:rsid w:val="0078327D"/>
    <w:rsid w:val="007833B7"/>
    <w:rsid w:val="00783402"/>
    <w:rsid w:val="007834BC"/>
    <w:rsid w:val="00783584"/>
    <w:rsid w:val="00783764"/>
    <w:rsid w:val="007837C2"/>
    <w:rsid w:val="00783930"/>
    <w:rsid w:val="007839DF"/>
    <w:rsid w:val="00783D03"/>
    <w:rsid w:val="00783D48"/>
    <w:rsid w:val="007840AE"/>
    <w:rsid w:val="007845F4"/>
    <w:rsid w:val="0078485E"/>
    <w:rsid w:val="00784C4C"/>
    <w:rsid w:val="007851CF"/>
    <w:rsid w:val="007853EE"/>
    <w:rsid w:val="007853FE"/>
    <w:rsid w:val="007854BF"/>
    <w:rsid w:val="00785A3C"/>
    <w:rsid w:val="00785A79"/>
    <w:rsid w:val="00785B43"/>
    <w:rsid w:val="00785BD9"/>
    <w:rsid w:val="00785E66"/>
    <w:rsid w:val="0078606C"/>
    <w:rsid w:val="00786072"/>
    <w:rsid w:val="00786084"/>
    <w:rsid w:val="00786908"/>
    <w:rsid w:val="007869ED"/>
    <w:rsid w:val="00786E24"/>
    <w:rsid w:val="00787094"/>
    <w:rsid w:val="007873DC"/>
    <w:rsid w:val="0078746F"/>
    <w:rsid w:val="00787606"/>
    <w:rsid w:val="00787620"/>
    <w:rsid w:val="00787698"/>
    <w:rsid w:val="007876E6"/>
    <w:rsid w:val="00787CCE"/>
    <w:rsid w:val="007900CF"/>
    <w:rsid w:val="00790376"/>
    <w:rsid w:val="007903E7"/>
    <w:rsid w:val="00790713"/>
    <w:rsid w:val="007907E1"/>
    <w:rsid w:val="007908B3"/>
    <w:rsid w:val="00790A19"/>
    <w:rsid w:val="00790CE0"/>
    <w:rsid w:val="00790DA1"/>
    <w:rsid w:val="00790EC8"/>
    <w:rsid w:val="00790F26"/>
    <w:rsid w:val="007913BF"/>
    <w:rsid w:val="00791545"/>
    <w:rsid w:val="00791569"/>
    <w:rsid w:val="00791956"/>
    <w:rsid w:val="007919D3"/>
    <w:rsid w:val="00791A84"/>
    <w:rsid w:val="00791BE1"/>
    <w:rsid w:val="00792026"/>
    <w:rsid w:val="00792072"/>
    <w:rsid w:val="00792073"/>
    <w:rsid w:val="007921C7"/>
    <w:rsid w:val="0079282E"/>
    <w:rsid w:val="00792969"/>
    <w:rsid w:val="00792E6F"/>
    <w:rsid w:val="00793000"/>
    <w:rsid w:val="00793712"/>
    <w:rsid w:val="007942E2"/>
    <w:rsid w:val="00794731"/>
    <w:rsid w:val="00794934"/>
    <w:rsid w:val="007949A6"/>
    <w:rsid w:val="007949B0"/>
    <w:rsid w:val="00794C3D"/>
    <w:rsid w:val="00794C9A"/>
    <w:rsid w:val="00794DC6"/>
    <w:rsid w:val="007951D3"/>
    <w:rsid w:val="0079533B"/>
    <w:rsid w:val="0079541C"/>
    <w:rsid w:val="007959FC"/>
    <w:rsid w:val="00795DA1"/>
    <w:rsid w:val="00795E8A"/>
    <w:rsid w:val="00796172"/>
    <w:rsid w:val="007961AA"/>
    <w:rsid w:val="00796312"/>
    <w:rsid w:val="00796400"/>
    <w:rsid w:val="0079658F"/>
    <w:rsid w:val="00796816"/>
    <w:rsid w:val="007968EE"/>
    <w:rsid w:val="00796969"/>
    <w:rsid w:val="00796BBC"/>
    <w:rsid w:val="00796E46"/>
    <w:rsid w:val="00796EBB"/>
    <w:rsid w:val="007974BC"/>
    <w:rsid w:val="007974F4"/>
    <w:rsid w:val="007A00FF"/>
    <w:rsid w:val="007A03D9"/>
    <w:rsid w:val="007A0456"/>
    <w:rsid w:val="007A062A"/>
    <w:rsid w:val="007A0959"/>
    <w:rsid w:val="007A0AF6"/>
    <w:rsid w:val="007A0BEF"/>
    <w:rsid w:val="007A1B58"/>
    <w:rsid w:val="007A1E4D"/>
    <w:rsid w:val="007A209B"/>
    <w:rsid w:val="007A21C7"/>
    <w:rsid w:val="007A299B"/>
    <w:rsid w:val="007A2A9A"/>
    <w:rsid w:val="007A2C42"/>
    <w:rsid w:val="007A2CF0"/>
    <w:rsid w:val="007A2DC4"/>
    <w:rsid w:val="007A2DC6"/>
    <w:rsid w:val="007A305C"/>
    <w:rsid w:val="007A3095"/>
    <w:rsid w:val="007A312C"/>
    <w:rsid w:val="007A3221"/>
    <w:rsid w:val="007A36BA"/>
    <w:rsid w:val="007A36D4"/>
    <w:rsid w:val="007A36EA"/>
    <w:rsid w:val="007A372D"/>
    <w:rsid w:val="007A38AE"/>
    <w:rsid w:val="007A3AB3"/>
    <w:rsid w:val="007A3AC5"/>
    <w:rsid w:val="007A3EB1"/>
    <w:rsid w:val="007A3EEE"/>
    <w:rsid w:val="007A42DD"/>
    <w:rsid w:val="007A4400"/>
    <w:rsid w:val="007A4A4A"/>
    <w:rsid w:val="007A4E9E"/>
    <w:rsid w:val="007A4EEF"/>
    <w:rsid w:val="007A5178"/>
    <w:rsid w:val="007A528B"/>
    <w:rsid w:val="007A5588"/>
    <w:rsid w:val="007A59D7"/>
    <w:rsid w:val="007A5E1A"/>
    <w:rsid w:val="007A5E58"/>
    <w:rsid w:val="007A5E9F"/>
    <w:rsid w:val="007A6087"/>
    <w:rsid w:val="007A6649"/>
    <w:rsid w:val="007A66EF"/>
    <w:rsid w:val="007A66FF"/>
    <w:rsid w:val="007A6743"/>
    <w:rsid w:val="007A6910"/>
    <w:rsid w:val="007A699D"/>
    <w:rsid w:val="007A6AE3"/>
    <w:rsid w:val="007A6BDC"/>
    <w:rsid w:val="007A70DA"/>
    <w:rsid w:val="007A7147"/>
    <w:rsid w:val="007A7586"/>
    <w:rsid w:val="007A7B50"/>
    <w:rsid w:val="007A7CF6"/>
    <w:rsid w:val="007A7E94"/>
    <w:rsid w:val="007B014C"/>
    <w:rsid w:val="007B021B"/>
    <w:rsid w:val="007B04CC"/>
    <w:rsid w:val="007B0733"/>
    <w:rsid w:val="007B07F6"/>
    <w:rsid w:val="007B0C66"/>
    <w:rsid w:val="007B0CAD"/>
    <w:rsid w:val="007B0D05"/>
    <w:rsid w:val="007B1382"/>
    <w:rsid w:val="007B13C4"/>
    <w:rsid w:val="007B1432"/>
    <w:rsid w:val="007B19A6"/>
    <w:rsid w:val="007B1A61"/>
    <w:rsid w:val="007B1AC0"/>
    <w:rsid w:val="007B1BFB"/>
    <w:rsid w:val="007B22DB"/>
    <w:rsid w:val="007B2477"/>
    <w:rsid w:val="007B27F5"/>
    <w:rsid w:val="007B2DD7"/>
    <w:rsid w:val="007B3202"/>
    <w:rsid w:val="007B34A8"/>
    <w:rsid w:val="007B3678"/>
    <w:rsid w:val="007B3796"/>
    <w:rsid w:val="007B3B07"/>
    <w:rsid w:val="007B3B4B"/>
    <w:rsid w:val="007B443F"/>
    <w:rsid w:val="007B48F1"/>
    <w:rsid w:val="007B4FDD"/>
    <w:rsid w:val="007B501A"/>
    <w:rsid w:val="007B51C0"/>
    <w:rsid w:val="007B5321"/>
    <w:rsid w:val="007B55FD"/>
    <w:rsid w:val="007B5AF7"/>
    <w:rsid w:val="007B5DC0"/>
    <w:rsid w:val="007B5F83"/>
    <w:rsid w:val="007B60A6"/>
    <w:rsid w:val="007B625B"/>
    <w:rsid w:val="007B62D1"/>
    <w:rsid w:val="007B6A6A"/>
    <w:rsid w:val="007B6A71"/>
    <w:rsid w:val="007B6ABC"/>
    <w:rsid w:val="007B6AC1"/>
    <w:rsid w:val="007B6B59"/>
    <w:rsid w:val="007B7104"/>
    <w:rsid w:val="007B733C"/>
    <w:rsid w:val="007B73D1"/>
    <w:rsid w:val="007B75CF"/>
    <w:rsid w:val="007B7DBE"/>
    <w:rsid w:val="007B7E9A"/>
    <w:rsid w:val="007C0582"/>
    <w:rsid w:val="007C06C3"/>
    <w:rsid w:val="007C0F99"/>
    <w:rsid w:val="007C1273"/>
    <w:rsid w:val="007C1588"/>
    <w:rsid w:val="007C1622"/>
    <w:rsid w:val="007C1675"/>
    <w:rsid w:val="007C1C54"/>
    <w:rsid w:val="007C1DF1"/>
    <w:rsid w:val="007C222B"/>
    <w:rsid w:val="007C2315"/>
    <w:rsid w:val="007C2471"/>
    <w:rsid w:val="007C25C5"/>
    <w:rsid w:val="007C2673"/>
    <w:rsid w:val="007C27F0"/>
    <w:rsid w:val="007C2A20"/>
    <w:rsid w:val="007C2A77"/>
    <w:rsid w:val="007C2B93"/>
    <w:rsid w:val="007C2C09"/>
    <w:rsid w:val="007C2FCA"/>
    <w:rsid w:val="007C3070"/>
    <w:rsid w:val="007C325B"/>
    <w:rsid w:val="007C32C3"/>
    <w:rsid w:val="007C3697"/>
    <w:rsid w:val="007C380D"/>
    <w:rsid w:val="007C3847"/>
    <w:rsid w:val="007C3A5E"/>
    <w:rsid w:val="007C3D5A"/>
    <w:rsid w:val="007C4250"/>
    <w:rsid w:val="007C44B6"/>
    <w:rsid w:val="007C45A7"/>
    <w:rsid w:val="007C4888"/>
    <w:rsid w:val="007C49C3"/>
    <w:rsid w:val="007C51D7"/>
    <w:rsid w:val="007C5658"/>
    <w:rsid w:val="007C587A"/>
    <w:rsid w:val="007C5A1E"/>
    <w:rsid w:val="007C5B4D"/>
    <w:rsid w:val="007C5B5D"/>
    <w:rsid w:val="007C5C31"/>
    <w:rsid w:val="007C62F9"/>
    <w:rsid w:val="007C6BCA"/>
    <w:rsid w:val="007C6D62"/>
    <w:rsid w:val="007C6DCF"/>
    <w:rsid w:val="007C6FDB"/>
    <w:rsid w:val="007C70C5"/>
    <w:rsid w:val="007C70EB"/>
    <w:rsid w:val="007C7304"/>
    <w:rsid w:val="007C74C6"/>
    <w:rsid w:val="007C76EB"/>
    <w:rsid w:val="007C7740"/>
    <w:rsid w:val="007C7B78"/>
    <w:rsid w:val="007C7BB5"/>
    <w:rsid w:val="007D05D0"/>
    <w:rsid w:val="007D06ED"/>
    <w:rsid w:val="007D0868"/>
    <w:rsid w:val="007D0E0F"/>
    <w:rsid w:val="007D0E9D"/>
    <w:rsid w:val="007D0F6D"/>
    <w:rsid w:val="007D1455"/>
    <w:rsid w:val="007D208C"/>
    <w:rsid w:val="007D20CE"/>
    <w:rsid w:val="007D2B1B"/>
    <w:rsid w:val="007D2BF1"/>
    <w:rsid w:val="007D2D14"/>
    <w:rsid w:val="007D31AD"/>
    <w:rsid w:val="007D33CE"/>
    <w:rsid w:val="007D359B"/>
    <w:rsid w:val="007D35F0"/>
    <w:rsid w:val="007D3643"/>
    <w:rsid w:val="007D3763"/>
    <w:rsid w:val="007D377D"/>
    <w:rsid w:val="007D3838"/>
    <w:rsid w:val="007D3AEA"/>
    <w:rsid w:val="007D3E83"/>
    <w:rsid w:val="007D3F45"/>
    <w:rsid w:val="007D460C"/>
    <w:rsid w:val="007D4675"/>
    <w:rsid w:val="007D48EB"/>
    <w:rsid w:val="007D498E"/>
    <w:rsid w:val="007D4B6C"/>
    <w:rsid w:val="007D4E83"/>
    <w:rsid w:val="007D4FF7"/>
    <w:rsid w:val="007D53DA"/>
    <w:rsid w:val="007D5528"/>
    <w:rsid w:val="007D568E"/>
    <w:rsid w:val="007D5A1C"/>
    <w:rsid w:val="007D5B05"/>
    <w:rsid w:val="007D5B71"/>
    <w:rsid w:val="007D5C95"/>
    <w:rsid w:val="007D5E11"/>
    <w:rsid w:val="007D5F6E"/>
    <w:rsid w:val="007D6490"/>
    <w:rsid w:val="007D65CA"/>
    <w:rsid w:val="007D6C58"/>
    <w:rsid w:val="007D6C72"/>
    <w:rsid w:val="007D6C96"/>
    <w:rsid w:val="007D6E8F"/>
    <w:rsid w:val="007D7555"/>
    <w:rsid w:val="007D7770"/>
    <w:rsid w:val="007D77FF"/>
    <w:rsid w:val="007D795C"/>
    <w:rsid w:val="007D7C1F"/>
    <w:rsid w:val="007D7C42"/>
    <w:rsid w:val="007E0049"/>
    <w:rsid w:val="007E0223"/>
    <w:rsid w:val="007E02B1"/>
    <w:rsid w:val="007E02BA"/>
    <w:rsid w:val="007E033E"/>
    <w:rsid w:val="007E0347"/>
    <w:rsid w:val="007E04A9"/>
    <w:rsid w:val="007E0993"/>
    <w:rsid w:val="007E0A85"/>
    <w:rsid w:val="007E0B92"/>
    <w:rsid w:val="007E0C73"/>
    <w:rsid w:val="007E0D1B"/>
    <w:rsid w:val="007E0E45"/>
    <w:rsid w:val="007E12DD"/>
    <w:rsid w:val="007E2011"/>
    <w:rsid w:val="007E215F"/>
    <w:rsid w:val="007E2388"/>
    <w:rsid w:val="007E23BF"/>
    <w:rsid w:val="007E248A"/>
    <w:rsid w:val="007E2503"/>
    <w:rsid w:val="007E263D"/>
    <w:rsid w:val="007E2918"/>
    <w:rsid w:val="007E2919"/>
    <w:rsid w:val="007E2CC0"/>
    <w:rsid w:val="007E2D00"/>
    <w:rsid w:val="007E2E39"/>
    <w:rsid w:val="007E2E57"/>
    <w:rsid w:val="007E2FC7"/>
    <w:rsid w:val="007E31AD"/>
    <w:rsid w:val="007E33F6"/>
    <w:rsid w:val="007E3418"/>
    <w:rsid w:val="007E34C1"/>
    <w:rsid w:val="007E36DB"/>
    <w:rsid w:val="007E3BD5"/>
    <w:rsid w:val="007E3E14"/>
    <w:rsid w:val="007E3F3C"/>
    <w:rsid w:val="007E44CD"/>
    <w:rsid w:val="007E4B18"/>
    <w:rsid w:val="007E4D5C"/>
    <w:rsid w:val="007E4DF8"/>
    <w:rsid w:val="007E4E96"/>
    <w:rsid w:val="007E501C"/>
    <w:rsid w:val="007E5057"/>
    <w:rsid w:val="007E5068"/>
    <w:rsid w:val="007E5125"/>
    <w:rsid w:val="007E536F"/>
    <w:rsid w:val="007E5F20"/>
    <w:rsid w:val="007E5F6C"/>
    <w:rsid w:val="007E68C8"/>
    <w:rsid w:val="007E6C80"/>
    <w:rsid w:val="007E6F55"/>
    <w:rsid w:val="007E6F59"/>
    <w:rsid w:val="007E6F5A"/>
    <w:rsid w:val="007E700E"/>
    <w:rsid w:val="007E70A3"/>
    <w:rsid w:val="007E70DD"/>
    <w:rsid w:val="007E74D7"/>
    <w:rsid w:val="007E7548"/>
    <w:rsid w:val="007E758D"/>
    <w:rsid w:val="007E7911"/>
    <w:rsid w:val="007E7C7C"/>
    <w:rsid w:val="007E7D4C"/>
    <w:rsid w:val="007E7D75"/>
    <w:rsid w:val="007E7DEB"/>
    <w:rsid w:val="007E7E53"/>
    <w:rsid w:val="007E7ED2"/>
    <w:rsid w:val="007E7FBA"/>
    <w:rsid w:val="007F03C6"/>
    <w:rsid w:val="007F0485"/>
    <w:rsid w:val="007F0535"/>
    <w:rsid w:val="007F07FE"/>
    <w:rsid w:val="007F1022"/>
    <w:rsid w:val="007F1514"/>
    <w:rsid w:val="007F1A23"/>
    <w:rsid w:val="007F1BA0"/>
    <w:rsid w:val="007F1CF9"/>
    <w:rsid w:val="007F1D19"/>
    <w:rsid w:val="007F2034"/>
    <w:rsid w:val="007F20E7"/>
    <w:rsid w:val="007F212C"/>
    <w:rsid w:val="007F2297"/>
    <w:rsid w:val="007F25FC"/>
    <w:rsid w:val="007F26AC"/>
    <w:rsid w:val="007F2826"/>
    <w:rsid w:val="007F28A2"/>
    <w:rsid w:val="007F2EFE"/>
    <w:rsid w:val="007F2F17"/>
    <w:rsid w:val="007F3261"/>
    <w:rsid w:val="007F33C6"/>
    <w:rsid w:val="007F356F"/>
    <w:rsid w:val="007F3A06"/>
    <w:rsid w:val="007F3B95"/>
    <w:rsid w:val="007F3EAE"/>
    <w:rsid w:val="007F40E6"/>
    <w:rsid w:val="007F42AA"/>
    <w:rsid w:val="007F475F"/>
    <w:rsid w:val="007F4A20"/>
    <w:rsid w:val="007F4AE3"/>
    <w:rsid w:val="007F4CB9"/>
    <w:rsid w:val="007F4CF6"/>
    <w:rsid w:val="007F4DA9"/>
    <w:rsid w:val="007F4E57"/>
    <w:rsid w:val="007F52AD"/>
    <w:rsid w:val="007F53EF"/>
    <w:rsid w:val="007F54D9"/>
    <w:rsid w:val="007F54DA"/>
    <w:rsid w:val="007F571A"/>
    <w:rsid w:val="007F5742"/>
    <w:rsid w:val="007F583A"/>
    <w:rsid w:val="007F5866"/>
    <w:rsid w:val="007F5AED"/>
    <w:rsid w:val="007F5B51"/>
    <w:rsid w:val="007F5D0F"/>
    <w:rsid w:val="007F5E71"/>
    <w:rsid w:val="007F61D1"/>
    <w:rsid w:val="007F6A55"/>
    <w:rsid w:val="007F6B1A"/>
    <w:rsid w:val="007F6B25"/>
    <w:rsid w:val="007F6B79"/>
    <w:rsid w:val="007F6C88"/>
    <w:rsid w:val="007F6F6C"/>
    <w:rsid w:val="007F70F2"/>
    <w:rsid w:val="007F7833"/>
    <w:rsid w:val="007F794B"/>
    <w:rsid w:val="007F7C85"/>
    <w:rsid w:val="007F7E7E"/>
    <w:rsid w:val="007F7EEA"/>
    <w:rsid w:val="008002C6"/>
    <w:rsid w:val="008002FE"/>
    <w:rsid w:val="008003CC"/>
    <w:rsid w:val="00800605"/>
    <w:rsid w:val="008006B0"/>
    <w:rsid w:val="00800916"/>
    <w:rsid w:val="008009D4"/>
    <w:rsid w:val="00800CBE"/>
    <w:rsid w:val="00800F08"/>
    <w:rsid w:val="008018E6"/>
    <w:rsid w:val="008019F4"/>
    <w:rsid w:val="00801EBA"/>
    <w:rsid w:val="008020EE"/>
    <w:rsid w:val="008025B8"/>
    <w:rsid w:val="0080280E"/>
    <w:rsid w:val="008028FF"/>
    <w:rsid w:val="00802B05"/>
    <w:rsid w:val="00802BF4"/>
    <w:rsid w:val="00802F10"/>
    <w:rsid w:val="00803340"/>
    <w:rsid w:val="0080373C"/>
    <w:rsid w:val="008040DD"/>
    <w:rsid w:val="008043C0"/>
    <w:rsid w:val="00804532"/>
    <w:rsid w:val="00804546"/>
    <w:rsid w:val="0080462A"/>
    <w:rsid w:val="008046FF"/>
    <w:rsid w:val="00804965"/>
    <w:rsid w:val="00804BB1"/>
    <w:rsid w:val="00804D41"/>
    <w:rsid w:val="00804E7D"/>
    <w:rsid w:val="00804E95"/>
    <w:rsid w:val="008051A2"/>
    <w:rsid w:val="008052C1"/>
    <w:rsid w:val="008052E2"/>
    <w:rsid w:val="00805375"/>
    <w:rsid w:val="008053C3"/>
    <w:rsid w:val="008055F2"/>
    <w:rsid w:val="00805758"/>
    <w:rsid w:val="00805849"/>
    <w:rsid w:val="00805A72"/>
    <w:rsid w:val="00805A7D"/>
    <w:rsid w:val="00805AD3"/>
    <w:rsid w:val="00805AF5"/>
    <w:rsid w:val="00805D52"/>
    <w:rsid w:val="00805D57"/>
    <w:rsid w:val="00805F28"/>
    <w:rsid w:val="00805F3E"/>
    <w:rsid w:val="0080616C"/>
    <w:rsid w:val="00806663"/>
    <w:rsid w:val="0080672F"/>
    <w:rsid w:val="008067B5"/>
    <w:rsid w:val="00806C82"/>
    <w:rsid w:val="00806DE1"/>
    <w:rsid w:val="00806E52"/>
    <w:rsid w:val="00806EF6"/>
    <w:rsid w:val="00806F14"/>
    <w:rsid w:val="00807017"/>
    <w:rsid w:val="008070EB"/>
    <w:rsid w:val="0080721D"/>
    <w:rsid w:val="008073A1"/>
    <w:rsid w:val="00807649"/>
    <w:rsid w:val="0080789A"/>
    <w:rsid w:val="008078F7"/>
    <w:rsid w:val="00807D67"/>
    <w:rsid w:val="00807E35"/>
    <w:rsid w:val="0081002E"/>
    <w:rsid w:val="008102AE"/>
    <w:rsid w:val="00810C2A"/>
    <w:rsid w:val="00810C36"/>
    <w:rsid w:val="00810CBB"/>
    <w:rsid w:val="00810E09"/>
    <w:rsid w:val="0081103E"/>
    <w:rsid w:val="008111A6"/>
    <w:rsid w:val="00811525"/>
    <w:rsid w:val="00811652"/>
    <w:rsid w:val="00811655"/>
    <w:rsid w:val="0081181D"/>
    <w:rsid w:val="00811A6E"/>
    <w:rsid w:val="00811A6F"/>
    <w:rsid w:val="0081222B"/>
    <w:rsid w:val="00812833"/>
    <w:rsid w:val="00813146"/>
    <w:rsid w:val="008132CF"/>
    <w:rsid w:val="008133F9"/>
    <w:rsid w:val="00813410"/>
    <w:rsid w:val="00813630"/>
    <w:rsid w:val="00813713"/>
    <w:rsid w:val="008137C9"/>
    <w:rsid w:val="00813B8A"/>
    <w:rsid w:val="00813CC3"/>
    <w:rsid w:val="00813E01"/>
    <w:rsid w:val="0081401C"/>
    <w:rsid w:val="00814545"/>
    <w:rsid w:val="008146B7"/>
    <w:rsid w:val="008148B5"/>
    <w:rsid w:val="0081493A"/>
    <w:rsid w:val="00814952"/>
    <w:rsid w:val="00814E59"/>
    <w:rsid w:val="0081515C"/>
    <w:rsid w:val="0081536E"/>
    <w:rsid w:val="0081574D"/>
    <w:rsid w:val="0081599C"/>
    <w:rsid w:val="00815B59"/>
    <w:rsid w:val="00815FCD"/>
    <w:rsid w:val="008161DC"/>
    <w:rsid w:val="008163CF"/>
    <w:rsid w:val="008165C8"/>
    <w:rsid w:val="0081665D"/>
    <w:rsid w:val="008166B7"/>
    <w:rsid w:val="008167DC"/>
    <w:rsid w:val="008167F0"/>
    <w:rsid w:val="008167F3"/>
    <w:rsid w:val="00816AC4"/>
    <w:rsid w:val="00816B1F"/>
    <w:rsid w:val="00817221"/>
    <w:rsid w:val="0081774E"/>
    <w:rsid w:val="00817954"/>
    <w:rsid w:val="00817C8F"/>
    <w:rsid w:val="00817D69"/>
    <w:rsid w:val="00817DC2"/>
    <w:rsid w:val="00820034"/>
    <w:rsid w:val="008201AF"/>
    <w:rsid w:val="00820504"/>
    <w:rsid w:val="00820547"/>
    <w:rsid w:val="0082082E"/>
    <w:rsid w:val="00820BA5"/>
    <w:rsid w:val="00820CC4"/>
    <w:rsid w:val="00820FEB"/>
    <w:rsid w:val="0082112D"/>
    <w:rsid w:val="0082136E"/>
    <w:rsid w:val="008216B2"/>
    <w:rsid w:val="008219A9"/>
    <w:rsid w:val="008219D2"/>
    <w:rsid w:val="00821BDA"/>
    <w:rsid w:val="00821DEA"/>
    <w:rsid w:val="00822317"/>
    <w:rsid w:val="00822DA9"/>
    <w:rsid w:val="008235C7"/>
    <w:rsid w:val="008239DB"/>
    <w:rsid w:val="00823B27"/>
    <w:rsid w:val="00823C95"/>
    <w:rsid w:val="00823CFE"/>
    <w:rsid w:val="0082441F"/>
    <w:rsid w:val="00824C15"/>
    <w:rsid w:val="00824E22"/>
    <w:rsid w:val="0082507D"/>
    <w:rsid w:val="008255E7"/>
    <w:rsid w:val="0082568D"/>
    <w:rsid w:val="00825A4F"/>
    <w:rsid w:val="00825C00"/>
    <w:rsid w:val="00825F83"/>
    <w:rsid w:val="0082600C"/>
    <w:rsid w:val="008260A3"/>
    <w:rsid w:val="008261C0"/>
    <w:rsid w:val="00826237"/>
    <w:rsid w:val="00826404"/>
    <w:rsid w:val="00826673"/>
    <w:rsid w:val="00826A58"/>
    <w:rsid w:val="00826CBE"/>
    <w:rsid w:val="00826D06"/>
    <w:rsid w:val="00826D66"/>
    <w:rsid w:val="00826ED6"/>
    <w:rsid w:val="008274E1"/>
    <w:rsid w:val="0082753A"/>
    <w:rsid w:val="00827FFB"/>
    <w:rsid w:val="008303DB"/>
    <w:rsid w:val="008304D5"/>
    <w:rsid w:val="00830573"/>
    <w:rsid w:val="00830999"/>
    <w:rsid w:val="00830A29"/>
    <w:rsid w:val="00830B51"/>
    <w:rsid w:val="00830F9E"/>
    <w:rsid w:val="008311FB"/>
    <w:rsid w:val="0083132C"/>
    <w:rsid w:val="008316D8"/>
    <w:rsid w:val="00831742"/>
    <w:rsid w:val="00831961"/>
    <w:rsid w:val="00831972"/>
    <w:rsid w:val="00831A4B"/>
    <w:rsid w:val="00831EBE"/>
    <w:rsid w:val="00832328"/>
    <w:rsid w:val="0083253D"/>
    <w:rsid w:val="00832DA7"/>
    <w:rsid w:val="00833069"/>
    <w:rsid w:val="008330D4"/>
    <w:rsid w:val="00833210"/>
    <w:rsid w:val="00833345"/>
    <w:rsid w:val="00833508"/>
    <w:rsid w:val="00833534"/>
    <w:rsid w:val="008335F9"/>
    <w:rsid w:val="0083398E"/>
    <w:rsid w:val="008339B1"/>
    <w:rsid w:val="00833BFC"/>
    <w:rsid w:val="008340D5"/>
    <w:rsid w:val="00834161"/>
    <w:rsid w:val="008341F8"/>
    <w:rsid w:val="00834208"/>
    <w:rsid w:val="00834824"/>
    <w:rsid w:val="00834B35"/>
    <w:rsid w:val="00834E99"/>
    <w:rsid w:val="00834F72"/>
    <w:rsid w:val="00835050"/>
    <w:rsid w:val="008352DF"/>
    <w:rsid w:val="008353F1"/>
    <w:rsid w:val="008357BE"/>
    <w:rsid w:val="00835888"/>
    <w:rsid w:val="00835B71"/>
    <w:rsid w:val="00835C9B"/>
    <w:rsid w:val="00835D4F"/>
    <w:rsid w:val="00835F56"/>
    <w:rsid w:val="0083621F"/>
    <w:rsid w:val="008362DF"/>
    <w:rsid w:val="0083640F"/>
    <w:rsid w:val="00836CA4"/>
    <w:rsid w:val="00836CD1"/>
    <w:rsid w:val="00836E1E"/>
    <w:rsid w:val="0083716E"/>
    <w:rsid w:val="008373A6"/>
    <w:rsid w:val="008375A7"/>
    <w:rsid w:val="00837891"/>
    <w:rsid w:val="008379AE"/>
    <w:rsid w:val="00837AEB"/>
    <w:rsid w:val="00837CB5"/>
    <w:rsid w:val="00837EFB"/>
    <w:rsid w:val="00837F78"/>
    <w:rsid w:val="00840200"/>
    <w:rsid w:val="00840262"/>
    <w:rsid w:val="00840846"/>
    <w:rsid w:val="008409C8"/>
    <w:rsid w:val="008414FD"/>
    <w:rsid w:val="0084170C"/>
    <w:rsid w:val="008418C8"/>
    <w:rsid w:val="00841ED8"/>
    <w:rsid w:val="00841F0A"/>
    <w:rsid w:val="00841F6F"/>
    <w:rsid w:val="008420B2"/>
    <w:rsid w:val="0084213F"/>
    <w:rsid w:val="0084237E"/>
    <w:rsid w:val="008423BB"/>
    <w:rsid w:val="008428C0"/>
    <w:rsid w:val="00842932"/>
    <w:rsid w:val="00842CAB"/>
    <w:rsid w:val="00842F09"/>
    <w:rsid w:val="0084333F"/>
    <w:rsid w:val="00843445"/>
    <w:rsid w:val="0084387A"/>
    <w:rsid w:val="0084411A"/>
    <w:rsid w:val="008441CB"/>
    <w:rsid w:val="00844631"/>
    <w:rsid w:val="00844B35"/>
    <w:rsid w:val="00844E0A"/>
    <w:rsid w:val="00844E3C"/>
    <w:rsid w:val="00844E90"/>
    <w:rsid w:val="00845516"/>
    <w:rsid w:val="0084570C"/>
    <w:rsid w:val="008457DA"/>
    <w:rsid w:val="00845830"/>
    <w:rsid w:val="00845B70"/>
    <w:rsid w:val="00845D9D"/>
    <w:rsid w:val="00845DD0"/>
    <w:rsid w:val="00845F77"/>
    <w:rsid w:val="00845FA1"/>
    <w:rsid w:val="008460C8"/>
    <w:rsid w:val="0084634A"/>
    <w:rsid w:val="0084698B"/>
    <w:rsid w:val="00846B3E"/>
    <w:rsid w:val="00846E77"/>
    <w:rsid w:val="00847041"/>
    <w:rsid w:val="00847210"/>
    <w:rsid w:val="008474EB"/>
    <w:rsid w:val="00847778"/>
    <w:rsid w:val="00847F2A"/>
    <w:rsid w:val="00847FF8"/>
    <w:rsid w:val="0085007D"/>
    <w:rsid w:val="008501BC"/>
    <w:rsid w:val="00850270"/>
    <w:rsid w:val="00850A4A"/>
    <w:rsid w:val="00850AB6"/>
    <w:rsid w:val="00850BCB"/>
    <w:rsid w:val="00850DBE"/>
    <w:rsid w:val="00850E20"/>
    <w:rsid w:val="00850FAB"/>
    <w:rsid w:val="00850FF4"/>
    <w:rsid w:val="0085159D"/>
    <w:rsid w:val="00851F37"/>
    <w:rsid w:val="008521BC"/>
    <w:rsid w:val="008525D4"/>
    <w:rsid w:val="008526F1"/>
    <w:rsid w:val="008529ED"/>
    <w:rsid w:val="00852C76"/>
    <w:rsid w:val="00852C90"/>
    <w:rsid w:val="00852CF2"/>
    <w:rsid w:val="00852E4B"/>
    <w:rsid w:val="00852F4B"/>
    <w:rsid w:val="008530A1"/>
    <w:rsid w:val="008530A7"/>
    <w:rsid w:val="008530DA"/>
    <w:rsid w:val="0085357D"/>
    <w:rsid w:val="008535EF"/>
    <w:rsid w:val="00853C2E"/>
    <w:rsid w:val="008541EB"/>
    <w:rsid w:val="00854450"/>
    <w:rsid w:val="00854A23"/>
    <w:rsid w:val="00854FE3"/>
    <w:rsid w:val="008550A3"/>
    <w:rsid w:val="008551A5"/>
    <w:rsid w:val="0085527F"/>
    <w:rsid w:val="0085541B"/>
    <w:rsid w:val="0085551E"/>
    <w:rsid w:val="00855585"/>
    <w:rsid w:val="00855760"/>
    <w:rsid w:val="00855B1F"/>
    <w:rsid w:val="00855C73"/>
    <w:rsid w:val="00855D18"/>
    <w:rsid w:val="00855DC7"/>
    <w:rsid w:val="00855DE8"/>
    <w:rsid w:val="008561C9"/>
    <w:rsid w:val="008563AF"/>
    <w:rsid w:val="008564E6"/>
    <w:rsid w:val="0085659B"/>
    <w:rsid w:val="008569F3"/>
    <w:rsid w:val="00856E24"/>
    <w:rsid w:val="00856E3C"/>
    <w:rsid w:val="00856FCB"/>
    <w:rsid w:val="0085719E"/>
    <w:rsid w:val="008574F7"/>
    <w:rsid w:val="008576A5"/>
    <w:rsid w:val="008578F9"/>
    <w:rsid w:val="00857941"/>
    <w:rsid w:val="00857EBB"/>
    <w:rsid w:val="00860122"/>
    <w:rsid w:val="00860293"/>
    <w:rsid w:val="008602A2"/>
    <w:rsid w:val="00860357"/>
    <w:rsid w:val="008603CE"/>
    <w:rsid w:val="008608DD"/>
    <w:rsid w:val="00860A02"/>
    <w:rsid w:val="00860AD4"/>
    <w:rsid w:val="00860B4E"/>
    <w:rsid w:val="00860D0A"/>
    <w:rsid w:val="00860E3E"/>
    <w:rsid w:val="00860E6B"/>
    <w:rsid w:val="0086122A"/>
    <w:rsid w:val="00861302"/>
    <w:rsid w:val="00861A7E"/>
    <w:rsid w:val="00861AE3"/>
    <w:rsid w:val="00861D58"/>
    <w:rsid w:val="00861DC9"/>
    <w:rsid w:val="00861EEA"/>
    <w:rsid w:val="008620D2"/>
    <w:rsid w:val="00862175"/>
    <w:rsid w:val="008623F9"/>
    <w:rsid w:val="0086243E"/>
    <w:rsid w:val="0086249B"/>
    <w:rsid w:val="00862963"/>
    <w:rsid w:val="00862CC9"/>
    <w:rsid w:val="00862EBC"/>
    <w:rsid w:val="00863032"/>
    <w:rsid w:val="0086384C"/>
    <w:rsid w:val="00863878"/>
    <w:rsid w:val="008641CA"/>
    <w:rsid w:val="0086420B"/>
    <w:rsid w:val="008648DC"/>
    <w:rsid w:val="00864950"/>
    <w:rsid w:val="00864CC6"/>
    <w:rsid w:val="008651F0"/>
    <w:rsid w:val="00865213"/>
    <w:rsid w:val="0086521F"/>
    <w:rsid w:val="00865A32"/>
    <w:rsid w:val="00865A4D"/>
    <w:rsid w:val="00865ACB"/>
    <w:rsid w:val="00865BF4"/>
    <w:rsid w:val="008660AE"/>
    <w:rsid w:val="00866764"/>
    <w:rsid w:val="00866CC4"/>
    <w:rsid w:val="00866CDC"/>
    <w:rsid w:val="00866F33"/>
    <w:rsid w:val="0086700D"/>
    <w:rsid w:val="0086705C"/>
    <w:rsid w:val="008677BD"/>
    <w:rsid w:val="00867A06"/>
    <w:rsid w:val="00867ABC"/>
    <w:rsid w:val="00867C0C"/>
    <w:rsid w:val="0087006E"/>
    <w:rsid w:val="00870877"/>
    <w:rsid w:val="0087095B"/>
    <w:rsid w:val="008709C8"/>
    <w:rsid w:val="00870AA3"/>
    <w:rsid w:val="00870C35"/>
    <w:rsid w:val="00871179"/>
    <w:rsid w:val="00871462"/>
    <w:rsid w:val="0087188A"/>
    <w:rsid w:val="00871980"/>
    <w:rsid w:val="00871BAD"/>
    <w:rsid w:val="00871D22"/>
    <w:rsid w:val="00871D43"/>
    <w:rsid w:val="00871DAF"/>
    <w:rsid w:val="008721AA"/>
    <w:rsid w:val="008722D3"/>
    <w:rsid w:val="0087231F"/>
    <w:rsid w:val="00872325"/>
    <w:rsid w:val="008726C7"/>
    <w:rsid w:val="00872748"/>
    <w:rsid w:val="008727D2"/>
    <w:rsid w:val="00873391"/>
    <w:rsid w:val="00873437"/>
    <w:rsid w:val="00873535"/>
    <w:rsid w:val="0087360D"/>
    <w:rsid w:val="00873690"/>
    <w:rsid w:val="008739E2"/>
    <w:rsid w:val="00873A95"/>
    <w:rsid w:val="00873B75"/>
    <w:rsid w:val="00873D09"/>
    <w:rsid w:val="008741B4"/>
    <w:rsid w:val="00874AA1"/>
    <w:rsid w:val="00874FA2"/>
    <w:rsid w:val="0087508E"/>
    <w:rsid w:val="00875126"/>
    <w:rsid w:val="00875154"/>
    <w:rsid w:val="0087517C"/>
    <w:rsid w:val="00875412"/>
    <w:rsid w:val="0087583E"/>
    <w:rsid w:val="008761F0"/>
    <w:rsid w:val="00876241"/>
    <w:rsid w:val="008763DF"/>
    <w:rsid w:val="0087681E"/>
    <w:rsid w:val="00876A62"/>
    <w:rsid w:val="00876AED"/>
    <w:rsid w:val="00876B2C"/>
    <w:rsid w:val="00876C45"/>
    <w:rsid w:val="00876D71"/>
    <w:rsid w:val="008770BA"/>
    <w:rsid w:val="008770BE"/>
    <w:rsid w:val="0087713D"/>
    <w:rsid w:val="0087734C"/>
    <w:rsid w:val="008777B7"/>
    <w:rsid w:val="008777C9"/>
    <w:rsid w:val="008777CA"/>
    <w:rsid w:val="00877895"/>
    <w:rsid w:val="00877B8A"/>
    <w:rsid w:val="008800C8"/>
    <w:rsid w:val="0088040E"/>
    <w:rsid w:val="00880682"/>
    <w:rsid w:val="008807BA"/>
    <w:rsid w:val="00880856"/>
    <w:rsid w:val="00880CE6"/>
    <w:rsid w:val="00880D21"/>
    <w:rsid w:val="00880E98"/>
    <w:rsid w:val="00880F65"/>
    <w:rsid w:val="0088115A"/>
    <w:rsid w:val="00881410"/>
    <w:rsid w:val="00881632"/>
    <w:rsid w:val="00881718"/>
    <w:rsid w:val="0088211A"/>
    <w:rsid w:val="008821E9"/>
    <w:rsid w:val="00882246"/>
    <w:rsid w:val="0088267E"/>
    <w:rsid w:val="008826D7"/>
    <w:rsid w:val="00882BE8"/>
    <w:rsid w:val="008830AC"/>
    <w:rsid w:val="0088310D"/>
    <w:rsid w:val="0088314D"/>
    <w:rsid w:val="008837C3"/>
    <w:rsid w:val="00883AC3"/>
    <w:rsid w:val="00883C44"/>
    <w:rsid w:val="00883EFD"/>
    <w:rsid w:val="00884249"/>
    <w:rsid w:val="0088434B"/>
    <w:rsid w:val="0088439B"/>
    <w:rsid w:val="008843CE"/>
    <w:rsid w:val="00884576"/>
    <w:rsid w:val="008848CD"/>
    <w:rsid w:val="00884AC3"/>
    <w:rsid w:val="00884EDE"/>
    <w:rsid w:val="00884F0F"/>
    <w:rsid w:val="008851D8"/>
    <w:rsid w:val="00885252"/>
    <w:rsid w:val="00885257"/>
    <w:rsid w:val="008857B7"/>
    <w:rsid w:val="008859F5"/>
    <w:rsid w:val="00885A1C"/>
    <w:rsid w:val="00885AB6"/>
    <w:rsid w:val="00885BD6"/>
    <w:rsid w:val="00885C53"/>
    <w:rsid w:val="0088636B"/>
    <w:rsid w:val="008863C8"/>
    <w:rsid w:val="00886A54"/>
    <w:rsid w:val="00886B2F"/>
    <w:rsid w:val="00886FB3"/>
    <w:rsid w:val="00887314"/>
    <w:rsid w:val="00887534"/>
    <w:rsid w:val="008875E4"/>
    <w:rsid w:val="0088768F"/>
    <w:rsid w:val="00887BD3"/>
    <w:rsid w:val="00887BE4"/>
    <w:rsid w:val="00887F24"/>
    <w:rsid w:val="00887F63"/>
    <w:rsid w:val="0089007D"/>
    <w:rsid w:val="0089017E"/>
    <w:rsid w:val="008902D5"/>
    <w:rsid w:val="00890346"/>
    <w:rsid w:val="0089037D"/>
    <w:rsid w:val="00890590"/>
    <w:rsid w:val="00890936"/>
    <w:rsid w:val="00890A96"/>
    <w:rsid w:val="00890BAB"/>
    <w:rsid w:val="00890BAC"/>
    <w:rsid w:val="00890C5A"/>
    <w:rsid w:val="00890D55"/>
    <w:rsid w:val="00890FD8"/>
    <w:rsid w:val="0089109E"/>
    <w:rsid w:val="00891852"/>
    <w:rsid w:val="00891A7C"/>
    <w:rsid w:val="0089203F"/>
    <w:rsid w:val="00892211"/>
    <w:rsid w:val="0089236D"/>
    <w:rsid w:val="008925B0"/>
    <w:rsid w:val="0089281C"/>
    <w:rsid w:val="00892AD8"/>
    <w:rsid w:val="00892BF0"/>
    <w:rsid w:val="00892F5A"/>
    <w:rsid w:val="00892FFA"/>
    <w:rsid w:val="0089324F"/>
    <w:rsid w:val="00893279"/>
    <w:rsid w:val="0089327C"/>
    <w:rsid w:val="008932A3"/>
    <w:rsid w:val="00893567"/>
    <w:rsid w:val="008937C7"/>
    <w:rsid w:val="00893A6E"/>
    <w:rsid w:val="008942E2"/>
    <w:rsid w:val="0089474E"/>
    <w:rsid w:val="00894770"/>
    <w:rsid w:val="008947D4"/>
    <w:rsid w:val="008948FA"/>
    <w:rsid w:val="00894D6B"/>
    <w:rsid w:val="00895117"/>
    <w:rsid w:val="00895360"/>
    <w:rsid w:val="008953DE"/>
    <w:rsid w:val="00895669"/>
    <w:rsid w:val="008956A3"/>
    <w:rsid w:val="00895789"/>
    <w:rsid w:val="00895941"/>
    <w:rsid w:val="00895B63"/>
    <w:rsid w:val="00895D33"/>
    <w:rsid w:val="0089604F"/>
    <w:rsid w:val="00896091"/>
    <w:rsid w:val="008963C1"/>
    <w:rsid w:val="00896514"/>
    <w:rsid w:val="008967A1"/>
    <w:rsid w:val="008968B7"/>
    <w:rsid w:val="008969AC"/>
    <w:rsid w:val="008969FC"/>
    <w:rsid w:val="00896A0F"/>
    <w:rsid w:val="00896B30"/>
    <w:rsid w:val="00896B36"/>
    <w:rsid w:val="00896C07"/>
    <w:rsid w:val="00896D16"/>
    <w:rsid w:val="00896E03"/>
    <w:rsid w:val="00896E33"/>
    <w:rsid w:val="008972C6"/>
    <w:rsid w:val="0089746E"/>
    <w:rsid w:val="00897482"/>
    <w:rsid w:val="00897677"/>
    <w:rsid w:val="008976CD"/>
    <w:rsid w:val="00897763"/>
    <w:rsid w:val="00897B4E"/>
    <w:rsid w:val="00897BD9"/>
    <w:rsid w:val="00897E94"/>
    <w:rsid w:val="008A0378"/>
    <w:rsid w:val="008A0A3F"/>
    <w:rsid w:val="008A0CAC"/>
    <w:rsid w:val="008A0D82"/>
    <w:rsid w:val="008A0D98"/>
    <w:rsid w:val="008A0E64"/>
    <w:rsid w:val="008A1099"/>
    <w:rsid w:val="008A1391"/>
    <w:rsid w:val="008A1467"/>
    <w:rsid w:val="008A1992"/>
    <w:rsid w:val="008A19AF"/>
    <w:rsid w:val="008A1E4D"/>
    <w:rsid w:val="008A1F92"/>
    <w:rsid w:val="008A23B3"/>
    <w:rsid w:val="008A3064"/>
    <w:rsid w:val="008A3566"/>
    <w:rsid w:val="008A3830"/>
    <w:rsid w:val="008A3E55"/>
    <w:rsid w:val="008A4363"/>
    <w:rsid w:val="008A47F6"/>
    <w:rsid w:val="008A4A3A"/>
    <w:rsid w:val="008A4B8A"/>
    <w:rsid w:val="008A4BCA"/>
    <w:rsid w:val="008A4BFA"/>
    <w:rsid w:val="008A4DDA"/>
    <w:rsid w:val="008A4DE2"/>
    <w:rsid w:val="008A527F"/>
    <w:rsid w:val="008A5943"/>
    <w:rsid w:val="008A5E31"/>
    <w:rsid w:val="008A5E59"/>
    <w:rsid w:val="008A64CE"/>
    <w:rsid w:val="008A6622"/>
    <w:rsid w:val="008A6692"/>
    <w:rsid w:val="008A6845"/>
    <w:rsid w:val="008A6984"/>
    <w:rsid w:val="008A6BFD"/>
    <w:rsid w:val="008A6C7A"/>
    <w:rsid w:val="008A6DC2"/>
    <w:rsid w:val="008A70BC"/>
    <w:rsid w:val="008A7275"/>
    <w:rsid w:val="008A73ED"/>
    <w:rsid w:val="008A7442"/>
    <w:rsid w:val="008A7577"/>
    <w:rsid w:val="008A76DD"/>
    <w:rsid w:val="008A7A93"/>
    <w:rsid w:val="008A7B73"/>
    <w:rsid w:val="008A7D57"/>
    <w:rsid w:val="008A7DCC"/>
    <w:rsid w:val="008A7FD5"/>
    <w:rsid w:val="008A7FDF"/>
    <w:rsid w:val="008B0429"/>
    <w:rsid w:val="008B0848"/>
    <w:rsid w:val="008B0B0A"/>
    <w:rsid w:val="008B0E54"/>
    <w:rsid w:val="008B0FC8"/>
    <w:rsid w:val="008B10AD"/>
    <w:rsid w:val="008B11B4"/>
    <w:rsid w:val="008B1200"/>
    <w:rsid w:val="008B1A39"/>
    <w:rsid w:val="008B1AB2"/>
    <w:rsid w:val="008B2008"/>
    <w:rsid w:val="008B22C6"/>
    <w:rsid w:val="008B22DA"/>
    <w:rsid w:val="008B28AC"/>
    <w:rsid w:val="008B2D20"/>
    <w:rsid w:val="008B2E81"/>
    <w:rsid w:val="008B2F0F"/>
    <w:rsid w:val="008B2F8F"/>
    <w:rsid w:val="008B301C"/>
    <w:rsid w:val="008B325D"/>
    <w:rsid w:val="008B3594"/>
    <w:rsid w:val="008B3994"/>
    <w:rsid w:val="008B3A29"/>
    <w:rsid w:val="008B3DEA"/>
    <w:rsid w:val="008B403D"/>
    <w:rsid w:val="008B40A5"/>
    <w:rsid w:val="008B430F"/>
    <w:rsid w:val="008B4429"/>
    <w:rsid w:val="008B44C5"/>
    <w:rsid w:val="008B4507"/>
    <w:rsid w:val="008B451D"/>
    <w:rsid w:val="008B4598"/>
    <w:rsid w:val="008B48D0"/>
    <w:rsid w:val="008B4937"/>
    <w:rsid w:val="008B4B10"/>
    <w:rsid w:val="008B4BF4"/>
    <w:rsid w:val="008B4CF9"/>
    <w:rsid w:val="008B5413"/>
    <w:rsid w:val="008B55C2"/>
    <w:rsid w:val="008B56D7"/>
    <w:rsid w:val="008B5A7D"/>
    <w:rsid w:val="008B5B52"/>
    <w:rsid w:val="008B5D29"/>
    <w:rsid w:val="008B5DE4"/>
    <w:rsid w:val="008B5EF6"/>
    <w:rsid w:val="008B601A"/>
    <w:rsid w:val="008B63A4"/>
    <w:rsid w:val="008B63EC"/>
    <w:rsid w:val="008B650D"/>
    <w:rsid w:val="008B65E2"/>
    <w:rsid w:val="008B74CB"/>
    <w:rsid w:val="008B7627"/>
    <w:rsid w:val="008B7B10"/>
    <w:rsid w:val="008B7E89"/>
    <w:rsid w:val="008C006D"/>
    <w:rsid w:val="008C0153"/>
    <w:rsid w:val="008C025E"/>
    <w:rsid w:val="008C0311"/>
    <w:rsid w:val="008C0551"/>
    <w:rsid w:val="008C0572"/>
    <w:rsid w:val="008C07BE"/>
    <w:rsid w:val="008C0AF4"/>
    <w:rsid w:val="008C0C58"/>
    <w:rsid w:val="008C1067"/>
    <w:rsid w:val="008C11B5"/>
    <w:rsid w:val="008C17F5"/>
    <w:rsid w:val="008C1930"/>
    <w:rsid w:val="008C1934"/>
    <w:rsid w:val="008C19F4"/>
    <w:rsid w:val="008C1A1D"/>
    <w:rsid w:val="008C1A35"/>
    <w:rsid w:val="008C1A92"/>
    <w:rsid w:val="008C1D76"/>
    <w:rsid w:val="008C1DE8"/>
    <w:rsid w:val="008C1E6F"/>
    <w:rsid w:val="008C2264"/>
    <w:rsid w:val="008C2502"/>
    <w:rsid w:val="008C2548"/>
    <w:rsid w:val="008C25C5"/>
    <w:rsid w:val="008C2892"/>
    <w:rsid w:val="008C28B9"/>
    <w:rsid w:val="008C2AF0"/>
    <w:rsid w:val="008C2BED"/>
    <w:rsid w:val="008C3139"/>
    <w:rsid w:val="008C314B"/>
    <w:rsid w:val="008C32E1"/>
    <w:rsid w:val="008C33E0"/>
    <w:rsid w:val="008C34C0"/>
    <w:rsid w:val="008C3674"/>
    <w:rsid w:val="008C3C61"/>
    <w:rsid w:val="008C3D6B"/>
    <w:rsid w:val="008C41DA"/>
    <w:rsid w:val="008C4240"/>
    <w:rsid w:val="008C4391"/>
    <w:rsid w:val="008C4E47"/>
    <w:rsid w:val="008C4FE1"/>
    <w:rsid w:val="008C5099"/>
    <w:rsid w:val="008C50C8"/>
    <w:rsid w:val="008C539A"/>
    <w:rsid w:val="008C5585"/>
    <w:rsid w:val="008C58A2"/>
    <w:rsid w:val="008C5A8D"/>
    <w:rsid w:val="008C5A98"/>
    <w:rsid w:val="008C5CCE"/>
    <w:rsid w:val="008C5CEC"/>
    <w:rsid w:val="008C5FF4"/>
    <w:rsid w:val="008C6105"/>
    <w:rsid w:val="008C65C0"/>
    <w:rsid w:val="008C6868"/>
    <w:rsid w:val="008C694D"/>
    <w:rsid w:val="008C6B16"/>
    <w:rsid w:val="008C7306"/>
    <w:rsid w:val="008C7C91"/>
    <w:rsid w:val="008C7C97"/>
    <w:rsid w:val="008C7DAD"/>
    <w:rsid w:val="008C7F69"/>
    <w:rsid w:val="008C7F7B"/>
    <w:rsid w:val="008D01E8"/>
    <w:rsid w:val="008D06FC"/>
    <w:rsid w:val="008D07B2"/>
    <w:rsid w:val="008D07E2"/>
    <w:rsid w:val="008D0A34"/>
    <w:rsid w:val="008D0AAE"/>
    <w:rsid w:val="008D0B3E"/>
    <w:rsid w:val="008D0F60"/>
    <w:rsid w:val="008D1401"/>
    <w:rsid w:val="008D1433"/>
    <w:rsid w:val="008D1452"/>
    <w:rsid w:val="008D14AF"/>
    <w:rsid w:val="008D14DF"/>
    <w:rsid w:val="008D18F9"/>
    <w:rsid w:val="008D1B13"/>
    <w:rsid w:val="008D1D61"/>
    <w:rsid w:val="008D1FD1"/>
    <w:rsid w:val="008D23AB"/>
    <w:rsid w:val="008D24EA"/>
    <w:rsid w:val="008D27A8"/>
    <w:rsid w:val="008D289C"/>
    <w:rsid w:val="008D29FC"/>
    <w:rsid w:val="008D2A4E"/>
    <w:rsid w:val="008D2A6E"/>
    <w:rsid w:val="008D2C38"/>
    <w:rsid w:val="008D318D"/>
    <w:rsid w:val="008D3285"/>
    <w:rsid w:val="008D3456"/>
    <w:rsid w:val="008D3480"/>
    <w:rsid w:val="008D368E"/>
    <w:rsid w:val="008D3943"/>
    <w:rsid w:val="008D3B91"/>
    <w:rsid w:val="008D3B9A"/>
    <w:rsid w:val="008D3FE8"/>
    <w:rsid w:val="008D40BC"/>
    <w:rsid w:val="008D40EC"/>
    <w:rsid w:val="008D42B2"/>
    <w:rsid w:val="008D42FA"/>
    <w:rsid w:val="008D4C0C"/>
    <w:rsid w:val="008D529A"/>
    <w:rsid w:val="008D54A2"/>
    <w:rsid w:val="008D5940"/>
    <w:rsid w:val="008D5CC5"/>
    <w:rsid w:val="008D5D3E"/>
    <w:rsid w:val="008D5DC8"/>
    <w:rsid w:val="008D5DEA"/>
    <w:rsid w:val="008D5EEC"/>
    <w:rsid w:val="008D5EFE"/>
    <w:rsid w:val="008D5FB8"/>
    <w:rsid w:val="008D6328"/>
    <w:rsid w:val="008D6415"/>
    <w:rsid w:val="008D64FC"/>
    <w:rsid w:val="008D65EA"/>
    <w:rsid w:val="008D6708"/>
    <w:rsid w:val="008D681E"/>
    <w:rsid w:val="008D68E6"/>
    <w:rsid w:val="008D6C4F"/>
    <w:rsid w:val="008D6FBB"/>
    <w:rsid w:val="008D70EF"/>
    <w:rsid w:val="008D718E"/>
    <w:rsid w:val="008D72FF"/>
    <w:rsid w:val="008D737C"/>
    <w:rsid w:val="008D7418"/>
    <w:rsid w:val="008D7839"/>
    <w:rsid w:val="008D7A23"/>
    <w:rsid w:val="008E0291"/>
    <w:rsid w:val="008E036A"/>
    <w:rsid w:val="008E0843"/>
    <w:rsid w:val="008E09EE"/>
    <w:rsid w:val="008E0E4B"/>
    <w:rsid w:val="008E0EC5"/>
    <w:rsid w:val="008E0F0F"/>
    <w:rsid w:val="008E0F1F"/>
    <w:rsid w:val="008E1277"/>
    <w:rsid w:val="008E1CCC"/>
    <w:rsid w:val="008E205A"/>
    <w:rsid w:val="008E222B"/>
    <w:rsid w:val="008E2265"/>
    <w:rsid w:val="008E23EF"/>
    <w:rsid w:val="008E258E"/>
    <w:rsid w:val="008E26DA"/>
    <w:rsid w:val="008E297F"/>
    <w:rsid w:val="008E29D1"/>
    <w:rsid w:val="008E2C76"/>
    <w:rsid w:val="008E2D37"/>
    <w:rsid w:val="008E2E13"/>
    <w:rsid w:val="008E3090"/>
    <w:rsid w:val="008E32D6"/>
    <w:rsid w:val="008E3443"/>
    <w:rsid w:val="008E347B"/>
    <w:rsid w:val="008E34FA"/>
    <w:rsid w:val="008E35E2"/>
    <w:rsid w:val="008E37B2"/>
    <w:rsid w:val="008E3D06"/>
    <w:rsid w:val="008E3D3E"/>
    <w:rsid w:val="008E409E"/>
    <w:rsid w:val="008E4153"/>
    <w:rsid w:val="008E4376"/>
    <w:rsid w:val="008E4B8A"/>
    <w:rsid w:val="008E4E88"/>
    <w:rsid w:val="008E4E8A"/>
    <w:rsid w:val="008E511D"/>
    <w:rsid w:val="008E514F"/>
    <w:rsid w:val="008E5740"/>
    <w:rsid w:val="008E580A"/>
    <w:rsid w:val="008E58B2"/>
    <w:rsid w:val="008E5A69"/>
    <w:rsid w:val="008E5BF9"/>
    <w:rsid w:val="008E5CC5"/>
    <w:rsid w:val="008E5D3E"/>
    <w:rsid w:val="008E5E2F"/>
    <w:rsid w:val="008E5F91"/>
    <w:rsid w:val="008E5FAA"/>
    <w:rsid w:val="008E5FE9"/>
    <w:rsid w:val="008E6283"/>
    <w:rsid w:val="008E6641"/>
    <w:rsid w:val="008E68CA"/>
    <w:rsid w:val="008E69FE"/>
    <w:rsid w:val="008E7081"/>
    <w:rsid w:val="008E7206"/>
    <w:rsid w:val="008E737F"/>
    <w:rsid w:val="008E7458"/>
    <w:rsid w:val="008E74DC"/>
    <w:rsid w:val="008E76EA"/>
    <w:rsid w:val="008E79E6"/>
    <w:rsid w:val="008F02C6"/>
    <w:rsid w:val="008F030F"/>
    <w:rsid w:val="008F0E00"/>
    <w:rsid w:val="008F10EE"/>
    <w:rsid w:val="008F174E"/>
    <w:rsid w:val="008F1BC8"/>
    <w:rsid w:val="008F1C27"/>
    <w:rsid w:val="008F1DEF"/>
    <w:rsid w:val="008F1F55"/>
    <w:rsid w:val="008F20E2"/>
    <w:rsid w:val="008F20EA"/>
    <w:rsid w:val="008F2189"/>
    <w:rsid w:val="008F22FC"/>
    <w:rsid w:val="008F2689"/>
    <w:rsid w:val="008F29A7"/>
    <w:rsid w:val="008F29AB"/>
    <w:rsid w:val="008F2AD7"/>
    <w:rsid w:val="008F2B93"/>
    <w:rsid w:val="008F2BDE"/>
    <w:rsid w:val="008F335E"/>
    <w:rsid w:val="008F3404"/>
    <w:rsid w:val="008F34F5"/>
    <w:rsid w:val="008F35D1"/>
    <w:rsid w:val="008F366E"/>
    <w:rsid w:val="008F394D"/>
    <w:rsid w:val="008F3AC6"/>
    <w:rsid w:val="008F3C35"/>
    <w:rsid w:val="008F3CE0"/>
    <w:rsid w:val="008F3D60"/>
    <w:rsid w:val="008F409A"/>
    <w:rsid w:val="008F40E2"/>
    <w:rsid w:val="008F421A"/>
    <w:rsid w:val="008F47D6"/>
    <w:rsid w:val="008F493E"/>
    <w:rsid w:val="008F4E00"/>
    <w:rsid w:val="008F5124"/>
    <w:rsid w:val="008F54A6"/>
    <w:rsid w:val="008F562F"/>
    <w:rsid w:val="008F56BA"/>
    <w:rsid w:val="008F5746"/>
    <w:rsid w:val="008F58DC"/>
    <w:rsid w:val="008F59E7"/>
    <w:rsid w:val="008F5D4B"/>
    <w:rsid w:val="008F610C"/>
    <w:rsid w:val="008F62B7"/>
    <w:rsid w:val="008F6C96"/>
    <w:rsid w:val="008F6DC0"/>
    <w:rsid w:val="008F7229"/>
    <w:rsid w:val="008F726F"/>
    <w:rsid w:val="008F746A"/>
    <w:rsid w:val="008F771C"/>
    <w:rsid w:val="008F779F"/>
    <w:rsid w:val="008F7AA0"/>
    <w:rsid w:val="008F7D42"/>
    <w:rsid w:val="008F7D76"/>
    <w:rsid w:val="0090019B"/>
    <w:rsid w:val="00900335"/>
    <w:rsid w:val="00900763"/>
    <w:rsid w:val="009007B5"/>
    <w:rsid w:val="00900831"/>
    <w:rsid w:val="00900953"/>
    <w:rsid w:val="00900A79"/>
    <w:rsid w:val="00900AB7"/>
    <w:rsid w:val="009016B0"/>
    <w:rsid w:val="00901942"/>
    <w:rsid w:val="00901952"/>
    <w:rsid w:val="00901D35"/>
    <w:rsid w:val="00901F55"/>
    <w:rsid w:val="00902596"/>
    <w:rsid w:val="00902606"/>
    <w:rsid w:val="00902D34"/>
    <w:rsid w:val="00902E1E"/>
    <w:rsid w:val="00902E2C"/>
    <w:rsid w:val="009031E8"/>
    <w:rsid w:val="00903216"/>
    <w:rsid w:val="009032F7"/>
    <w:rsid w:val="00903739"/>
    <w:rsid w:val="009039D9"/>
    <w:rsid w:val="00903A0F"/>
    <w:rsid w:val="00903CFA"/>
    <w:rsid w:val="0090415B"/>
    <w:rsid w:val="0090421F"/>
    <w:rsid w:val="009045D3"/>
    <w:rsid w:val="00904772"/>
    <w:rsid w:val="009047B1"/>
    <w:rsid w:val="0090494A"/>
    <w:rsid w:val="00904C1E"/>
    <w:rsid w:val="00904D7E"/>
    <w:rsid w:val="00904DE6"/>
    <w:rsid w:val="00904E5D"/>
    <w:rsid w:val="009052ED"/>
    <w:rsid w:val="00905401"/>
    <w:rsid w:val="00905548"/>
    <w:rsid w:val="00905B74"/>
    <w:rsid w:val="00905BD2"/>
    <w:rsid w:val="00905D36"/>
    <w:rsid w:val="00905E18"/>
    <w:rsid w:val="00905E5C"/>
    <w:rsid w:val="009061C7"/>
    <w:rsid w:val="009062AE"/>
    <w:rsid w:val="009063FF"/>
    <w:rsid w:val="00906676"/>
    <w:rsid w:val="00906949"/>
    <w:rsid w:val="00906A59"/>
    <w:rsid w:val="00906D8A"/>
    <w:rsid w:val="0090715F"/>
    <w:rsid w:val="0090743D"/>
    <w:rsid w:val="009074B8"/>
    <w:rsid w:val="00907570"/>
    <w:rsid w:val="009075F6"/>
    <w:rsid w:val="00907C81"/>
    <w:rsid w:val="009100EA"/>
    <w:rsid w:val="00910643"/>
    <w:rsid w:val="0091064F"/>
    <w:rsid w:val="0091067E"/>
    <w:rsid w:val="009106A1"/>
    <w:rsid w:val="009106DE"/>
    <w:rsid w:val="009108EA"/>
    <w:rsid w:val="00910E6D"/>
    <w:rsid w:val="009112CD"/>
    <w:rsid w:val="00911334"/>
    <w:rsid w:val="0091172D"/>
    <w:rsid w:val="00911FFA"/>
    <w:rsid w:val="0091221C"/>
    <w:rsid w:val="0091269A"/>
    <w:rsid w:val="0091282A"/>
    <w:rsid w:val="0091283B"/>
    <w:rsid w:val="00912C73"/>
    <w:rsid w:val="00912C9F"/>
    <w:rsid w:val="00913041"/>
    <w:rsid w:val="00913097"/>
    <w:rsid w:val="009131C7"/>
    <w:rsid w:val="009133EF"/>
    <w:rsid w:val="009135AD"/>
    <w:rsid w:val="009135F9"/>
    <w:rsid w:val="0091390B"/>
    <w:rsid w:val="00913981"/>
    <w:rsid w:val="009139A5"/>
    <w:rsid w:val="00913C08"/>
    <w:rsid w:val="00913DBF"/>
    <w:rsid w:val="00913DE1"/>
    <w:rsid w:val="009143AA"/>
    <w:rsid w:val="00914546"/>
    <w:rsid w:val="0091505A"/>
    <w:rsid w:val="009150B4"/>
    <w:rsid w:val="00915317"/>
    <w:rsid w:val="009157CA"/>
    <w:rsid w:val="00915A5B"/>
    <w:rsid w:val="00915AAF"/>
    <w:rsid w:val="00915E71"/>
    <w:rsid w:val="00916AF3"/>
    <w:rsid w:val="00917122"/>
    <w:rsid w:val="009172D9"/>
    <w:rsid w:val="009173CF"/>
    <w:rsid w:val="00917AB1"/>
    <w:rsid w:val="00917C7D"/>
    <w:rsid w:val="00917E7E"/>
    <w:rsid w:val="00920234"/>
    <w:rsid w:val="0092026E"/>
    <w:rsid w:val="00920659"/>
    <w:rsid w:val="00920830"/>
    <w:rsid w:val="009208C9"/>
    <w:rsid w:val="0092096A"/>
    <w:rsid w:val="00920BC9"/>
    <w:rsid w:val="00920ECE"/>
    <w:rsid w:val="00920EE6"/>
    <w:rsid w:val="009210ED"/>
    <w:rsid w:val="0092129F"/>
    <w:rsid w:val="009212C8"/>
    <w:rsid w:val="009213AB"/>
    <w:rsid w:val="009214AF"/>
    <w:rsid w:val="0092162F"/>
    <w:rsid w:val="00921AAF"/>
    <w:rsid w:val="00921B99"/>
    <w:rsid w:val="0092215A"/>
    <w:rsid w:val="0092256D"/>
    <w:rsid w:val="0092257F"/>
    <w:rsid w:val="00922AF6"/>
    <w:rsid w:val="00922D61"/>
    <w:rsid w:val="00923374"/>
    <w:rsid w:val="00923435"/>
    <w:rsid w:val="00923545"/>
    <w:rsid w:val="00923578"/>
    <w:rsid w:val="0092363D"/>
    <w:rsid w:val="00923845"/>
    <w:rsid w:val="00923965"/>
    <w:rsid w:val="00923AA6"/>
    <w:rsid w:val="00923AB3"/>
    <w:rsid w:val="00923CA9"/>
    <w:rsid w:val="00923F40"/>
    <w:rsid w:val="00923F6E"/>
    <w:rsid w:val="00924181"/>
    <w:rsid w:val="00924231"/>
    <w:rsid w:val="0092449C"/>
    <w:rsid w:val="009244E4"/>
    <w:rsid w:val="009247A3"/>
    <w:rsid w:val="00924A30"/>
    <w:rsid w:val="00924EF7"/>
    <w:rsid w:val="00924F9E"/>
    <w:rsid w:val="0092503C"/>
    <w:rsid w:val="0092508E"/>
    <w:rsid w:val="009250B9"/>
    <w:rsid w:val="009254A2"/>
    <w:rsid w:val="00925B71"/>
    <w:rsid w:val="00925C5C"/>
    <w:rsid w:val="009260B3"/>
    <w:rsid w:val="00926432"/>
    <w:rsid w:val="00926487"/>
    <w:rsid w:val="00926662"/>
    <w:rsid w:val="00926754"/>
    <w:rsid w:val="009268D8"/>
    <w:rsid w:val="00926910"/>
    <w:rsid w:val="00926D60"/>
    <w:rsid w:val="0092709A"/>
    <w:rsid w:val="00927297"/>
    <w:rsid w:val="009274CD"/>
    <w:rsid w:val="00927D0D"/>
    <w:rsid w:val="00927F4D"/>
    <w:rsid w:val="00927F6A"/>
    <w:rsid w:val="009300D5"/>
    <w:rsid w:val="00930640"/>
    <w:rsid w:val="00930B46"/>
    <w:rsid w:val="00930C1C"/>
    <w:rsid w:val="00930DA5"/>
    <w:rsid w:val="00930E9F"/>
    <w:rsid w:val="0093175E"/>
    <w:rsid w:val="00931A66"/>
    <w:rsid w:val="00931B67"/>
    <w:rsid w:val="00931CEC"/>
    <w:rsid w:val="00931E57"/>
    <w:rsid w:val="0093203D"/>
    <w:rsid w:val="00932065"/>
    <w:rsid w:val="00932552"/>
    <w:rsid w:val="00932586"/>
    <w:rsid w:val="0093258B"/>
    <w:rsid w:val="009325D7"/>
    <w:rsid w:val="00932B5E"/>
    <w:rsid w:val="00932D7C"/>
    <w:rsid w:val="00933330"/>
    <w:rsid w:val="009335EE"/>
    <w:rsid w:val="009337B2"/>
    <w:rsid w:val="00933ABA"/>
    <w:rsid w:val="00933D6B"/>
    <w:rsid w:val="00933E0E"/>
    <w:rsid w:val="00934037"/>
    <w:rsid w:val="009341B6"/>
    <w:rsid w:val="00934432"/>
    <w:rsid w:val="009345A8"/>
    <w:rsid w:val="009345D7"/>
    <w:rsid w:val="00934615"/>
    <w:rsid w:val="00934676"/>
    <w:rsid w:val="00934686"/>
    <w:rsid w:val="0093469E"/>
    <w:rsid w:val="009347D2"/>
    <w:rsid w:val="00934836"/>
    <w:rsid w:val="00934F58"/>
    <w:rsid w:val="00935026"/>
    <w:rsid w:val="00935209"/>
    <w:rsid w:val="0093541E"/>
    <w:rsid w:val="00935874"/>
    <w:rsid w:val="00935BA3"/>
    <w:rsid w:val="00935E14"/>
    <w:rsid w:val="00936030"/>
    <w:rsid w:val="009360C5"/>
    <w:rsid w:val="00936758"/>
    <w:rsid w:val="00936B1B"/>
    <w:rsid w:val="00936B33"/>
    <w:rsid w:val="00936FCB"/>
    <w:rsid w:val="00937335"/>
    <w:rsid w:val="0093734D"/>
    <w:rsid w:val="0093759A"/>
    <w:rsid w:val="00937B5D"/>
    <w:rsid w:val="00937C76"/>
    <w:rsid w:val="00937E0C"/>
    <w:rsid w:val="00937E17"/>
    <w:rsid w:val="009402D5"/>
    <w:rsid w:val="0094044C"/>
    <w:rsid w:val="0094098C"/>
    <w:rsid w:val="00940B33"/>
    <w:rsid w:val="00940D18"/>
    <w:rsid w:val="00940EB6"/>
    <w:rsid w:val="00941032"/>
    <w:rsid w:val="009413A0"/>
    <w:rsid w:val="00941405"/>
    <w:rsid w:val="0094141A"/>
    <w:rsid w:val="00941473"/>
    <w:rsid w:val="00941896"/>
    <w:rsid w:val="009418DA"/>
    <w:rsid w:val="009419B9"/>
    <w:rsid w:val="00941AC4"/>
    <w:rsid w:val="00941D01"/>
    <w:rsid w:val="0094210C"/>
    <w:rsid w:val="009422A5"/>
    <w:rsid w:val="00942875"/>
    <w:rsid w:val="00942877"/>
    <w:rsid w:val="00942B4D"/>
    <w:rsid w:val="00942BA5"/>
    <w:rsid w:val="00942EF3"/>
    <w:rsid w:val="0094306F"/>
    <w:rsid w:val="00943190"/>
    <w:rsid w:val="009433B1"/>
    <w:rsid w:val="00943725"/>
    <w:rsid w:val="009438B9"/>
    <w:rsid w:val="00943B6A"/>
    <w:rsid w:val="00943D3F"/>
    <w:rsid w:val="0094427A"/>
    <w:rsid w:val="00944382"/>
    <w:rsid w:val="009443C1"/>
    <w:rsid w:val="009444CE"/>
    <w:rsid w:val="009445BB"/>
    <w:rsid w:val="00944798"/>
    <w:rsid w:val="00944DE7"/>
    <w:rsid w:val="00944E32"/>
    <w:rsid w:val="00944F25"/>
    <w:rsid w:val="009451B1"/>
    <w:rsid w:val="009451D8"/>
    <w:rsid w:val="009452C4"/>
    <w:rsid w:val="00945B19"/>
    <w:rsid w:val="00945D83"/>
    <w:rsid w:val="00945E3A"/>
    <w:rsid w:val="0094645D"/>
    <w:rsid w:val="00946545"/>
    <w:rsid w:val="009469A1"/>
    <w:rsid w:val="00946CBE"/>
    <w:rsid w:val="00946CC6"/>
    <w:rsid w:val="00946CDD"/>
    <w:rsid w:val="00946D8F"/>
    <w:rsid w:val="00946FC7"/>
    <w:rsid w:val="00947554"/>
    <w:rsid w:val="0094777A"/>
    <w:rsid w:val="00950004"/>
    <w:rsid w:val="00950061"/>
    <w:rsid w:val="00950091"/>
    <w:rsid w:val="009500F5"/>
    <w:rsid w:val="009505DC"/>
    <w:rsid w:val="009506A9"/>
    <w:rsid w:val="00950807"/>
    <w:rsid w:val="00950B8D"/>
    <w:rsid w:val="00950DA7"/>
    <w:rsid w:val="00951225"/>
    <w:rsid w:val="0095143F"/>
    <w:rsid w:val="009515E2"/>
    <w:rsid w:val="009517B1"/>
    <w:rsid w:val="009518AD"/>
    <w:rsid w:val="0095193A"/>
    <w:rsid w:val="009523AE"/>
    <w:rsid w:val="00952B9D"/>
    <w:rsid w:val="00953220"/>
    <w:rsid w:val="00953251"/>
    <w:rsid w:val="0095327A"/>
    <w:rsid w:val="009534CA"/>
    <w:rsid w:val="00953A0A"/>
    <w:rsid w:val="00953F5F"/>
    <w:rsid w:val="009546D1"/>
    <w:rsid w:val="00954D08"/>
    <w:rsid w:val="00954D4C"/>
    <w:rsid w:val="00955052"/>
    <w:rsid w:val="009550CA"/>
    <w:rsid w:val="009552A9"/>
    <w:rsid w:val="009556CA"/>
    <w:rsid w:val="009557DB"/>
    <w:rsid w:val="00955892"/>
    <w:rsid w:val="00955B1D"/>
    <w:rsid w:val="00955B91"/>
    <w:rsid w:val="00955C43"/>
    <w:rsid w:val="00955CE1"/>
    <w:rsid w:val="00955DBC"/>
    <w:rsid w:val="00955FCE"/>
    <w:rsid w:val="00956467"/>
    <w:rsid w:val="00956EFC"/>
    <w:rsid w:val="00957BF5"/>
    <w:rsid w:val="009602A5"/>
    <w:rsid w:val="009602B5"/>
    <w:rsid w:val="009605F3"/>
    <w:rsid w:val="009606C8"/>
    <w:rsid w:val="009606F6"/>
    <w:rsid w:val="009607C4"/>
    <w:rsid w:val="009608A1"/>
    <w:rsid w:val="00960936"/>
    <w:rsid w:val="00960FA3"/>
    <w:rsid w:val="009610AD"/>
    <w:rsid w:val="0096147C"/>
    <w:rsid w:val="009614A1"/>
    <w:rsid w:val="00961D43"/>
    <w:rsid w:val="0096207F"/>
    <w:rsid w:val="0096220E"/>
    <w:rsid w:val="0096262E"/>
    <w:rsid w:val="00962693"/>
    <w:rsid w:val="00962974"/>
    <w:rsid w:val="00962F40"/>
    <w:rsid w:val="00963239"/>
    <w:rsid w:val="00963252"/>
    <w:rsid w:val="009633EC"/>
    <w:rsid w:val="0096357F"/>
    <w:rsid w:val="0096367F"/>
    <w:rsid w:val="00963AD4"/>
    <w:rsid w:val="00963BC8"/>
    <w:rsid w:val="00963D36"/>
    <w:rsid w:val="00963E9A"/>
    <w:rsid w:val="0096403B"/>
    <w:rsid w:val="009642AD"/>
    <w:rsid w:val="00964323"/>
    <w:rsid w:val="00964333"/>
    <w:rsid w:val="009645B7"/>
    <w:rsid w:val="00964619"/>
    <w:rsid w:val="00964763"/>
    <w:rsid w:val="0096483E"/>
    <w:rsid w:val="00964EA8"/>
    <w:rsid w:val="0096501C"/>
    <w:rsid w:val="0096523A"/>
    <w:rsid w:val="00965455"/>
    <w:rsid w:val="0096548B"/>
    <w:rsid w:val="009657CF"/>
    <w:rsid w:val="00965A62"/>
    <w:rsid w:val="00965C6D"/>
    <w:rsid w:val="00965CD6"/>
    <w:rsid w:val="00965D35"/>
    <w:rsid w:val="00965F4A"/>
    <w:rsid w:val="0096614A"/>
    <w:rsid w:val="00966290"/>
    <w:rsid w:val="009666DC"/>
    <w:rsid w:val="009666DF"/>
    <w:rsid w:val="00966908"/>
    <w:rsid w:val="00966AC6"/>
    <w:rsid w:val="00966ACB"/>
    <w:rsid w:val="00966E79"/>
    <w:rsid w:val="00967440"/>
    <w:rsid w:val="00967441"/>
    <w:rsid w:val="00967663"/>
    <w:rsid w:val="0096768B"/>
    <w:rsid w:val="009677D3"/>
    <w:rsid w:val="00967B46"/>
    <w:rsid w:val="00967DB0"/>
    <w:rsid w:val="00967E4C"/>
    <w:rsid w:val="0097005E"/>
    <w:rsid w:val="009703DC"/>
    <w:rsid w:val="00970B24"/>
    <w:rsid w:val="00970B58"/>
    <w:rsid w:val="00970EE6"/>
    <w:rsid w:val="0097101A"/>
    <w:rsid w:val="00971336"/>
    <w:rsid w:val="009714A0"/>
    <w:rsid w:val="00971B39"/>
    <w:rsid w:val="00971B6C"/>
    <w:rsid w:val="00972079"/>
    <w:rsid w:val="0097210F"/>
    <w:rsid w:val="00972192"/>
    <w:rsid w:val="00972834"/>
    <w:rsid w:val="00972D5F"/>
    <w:rsid w:val="009731BF"/>
    <w:rsid w:val="009734E2"/>
    <w:rsid w:val="009738B6"/>
    <w:rsid w:val="009738BE"/>
    <w:rsid w:val="009739BD"/>
    <w:rsid w:val="00973D99"/>
    <w:rsid w:val="00973E6D"/>
    <w:rsid w:val="00973EF6"/>
    <w:rsid w:val="009745AB"/>
    <w:rsid w:val="0097490F"/>
    <w:rsid w:val="00974960"/>
    <w:rsid w:val="00974AF0"/>
    <w:rsid w:val="00974CED"/>
    <w:rsid w:val="009750FC"/>
    <w:rsid w:val="009753F8"/>
    <w:rsid w:val="009753FD"/>
    <w:rsid w:val="00975495"/>
    <w:rsid w:val="0097560C"/>
    <w:rsid w:val="00975651"/>
    <w:rsid w:val="00975794"/>
    <w:rsid w:val="00975801"/>
    <w:rsid w:val="009758F9"/>
    <w:rsid w:val="0097594D"/>
    <w:rsid w:val="00975B2F"/>
    <w:rsid w:val="00975D82"/>
    <w:rsid w:val="009762B1"/>
    <w:rsid w:val="0097631B"/>
    <w:rsid w:val="0097683D"/>
    <w:rsid w:val="009769AA"/>
    <w:rsid w:val="00976B36"/>
    <w:rsid w:val="00976CC4"/>
    <w:rsid w:val="00976FB9"/>
    <w:rsid w:val="00977116"/>
    <w:rsid w:val="009772E9"/>
    <w:rsid w:val="0097730F"/>
    <w:rsid w:val="009775D9"/>
    <w:rsid w:val="009777CB"/>
    <w:rsid w:val="00977C58"/>
    <w:rsid w:val="00977E8B"/>
    <w:rsid w:val="00977FAD"/>
    <w:rsid w:val="00980118"/>
    <w:rsid w:val="00980131"/>
    <w:rsid w:val="00980336"/>
    <w:rsid w:val="00980415"/>
    <w:rsid w:val="0098084A"/>
    <w:rsid w:val="0098134A"/>
    <w:rsid w:val="00981610"/>
    <w:rsid w:val="0098168B"/>
    <w:rsid w:val="0098177D"/>
    <w:rsid w:val="00981926"/>
    <w:rsid w:val="00981AD1"/>
    <w:rsid w:val="00981CDC"/>
    <w:rsid w:val="00981EF3"/>
    <w:rsid w:val="00982132"/>
    <w:rsid w:val="009822AB"/>
    <w:rsid w:val="009825B7"/>
    <w:rsid w:val="009826DF"/>
    <w:rsid w:val="0098288A"/>
    <w:rsid w:val="00982A93"/>
    <w:rsid w:val="00982C54"/>
    <w:rsid w:val="00983233"/>
    <w:rsid w:val="0098337F"/>
    <w:rsid w:val="00983449"/>
    <w:rsid w:val="00983464"/>
    <w:rsid w:val="00983893"/>
    <w:rsid w:val="009838EB"/>
    <w:rsid w:val="00983DC2"/>
    <w:rsid w:val="00983F94"/>
    <w:rsid w:val="009840E2"/>
    <w:rsid w:val="009840E3"/>
    <w:rsid w:val="00984111"/>
    <w:rsid w:val="00984209"/>
    <w:rsid w:val="009844D5"/>
    <w:rsid w:val="009846FC"/>
    <w:rsid w:val="00984B37"/>
    <w:rsid w:val="00984DFB"/>
    <w:rsid w:val="009850ED"/>
    <w:rsid w:val="00985315"/>
    <w:rsid w:val="009853C1"/>
    <w:rsid w:val="00985450"/>
    <w:rsid w:val="009856CC"/>
    <w:rsid w:val="00985746"/>
    <w:rsid w:val="00985C32"/>
    <w:rsid w:val="00986326"/>
    <w:rsid w:val="00986656"/>
    <w:rsid w:val="00986C39"/>
    <w:rsid w:val="00987262"/>
    <w:rsid w:val="009874D4"/>
    <w:rsid w:val="0098760E"/>
    <w:rsid w:val="00987A7F"/>
    <w:rsid w:val="00987C68"/>
    <w:rsid w:val="00987DE7"/>
    <w:rsid w:val="00987EF5"/>
    <w:rsid w:val="00987FFB"/>
    <w:rsid w:val="0099016B"/>
    <w:rsid w:val="00990917"/>
    <w:rsid w:val="0099095C"/>
    <w:rsid w:val="00990D3F"/>
    <w:rsid w:val="00990EF3"/>
    <w:rsid w:val="00991588"/>
    <w:rsid w:val="0099164B"/>
    <w:rsid w:val="009916FB"/>
    <w:rsid w:val="00991D37"/>
    <w:rsid w:val="00991F13"/>
    <w:rsid w:val="00991FA3"/>
    <w:rsid w:val="009920AD"/>
    <w:rsid w:val="009922AB"/>
    <w:rsid w:val="0099260D"/>
    <w:rsid w:val="009927E6"/>
    <w:rsid w:val="00992CD5"/>
    <w:rsid w:val="00992CF4"/>
    <w:rsid w:val="00992F4A"/>
    <w:rsid w:val="0099384F"/>
    <w:rsid w:val="00994071"/>
    <w:rsid w:val="00994187"/>
    <w:rsid w:val="0099494D"/>
    <w:rsid w:val="00994967"/>
    <w:rsid w:val="0099496A"/>
    <w:rsid w:val="00994A9F"/>
    <w:rsid w:val="00994F37"/>
    <w:rsid w:val="009953E2"/>
    <w:rsid w:val="009953F5"/>
    <w:rsid w:val="0099594C"/>
    <w:rsid w:val="00995B87"/>
    <w:rsid w:val="00996054"/>
    <w:rsid w:val="009960B3"/>
    <w:rsid w:val="00996258"/>
    <w:rsid w:val="009967B3"/>
    <w:rsid w:val="009967D8"/>
    <w:rsid w:val="00996FD2"/>
    <w:rsid w:val="009972C5"/>
    <w:rsid w:val="0099748A"/>
    <w:rsid w:val="00997A1E"/>
    <w:rsid w:val="00997A32"/>
    <w:rsid w:val="00997A9A"/>
    <w:rsid w:val="00997EC6"/>
    <w:rsid w:val="00997FEE"/>
    <w:rsid w:val="009A036C"/>
    <w:rsid w:val="009A041C"/>
    <w:rsid w:val="009A042A"/>
    <w:rsid w:val="009A055C"/>
    <w:rsid w:val="009A06DD"/>
    <w:rsid w:val="009A0784"/>
    <w:rsid w:val="009A0879"/>
    <w:rsid w:val="009A128D"/>
    <w:rsid w:val="009A14F5"/>
    <w:rsid w:val="009A1667"/>
    <w:rsid w:val="009A1A1B"/>
    <w:rsid w:val="009A1C8C"/>
    <w:rsid w:val="009A1CF0"/>
    <w:rsid w:val="009A1DBB"/>
    <w:rsid w:val="009A1F55"/>
    <w:rsid w:val="009A1FC5"/>
    <w:rsid w:val="009A2494"/>
    <w:rsid w:val="009A263F"/>
    <w:rsid w:val="009A2C2A"/>
    <w:rsid w:val="009A2F06"/>
    <w:rsid w:val="009A361F"/>
    <w:rsid w:val="009A3774"/>
    <w:rsid w:val="009A3A33"/>
    <w:rsid w:val="009A3EEB"/>
    <w:rsid w:val="009A40AD"/>
    <w:rsid w:val="009A4315"/>
    <w:rsid w:val="009A4668"/>
    <w:rsid w:val="009A46CD"/>
    <w:rsid w:val="009A4827"/>
    <w:rsid w:val="009A4A32"/>
    <w:rsid w:val="009A4AEF"/>
    <w:rsid w:val="009A523F"/>
    <w:rsid w:val="009A52A8"/>
    <w:rsid w:val="009A5619"/>
    <w:rsid w:val="009A5708"/>
    <w:rsid w:val="009A58EA"/>
    <w:rsid w:val="009A595B"/>
    <w:rsid w:val="009A5C8E"/>
    <w:rsid w:val="009A5E68"/>
    <w:rsid w:val="009A6090"/>
    <w:rsid w:val="009A62B3"/>
    <w:rsid w:val="009A64A6"/>
    <w:rsid w:val="009A78DD"/>
    <w:rsid w:val="009A791D"/>
    <w:rsid w:val="009A7996"/>
    <w:rsid w:val="009A7B9D"/>
    <w:rsid w:val="009A7BCC"/>
    <w:rsid w:val="009A7E07"/>
    <w:rsid w:val="009B019E"/>
    <w:rsid w:val="009B0277"/>
    <w:rsid w:val="009B04A1"/>
    <w:rsid w:val="009B072F"/>
    <w:rsid w:val="009B09E1"/>
    <w:rsid w:val="009B0B65"/>
    <w:rsid w:val="009B0D7B"/>
    <w:rsid w:val="009B1183"/>
    <w:rsid w:val="009B1296"/>
    <w:rsid w:val="009B1656"/>
    <w:rsid w:val="009B1B07"/>
    <w:rsid w:val="009B21EF"/>
    <w:rsid w:val="009B28CD"/>
    <w:rsid w:val="009B2961"/>
    <w:rsid w:val="009B2963"/>
    <w:rsid w:val="009B2A08"/>
    <w:rsid w:val="009B2AD7"/>
    <w:rsid w:val="009B2E40"/>
    <w:rsid w:val="009B3375"/>
    <w:rsid w:val="009B342E"/>
    <w:rsid w:val="009B358F"/>
    <w:rsid w:val="009B393F"/>
    <w:rsid w:val="009B3D52"/>
    <w:rsid w:val="009B3E6A"/>
    <w:rsid w:val="009B4100"/>
    <w:rsid w:val="009B4145"/>
    <w:rsid w:val="009B4153"/>
    <w:rsid w:val="009B41CA"/>
    <w:rsid w:val="009B450A"/>
    <w:rsid w:val="009B4551"/>
    <w:rsid w:val="009B4602"/>
    <w:rsid w:val="009B4686"/>
    <w:rsid w:val="009B4949"/>
    <w:rsid w:val="009B4A61"/>
    <w:rsid w:val="009B4BDE"/>
    <w:rsid w:val="009B4CAE"/>
    <w:rsid w:val="009B4D7E"/>
    <w:rsid w:val="009B4DAF"/>
    <w:rsid w:val="009B5120"/>
    <w:rsid w:val="009B52D5"/>
    <w:rsid w:val="009B5404"/>
    <w:rsid w:val="009B54C5"/>
    <w:rsid w:val="009B5794"/>
    <w:rsid w:val="009B5FE9"/>
    <w:rsid w:val="009B621A"/>
    <w:rsid w:val="009B6285"/>
    <w:rsid w:val="009B642A"/>
    <w:rsid w:val="009B6622"/>
    <w:rsid w:val="009B679A"/>
    <w:rsid w:val="009B67E3"/>
    <w:rsid w:val="009B6867"/>
    <w:rsid w:val="009B6950"/>
    <w:rsid w:val="009B729F"/>
    <w:rsid w:val="009B7316"/>
    <w:rsid w:val="009B77F1"/>
    <w:rsid w:val="009B7997"/>
    <w:rsid w:val="009B7A5E"/>
    <w:rsid w:val="009B7CB6"/>
    <w:rsid w:val="009C01D9"/>
    <w:rsid w:val="009C02E9"/>
    <w:rsid w:val="009C0554"/>
    <w:rsid w:val="009C07B0"/>
    <w:rsid w:val="009C0854"/>
    <w:rsid w:val="009C0AA9"/>
    <w:rsid w:val="009C0B11"/>
    <w:rsid w:val="009C0BC5"/>
    <w:rsid w:val="009C106C"/>
    <w:rsid w:val="009C11ED"/>
    <w:rsid w:val="009C14BC"/>
    <w:rsid w:val="009C156D"/>
    <w:rsid w:val="009C1DE4"/>
    <w:rsid w:val="009C2048"/>
    <w:rsid w:val="009C2093"/>
    <w:rsid w:val="009C258B"/>
    <w:rsid w:val="009C2927"/>
    <w:rsid w:val="009C2A45"/>
    <w:rsid w:val="009C2D33"/>
    <w:rsid w:val="009C2EA4"/>
    <w:rsid w:val="009C30CF"/>
    <w:rsid w:val="009C37E0"/>
    <w:rsid w:val="009C37E3"/>
    <w:rsid w:val="009C3B0F"/>
    <w:rsid w:val="009C3CB2"/>
    <w:rsid w:val="009C4051"/>
    <w:rsid w:val="009C4284"/>
    <w:rsid w:val="009C42CC"/>
    <w:rsid w:val="009C46F0"/>
    <w:rsid w:val="009C47CC"/>
    <w:rsid w:val="009C48E5"/>
    <w:rsid w:val="009C4E43"/>
    <w:rsid w:val="009C4E87"/>
    <w:rsid w:val="009C4FB9"/>
    <w:rsid w:val="009C5086"/>
    <w:rsid w:val="009C50A6"/>
    <w:rsid w:val="009C5408"/>
    <w:rsid w:val="009C5502"/>
    <w:rsid w:val="009C5860"/>
    <w:rsid w:val="009C5B9A"/>
    <w:rsid w:val="009C5C48"/>
    <w:rsid w:val="009C5F2B"/>
    <w:rsid w:val="009C61ED"/>
    <w:rsid w:val="009C6260"/>
    <w:rsid w:val="009C627A"/>
    <w:rsid w:val="009C63AF"/>
    <w:rsid w:val="009C6680"/>
    <w:rsid w:val="009C6918"/>
    <w:rsid w:val="009C6A2B"/>
    <w:rsid w:val="009C6A58"/>
    <w:rsid w:val="009C6AFB"/>
    <w:rsid w:val="009C6D4B"/>
    <w:rsid w:val="009C702D"/>
    <w:rsid w:val="009C7105"/>
    <w:rsid w:val="009C72CB"/>
    <w:rsid w:val="009C7C5E"/>
    <w:rsid w:val="009C7DBB"/>
    <w:rsid w:val="009C7DE0"/>
    <w:rsid w:val="009D00E5"/>
    <w:rsid w:val="009D0359"/>
    <w:rsid w:val="009D0A2F"/>
    <w:rsid w:val="009D0C84"/>
    <w:rsid w:val="009D0FB3"/>
    <w:rsid w:val="009D1284"/>
    <w:rsid w:val="009D155E"/>
    <w:rsid w:val="009D1BE4"/>
    <w:rsid w:val="009D1C76"/>
    <w:rsid w:val="009D1C94"/>
    <w:rsid w:val="009D1D36"/>
    <w:rsid w:val="009D1DED"/>
    <w:rsid w:val="009D1E53"/>
    <w:rsid w:val="009D1F26"/>
    <w:rsid w:val="009D222B"/>
    <w:rsid w:val="009D25D0"/>
    <w:rsid w:val="009D2710"/>
    <w:rsid w:val="009D2778"/>
    <w:rsid w:val="009D2E6C"/>
    <w:rsid w:val="009D2EE5"/>
    <w:rsid w:val="009D2F84"/>
    <w:rsid w:val="009D2FFC"/>
    <w:rsid w:val="009D30BD"/>
    <w:rsid w:val="009D3160"/>
    <w:rsid w:val="009D38C9"/>
    <w:rsid w:val="009D3B2A"/>
    <w:rsid w:val="009D3D60"/>
    <w:rsid w:val="009D3D6C"/>
    <w:rsid w:val="009D3E26"/>
    <w:rsid w:val="009D3E87"/>
    <w:rsid w:val="009D3FA8"/>
    <w:rsid w:val="009D41EE"/>
    <w:rsid w:val="009D44E3"/>
    <w:rsid w:val="009D44ED"/>
    <w:rsid w:val="009D4541"/>
    <w:rsid w:val="009D46D9"/>
    <w:rsid w:val="009D4D81"/>
    <w:rsid w:val="009D4ECA"/>
    <w:rsid w:val="009D4ECB"/>
    <w:rsid w:val="009D5095"/>
    <w:rsid w:val="009D532D"/>
    <w:rsid w:val="009D549D"/>
    <w:rsid w:val="009D55A7"/>
    <w:rsid w:val="009D55C3"/>
    <w:rsid w:val="009D5638"/>
    <w:rsid w:val="009D56BE"/>
    <w:rsid w:val="009D56F3"/>
    <w:rsid w:val="009D56FD"/>
    <w:rsid w:val="009D59F4"/>
    <w:rsid w:val="009D5A1F"/>
    <w:rsid w:val="009D5BD2"/>
    <w:rsid w:val="009D5C97"/>
    <w:rsid w:val="009D5F12"/>
    <w:rsid w:val="009D642D"/>
    <w:rsid w:val="009D65D7"/>
    <w:rsid w:val="009D6777"/>
    <w:rsid w:val="009D6AF9"/>
    <w:rsid w:val="009D6C0B"/>
    <w:rsid w:val="009D6F21"/>
    <w:rsid w:val="009D70FD"/>
    <w:rsid w:val="009D72B1"/>
    <w:rsid w:val="009D7356"/>
    <w:rsid w:val="009D7462"/>
    <w:rsid w:val="009D7603"/>
    <w:rsid w:val="009D7F25"/>
    <w:rsid w:val="009E0232"/>
    <w:rsid w:val="009E034D"/>
    <w:rsid w:val="009E0712"/>
    <w:rsid w:val="009E0AE1"/>
    <w:rsid w:val="009E0C5A"/>
    <w:rsid w:val="009E0E7C"/>
    <w:rsid w:val="009E1275"/>
    <w:rsid w:val="009E14D5"/>
    <w:rsid w:val="009E167E"/>
    <w:rsid w:val="009E16DA"/>
    <w:rsid w:val="009E1713"/>
    <w:rsid w:val="009E1C71"/>
    <w:rsid w:val="009E1EF5"/>
    <w:rsid w:val="009E20D1"/>
    <w:rsid w:val="009E230B"/>
    <w:rsid w:val="009E2680"/>
    <w:rsid w:val="009E2938"/>
    <w:rsid w:val="009E296A"/>
    <w:rsid w:val="009E2B2E"/>
    <w:rsid w:val="009E30FE"/>
    <w:rsid w:val="009E320A"/>
    <w:rsid w:val="009E3416"/>
    <w:rsid w:val="009E3495"/>
    <w:rsid w:val="009E396A"/>
    <w:rsid w:val="009E3A56"/>
    <w:rsid w:val="009E3AAA"/>
    <w:rsid w:val="009E3B64"/>
    <w:rsid w:val="009E3F2A"/>
    <w:rsid w:val="009E40EC"/>
    <w:rsid w:val="009E4466"/>
    <w:rsid w:val="009E449D"/>
    <w:rsid w:val="009E47F9"/>
    <w:rsid w:val="009E49AB"/>
    <w:rsid w:val="009E4A5B"/>
    <w:rsid w:val="009E4B9D"/>
    <w:rsid w:val="009E4D08"/>
    <w:rsid w:val="009E5437"/>
    <w:rsid w:val="009E549D"/>
    <w:rsid w:val="009E5624"/>
    <w:rsid w:val="009E5CEC"/>
    <w:rsid w:val="009E5ECC"/>
    <w:rsid w:val="009E61F2"/>
    <w:rsid w:val="009E620A"/>
    <w:rsid w:val="009E628D"/>
    <w:rsid w:val="009E65C8"/>
    <w:rsid w:val="009E67BD"/>
    <w:rsid w:val="009E682B"/>
    <w:rsid w:val="009E6873"/>
    <w:rsid w:val="009E697E"/>
    <w:rsid w:val="009E6B19"/>
    <w:rsid w:val="009E6C33"/>
    <w:rsid w:val="009E7425"/>
    <w:rsid w:val="009E7687"/>
    <w:rsid w:val="009E78BD"/>
    <w:rsid w:val="009E7AED"/>
    <w:rsid w:val="009E7B4F"/>
    <w:rsid w:val="009E7E56"/>
    <w:rsid w:val="009E7ED7"/>
    <w:rsid w:val="009F06D5"/>
    <w:rsid w:val="009F097C"/>
    <w:rsid w:val="009F09F3"/>
    <w:rsid w:val="009F0AF8"/>
    <w:rsid w:val="009F0B2C"/>
    <w:rsid w:val="009F0BDC"/>
    <w:rsid w:val="009F1105"/>
    <w:rsid w:val="009F113E"/>
    <w:rsid w:val="009F11A7"/>
    <w:rsid w:val="009F11C7"/>
    <w:rsid w:val="009F124A"/>
    <w:rsid w:val="009F1392"/>
    <w:rsid w:val="009F1482"/>
    <w:rsid w:val="009F148D"/>
    <w:rsid w:val="009F1641"/>
    <w:rsid w:val="009F174A"/>
    <w:rsid w:val="009F233F"/>
    <w:rsid w:val="009F245F"/>
    <w:rsid w:val="009F255D"/>
    <w:rsid w:val="009F2660"/>
    <w:rsid w:val="009F2A85"/>
    <w:rsid w:val="009F2A91"/>
    <w:rsid w:val="009F2CBF"/>
    <w:rsid w:val="009F32E6"/>
    <w:rsid w:val="009F3336"/>
    <w:rsid w:val="009F355A"/>
    <w:rsid w:val="009F38D7"/>
    <w:rsid w:val="009F3AAE"/>
    <w:rsid w:val="009F3D01"/>
    <w:rsid w:val="009F3E7D"/>
    <w:rsid w:val="009F40E1"/>
    <w:rsid w:val="009F4195"/>
    <w:rsid w:val="009F4435"/>
    <w:rsid w:val="009F46F6"/>
    <w:rsid w:val="009F47EA"/>
    <w:rsid w:val="009F4822"/>
    <w:rsid w:val="009F48C7"/>
    <w:rsid w:val="009F4D3F"/>
    <w:rsid w:val="009F4F91"/>
    <w:rsid w:val="009F5A70"/>
    <w:rsid w:val="009F61E0"/>
    <w:rsid w:val="009F6215"/>
    <w:rsid w:val="009F6391"/>
    <w:rsid w:val="009F66EB"/>
    <w:rsid w:val="009F6B4B"/>
    <w:rsid w:val="009F6DA9"/>
    <w:rsid w:val="009F6DB7"/>
    <w:rsid w:val="009F6F79"/>
    <w:rsid w:val="009F741F"/>
    <w:rsid w:val="009F74DB"/>
    <w:rsid w:val="009F7555"/>
    <w:rsid w:val="009F75D1"/>
    <w:rsid w:val="009F7AD4"/>
    <w:rsid w:val="009F7C38"/>
    <w:rsid w:val="009F7E5C"/>
    <w:rsid w:val="009F7F6C"/>
    <w:rsid w:val="00A00635"/>
    <w:rsid w:val="00A0070C"/>
    <w:rsid w:val="00A00841"/>
    <w:rsid w:val="00A012B8"/>
    <w:rsid w:val="00A01D6A"/>
    <w:rsid w:val="00A01FD5"/>
    <w:rsid w:val="00A02082"/>
    <w:rsid w:val="00A02137"/>
    <w:rsid w:val="00A022A6"/>
    <w:rsid w:val="00A02368"/>
    <w:rsid w:val="00A024B0"/>
    <w:rsid w:val="00A0291A"/>
    <w:rsid w:val="00A02D2E"/>
    <w:rsid w:val="00A02D67"/>
    <w:rsid w:val="00A02D6D"/>
    <w:rsid w:val="00A02F1E"/>
    <w:rsid w:val="00A02F6A"/>
    <w:rsid w:val="00A0320A"/>
    <w:rsid w:val="00A0388C"/>
    <w:rsid w:val="00A03A8A"/>
    <w:rsid w:val="00A03B1E"/>
    <w:rsid w:val="00A0401B"/>
    <w:rsid w:val="00A04130"/>
    <w:rsid w:val="00A04300"/>
    <w:rsid w:val="00A0467D"/>
    <w:rsid w:val="00A04729"/>
    <w:rsid w:val="00A04A53"/>
    <w:rsid w:val="00A04A6F"/>
    <w:rsid w:val="00A04ACE"/>
    <w:rsid w:val="00A04E3A"/>
    <w:rsid w:val="00A04E56"/>
    <w:rsid w:val="00A04E88"/>
    <w:rsid w:val="00A05306"/>
    <w:rsid w:val="00A05B73"/>
    <w:rsid w:val="00A060A5"/>
    <w:rsid w:val="00A06387"/>
    <w:rsid w:val="00A06562"/>
    <w:rsid w:val="00A067E7"/>
    <w:rsid w:val="00A06A3F"/>
    <w:rsid w:val="00A06DA7"/>
    <w:rsid w:val="00A07333"/>
    <w:rsid w:val="00A07477"/>
    <w:rsid w:val="00A0747B"/>
    <w:rsid w:val="00A077C3"/>
    <w:rsid w:val="00A0781D"/>
    <w:rsid w:val="00A079D8"/>
    <w:rsid w:val="00A07A0D"/>
    <w:rsid w:val="00A07B72"/>
    <w:rsid w:val="00A07D4E"/>
    <w:rsid w:val="00A07ED5"/>
    <w:rsid w:val="00A07F09"/>
    <w:rsid w:val="00A10186"/>
    <w:rsid w:val="00A10368"/>
    <w:rsid w:val="00A10A84"/>
    <w:rsid w:val="00A10C01"/>
    <w:rsid w:val="00A10D4A"/>
    <w:rsid w:val="00A10E11"/>
    <w:rsid w:val="00A10F0F"/>
    <w:rsid w:val="00A11480"/>
    <w:rsid w:val="00A115FF"/>
    <w:rsid w:val="00A1186F"/>
    <w:rsid w:val="00A11EAA"/>
    <w:rsid w:val="00A11FE0"/>
    <w:rsid w:val="00A12292"/>
    <w:rsid w:val="00A122A9"/>
    <w:rsid w:val="00A13190"/>
    <w:rsid w:val="00A131A9"/>
    <w:rsid w:val="00A133DC"/>
    <w:rsid w:val="00A13460"/>
    <w:rsid w:val="00A13B1A"/>
    <w:rsid w:val="00A13B54"/>
    <w:rsid w:val="00A13E94"/>
    <w:rsid w:val="00A1444E"/>
    <w:rsid w:val="00A14793"/>
    <w:rsid w:val="00A1482A"/>
    <w:rsid w:val="00A14887"/>
    <w:rsid w:val="00A14911"/>
    <w:rsid w:val="00A15192"/>
    <w:rsid w:val="00A151AF"/>
    <w:rsid w:val="00A15582"/>
    <w:rsid w:val="00A15A6F"/>
    <w:rsid w:val="00A15A70"/>
    <w:rsid w:val="00A15BD9"/>
    <w:rsid w:val="00A15C1E"/>
    <w:rsid w:val="00A15CD2"/>
    <w:rsid w:val="00A15D4D"/>
    <w:rsid w:val="00A16279"/>
    <w:rsid w:val="00A162A4"/>
    <w:rsid w:val="00A16515"/>
    <w:rsid w:val="00A1693B"/>
    <w:rsid w:val="00A16D6C"/>
    <w:rsid w:val="00A170B3"/>
    <w:rsid w:val="00A170FD"/>
    <w:rsid w:val="00A1734B"/>
    <w:rsid w:val="00A173EB"/>
    <w:rsid w:val="00A1748F"/>
    <w:rsid w:val="00A179FD"/>
    <w:rsid w:val="00A17C9D"/>
    <w:rsid w:val="00A201D2"/>
    <w:rsid w:val="00A201D3"/>
    <w:rsid w:val="00A20312"/>
    <w:rsid w:val="00A203C0"/>
    <w:rsid w:val="00A2044C"/>
    <w:rsid w:val="00A205C4"/>
    <w:rsid w:val="00A21049"/>
    <w:rsid w:val="00A210A7"/>
    <w:rsid w:val="00A21137"/>
    <w:rsid w:val="00A2119E"/>
    <w:rsid w:val="00A21490"/>
    <w:rsid w:val="00A214BE"/>
    <w:rsid w:val="00A2157F"/>
    <w:rsid w:val="00A21639"/>
    <w:rsid w:val="00A218F5"/>
    <w:rsid w:val="00A21C9D"/>
    <w:rsid w:val="00A21E11"/>
    <w:rsid w:val="00A21E13"/>
    <w:rsid w:val="00A21ED4"/>
    <w:rsid w:val="00A222D9"/>
    <w:rsid w:val="00A225FF"/>
    <w:rsid w:val="00A22A14"/>
    <w:rsid w:val="00A22ABD"/>
    <w:rsid w:val="00A22B8F"/>
    <w:rsid w:val="00A22C9B"/>
    <w:rsid w:val="00A22CB2"/>
    <w:rsid w:val="00A22D76"/>
    <w:rsid w:val="00A232C2"/>
    <w:rsid w:val="00A232E2"/>
    <w:rsid w:val="00A233D4"/>
    <w:rsid w:val="00A23596"/>
    <w:rsid w:val="00A2368D"/>
    <w:rsid w:val="00A238A7"/>
    <w:rsid w:val="00A23C90"/>
    <w:rsid w:val="00A23E48"/>
    <w:rsid w:val="00A23F76"/>
    <w:rsid w:val="00A24790"/>
    <w:rsid w:val="00A24813"/>
    <w:rsid w:val="00A24863"/>
    <w:rsid w:val="00A24905"/>
    <w:rsid w:val="00A24CAA"/>
    <w:rsid w:val="00A24F1A"/>
    <w:rsid w:val="00A25002"/>
    <w:rsid w:val="00A2504B"/>
    <w:rsid w:val="00A25440"/>
    <w:rsid w:val="00A255E9"/>
    <w:rsid w:val="00A25B35"/>
    <w:rsid w:val="00A25DB9"/>
    <w:rsid w:val="00A260CA"/>
    <w:rsid w:val="00A26801"/>
    <w:rsid w:val="00A26C8D"/>
    <w:rsid w:val="00A27251"/>
    <w:rsid w:val="00A2741C"/>
    <w:rsid w:val="00A30376"/>
    <w:rsid w:val="00A303B8"/>
    <w:rsid w:val="00A3068E"/>
    <w:rsid w:val="00A307E5"/>
    <w:rsid w:val="00A30D08"/>
    <w:rsid w:val="00A30DC7"/>
    <w:rsid w:val="00A30EE8"/>
    <w:rsid w:val="00A30F26"/>
    <w:rsid w:val="00A30FBA"/>
    <w:rsid w:val="00A312EE"/>
    <w:rsid w:val="00A317AC"/>
    <w:rsid w:val="00A31A29"/>
    <w:rsid w:val="00A31E9F"/>
    <w:rsid w:val="00A31FCB"/>
    <w:rsid w:val="00A32DF1"/>
    <w:rsid w:val="00A33A67"/>
    <w:rsid w:val="00A33A6C"/>
    <w:rsid w:val="00A33DD4"/>
    <w:rsid w:val="00A33F09"/>
    <w:rsid w:val="00A33F46"/>
    <w:rsid w:val="00A3429E"/>
    <w:rsid w:val="00A3479E"/>
    <w:rsid w:val="00A3487E"/>
    <w:rsid w:val="00A34B7A"/>
    <w:rsid w:val="00A34B7E"/>
    <w:rsid w:val="00A34D27"/>
    <w:rsid w:val="00A34EE7"/>
    <w:rsid w:val="00A35004"/>
    <w:rsid w:val="00A35244"/>
    <w:rsid w:val="00A352B1"/>
    <w:rsid w:val="00A3538E"/>
    <w:rsid w:val="00A356F4"/>
    <w:rsid w:val="00A3585E"/>
    <w:rsid w:val="00A3598A"/>
    <w:rsid w:val="00A35A2E"/>
    <w:rsid w:val="00A35BDE"/>
    <w:rsid w:val="00A35C63"/>
    <w:rsid w:val="00A35EDA"/>
    <w:rsid w:val="00A35FCE"/>
    <w:rsid w:val="00A362B5"/>
    <w:rsid w:val="00A36E44"/>
    <w:rsid w:val="00A37080"/>
    <w:rsid w:val="00A3712F"/>
    <w:rsid w:val="00A37130"/>
    <w:rsid w:val="00A37280"/>
    <w:rsid w:val="00A37457"/>
    <w:rsid w:val="00A374E3"/>
    <w:rsid w:val="00A37505"/>
    <w:rsid w:val="00A37FC4"/>
    <w:rsid w:val="00A4004A"/>
    <w:rsid w:val="00A401E1"/>
    <w:rsid w:val="00A402C5"/>
    <w:rsid w:val="00A40367"/>
    <w:rsid w:val="00A403D1"/>
    <w:rsid w:val="00A403EA"/>
    <w:rsid w:val="00A40934"/>
    <w:rsid w:val="00A40BEC"/>
    <w:rsid w:val="00A41434"/>
    <w:rsid w:val="00A416DF"/>
    <w:rsid w:val="00A417E1"/>
    <w:rsid w:val="00A4181E"/>
    <w:rsid w:val="00A41859"/>
    <w:rsid w:val="00A4188A"/>
    <w:rsid w:val="00A41952"/>
    <w:rsid w:val="00A419E6"/>
    <w:rsid w:val="00A41C62"/>
    <w:rsid w:val="00A41C7F"/>
    <w:rsid w:val="00A41D85"/>
    <w:rsid w:val="00A421C5"/>
    <w:rsid w:val="00A421E3"/>
    <w:rsid w:val="00A42240"/>
    <w:rsid w:val="00A42430"/>
    <w:rsid w:val="00A42471"/>
    <w:rsid w:val="00A4281B"/>
    <w:rsid w:val="00A42977"/>
    <w:rsid w:val="00A429A6"/>
    <w:rsid w:val="00A42E54"/>
    <w:rsid w:val="00A4338D"/>
    <w:rsid w:val="00A438A7"/>
    <w:rsid w:val="00A43D32"/>
    <w:rsid w:val="00A44019"/>
    <w:rsid w:val="00A4404F"/>
    <w:rsid w:val="00A4418A"/>
    <w:rsid w:val="00A442B9"/>
    <w:rsid w:val="00A4440C"/>
    <w:rsid w:val="00A44430"/>
    <w:rsid w:val="00A448F4"/>
    <w:rsid w:val="00A44D00"/>
    <w:rsid w:val="00A44E8D"/>
    <w:rsid w:val="00A45065"/>
    <w:rsid w:val="00A450A0"/>
    <w:rsid w:val="00A4514D"/>
    <w:rsid w:val="00A45475"/>
    <w:rsid w:val="00A45804"/>
    <w:rsid w:val="00A458F5"/>
    <w:rsid w:val="00A46211"/>
    <w:rsid w:val="00A463A5"/>
    <w:rsid w:val="00A46427"/>
    <w:rsid w:val="00A464E6"/>
    <w:rsid w:val="00A467B6"/>
    <w:rsid w:val="00A46940"/>
    <w:rsid w:val="00A46A15"/>
    <w:rsid w:val="00A46A84"/>
    <w:rsid w:val="00A46B6C"/>
    <w:rsid w:val="00A46B84"/>
    <w:rsid w:val="00A46DF9"/>
    <w:rsid w:val="00A46F72"/>
    <w:rsid w:val="00A47458"/>
    <w:rsid w:val="00A476B2"/>
    <w:rsid w:val="00A476FC"/>
    <w:rsid w:val="00A477E6"/>
    <w:rsid w:val="00A477FF"/>
    <w:rsid w:val="00A47D47"/>
    <w:rsid w:val="00A47EC7"/>
    <w:rsid w:val="00A47F90"/>
    <w:rsid w:val="00A50055"/>
    <w:rsid w:val="00A502BA"/>
    <w:rsid w:val="00A502DE"/>
    <w:rsid w:val="00A50566"/>
    <w:rsid w:val="00A50CEB"/>
    <w:rsid w:val="00A50FBD"/>
    <w:rsid w:val="00A51403"/>
    <w:rsid w:val="00A51406"/>
    <w:rsid w:val="00A51523"/>
    <w:rsid w:val="00A51606"/>
    <w:rsid w:val="00A5208C"/>
    <w:rsid w:val="00A52184"/>
    <w:rsid w:val="00A52463"/>
    <w:rsid w:val="00A524BD"/>
    <w:rsid w:val="00A52562"/>
    <w:rsid w:val="00A530B8"/>
    <w:rsid w:val="00A5325A"/>
    <w:rsid w:val="00A533CE"/>
    <w:rsid w:val="00A53483"/>
    <w:rsid w:val="00A534E9"/>
    <w:rsid w:val="00A53537"/>
    <w:rsid w:val="00A53838"/>
    <w:rsid w:val="00A539FF"/>
    <w:rsid w:val="00A53AE6"/>
    <w:rsid w:val="00A53B2D"/>
    <w:rsid w:val="00A53C4E"/>
    <w:rsid w:val="00A5403C"/>
    <w:rsid w:val="00A543AC"/>
    <w:rsid w:val="00A544D1"/>
    <w:rsid w:val="00A54847"/>
    <w:rsid w:val="00A54B4B"/>
    <w:rsid w:val="00A54E6E"/>
    <w:rsid w:val="00A54EB7"/>
    <w:rsid w:val="00A54F9E"/>
    <w:rsid w:val="00A55358"/>
    <w:rsid w:val="00A556F2"/>
    <w:rsid w:val="00A55DF1"/>
    <w:rsid w:val="00A55E79"/>
    <w:rsid w:val="00A56138"/>
    <w:rsid w:val="00A56212"/>
    <w:rsid w:val="00A5654E"/>
    <w:rsid w:val="00A566D3"/>
    <w:rsid w:val="00A56885"/>
    <w:rsid w:val="00A569CE"/>
    <w:rsid w:val="00A57065"/>
    <w:rsid w:val="00A5759B"/>
    <w:rsid w:val="00A575AF"/>
    <w:rsid w:val="00A57678"/>
    <w:rsid w:val="00A577B8"/>
    <w:rsid w:val="00A579E7"/>
    <w:rsid w:val="00A57AA0"/>
    <w:rsid w:val="00A57B1B"/>
    <w:rsid w:val="00A57CBD"/>
    <w:rsid w:val="00A57FF3"/>
    <w:rsid w:val="00A60055"/>
    <w:rsid w:val="00A60612"/>
    <w:rsid w:val="00A608A2"/>
    <w:rsid w:val="00A6096F"/>
    <w:rsid w:val="00A60AB4"/>
    <w:rsid w:val="00A60AFA"/>
    <w:rsid w:val="00A60C21"/>
    <w:rsid w:val="00A60CC4"/>
    <w:rsid w:val="00A60CD6"/>
    <w:rsid w:val="00A60D1C"/>
    <w:rsid w:val="00A60DDA"/>
    <w:rsid w:val="00A611DD"/>
    <w:rsid w:val="00A61228"/>
    <w:rsid w:val="00A61283"/>
    <w:rsid w:val="00A614E1"/>
    <w:rsid w:val="00A615FA"/>
    <w:rsid w:val="00A6163C"/>
    <w:rsid w:val="00A61968"/>
    <w:rsid w:val="00A6199A"/>
    <w:rsid w:val="00A61D12"/>
    <w:rsid w:val="00A61F5B"/>
    <w:rsid w:val="00A620B2"/>
    <w:rsid w:val="00A620D1"/>
    <w:rsid w:val="00A6221F"/>
    <w:rsid w:val="00A62A49"/>
    <w:rsid w:val="00A62AAB"/>
    <w:rsid w:val="00A62AED"/>
    <w:rsid w:val="00A62C16"/>
    <w:rsid w:val="00A62C97"/>
    <w:rsid w:val="00A633B1"/>
    <w:rsid w:val="00A63488"/>
    <w:rsid w:val="00A6356E"/>
    <w:rsid w:val="00A63663"/>
    <w:rsid w:val="00A6369A"/>
    <w:rsid w:val="00A63759"/>
    <w:rsid w:val="00A6380B"/>
    <w:rsid w:val="00A63B27"/>
    <w:rsid w:val="00A63ED8"/>
    <w:rsid w:val="00A640C2"/>
    <w:rsid w:val="00A642F5"/>
    <w:rsid w:val="00A643A0"/>
    <w:rsid w:val="00A643D6"/>
    <w:rsid w:val="00A6457B"/>
    <w:rsid w:val="00A6461A"/>
    <w:rsid w:val="00A64810"/>
    <w:rsid w:val="00A64978"/>
    <w:rsid w:val="00A649FB"/>
    <w:rsid w:val="00A64D1A"/>
    <w:rsid w:val="00A6572A"/>
    <w:rsid w:val="00A65BA3"/>
    <w:rsid w:val="00A65E40"/>
    <w:rsid w:val="00A66176"/>
    <w:rsid w:val="00A66184"/>
    <w:rsid w:val="00A661F9"/>
    <w:rsid w:val="00A6687E"/>
    <w:rsid w:val="00A6698C"/>
    <w:rsid w:val="00A66C44"/>
    <w:rsid w:val="00A66CB7"/>
    <w:rsid w:val="00A66F2C"/>
    <w:rsid w:val="00A674A5"/>
    <w:rsid w:val="00A6780A"/>
    <w:rsid w:val="00A67B1B"/>
    <w:rsid w:val="00A67CE5"/>
    <w:rsid w:val="00A67D2C"/>
    <w:rsid w:val="00A67F7B"/>
    <w:rsid w:val="00A704E6"/>
    <w:rsid w:val="00A7050D"/>
    <w:rsid w:val="00A705C4"/>
    <w:rsid w:val="00A7082C"/>
    <w:rsid w:val="00A70A1A"/>
    <w:rsid w:val="00A70AF7"/>
    <w:rsid w:val="00A70BD9"/>
    <w:rsid w:val="00A70CE5"/>
    <w:rsid w:val="00A70D17"/>
    <w:rsid w:val="00A70DB5"/>
    <w:rsid w:val="00A70E02"/>
    <w:rsid w:val="00A70E4D"/>
    <w:rsid w:val="00A70F95"/>
    <w:rsid w:val="00A71526"/>
    <w:rsid w:val="00A715DA"/>
    <w:rsid w:val="00A71912"/>
    <w:rsid w:val="00A71A7D"/>
    <w:rsid w:val="00A71DC6"/>
    <w:rsid w:val="00A71F82"/>
    <w:rsid w:val="00A72125"/>
    <w:rsid w:val="00A721FA"/>
    <w:rsid w:val="00A72429"/>
    <w:rsid w:val="00A72571"/>
    <w:rsid w:val="00A7268B"/>
    <w:rsid w:val="00A72A07"/>
    <w:rsid w:val="00A72B50"/>
    <w:rsid w:val="00A72F0E"/>
    <w:rsid w:val="00A73241"/>
    <w:rsid w:val="00A73409"/>
    <w:rsid w:val="00A73516"/>
    <w:rsid w:val="00A735AB"/>
    <w:rsid w:val="00A73664"/>
    <w:rsid w:val="00A738FD"/>
    <w:rsid w:val="00A73B25"/>
    <w:rsid w:val="00A73C67"/>
    <w:rsid w:val="00A73EB3"/>
    <w:rsid w:val="00A7407B"/>
    <w:rsid w:val="00A74253"/>
    <w:rsid w:val="00A7437F"/>
    <w:rsid w:val="00A7450C"/>
    <w:rsid w:val="00A74664"/>
    <w:rsid w:val="00A747E1"/>
    <w:rsid w:val="00A7484B"/>
    <w:rsid w:val="00A74870"/>
    <w:rsid w:val="00A74A81"/>
    <w:rsid w:val="00A74BD1"/>
    <w:rsid w:val="00A74E57"/>
    <w:rsid w:val="00A75414"/>
    <w:rsid w:val="00A75487"/>
    <w:rsid w:val="00A75735"/>
    <w:rsid w:val="00A7575A"/>
    <w:rsid w:val="00A759A2"/>
    <w:rsid w:val="00A75A43"/>
    <w:rsid w:val="00A75BA0"/>
    <w:rsid w:val="00A75FED"/>
    <w:rsid w:val="00A76212"/>
    <w:rsid w:val="00A76295"/>
    <w:rsid w:val="00A764F7"/>
    <w:rsid w:val="00A768B2"/>
    <w:rsid w:val="00A76AA2"/>
    <w:rsid w:val="00A7710D"/>
    <w:rsid w:val="00A77409"/>
    <w:rsid w:val="00A774B7"/>
    <w:rsid w:val="00A77519"/>
    <w:rsid w:val="00A7755B"/>
    <w:rsid w:val="00A7780F"/>
    <w:rsid w:val="00A77C78"/>
    <w:rsid w:val="00A77D12"/>
    <w:rsid w:val="00A77E8C"/>
    <w:rsid w:val="00A8054F"/>
    <w:rsid w:val="00A805DE"/>
    <w:rsid w:val="00A80679"/>
    <w:rsid w:val="00A8076D"/>
    <w:rsid w:val="00A80B3A"/>
    <w:rsid w:val="00A80C9C"/>
    <w:rsid w:val="00A80C9D"/>
    <w:rsid w:val="00A80FAF"/>
    <w:rsid w:val="00A81008"/>
    <w:rsid w:val="00A810D9"/>
    <w:rsid w:val="00A812F1"/>
    <w:rsid w:val="00A81397"/>
    <w:rsid w:val="00A816AD"/>
    <w:rsid w:val="00A816E0"/>
    <w:rsid w:val="00A816F0"/>
    <w:rsid w:val="00A819B0"/>
    <w:rsid w:val="00A81C0E"/>
    <w:rsid w:val="00A825F4"/>
    <w:rsid w:val="00A82756"/>
    <w:rsid w:val="00A82A59"/>
    <w:rsid w:val="00A82C40"/>
    <w:rsid w:val="00A836CD"/>
    <w:rsid w:val="00A836EA"/>
    <w:rsid w:val="00A839BE"/>
    <w:rsid w:val="00A83A25"/>
    <w:rsid w:val="00A83B37"/>
    <w:rsid w:val="00A83E60"/>
    <w:rsid w:val="00A83EA3"/>
    <w:rsid w:val="00A84013"/>
    <w:rsid w:val="00A842B5"/>
    <w:rsid w:val="00A8430D"/>
    <w:rsid w:val="00A84810"/>
    <w:rsid w:val="00A84CCE"/>
    <w:rsid w:val="00A84D3A"/>
    <w:rsid w:val="00A84DB4"/>
    <w:rsid w:val="00A850A3"/>
    <w:rsid w:val="00A85104"/>
    <w:rsid w:val="00A85243"/>
    <w:rsid w:val="00A85249"/>
    <w:rsid w:val="00A852F0"/>
    <w:rsid w:val="00A85566"/>
    <w:rsid w:val="00A856E7"/>
    <w:rsid w:val="00A85873"/>
    <w:rsid w:val="00A85998"/>
    <w:rsid w:val="00A85A48"/>
    <w:rsid w:val="00A85F6F"/>
    <w:rsid w:val="00A86594"/>
    <w:rsid w:val="00A86642"/>
    <w:rsid w:val="00A8696E"/>
    <w:rsid w:val="00A86BD2"/>
    <w:rsid w:val="00A86EA1"/>
    <w:rsid w:val="00A87298"/>
    <w:rsid w:val="00A87544"/>
    <w:rsid w:val="00A87B6C"/>
    <w:rsid w:val="00A87FD0"/>
    <w:rsid w:val="00A9008F"/>
    <w:rsid w:val="00A9046E"/>
    <w:rsid w:val="00A9052E"/>
    <w:rsid w:val="00A907DB"/>
    <w:rsid w:val="00A907F4"/>
    <w:rsid w:val="00A90C08"/>
    <w:rsid w:val="00A90D1F"/>
    <w:rsid w:val="00A90D3D"/>
    <w:rsid w:val="00A90E7A"/>
    <w:rsid w:val="00A911D3"/>
    <w:rsid w:val="00A913D1"/>
    <w:rsid w:val="00A91437"/>
    <w:rsid w:val="00A91492"/>
    <w:rsid w:val="00A91550"/>
    <w:rsid w:val="00A9160A"/>
    <w:rsid w:val="00A91E23"/>
    <w:rsid w:val="00A91F71"/>
    <w:rsid w:val="00A9218D"/>
    <w:rsid w:val="00A9229B"/>
    <w:rsid w:val="00A92632"/>
    <w:rsid w:val="00A92665"/>
    <w:rsid w:val="00A92711"/>
    <w:rsid w:val="00A9272D"/>
    <w:rsid w:val="00A927F4"/>
    <w:rsid w:val="00A92863"/>
    <w:rsid w:val="00A92A2B"/>
    <w:rsid w:val="00A92D6D"/>
    <w:rsid w:val="00A92FD9"/>
    <w:rsid w:val="00A93080"/>
    <w:rsid w:val="00A93217"/>
    <w:rsid w:val="00A9351D"/>
    <w:rsid w:val="00A939D6"/>
    <w:rsid w:val="00A93CA9"/>
    <w:rsid w:val="00A94263"/>
    <w:rsid w:val="00A94296"/>
    <w:rsid w:val="00A9438C"/>
    <w:rsid w:val="00A9476D"/>
    <w:rsid w:val="00A94868"/>
    <w:rsid w:val="00A94A73"/>
    <w:rsid w:val="00A9503D"/>
    <w:rsid w:val="00A9507D"/>
    <w:rsid w:val="00A95169"/>
    <w:rsid w:val="00A95224"/>
    <w:rsid w:val="00A953A1"/>
    <w:rsid w:val="00A95780"/>
    <w:rsid w:val="00A95EB7"/>
    <w:rsid w:val="00A9699D"/>
    <w:rsid w:val="00A96AEB"/>
    <w:rsid w:val="00A97060"/>
    <w:rsid w:val="00A97256"/>
    <w:rsid w:val="00A977CA"/>
    <w:rsid w:val="00A97F5B"/>
    <w:rsid w:val="00AA014E"/>
    <w:rsid w:val="00AA0276"/>
    <w:rsid w:val="00AA035B"/>
    <w:rsid w:val="00AA03A2"/>
    <w:rsid w:val="00AA04F4"/>
    <w:rsid w:val="00AA0B70"/>
    <w:rsid w:val="00AA0C95"/>
    <w:rsid w:val="00AA0D22"/>
    <w:rsid w:val="00AA0FE2"/>
    <w:rsid w:val="00AA14AF"/>
    <w:rsid w:val="00AA1660"/>
    <w:rsid w:val="00AA16B3"/>
    <w:rsid w:val="00AA1EED"/>
    <w:rsid w:val="00AA2566"/>
    <w:rsid w:val="00AA26E2"/>
    <w:rsid w:val="00AA28E2"/>
    <w:rsid w:val="00AA2AD2"/>
    <w:rsid w:val="00AA303B"/>
    <w:rsid w:val="00AA30EA"/>
    <w:rsid w:val="00AA32FF"/>
    <w:rsid w:val="00AA3741"/>
    <w:rsid w:val="00AA3A5A"/>
    <w:rsid w:val="00AA3B2B"/>
    <w:rsid w:val="00AA3B3C"/>
    <w:rsid w:val="00AA3E84"/>
    <w:rsid w:val="00AA4030"/>
    <w:rsid w:val="00AA420A"/>
    <w:rsid w:val="00AA4377"/>
    <w:rsid w:val="00AA4407"/>
    <w:rsid w:val="00AA4C8A"/>
    <w:rsid w:val="00AA539C"/>
    <w:rsid w:val="00AA57C1"/>
    <w:rsid w:val="00AA59D6"/>
    <w:rsid w:val="00AA5CFD"/>
    <w:rsid w:val="00AA5EA7"/>
    <w:rsid w:val="00AA5F06"/>
    <w:rsid w:val="00AA60A2"/>
    <w:rsid w:val="00AA62CF"/>
    <w:rsid w:val="00AA643A"/>
    <w:rsid w:val="00AA672A"/>
    <w:rsid w:val="00AA6947"/>
    <w:rsid w:val="00AA6E68"/>
    <w:rsid w:val="00AA7251"/>
    <w:rsid w:val="00AA76ED"/>
    <w:rsid w:val="00AA7725"/>
    <w:rsid w:val="00AA7A61"/>
    <w:rsid w:val="00AA7D05"/>
    <w:rsid w:val="00AB005B"/>
    <w:rsid w:val="00AB0413"/>
    <w:rsid w:val="00AB0468"/>
    <w:rsid w:val="00AB0511"/>
    <w:rsid w:val="00AB0624"/>
    <w:rsid w:val="00AB102E"/>
    <w:rsid w:val="00AB120C"/>
    <w:rsid w:val="00AB12CE"/>
    <w:rsid w:val="00AB155E"/>
    <w:rsid w:val="00AB162B"/>
    <w:rsid w:val="00AB1671"/>
    <w:rsid w:val="00AB1876"/>
    <w:rsid w:val="00AB18D4"/>
    <w:rsid w:val="00AB1E41"/>
    <w:rsid w:val="00AB1FA4"/>
    <w:rsid w:val="00AB20F0"/>
    <w:rsid w:val="00AB214F"/>
    <w:rsid w:val="00AB2706"/>
    <w:rsid w:val="00AB275E"/>
    <w:rsid w:val="00AB27AF"/>
    <w:rsid w:val="00AB2DFD"/>
    <w:rsid w:val="00AB2EDB"/>
    <w:rsid w:val="00AB31F5"/>
    <w:rsid w:val="00AB333B"/>
    <w:rsid w:val="00AB3E15"/>
    <w:rsid w:val="00AB404D"/>
    <w:rsid w:val="00AB432B"/>
    <w:rsid w:val="00AB4424"/>
    <w:rsid w:val="00AB4474"/>
    <w:rsid w:val="00AB467F"/>
    <w:rsid w:val="00AB471E"/>
    <w:rsid w:val="00AB48AE"/>
    <w:rsid w:val="00AB49B4"/>
    <w:rsid w:val="00AB4A42"/>
    <w:rsid w:val="00AB4A99"/>
    <w:rsid w:val="00AB4AC8"/>
    <w:rsid w:val="00AB4ACD"/>
    <w:rsid w:val="00AB4C24"/>
    <w:rsid w:val="00AB4C4F"/>
    <w:rsid w:val="00AB4D31"/>
    <w:rsid w:val="00AB5088"/>
    <w:rsid w:val="00AB537F"/>
    <w:rsid w:val="00AB53BD"/>
    <w:rsid w:val="00AB5821"/>
    <w:rsid w:val="00AB5CAE"/>
    <w:rsid w:val="00AB5FAC"/>
    <w:rsid w:val="00AB6081"/>
    <w:rsid w:val="00AB60C0"/>
    <w:rsid w:val="00AB6449"/>
    <w:rsid w:val="00AB68AE"/>
    <w:rsid w:val="00AB69BF"/>
    <w:rsid w:val="00AB6B57"/>
    <w:rsid w:val="00AB6F2A"/>
    <w:rsid w:val="00AB6FFC"/>
    <w:rsid w:val="00AB71AC"/>
    <w:rsid w:val="00AB750B"/>
    <w:rsid w:val="00AB7574"/>
    <w:rsid w:val="00AB780D"/>
    <w:rsid w:val="00AB7861"/>
    <w:rsid w:val="00AB78F2"/>
    <w:rsid w:val="00AB7FD4"/>
    <w:rsid w:val="00AC0071"/>
    <w:rsid w:val="00AC01AD"/>
    <w:rsid w:val="00AC01E0"/>
    <w:rsid w:val="00AC034C"/>
    <w:rsid w:val="00AC0440"/>
    <w:rsid w:val="00AC057F"/>
    <w:rsid w:val="00AC0CDD"/>
    <w:rsid w:val="00AC1340"/>
    <w:rsid w:val="00AC159E"/>
    <w:rsid w:val="00AC16B5"/>
    <w:rsid w:val="00AC1F02"/>
    <w:rsid w:val="00AC2038"/>
    <w:rsid w:val="00AC223A"/>
    <w:rsid w:val="00AC2278"/>
    <w:rsid w:val="00AC2521"/>
    <w:rsid w:val="00AC29AC"/>
    <w:rsid w:val="00AC2C38"/>
    <w:rsid w:val="00AC309F"/>
    <w:rsid w:val="00AC33AC"/>
    <w:rsid w:val="00AC354F"/>
    <w:rsid w:val="00AC35E3"/>
    <w:rsid w:val="00AC3740"/>
    <w:rsid w:val="00AC405D"/>
    <w:rsid w:val="00AC4088"/>
    <w:rsid w:val="00AC40B5"/>
    <w:rsid w:val="00AC41C3"/>
    <w:rsid w:val="00AC4407"/>
    <w:rsid w:val="00AC44CB"/>
    <w:rsid w:val="00AC4951"/>
    <w:rsid w:val="00AC4992"/>
    <w:rsid w:val="00AC4A21"/>
    <w:rsid w:val="00AC4D96"/>
    <w:rsid w:val="00AC4EA7"/>
    <w:rsid w:val="00AC5045"/>
    <w:rsid w:val="00AC50FC"/>
    <w:rsid w:val="00AC51FB"/>
    <w:rsid w:val="00AC557A"/>
    <w:rsid w:val="00AC57C1"/>
    <w:rsid w:val="00AC59C6"/>
    <w:rsid w:val="00AC5B97"/>
    <w:rsid w:val="00AC5D35"/>
    <w:rsid w:val="00AC64E4"/>
    <w:rsid w:val="00AC66DA"/>
    <w:rsid w:val="00AC6961"/>
    <w:rsid w:val="00AC697A"/>
    <w:rsid w:val="00AC6AAB"/>
    <w:rsid w:val="00AC6C11"/>
    <w:rsid w:val="00AC6CB6"/>
    <w:rsid w:val="00AC6E73"/>
    <w:rsid w:val="00AC6E93"/>
    <w:rsid w:val="00AC7037"/>
    <w:rsid w:val="00AC75C5"/>
    <w:rsid w:val="00AC77CB"/>
    <w:rsid w:val="00AC77DA"/>
    <w:rsid w:val="00AC7968"/>
    <w:rsid w:val="00AC79BF"/>
    <w:rsid w:val="00AC7DA8"/>
    <w:rsid w:val="00AC7DE4"/>
    <w:rsid w:val="00AC7E05"/>
    <w:rsid w:val="00AD0528"/>
    <w:rsid w:val="00AD057D"/>
    <w:rsid w:val="00AD0639"/>
    <w:rsid w:val="00AD06AC"/>
    <w:rsid w:val="00AD0D42"/>
    <w:rsid w:val="00AD0F73"/>
    <w:rsid w:val="00AD1016"/>
    <w:rsid w:val="00AD14AF"/>
    <w:rsid w:val="00AD159E"/>
    <w:rsid w:val="00AD1796"/>
    <w:rsid w:val="00AD1A97"/>
    <w:rsid w:val="00AD1AC6"/>
    <w:rsid w:val="00AD1C15"/>
    <w:rsid w:val="00AD1C26"/>
    <w:rsid w:val="00AD1E43"/>
    <w:rsid w:val="00AD1E9C"/>
    <w:rsid w:val="00AD1FDE"/>
    <w:rsid w:val="00AD2001"/>
    <w:rsid w:val="00AD21D8"/>
    <w:rsid w:val="00AD220A"/>
    <w:rsid w:val="00AD2298"/>
    <w:rsid w:val="00AD2692"/>
    <w:rsid w:val="00AD27C1"/>
    <w:rsid w:val="00AD2919"/>
    <w:rsid w:val="00AD2B40"/>
    <w:rsid w:val="00AD2C9F"/>
    <w:rsid w:val="00AD2CBF"/>
    <w:rsid w:val="00AD2FCF"/>
    <w:rsid w:val="00AD303F"/>
    <w:rsid w:val="00AD3103"/>
    <w:rsid w:val="00AD329C"/>
    <w:rsid w:val="00AD32CF"/>
    <w:rsid w:val="00AD36FD"/>
    <w:rsid w:val="00AD375B"/>
    <w:rsid w:val="00AD3C7B"/>
    <w:rsid w:val="00AD3CF8"/>
    <w:rsid w:val="00AD4625"/>
    <w:rsid w:val="00AD4819"/>
    <w:rsid w:val="00AD4EC0"/>
    <w:rsid w:val="00AD4FC9"/>
    <w:rsid w:val="00AD5595"/>
    <w:rsid w:val="00AD56BF"/>
    <w:rsid w:val="00AD5AC8"/>
    <w:rsid w:val="00AD5B00"/>
    <w:rsid w:val="00AD5BBB"/>
    <w:rsid w:val="00AD5C01"/>
    <w:rsid w:val="00AD5E66"/>
    <w:rsid w:val="00AD64C2"/>
    <w:rsid w:val="00AD6E6D"/>
    <w:rsid w:val="00AD6FE5"/>
    <w:rsid w:val="00AD7434"/>
    <w:rsid w:val="00AD7980"/>
    <w:rsid w:val="00AD7A54"/>
    <w:rsid w:val="00AD7AC8"/>
    <w:rsid w:val="00AD7B8E"/>
    <w:rsid w:val="00AD7BA4"/>
    <w:rsid w:val="00AD7FEC"/>
    <w:rsid w:val="00AE02BF"/>
    <w:rsid w:val="00AE06B1"/>
    <w:rsid w:val="00AE07A3"/>
    <w:rsid w:val="00AE0BA2"/>
    <w:rsid w:val="00AE103F"/>
    <w:rsid w:val="00AE10AC"/>
    <w:rsid w:val="00AE10C2"/>
    <w:rsid w:val="00AE1106"/>
    <w:rsid w:val="00AE13D1"/>
    <w:rsid w:val="00AE1CF1"/>
    <w:rsid w:val="00AE1E9F"/>
    <w:rsid w:val="00AE22B2"/>
    <w:rsid w:val="00AE22EC"/>
    <w:rsid w:val="00AE2309"/>
    <w:rsid w:val="00AE243F"/>
    <w:rsid w:val="00AE2597"/>
    <w:rsid w:val="00AE2CA0"/>
    <w:rsid w:val="00AE35E6"/>
    <w:rsid w:val="00AE39C2"/>
    <w:rsid w:val="00AE3B91"/>
    <w:rsid w:val="00AE4282"/>
    <w:rsid w:val="00AE457B"/>
    <w:rsid w:val="00AE468D"/>
    <w:rsid w:val="00AE46E5"/>
    <w:rsid w:val="00AE4737"/>
    <w:rsid w:val="00AE480E"/>
    <w:rsid w:val="00AE4D2E"/>
    <w:rsid w:val="00AE4D48"/>
    <w:rsid w:val="00AE4DD9"/>
    <w:rsid w:val="00AE4FA8"/>
    <w:rsid w:val="00AE50E2"/>
    <w:rsid w:val="00AE51FE"/>
    <w:rsid w:val="00AE5250"/>
    <w:rsid w:val="00AE52AD"/>
    <w:rsid w:val="00AE53BC"/>
    <w:rsid w:val="00AE545E"/>
    <w:rsid w:val="00AE55CE"/>
    <w:rsid w:val="00AE5638"/>
    <w:rsid w:val="00AE57CF"/>
    <w:rsid w:val="00AE59D5"/>
    <w:rsid w:val="00AE61C5"/>
    <w:rsid w:val="00AE61EF"/>
    <w:rsid w:val="00AE635A"/>
    <w:rsid w:val="00AE6740"/>
    <w:rsid w:val="00AE68FA"/>
    <w:rsid w:val="00AE6BF5"/>
    <w:rsid w:val="00AE6C1C"/>
    <w:rsid w:val="00AE75C8"/>
    <w:rsid w:val="00AE7931"/>
    <w:rsid w:val="00AE7E96"/>
    <w:rsid w:val="00AE7FC4"/>
    <w:rsid w:val="00AF0475"/>
    <w:rsid w:val="00AF066F"/>
    <w:rsid w:val="00AF0679"/>
    <w:rsid w:val="00AF06A6"/>
    <w:rsid w:val="00AF072E"/>
    <w:rsid w:val="00AF0A9A"/>
    <w:rsid w:val="00AF0DA3"/>
    <w:rsid w:val="00AF0F8F"/>
    <w:rsid w:val="00AF125C"/>
    <w:rsid w:val="00AF132B"/>
    <w:rsid w:val="00AF1BE1"/>
    <w:rsid w:val="00AF1CCA"/>
    <w:rsid w:val="00AF1FAB"/>
    <w:rsid w:val="00AF202F"/>
    <w:rsid w:val="00AF212A"/>
    <w:rsid w:val="00AF23AC"/>
    <w:rsid w:val="00AF241F"/>
    <w:rsid w:val="00AF27F2"/>
    <w:rsid w:val="00AF2857"/>
    <w:rsid w:val="00AF28E2"/>
    <w:rsid w:val="00AF2C4A"/>
    <w:rsid w:val="00AF2CC3"/>
    <w:rsid w:val="00AF3095"/>
    <w:rsid w:val="00AF359A"/>
    <w:rsid w:val="00AF35B4"/>
    <w:rsid w:val="00AF38FA"/>
    <w:rsid w:val="00AF3CD5"/>
    <w:rsid w:val="00AF3F36"/>
    <w:rsid w:val="00AF4208"/>
    <w:rsid w:val="00AF43E3"/>
    <w:rsid w:val="00AF44E2"/>
    <w:rsid w:val="00AF4786"/>
    <w:rsid w:val="00AF48DA"/>
    <w:rsid w:val="00AF49CF"/>
    <w:rsid w:val="00AF4A73"/>
    <w:rsid w:val="00AF4C4F"/>
    <w:rsid w:val="00AF5507"/>
    <w:rsid w:val="00AF5949"/>
    <w:rsid w:val="00AF5BC2"/>
    <w:rsid w:val="00AF5BE6"/>
    <w:rsid w:val="00AF5E88"/>
    <w:rsid w:val="00AF5EBD"/>
    <w:rsid w:val="00AF62BE"/>
    <w:rsid w:val="00AF6732"/>
    <w:rsid w:val="00AF683A"/>
    <w:rsid w:val="00AF68AA"/>
    <w:rsid w:val="00AF69BE"/>
    <w:rsid w:val="00AF6AF6"/>
    <w:rsid w:val="00AF6D19"/>
    <w:rsid w:val="00AF6DB8"/>
    <w:rsid w:val="00AF6E36"/>
    <w:rsid w:val="00AF6EC4"/>
    <w:rsid w:val="00AF71AE"/>
    <w:rsid w:val="00AF730B"/>
    <w:rsid w:val="00AF747E"/>
    <w:rsid w:val="00AF75B0"/>
    <w:rsid w:val="00AF76B5"/>
    <w:rsid w:val="00AF7872"/>
    <w:rsid w:val="00AF792B"/>
    <w:rsid w:val="00B001A0"/>
    <w:rsid w:val="00B0023B"/>
    <w:rsid w:val="00B00267"/>
    <w:rsid w:val="00B00630"/>
    <w:rsid w:val="00B00738"/>
    <w:rsid w:val="00B00B1F"/>
    <w:rsid w:val="00B00B5E"/>
    <w:rsid w:val="00B00C0C"/>
    <w:rsid w:val="00B00EED"/>
    <w:rsid w:val="00B0193A"/>
    <w:rsid w:val="00B01D0C"/>
    <w:rsid w:val="00B01F31"/>
    <w:rsid w:val="00B01FA6"/>
    <w:rsid w:val="00B027D0"/>
    <w:rsid w:val="00B028FF"/>
    <w:rsid w:val="00B02F82"/>
    <w:rsid w:val="00B03340"/>
    <w:rsid w:val="00B034AE"/>
    <w:rsid w:val="00B03512"/>
    <w:rsid w:val="00B03562"/>
    <w:rsid w:val="00B036A6"/>
    <w:rsid w:val="00B0384A"/>
    <w:rsid w:val="00B0452C"/>
    <w:rsid w:val="00B04978"/>
    <w:rsid w:val="00B04EBB"/>
    <w:rsid w:val="00B04FE9"/>
    <w:rsid w:val="00B05158"/>
    <w:rsid w:val="00B05277"/>
    <w:rsid w:val="00B053C8"/>
    <w:rsid w:val="00B0596E"/>
    <w:rsid w:val="00B05B79"/>
    <w:rsid w:val="00B05CA0"/>
    <w:rsid w:val="00B05ECE"/>
    <w:rsid w:val="00B06067"/>
    <w:rsid w:val="00B061E2"/>
    <w:rsid w:val="00B0639D"/>
    <w:rsid w:val="00B067BA"/>
    <w:rsid w:val="00B0693D"/>
    <w:rsid w:val="00B06FF2"/>
    <w:rsid w:val="00B07088"/>
    <w:rsid w:val="00B072A3"/>
    <w:rsid w:val="00B07399"/>
    <w:rsid w:val="00B07A9A"/>
    <w:rsid w:val="00B07C37"/>
    <w:rsid w:val="00B07D24"/>
    <w:rsid w:val="00B07D90"/>
    <w:rsid w:val="00B07E61"/>
    <w:rsid w:val="00B10076"/>
    <w:rsid w:val="00B10BE0"/>
    <w:rsid w:val="00B10D00"/>
    <w:rsid w:val="00B10DDF"/>
    <w:rsid w:val="00B10E7F"/>
    <w:rsid w:val="00B10F78"/>
    <w:rsid w:val="00B11089"/>
    <w:rsid w:val="00B112CF"/>
    <w:rsid w:val="00B112E7"/>
    <w:rsid w:val="00B115EB"/>
    <w:rsid w:val="00B11885"/>
    <w:rsid w:val="00B11A56"/>
    <w:rsid w:val="00B11B64"/>
    <w:rsid w:val="00B11D79"/>
    <w:rsid w:val="00B11EA5"/>
    <w:rsid w:val="00B12356"/>
    <w:rsid w:val="00B123CD"/>
    <w:rsid w:val="00B124D9"/>
    <w:rsid w:val="00B1250E"/>
    <w:rsid w:val="00B127F7"/>
    <w:rsid w:val="00B1294B"/>
    <w:rsid w:val="00B129D5"/>
    <w:rsid w:val="00B12A13"/>
    <w:rsid w:val="00B12B5F"/>
    <w:rsid w:val="00B12DFE"/>
    <w:rsid w:val="00B12E71"/>
    <w:rsid w:val="00B13041"/>
    <w:rsid w:val="00B13232"/>
    <w:rsid w:val="00B13482"/>
    <w:rsid w:val="00B13512"/>
    <w:rsid w:val="00B136FD"/>
    <w:rsid w:val="00B13720"/>
    <w:rsid w:val="00B13AC2"/>
    <w:rsid w:val="00B13D45"/>
    <w:rsid w:val="00B13E8A"/>
    <w:rsid w:val="00B141DE"/>
    <w:rsid w:val="00B143DC"/>
    <w:rsid w:val="00B1476C"/>
    <w:rsid w:val="00B14B52"/>
    <w:rsid w:val="00B150B3"/>
    <w:rsid w:val="00B1530C"/>
    <w:rsid w:val="00B1538C"/>
    <w:rsid w:val="00B15471"/>
    <w:rsid w:val="00B15506"/>
    <w:rsid w:val="00B157B8"/>
    <w:rsid w:val="00B15B9C"/>
    <w:rsid w:val="00B1640F"/>
    <w:rsid w:val="00B1652C"/>
    <w:rsid w:val="00B16678"/>
    <w:rsid w:val="00B168B9"/>
    <w:rsid w:val="00B16938"/>
    <w:rsid w:val="00B1698D"/>
    <w:rsid w:val="00B169DC"/>
    <w:rsid w:val="00B16ABE"/>
    <w:rsid w:val="00B16F06"/>
    <w:rsid w:val="00B17553"/>
    <w:rsid w:val="00B1777F"/>
    <w:rsid w:val="00B17885"/>
    <w:rsid w:val="00B17B51"/>
    <w:rsid w:val="00B17F7E"/>
    <w:rsid w:val="00B20133"/>
    <w:rsid w:val="00B206E4"/>
    <w:rsid w:val="00B20D28"/>
    <w:rsid w:val="00B20DA9"/>
    <w:rsid w:val="00B2135B"/>
    <w:rsid w:val="00B213B8"/>
    <w:rsid w:val="00B218BC"/>
    <w:rsid w:val="00B218BD"/>
    <w:rsid w:val="00B218E4"/>
    <w:rsid w:val="00B2193E"/>
    <w:rsid w:val="00B21942"/>
    <w:rsid w:val="00B21B05"/>
    <w:rsid w:val="00B21B99"/>
    <w:rsid w:val="00B21C87"/>
    <w:rsid w:val="00B21E12"/>
    <w:rsid w:val="00B21E31"/>
    <w:rsid w:val="00B220B4"/>
    <w:rsid w:val="00B2260A"/>
    <w:rsid w:val="00B22803"/>
    <w:rsid w:val="00B22925"/>
    <w:rsid w:val="00B229F6"/>
    <w:rsid w:val="00B22D5D"/>
    <w:rsid w:val="00B22DD4"/>
    <w:rsid w:val="00B22E67"/>
    <w:rsid w:val="00B22F76"/>
    <w:rsid w:val="00B230C7"/>
    <w:rsid w:val="00B232D3"/>
    <w:rsid w:val="00B233AA"/>
    <w:rsid w:val="00B234DE"/>
    <w:rsid w:val="00B23661"/>
    <w:rsid w:val="00B237A8"/>
    <w:rsid w:val="00B238A7"/>
    <w:rsid w:val="00B23F1B"/>
    <w:rsid w:val="00B241F7"/>
    <w:rsid w:val="00B242F6"/>
    <w:rsid w:val="00B244B2"/>
    <w:rsid w:val="00B24922"/>
    <w:rsid w:val="00B249DB"/>
    <w:rsid w:val="00B24C2E"/>
    <w:rsid w:val="00B24C35"/>
    <w:rsid w:val="00B2528A"/>
    <w:rsid w:val="00B25660"/>
    <w:rsid w:val="00B257A8"/>
    <w:rsid w:val="00B25819"/>
    <w:rsid w:val="00B2586F"/>
    <w:rsid w:val="00B25996"/>
    <w:rsid w:val="00B25B2A"/>
    <w:rsid w:val="00B25B66"/>
    <w:rsid w:val="00B25CF9"/>
    <w:rsid w:val="00B25E14"/>
    <w:rsid w:val="00B2617F"/>
    <w:rsid w:val="00B26B3D"/>
    <w:rsid w:val="00B26E93"/>
    <w:rsid w:val="00B273FF"/>
    <w:rsid w:val="00B2749A"/>
    <w:rsid w:val="00B27566"/>
    <w:rsid w:val="00B278C8"/>
    <w:rsid w:val="00B27F7F"/>
    <w:rsid w:val="00B301E1"/>
    <w:rsid w:val="00B30326"/>
    <w:rsid w:val="00B3066E"/>
    <w:rsid w:val="00B3069B"/>
    <w:rsid w:val="00B30898"/>
    <w:rsid w:val="00B30AFD"/>
    <w:rsid w:val="00B30C4A"/>
    <w:rsid w:val="00B30E7B"/>
    <w:rsid w:val="00B314A8"/>
    <w:rsid w:val="00B31528"/>
    <w:rsid w:val="00B31541"/>
    <w:rsid w:val="00B31CC1"/>
    <w:rsid w:val="00B31E3B"/>
    <w:rsid w:val="00B31FC8"/>
    <w:rsid w:val="00B3200D"/>
    <w:rsid w:val="00B32186"/>
    <w:rsid w:val="00B32634"/>
    <w:rsid w:val="00B328C2"/>
    <w:rsid w:val="00B328C5"/>
    <w:rsid w:val="00B33087"/>
    <w:rsid w:val="00B3308E"/>
    <w:rsid w:val="00B33132"/>
    <w:rsid w:val="00B33517"/>
    <w:rsid w:val="00B33693"/>
    <w:rsid w:val="00B337C9"/>
    <w:rsid w:val="00B33861"/>
    <w:rsid w:val="00B339DC"/>
    <w:rsid w:val="00B33BD7"/>
    <w:rsid w:val="00B33BF3"/>
    <w:rsid w:val="00B33C88"/>
    <w:rsid w:val="00B33DF3"/>
    <w:rsid w:val="00B34067"/>
    <w:rsid w:val="00B3439A"/>
    <w:rsid w:val="00B34685"/>
    <w:rsid w:val="00B346E1"/>
    <w:rsid w:val="00B3494B"/>
    <w:rsid w:val="00B34BAF"/>
    <w:rsid w:val="00B34E5F"/>
    <w:rsid w:val="00B35566"/>
    <w:rsid w:val="00B356D8"/>
    <w:rsid w:val="00B35A27"/>
    <w:rsid w:val="00B35AAF"/>
    <w:rsid w:val="00B35D18"/>
    <w:rsid w:val="00B35E9E"/>
    <w:rsid w:val="00B35FCC"/>
    <w:rsid w:val="00B3608C"/>
    <w:rsid w:val="00B36B04"/>
    <w:rsid w:val="00B37012"/>
    <w:rsid w:val="00B3727C"/>
    <w:rsid w:val="00B3732F"/>
    <w:rsid w:val="00B377BE"/>
    <w:rsid w:val="00B37A54"/>
    <w:rsid w:val="00B37BCD"/>
    <w:rsid w:val="00B37C63"/>
    <w:rsid w:val="00B37D16"/>
    <w:rsid w:val="00B40061"/>
    <w:rsid w:val="00B40210"/>
    <w:rsid w:val="00B403B3"/>
    <w:rsid w:val="00B403D4"/>
    <w:rsid w:val="00B404C5"/>
    <w:rsid w:val="00B40771"/>
    <w:rsid w:val="00B407B9"/>
    <w:rsid w:val="00B40861"/>
    <w:rsid w:val="00B408D9"/>
    <w:rsid w:val="00B40D96"/>
    <w:rsid w:val="00B412D4"/>
    <w:rsid w:val="00B414B0"/>
    <w:rsid w:val="00B41AA7"/>
    <w:rsid w:val="00B41E0D"/>
    <w:rsid w:val="00B41F20"/>
    <w:rsid w:val="00B42434"/>
    <w:rsid w:val="00B42755"/>
    <w:rsid w:val="00B42793"/>
    <w:rsid w:val="00B430E3"/>
    <w:rsid w:val="00B4348A"/>
    <w:rsid w:val="00B43502"/>
    <w:rsid w:val="00B4386C"/>
    <w:rsid w:val="00B43B1F"/>
    <w:rsid w:val="00B43D08"/>
    <w:rsid w:val="00B44193"/>
    <w:rsid w:val="00B443C9"/>
    <w:rsid w:val="00B44670"/>
    <w:rsid w:val="00B4467D"/>
    <w:rsid w:val="00B44C45"/>
    <w:rsid w:val="00B458FC"/>
    <w:rsid w:val="00B45B6C"/>
    <w:rsid w:val="00B45BF2"/>
    <w:rsid w:val="00B46119"/>
    <w:rsid w:val="00B4622F"/>
    <w:rsid w:val="00B4628A"/>
    <w:rsid w:val="00B4660D"/>
    <w:rsid w:val="00B4690B"/>
    <w:rsid w:val="00B46D01"/>
    <w:rsid w:val="00B46D46"/>
    <w:rsid w:val="00B46EAE"/>
    <w:rsid w:val="00B46EE4"/>
    <w:rsid w:val="00B46FBC"/>
    <w:rsid w:val="00B47265"/>
    <w:rsid w:val="00B4752D"/>
    <w:rsid w:val="00B47A00"/>
    <w:rsid w:val="00B501EB"/>
    <w:rsid w:val="00B504CD"/>
    <w:rsid w:val="00B50515"/>
    <w:rsid w:val="00B509D8"/>
    <w:rsid w:val="00B50A9A"/>
    <w:rsid w:val="00B50CD1"/>
    <w:rsid w:val="00B50D10"/>
    <w:rsid w:val="00B51542"/>
    <w:rsid w:val="00B517D8"/>
    <w:rsid w:val="00B5191F"/>
    <w:rsid w:val="00B519B0"/>
    <w:rsid w:val="00B51FDC"/>
    <w:rsid w:val="00B52184"/>
    <w:rsid w:val="00B521F6"/>
    <w:rsid w:val="00B52234"/>
    <w:rsid w:val="00B52600"/>
    <w:rsid w:val="00B5260B"/>
    <w:rsid w:val="00B528A6"/>
    <w:rsid w:val="00B52AC9"/>
    <w:rsid w:val="00B52B0A"/>
    <w:rsid w:val="00B52CFC"/>
    <w:rsid w:val="00B52FF7"/>
    <w:rsid w:val="00B53071"/>
    <w:rsid w:val="00B530CE"/>
    <w:rsid w:val="00B53368"/>
    <w:rsid w:val="00B535A9"/>
    <w:rsid w:val="00B53686"/>
    <w:rsid w:val="00B5372B"/>
    <w:rsid w:val="00B53820"/>
    <w:rsid w:val="00B539CB"/>
    <w:rsid w:val="00B53A53"/>
    <w:rsid w:val="00B54049"/>
    <w:rsid w:val="00B5435F"/>
    <w:rsid w:val="00B545D4"/>
    <w:rsid w:val="00B54BF8"/>
    <w:rsid w:val="00B5517A"/>
    <w:rsid w:val="00B55246"/>
    <w:rsid w:val="00B55531"/>
    <w:rsid w:val="00B557CA"/>
    <w:rsid w:val="00B55826"/>
    <w:rsid w:val="00B55930"/>
    <w:rsid w:val="00B55A49"/>
    <w:rsid w:val="00B567FA"/>
    <w:rsid w:val="00B56B35"/>
    <w:rsid w:val="00B56CEC"/>
    <w:rsid w:val="00B5704D"/>
    <w:rsid w:val="00B570BF"/>
    <w:rsid w:val="00B57218"/>
    <w:rsid w:val="00B57226"/>
    <w:rsid w:val="00B57306"/>
    <w:rsid w:val="00B57410"/>
    <w:rsid w:val="00B57594"/>
    <w:rsid w:val="00B57636"/>
    <w:rsid w:val="00B576CE"/>
    <w:rsid w:val="00B5776D"/>
    <w:rsid w:val="00B5783C"/>
    <w:rsid w:val="00B578D4"/>
    <w:rsid w:val="00B57A35"/>
    <w:rsid w:val="00B57BC5"/>
    <w:rsid w:val="00B57C9A"/>
    <w:rsid w:val="00B6023F"/>
    <w:rsid w:val="00B60310"/>
    <w:rsid w:val="00B60589"/>
    <w:rsid w:val="00B606CE"/>
    <w:rsid w:val="00B606D6"/>
    <w:rsid w:val="00B60F79"/>
    <w:rsid w:val="00B60FA1"/>
    <w:rsid w:val="00B61133"/>
    <w:rsid w:val="00B61253"/>
    <w:rsid w:val="00B613CC"/>
    <w:rsid w:val="00B616EB"/>
    <w:rsid w:val="00B61FE3"/>
    <w:rsid w:val="00B6207B"/>
    <w:rsid w:val="00B6207C"/>
    <w:rsid w:val="00B620BC"/>
    <w:rsid w:val="00B621C8"/>
    <w:rsid w:val="00B622E5"/>
    <w:rsid w:val="00B6247B"/>
    <w:rsid w:val="00B624A5"/>
    <w:rsid w:val="00B628E7"/>
    <w:rsid w:val="00B62CC5"/>
    <w:rsid w:val="00B62D7C"/>
    <w:rsid w:val="00B63082"/>
    <w:rsid w:val="00B6311E"/>
    <w:rsid w:val="00B63161"/>
    <w:rsid w:val="00B6334F"/>
    <w:rsid w:val="00B63498"/>
    <w:rsid w:val="00B635DC"/>
    <w:rsid w:val="00B63901"/>
    <w:rsid w:val="00B63F80"/>
    <w:rsid w:val="00B64439"/>
    <w:rsid w:val="00B649B7"/>
    <w:rsid w:val="00B64DFF"/>
    <w:rsid w:val="00B65289"/>
    <w:rsid w:val="00B653B8"/>
    <w:rsid w:val="00B65636"/>
    <w:rsid w:val="00B65882"/>
    <w:rsid w:val="00B659E9"/>
    <w:rsid w:val="00B65BB9"/>
    <w:rsid w:val="00B65D8F"/>
    <w:rsid w:val="00B6613E"/>
    <w:rsid w:val="00B661F4"/>
    <w:rsid w:val="00B66330"/>
    <w:rsid w:val="00B665C5"/>
    <w:rsid w:val="00B66BFE"/>
    <w:rsid w:val="00B66CF6"/>
    <w:rsid w:val="00B66DCC"/>
    <w:rsid w:val="00B67368"/>
    <w:rsid w:val="00B6742F"/>
    <w:rsid w:val="00B674EB"/>
    <w:rsid w:val="00B67507"/>
    <w:rsid w:val="00B67661"/>
    <w:rsid w:val="00B677ED"/>
    <w:rsid w:val="00B67ADC"/>
    <w:rsid w:val="00B67B0D"/>
    <w:rsid w:val="00B70354"/>
    <w:rsid w:val="00B70375"/>
    <w:rsid w:val="00B70ABF"/>
    <w:rsid w:val="00B7101D"/>
    <w:rsid w:val="00B710C3"/>
    <w:rsid w:val="00B710FD"/>
    <w:rsid w:val="00B7130B"/>
    <w:rsid w:val="00B71323"/>
    <w:rsid w:val="00B71468"/>
    <w:rsid w:val="00B716B6"/>
    <w:rsid w:val="00B71C38"/>
    <w:rsid w:val="00B71D2E"/>
    <w:rsid w:val="00B71F07"/>
    <w:rsid w:val="00B72775"/>
    <w:rsid w:val="00B72BA8"/>
    <w:rsid w:val="00B72F2A"/>
    <w:rsid w:val="00B73059"/>
    <w:rsid w:val="00B7309A"/>
    <w:rsid w:val="00B73492"/>
    <w:rsid w:val="00B73716"/>
    <w:rsid w:val="00B7387D"/>
    <w:rsid w:val="00B739C9"/>
    <w:rsid w:val="00B73D82"/>
    <w:rsid w:val="00B73DF3"/>
    <w:rsid w:val="00B73EF3"/>
    <w:rsid w:val="00B74362"/>
    <w:rsid w:val="00B74523"/>
    <w:rsid w:val="00B74831"/>
    <w:rsid w:val="00B74AAA"/>
    <w:rsid w:val="00B74CEC"/>
    <w:rsid w:val="00B74E95"/>
    <w:rsid w:val="00B74F60"/>
    <w:rsid w:val="00B7550C"/>
    <w:rsid w:val="00B75736"/>
    <w:rsid w:val="00B758AB"/>
    <w:rsid w:val="00B75903"/>
    <w:rsid w:val="00B75B4E"/>
    <w:rsid w:val="00B75C52"/>
    <w:rsid w:val="00B75D3C"/>
    <w:rsid w:val="00B75DA7"/>
    <w:rsid w:val="00B75EB5"/>
    <w:rsid w:val="00B75EEB"/>
    <w:rsid w:val="00B75FF3"/>
    <w:rsid w:val="00B761F0"/>
    <w:rsid w:val="00B762EF"/>
    <w:rsid w:val="00B76551"/>
    <w:rsid w:val="00B765FE"/>
    <w:rsid w:val="00B7668F"/>
    <w:rsid w:val="00B767F9"/>
    <w:rsid w:val="00B76A6E"/>
    <w:rsid w:val="00B77A62"/>
    <w:rsid w:val="00B77B88"/>
    <w:rsid w:val="00B8067B"/>
    <w:rsid w:val="00B8071E"/>
    <w:rsid w:val="00B80880"/>
    <w:rsid w:val="00B80BE5"/>
    <w:rsid w:val="00B80F7E"/>
    <w:rsid w:val="00B8108F"/>
    <w:rsid w:val="00B810AE"/>
    <w:rsid w:val="00B8131E"/>
    <w:rsid w:val="00B81941"/>
    <w:rsid w:val="00B81C40"/>
    <w:rsid w:val="00B81CDE"/>
    <w:rsid w:val="00B81F01"/>
    <w:rsid w:val="00B81F8C"/>
    <w:rsid w:val="00B82126"/>
    <w:rsid w:val="00B821FE"/>
    <w:rsid w:val="00B82279"/>
    <w:rsid w:val="00B822A2"/>
    <w:rsid w:val="00B82662"/>
    <w:rsid w:val="00B826B4"/>
    <w:rsid w:val="00B826BE"/>
    <w:rsid w:val="00B826D7"/>
    <w:rsid w:val="00B82706"/>
    <w:rsid w:val="00B827D0"/>
    <w:rsid w:val="00B82E71"/>
    <w:rsid w:val="00B82EBA"/>
    <w:rsid w:val="00B836D0"/>
    <w:rsid w:val="00B839D2"/>
    <w:rsid w:val="00B83A87"/>
    <w:rsid w:val="00B83AD6"/>
    <w:rsid w:val="00B83B48"/>
    <w:rsid w:val="00B83F77"/>
    <w:rsid w:val="00B84336"/>
    <w:rsid w:val="00B843B9"/>
    <w:rsid w:val="00B849B8"/>
    <w:rsid w:val="00B84A17"/>
    <w:rsid w:val="00B84D54"/>
    <w:rsid w:val="00B8516F"/>
    <w:rsid w:val="00B853A6"/>
    <w:rsid w:val="00B85BB2"/>
    <w:rsid w:val="00B85D08"/>
    <w:rsid w:val="00B85E2F"/>
    <w:rsid w:val="00B861BF"/>
    <w:rsid w:val="00B86637"/>
    <w:rsid w:val="00B86B8F"/>
    <w:rsid w:val="00B87302"/>
    <w:rsid w:val="00B873A5"/>
    <w:rsid w:val="00B873F3"/>
    <w:rsid w:val="00B878BC"/>
    <w:rsid w:val="00B878E6"/>
    <w:rsid w:val="00B87E8A"/>
    <w:rsid w:val="00B87F16"/>
    <w:rsid w:val="00B87F1F"/>
    <w:rsid w:val="00B87F21"/>
    <w:rsid w:val="00B87F5E"/>
    <w:rsid w:val="00B90450"/>
    <w:rsid w:val="00B907F5"/>
    <w:rsid w:val="00B90F48"/>
    <w:rsid w:val="00B90FA1"/>
    <w:rsid w:val="00B91121"/>
    <w:rsid w:val="00B91279"/>
    <w:rsid w:val="00B9138B"/>
    <w:rsid w:val="00B913E8"/>
    <w:rsid w:val="00B9157D"/>
    <w:rsid w:val="00B916A7"/>
    <w:rsid w:val="00B918CE"/>
    <w:rsid w:val="00B91D0C"/>
    <w:rsid w:val="00B9218F"/>
    <w:rsid w:val="00B9219C"/>
    <w:rsid w:val="00B925A2"/>
    <w:rsid w:val="00B925E7"/>
    <w:rsid w:val="00B927EA"/>
    <w:rsid w:val="00B92E4A"/>
    <w:rsid w:val="00B93095"/>
    <w:rsid w:val="00B9361D"/>
    <w:rsid w:val="00B939E9"/>
    <w:rsid w:val="00B93A3D"/>
    <w:rsid w:val="00B93DAF"/>
    <w:rsid w:val="00B93FD1"/>
    <w:rsid w:val="00B9417C"/>
    <w:rsid w:val="00B942C8"/>
    <w:rsid w:val="00B944C7"/>
    <w:rsid w:val="00B946DE"/>
    <w:rsid w:val="00B94879"/>
    <w:rsid w:val="00B94B3F"/>
    <w:rsid w:val="00B94D01"/>
    <w:rsid w:val="00B94E2E"/>
    <w:rsid w:val="00B953C4"/>
    <w:rsid w:val="00B95509"/>
    <w:rsid w:val="00B95546"/>
    <w:rsid w:val="00B95919"/>
    <w:rsid w:val="00B9594B"/>
    <w:rsid w:val="00B9598E"/>
    <w:rsid w:val="00B95C39"/>
    <w:rsid w:val="00B96529"/>
    <w:rsid w:val="00B966B8"/>
    <w:rsid w:val="00B96726"/>
    <w:rsid w:val="00B969A4"/>
    <w:rsid w:val="00B96A79"/>
    <w:rsid w:val="00B96C3B"/>
    <w:rsid w:val="00B96C66"/>
    <w:rsid w:val="00B96CC3"/>
    <w:rsid w:val="00B96F29"/>
    <w:rsid w:val="00B96F64"/>
    <w:rsid w:val="00B96FE8"/>
    <w:rsid w:val="00B97573"/>
    <w:rsid w:val="00B9774A"/>
    <w:rsid w:val="00B97C33"/>
    <w:rsid w:val="00B97D0F"/>
    <w:rsid w:val="00B97D6D"/>
    <w:rsid w:val="00B97DE9"/>
    <w:rsid w:val="00BA01D8"/>
    <w:rsid w:val="00BA0603"/>
    <w:rsid w:val="00BA08FE"/>
    <w:rsid w:val="00BA092C"/>
    <w:rsid w:val="00BA0933"/>
    <w:rsid w:val="00BA0A15"/>
    <w:rsid w:val="00BA0A6F"/>
    <w:rsid w:val="00BA0B9E"/>
    <w:rsid w:val="00BA0EAD"/>
    <w:rsid w:val="00BA0F3C"/>
    <w:rsid w:val="00BA10C3"/>
    <w:rsid w:val="00BA1522"/>
    <w:rsid w:val="00BA1572"/>
    <w:rsid w:val="00BA16F2"/>
    <w:rsid w:val="00BA18D6"/>
    <w:rsid w:val="00BA1BB7"/>
    <w:rsid w:val="00BA1E2C"/>
    <w:rsid w:val="00BA20DC"/>
    <w:rsid w:val="00BA2529"/>
    <w:rsid w:val="00BA295C"/>
    <w:rsid w:val="00BA2A7F"/>
    <w:rsid w:val="00BA2E04"/>
    <w:rsid w:val="00BA367A"/>
    <w:rsid w:val="00BA3748"/>
    <w:rsid w:val="00BA374D"/>
    <w:rsid w:val="00BA37E0"/>
    <w:rsid w:val="00BA3D0E"/>
    <w:rsid w:val="00BA4402"/>
    <w:rsid w:val="00BA45EC"/>
    <w:rsid w:val="00BA470F"/>
    <w:rsid w:val="00BA48D0"/>
    <w:rsid w:val="00BA49A4"/>
    <w:rsid w:val="00BA4D76"/>
    <w:rsid w:val="00BA52FB"/>
    <w:rsid w:val="00BA568D"/>
    <w:rsid w:val="00BA5736"/>
    <w:rsid w:val="00BA590E"/>
    <w:rsid w:val="00BA5A1F"/>
    <w:rsid w:val="00BA5AFE"/>
    <w:rsid w:val="00BA5BA2"/>
    <w:rsid w:val="00BA5F32"/>
    <w:rsid w:val="00BA64DA"/>
    <w:rsid w:val="00BA66FA"/>
    <w:rsid w:val="00BA6943"/>
    <w:rsid w:val="00BA69BD"/>
    <w:rsid w:val="00BA6A23"/>
    <w:rsid w:val="00BA6DBF"/>
    <w:rsid w:val="00BA6E6D"/>
    <w:rsid w:val="00BA6E7F"/>
    <w:rsid w:val="00BA6FEC"/>
    <w:rsid w:val="00BA720E"/>
    <w:rsid w:val="00BA7388"/>
    <w:rsid w:val="00BA74BA"/>
    <w:rsid w:val="00BA74C3"/>
    <w:rsid w:val="00BA75D6"/>
    <w:rsid w:val="00BA763F"/>
    <w:rsid w:val="00BA7844"/>
    <w:rsid w:val="00BA7A17"/>
    <w:rsid w:val="00BA7B18"/>
    <w:rsid w:val="00BB007E"/>
    <w:rsid w:val="00BB02C5"/>
    <w:rsid w:val="00BB02D4"/>
    <w:rsid w:val="00BB0421"/>
    <w:rsid w:val="00BB0777"/>
    <w:rsid w:val="00BB0A36"/>
    <w:rsid w:val="00BB0F1F"/>
    <w:rsid w:val="00BB12E3"/>
    <w:rsid w:val="00BB168B"/>
    <w:rsid w:val="00BB193C"/>
    <w:rsid w:val="00BB1A0F"/>
    <w:rsid w:val="00BB1A53"/>
    <w:rsid w:val="00BB2229"/>
    <w:rsid w:val="00BB2230"/>
    <w:rsid w:val="00BB239F"/>
    <w:rsid w:val="00BB2623"/>
    <w:rsid w:val="00BB2A55"/>
    <w:rsid w:val="00BB2BD8"/>
    <w:rsid w:val="00BB30FE"/>
    <w:rsid w:val="00BB326E"/>
    <w:rsid w:val="00BB3332"/>
    <w:rsid w:val="00BB37CA"/>
    <w:rsid w:val="00BB3808"/>
    <w:rsid w:val="00BB3CDD"/>
    <w:rsid w:val="00BB3D19"/>
    <w:rsid w:val="00BB3DF0"/>
    <w:rsid w:val="00BB3E9F"/>
    <w:rsid w:val="00BB3F02"/>
    <w:rsid w:val="00BB3FB8"/>
    <w:rsid w:val="00BB4006"/>
    <w:rsid w:val="00BB409A"/>
    <w:rsid w:val="00BB4179"/>
    <w:rsid w:val="00BB43D8"/>
    <w:rsid w:val="00BB47E4"/>
    <w:rsid w:val="00BB4B73"/>
    <w:rsid w:val="00BB4C9E"/>
    <w:rsid w:val="00BB4D48"/>
    <w:rsid w:val="00BB4F5C"/>
    <w:rsid w:val="00BB4FCC"/>
    <w:rsid w:val="00BB5123"/>
    <w:rsid w:val="00BB537E"/>
    <w:rsid w:val="00BB5398"/>
    <w:rsid w:val="00BB53E6"/>
    <w:rsid w:val="00BB56BF"/>
    <w:rsid w:val="00BB5D47"/>
    <w:rsid w:val="00BB5D96"/>
    <w:rsid w:val="00BB63D2"/>
    <w:rsid w:val="00BB63F4"/>
    <w:rsid w:val="00BB659C"/>
    <w:rsid w:val="00BB660C"/>
    <w:rsid w:val="00BB6650"/>
    <w:rsid w:val="00BB69ED"/>
    <w:rsid w:val="00BB6F2D"/>
    <w:rsid w:val="00BB73AD"/>
    <w:rsid w:val="00BB73EE"/>
    <w:rsid w:val="00BB7469"/>
    <w:rsid w:val="00BB747A"/>
    <w:rsid w:val="00BB750D"/>
    <w:rsid w:val="00BB75A4"/>
    <w:rsid w:val="00BB7BC6"/>
    <w:rsid w:val="00BB7EDD"/>
    <w:rsid w:val="00BC0216"/>
    <w:rsid w:val="00BC02AB"/>
    <w:rsid w:val="00BC0470"/>
    <w:rsid w:val="00BC0C6B"/>
    <w:rsid w:val="00BC172A"/>
    <w:rsid w:val="00BC1A44"/>
    <w:rsid w:val="00BC1AE7"/>
    <w:rsid w:val="00BC1B6D"/>
    <w:rsid w:val="00BC1BFA"/>
    <w:rsid w:val="00BC1D11"/>
    <w:rsid w:val="00BC1D18"/>
    <w:rsid w:val="00BC2067"/>
    <w:rsid w:val="00BC2613"/>
    <w:rsid w:val="00BC2BEE"/>
    <w:rsid w:val="00BC2E8F"/>
    <w:rsid w:val="00BC2F77"/>
    <w:rsid w:val="00BC3010"/>
    <w:rsid w:val="00BC3146"/>
    <w:rsid w:val="00BC3807"/>
    <w:rsid w:val="00BC3B8E"/>
    <w:rsid w:val="00BC3E06"/>
    <w:rsid w:val="00BC3F55"/>
    <w:rsid w:val="00BC4079"/>
    <w:rsid w:val="00BC40A0"/>
    <w:rsid w:val="00BC4645"/>
    <w:rsid w:val="00BC4807"/>
    <w:rsid w:val="00BC4909"/>
    <w:rsid w:val="00BC4A18"/>
    <w:rsid w:val="00BC4A72"/>
    <w:rsid w:val="00BC4FE5"/>
    <w:rsid w:val="00BC5442"/>
    <w:rsid w:val="00BC54AA"/>
    <w:rsid w:val="00BC587F"/>
    <w:rsid w:val="00BC5B04"/>
    <w:rsid w:val="00BC5B45"/>
    <w:rsid w:val="00BC5CC3"/>
    <w:rsid w:val="00BC5DEA"/>
    <w:rsid w:val="00BC5F04"/>
    <w:rsid w:val="00BC6233"/>
    <w:rsid w:val="00BC69F2"/>
    <w:rsid w:val="00BC6DB4"/>
    <w:rsid w:val="00BC6ED5"/>
    <w:rsid w:val="00BC6FB4"/>
    <w:rsid w:val="00BC742B"/>
    <w:rsid w:val="00BC75F1"/>
    <w:rsid w:val="00BC77B8"/>
    <w:rsid w:val="00BC77D8"/>
    <w:rsid w:val="00BC7A29"/>
    <w:rsid w:val="00BC7B74"/>
    <w:rsid w:val="00BD0402"/>
    <w:rsid w:val="00BD0583"/>
    <w:rsid w:val="00BD066B"/>
    <w:rsid w:val="00BD069E"/>
    <w:rsid w:val="00BD09B6"/>
    <w:rsid w:val="00BD0B3A"/>
    <w:rsid w:val="00BD1652"/>
    <w:rsid w:val="00BD16DB"/>
    <w:rsid w:val="00BD18CC"/>
    <w:rsid w:val="00BD1A92"/>
    <w:rsid w:val="00BD24BD"/>
    <w:rsid w:val="00BD2709"/>
    <w:rsid w:val="00BD2738"/>
    <w:rsid w:val="00BD273C"/>
    <w:rsid w:val="00BD2867"/>
    <w:rsid w:val="00BD28EF"/>
    <w:rsid w:val="00BD2B14"/>
    <w:rsid w:val="00BD2D49"/>
    <w:rsid w:val="00BD2DED"/>
    <w:rsid w:val="00BD2DF5"/>
    <w:rsid w:val="00BD2F8D"/>
    <w:rsid w:val="00BD3733"/>
    <w:rsid w:val="00BD3A58"/>
    <w:rsid w:val="00BD3B65"/>
    <w:rsid w:val="00BD3C45"/>
    <w:rsid w:val="00BD3C75"/>
    <w:rsid w:val="00BD3DD4"/>
    <w:rsid w:val="00BD402C"/>
    <w:rsid w:val="00BD4256"/>
    <w:rsid w:val="00BD4489"/>
    <w:rsid w:val="00BD4716"/>
    <w:rsid w:val="00BD48A5"/>
    <w:rsid w:val="00BD4C19"/>
    <w:rsid w:val="00BD4D29"/>
    <w:rsid w:val="00BD4E15"/>
    <w:rsid w:val="00BD51BA"/>
    <w:rsid w:val="00BD5783"/>
    <w:rsid w:val="00BD57B3"/>
    <w:rsid w:val="00BD57EB"/>
    <w:rsid w:val="00BD5ACC"/>
    <w:rsid w:val="00BD639E"/>
    <w:rsid w:val="00BD646F"/>
    <w:rsid w:val="00BD6519"/>
    <w:rsid w:val="00BD69DC"/>
    <w:rsid w:val="00BD69EA"/>
    <w:rsid w:val="00BD6A96"/>
    <w:rsid w:val="00BD6AE6"/>
    <w:rsid w:val="00BD76AF"/>
    <w:rsid w:val="00BD7948"/>
    <w:rsid w:val="00BD79A7"/>
    <w:rsid w:val="00BD7B8C"/>
    <w:rsid w:val="00BD7C1D"/>
    <w:rsid w:val="00BD7E8C"/>
    <w:rsid w:val="00BE0663"/>
    <w:rsid w:val="00BE0678"/>
    <w:rsid w:val="00BE0715"/>
    <w:rsid w:val="00BE0C0B"/>
    <w:rsid w:val="00BE125F"/>
    <w:rsid w:val="00BE131F"/>
    <w:rsid w:val="00BE18C1"/>
    <w:rsid w:val="00BE199D"/>
    <w:rsid w:val="00BE1B78"/>
    <w:rsid w:val="00BE1C7E"/>
    <w:rsid w:val="00BE1DE8"/>
    <w:rsid w:val="00BE207B"/>
    <w:rsid w:val="00BE208C"/>
    <w:rsid w:val="00BE2404"/>
    <w:rsid w:val="00BE2535"/>
    <w:rsid w:val="00BE253A"/>
    <w:rsid w:val="00BE2741"/>
    <w:rsid w:val="00BE28BE"/>
    <w:rsid w:val="00BE294E"/>
    <w:rsid w:val="00BE2D1B"/>
    <w:rsid w:val="00BE2E37"/>
    <w:rsid w:val="00BE3177"/>
    <w:rsid w:val="00BE346B"/>
    <w:rsid w:val="00BE34C0"/>
    <w:rsid w:val="00BE397C"/>
    <w:rsid w:val="00BE3BE2"/>
    <w:rsid w:val="00BE3CC3"/>
    <w:rsid w:val="00BE3D1D"/>
    <w:rsid w:val="00BE3FC0"/>
    <w:rsid w:val="00BE4351"/>
    <w:rsid w:val="00BE4411"/>
    <w:rsid w:val="00BE4AC0"/>
    <w:rsid w:val="00BE4B3F"/>
    <w:rsid w:val="00BE4C71"/>
    <w:rsid w:val="00BE4E5A"/>
    <w:rsid w:val="00BE4ECF"/>
    <w:rsid w:val="00BE5094"/>
    <w:rsid w:val="00BE50C1"/>
    <w:rsid w:val="00BE5216"/>
    <w:rsid w:val="00BE54ED"/>
    <w:rsid w:val="00BE56D2"/>
    <w:rsid w:val="00BE5975"/>
    <w:rsid w:val="00BE5E32"/>
    <w:rsid w:val="00BE5F56"/>
    <w:rsid w:val="00BE69F5"/>
    <w:rsid w:val="00BE6AE1"/>
    <w:rsid w:val="00BE6BAF"/>
    <w:rsid w:val="00BE6D1C"/>
    <w:rsid w:val="00BE73BE"/>
    <w:rsid w:val="00BE7662"/>
    <w:rsid w:val="00BE7730"/>
    <w:rsid w:val="00BE7732"/>
    <w:rsid w:val="00BE7915"/>
    <w:rsid w:val="00BE7A33"/>
    <w:rsid w:val="00BE7C1C"/>
    <w:rsid w:val="00BF03C2"/>
    <w:rsid w:val="00BF045D"/>
    <w:rsid w:val="00BF068D"/>
    <w:rsid w:val="00BF07BB"/>
    <w:rsid w:val="00BF0895"/>
    <w:rsid w:val="00BF0C7E"/>
    <w:rsid w:val="00BF0EC3"/>
    <w:rsid w:val="00BF12AA"/>
    <w:rsid w:val="00BF13E9"/>
    <w:rsid w:val="00BF1764"/>
    <w:rsid w:val="00BF188D"/>
    <w:rsid w:val="00BF1B92"/>
    <w:rsid w:val="00BF1C8F"/>
    <w:rsid w:val="00BF1DD5"/>
    <w:rsid w:val="00BF21CE"/>
    <w:rsid w:val="00BF23AA"/>
    <w:rsid w:val="00BF23ED"/>
    <w:rsid w:val="00BF2417"/>
    <w:rsid w:val="00BF254C"/>
    <w:rsid w:val="00BF282D"/>
    <w:rsid w:val="00BF2E8D"/>
    <w:rsid w:val="00BF2F8A"/>
    <w:rsid w:val="00BF31DD"/>
    <w:rsid w:val="00BF320B"/>
    <w:rsid w:val="00BF3D7D"/>
    <w:rsid w:val="00BF430A"/>
    <w:rsid w:val="00BF43FF"/>
    <w:rsid w:val="00BF4471"/>
    <w:rsid w:val="00BF4857"/>
    <w:rsid w:val="00BF4978"/>
    <w:rsid w:val="00BF4A7D"/>
    <w:rsid w:val="00BF4BB8"/>
    <w:rsid w:val="00BF4BC3"/>
    <w:rsid w:val="00BF4C9E"/>
    <w:rsid w:val="00BF4DB7"/>
    <w:rsid w:val="00BF4FE6"/>
    <w:rsid w:val="00BF5181"/>
    <w:rsid w:val="00BF5443"/>
    <w:rsid w:val="00BF5583"/>
    <w:rsid w:val="00BF58DF"/>
    <w:rsid w:val="00BF59E7"/>
    <w:rsid w:val="00BF5D5B"/>
    <w:rsid w:val="00BF5DB1"/>
    <w:rsid w:val="00BF6625"/>
    <w:rsid w:val="00BF6BDF"/>
    <w:rsid w:val="00BF7059"/>
    <w:rsid w:val="00BF7538"/>
    <w:rsid w:val="00BF75B1"/>
    <w:rsid w:val="00BF75FE"/>
    <w:rsid w:val="00BF76A2"/>
    <w:rsid w:val="00BF790A"/>
    <w:rsid w:val="00BF7E56"/>
    <w:rsid w:val="00C00133"/>
    <w:rsid w:val="00C00368"/>
    <w:rsid w:val="00C004AD"/>
    <w:rsid w:val="00C0050D"/>
    <w:rsid w:val="00C00986"/>
    <w:rsid w:val="00C00BB2"/>
    <w:rsid w:val="00C00E0F"/>
    <w:rsid w:val="00C01146"/>
    <w:rsid w:val="00C011AC"/>
    <w:rsid w:val="00C014F2"/>
    <w:rsid w:val="00C016AC"/>
    <w:rsid w:val="00C018AE"/>
    <w:rsid w:val="00C0199B"/>
    <w:rsid w:val="00C01CD9"/>
    <w:rsid w:val="00C01D0E"/>
    <w:rsid w:val="00C01EAB"/>
    <w:rsid w:val="00C02007"/>
    <w:rsid w:val="00C022BE"/>
    <w:rsid w:val="00C02545"/>
    <w:rsid w:val="00C026AE"/>
    <w:rsid w:val="00C02D6B"/>
    <w:rsid w:val="00C02ED5"/>
    <w:rsid w:val="00C02F98"/>
    <w:rsid w:val="00C030F3"/>
    <w:rsid w:val="00C0318B"/>
    <w:rsid w:val="00C031BD"/>
    <w:rsid w:val="00C03519"/>
    <w:rsid w:val="00C03811"/>
    <w:rsid w:val="00C03A66"/>
    <w:rsid w:val="00C03C46"/>
    <w:rsid w:val="00C03D1B"/>
    <w:rsid w:val="00C03F0B"/>
    <w:rsid w:val="00C04230"/>
    <w:rsid w:val="00C04280"/>
    <w:rsid w:val="00C04828"/>
    <w:rsid w:val="00C0485C"/>
    <w:rsid w:val="00C04C4B"/>
    <w:rsid w:val="00C05107"/>
    <w:rsid w:val="00C058B4"/>
    <w:rsid w:val="00C05B3C"/>
    <w:rsid w:val="00C05D2F"/>
    <w:rsid w:val="00C05E3A"/>
    <w:rsid w:val="00C0607E"/>
    <w:rsid w:val="00C061E6"/>
    <w:rsid w:val="00C0629D"/>
    <w:rsid w:val="00C06555"/>
    <w:rsid w:val="00C06586"/>
    <w:rsid w:val="00C068CE"/>
    <w:rsid w:val="00C06BB1"/>
    <w:rsid w:val="00C06E3A"/>
    <w:rsid w:val="00C071D1"/>
    <w:rsid w:val="00C075CF"/>
    <w:rsid w:val="00C07601"/>
    <w:rsid w:val="00C0778C"/>
    <w:rsid w:val="00C10043"/>
    <w:rsid w:val="00C1077D"/>
    <w:rsid w:val="00C10C84"/>
    <w:rsid w:val="00C10D4A"/>
    <w:rsid w:val="00C10DAD"/>
    <w:rsid w:val="00C10E0A"/>
    <w:rsid w:val="00C10EC0"/>
    <w:rsid w:val="00C114D4"/>
    <w:rsid w:val="00C11728"/>
    <w:rsid w:val="00C11BAA"/>
    <w:rsid w:val="00C11FFD"/>
    <w:rsid w:val="00C1209C"/>
    <w:rsid w:val="00C12635"/>
    <w:rsid w:val="00C1298C"/>
    <w:rsid w:val="00C12BFA"/>
    <w:rsid w:val="00C12F0C"/>
    <w:rsid w:val="00C1312F"/>
    <w:rsid w:val="00C13510"/>
    <w:rsid w:val="00C139E5"/>
    <w:rsid w:val="00C13AA3"/>
    <w:rsid w:val="00C13B2F"/>
    <w:rsid w:val="00C13BB5"/>
    <w:rsid w:val="00C13DD1"/>
    <w:rsid w:val="00C1403B"/>
    <w:rsid w:val="00C14338"/>
    <w:rsid w:val="00C148E4"/>
    <w:rsid w:val="00C14928"/>
    <w:rsid w:val="00C1516A"/>
    <w:rsid w:val="00C15697"/>
    <w:rsid w:val="00C15C72"/>
    <w:rsid w:val="00C16154"/>
    <w:rsid w:val="00C16393"/>
    <w:rsid w:val="00C164AA"/>
    <w:rsid w:val="00C16769"/>
    <w:rsid w:val="00C16E58"/>
    <w:rsid w:val="00C16F71"/>
    <w:rsid w:val="00C1711B"/>
    <w:rsid w:val="00C17594"/>
    <w:rsid w:val="00C17D45"/>
    <w:rsid w:val="00C20272"/>
    <w:rsid w:val="00C2035D"/>
    <w:rsid w:val="00C2053B"/>
    <w:rsid w:val="00C206F1"/>
    <w:rsid w:val="00C20783"/>
    <w:rsid w:val="00C20816"/>
    <w:rsid w:val="00C208CB"/>
    <w:rsid w:val="00C20A08"/>
    <w:rsid w:val="00C20AC7"/>
    <w:rsid w:val="00C20F8C"/>
    <w:rsid w:val="00C20FA2"/>
    <w:rsid w:val="00C21027"/>
    <w:rsid w:val="00C213EB"/>
    <w:rsid w:val="00C214D5"/>
    <w:rsid w:val="00C216DA"/>
    <w:rsid w:val="00C21775"/>
    <w:rsid w:val="00C218AB"/>
    <w:rsid w:val="00C218FA"/>
    <w:rsid w:val="00C21917"/>
    <w:rsid w:val="00C219DD"/>
    <w:rsid w:val="00C21D33"/>
    <w:rsid w:val="00C21EBB"/>
    <w:rsid w:val="00C22135"/>
    <w:rsid w:val="00C22358"/>
    <w:rsid w:val="00C223C0"/>
    <w:rsid w:val="00C22864"/>
    <w:rsid w:val="00C22953"/>
    <w:rsid w:val="00C22D45"/>
    <w:rsid w:val="00C22F1E"/>
    <w:rsid w:val="00C23100"/>
    <w:rsid w:val="00C23239"/>
    <w:rsid w:val="00C234B2"/>
    <w:rsid w:val="00C23596"/>
    <w:rsid w:val="00C23667"/>
    <w:rsid w:val="00C238AD"/>
    <w:rsid w:val="00C23C4B"/>
    <w:rsid w:val="00C23C63"/>
    <w:rsid w:val="00C23D09"/>
    <w:rsid w:val="00C23FF4"/>
    <w:rsid w:val="00C240A3"/>
    <w:rsid w:val="00C2449D"/>
    <w:rsid w:val="00C244A2"/>
    <w:rsid w:val="00C2460D"/>
    <w:rsid w:val="00C24695"/>
    <w:rsid w:val="00C24706"/>
    <w:rsid w:val="00C24D2A"/>
    <w:rsid w:val="00C2516C"/>
    <w:rsid w:val="00C25410"/>
    <w:rsid w:val="00C25717"/>
    <w:rsid w:val="00C25AFC"/>
    <w:rsid w:val="00C25D2D"/>
    <w:rsid w:val="00C25E30"/>
    <w:rsid w:val="00C25F06"/>
    <w:rsid w:val="00C25F71"/>
    <w:rsid w:val="00C262EB"/>
    <w:rsid w:val="00C263D7"/>
    <w:rsid w:val="00C26846"/>
    <w:rsid w:val="00C268DB"/>
    <w:rsid w:val="00C2691C"/>
    <w:rsid w:val="00C26B33"/>
    <w:rsid w:val="00C26C35"/>
    <w:rsid w:val="00C26C37"/>
    <w:rsid w:val="00C26CFB"/>
    <w:rsid w:val="00C26D06"/>
    <w:rsid w:val="00C26FAB"/>
    <w:rsid w:val="00C270BD"/>
    <w:rsid w:val="00C27238"/>
    <w:rsid w:val="00C273CC"/>
    <w:rsid w:val="00C273E9"/>
    <w:rsid w:val="00C275CF"/>
    <w:rsid w:val="00C27766"/>
    <w:rsid w:val="00C27788"/>
    <w:rsid w:val="00C27828"/>
    <w:rsid w:val="00C27848"/>
    <w:rsid w:val="00C2794A"/>
    <w:rsid w:val="00C27ACA"/>
    <w:rsid w:val="00C27DEE"/>
    <w:rsid w:val="00C27E6E"/>
    <w:rsid w:val="00C30518"/>
    <w:rsid w:val="00C3057F"/>
    <w:rsid w:val="00C30714"/>
    <w:rsid w:val="00C30966"/>
    <w:rsid w:val="00C30A81"/>
    <w:rsid w:val="00C30B77"/>
    <w:rsid w:val="00C30EEC"/>
    <w:rsid w:val="00C30F3C"/>
    <w:rsid w:val="00C31095"/>
    <w:rsid w:val="00C32230"/>
    <w:rsid w:val="00C324CE"/>
    <w:rsid w:val="00C3288A"/>
    <w:rsid w:val="00C329EC"/>
    <w:rsid w:val="00C32A19"/>
    <w:rsid w:val="00C334A2"/>
    <w:rsid w:val="00C339A5"/>
    <w:rsid w:val="00C339F8"/>
    <w:rsid w:val="00C33A14"/>
    <w:rsid w:val="00C33A9E"/>
    <w:rsid w:val="00C33DD1"/>
    <w:rsid w:val="00C34620"/>
    <w:rsid w:val="00C3474F"/>
    <w:rsid w:val="00C34899"/>
    <w:rsid w:val="00C34DA7"/>
    <w:rsid w:val="00C34EDF"/>
    <w:rsid w:val="00C3538E"/>
    <w:rsid w:val="00C3553A"/>
    <w:rsid w:val="00C35947"/>
    <w:rsid w:val="00C3597D"/>
    <w:rsid w:val="00C35B01"/>
    <w:rsid w:val="00C35B91"/>
    <w:rsid w:val="00C35DB3"/>
    <w:rsid w:val="00C35EA0"/>
    <w:rsid w:val="00C36017"/>
    <w:rsid w:val="00C361C8"/>
    <w:rsid w:val="00C36204"/>
    <w:rsid w:val="00C36385"/>
    <w:rsid w:val="00C3653C"/>
    <w:rsid w:val="00C36619"/>
    <w:rsid w:val="00C366D3"/>
    <w:rsid w:val="00C3678B"/>
    <w:rsid w:val="00C3681B"/>
    <w:rsid w:val="00C36881"/>
    <w:rsid w:val="00C36CBF"/>
    <w:rsid w:val="00C36D29"/>
    <w:rsid w:val="00C36E51"/>
    <w:rsid w:val="00C3765C"/>
    <w:rsid w:val="00C3769B"/>
    <w:rsid w:val="00C377B6"/>
    <w:rsid w:val="00C377C6"/>
    <w:rsid w:val="00C37B5E"/>
    <w:rsid w:val="00C37C54"/>
    <w:rsid w:val="00C37CF9"/>
    <w:rsid w:val="00C37ED6"/>
    <w:rsid w:val="00C40040"/>
    <w:rsid w:val="00C40767"/>
    <w:rsid w:val="00C4080E"/>
    <w:rsid w:val="00C4081B"/>
    <w:rsid w:val="00C40D3A"/>
    <w:rsid w:val="00C412AA"/>
    <w:rsid w:val="00C414EC"/>
    <w:rsid w:val="00C415D7"/>
    <w:rsid w:val="00C419F5"/>
    <w:rsid w:val="00C41DCF"/>
    <w:rsid w:val="00C41F05"/>
    <w:rsid w:val="00C42060"/>
    <w:rsid w:val="00C4282B"/>
    <w:rsid w:val="00C42CEF"/>
    <w:rsid w:val="00C42EF5"/>
    <w:rsid w:val="00C4302F"/>
    <w:rsid w:val="00C43041"/>
    <w:rsid w:val="00C430FB"/>
    <w:rsid w:val="00C4385D"/>
    <w:rsid w:val="00C43C71"/>
    <w:rsid w:val="00C43FEF"/>
    <w:rsid w:val="00C44170"/>
    <w:rsid w:val="00C441FB"/>
    <w:rsid w:val="00C4445A"/>
    <w:rsid w:val="00C4470E"/>
    <w:rsid w:val="00C44779"/>
    <w:rsid w:val="00C447AB"/>
    <w:rsid w:val="00C4495D"/>
    <w:rsid w:val="00C44995"/>
    <w:rsid w:val="00C455D1"/>
    <w:rsid w:val="00C45E9D"/>
    <w:rsid w:val="00C45F52"/>
    <w:rsid w:val="00C45FF1"/>
    <w:rsid w:val="00C46581"/>
    <w:rsid w:val="00C46724"/>
    <w:rsid w:val="00C46F25"/>
    <w:rsid w:val="00C46F51"/>
    <w:rsid w:val="00C4727C"/>
    <w:rsid w:val="00C47459"/>
    <w:rsid w:val="00C477C9"/>
    <w:rsid w:val="00C47888"/>
    <w:rsid w:val="00C479FC"/>
    <w:rsid w:val="00C47AAC"/>
    <w:rsid w:val="00C47B00"/>
    <w:rsid w:val="00C47C3A"/>
    <w:rsid w:val="00C47D31"/>
    <w:rsid w:val="00C47D62"/>
    <w:rsid w:val="00C50163"/>
    <w:rsid w:val="00C50516"/>
    <w:rsid w:val="00C50642"/>
    <w:rsid w:val="00C508C4"/>
    <w:rsid w:val="00C50966"/>
    <w:rsid w:val="00C509DB"/>
    <w:rsid w:val="00C509F9"/>
    <w:rsid w:val="00C50B57"/>
    <w:rsid w:val="00C50C64"/>
    <w:rsid w:val="00C512C5"/>
    <w:rsid w:val="00C51805"/>
    <w:rsid w:val="00C51914"/>
    <w:rsid w:val="00C51A76"/>
    <w:rsid w:val="00C51DDE"/>
    <w:rsid w:val="00C51E6A"/>
    <w:rsid w:val="00C51E8D"/>
    <w:rsid w:val="00C51FF4"/>
    <w:rsid w:val="00C5235F"/>
    <w:rsid w:val="00C523F8"/>
    <w:rsid w:val="00C5245C"/>
    <w:rsid w:val="00C5265A"/>
    <w:rsid w:val="00C52EC6"/>
    <w:rsid w:val="00C52ECB"/>
    <w:rsid w:val="00C530A1"/>
    <w:rsid w:val="00C530F0"/>
    <w:rsid w:val="00C53208"/>
    <w:rsid w:val="00C53869"/>
    <w:rsid w:val="00C539DB"/>
    <w:rsid w:val="00C539FC"/>
    <w:rsid w:val="00C53E77"/>
    <w:rsid w:val="00C53FE6"/>
    <w:rsid w:val="00C53FFF"/>
    <w:rsid w:val="00C54544"/>
    <w:rsid w:val="00C54684"/>
    <w:rsid w:val="00C54722"/>
    <w:rsid w:val="00C5493A"/>
    <w:rsid w:val="00C54A2A"/>
    <w:rsid w:val="00C54D49"/>
    <w:rsid w:val="00C54F18"/>
    <w:rsid w:val="00C551C8"/>
    <w:rsid w:val="00C55388"/>
    <w:rsid w:val="00C555B0"/>
    <w:rsid w:val="00C5573F"/>
    <w:rsid w:val="00C55B0E"/>
    <w:rsid w:val="00C55C7A"/>
    <w:rsid w:val="00C55CBF"/>
    <w:rsid w:val="00C56321"/>
    <w:rsid w:val="00C56344"/>
    <w:rsid w:val="00C56907"/>
    <w:rsid w:val="00C569A7"/>
    <w:rsid w:val="00C56AA3"/>
    <w:rsid w:val="00C56C33"/>
    <w:rsid w:val="00C56E09"/>
    <w:rsid w:val="00C56E69"/>
    <w:rsid w:val="00C570B4"/>
    <w:rsid w:val="00C5731D"/>
    <w:rsid w:val="00C57741"/>
    <w:rsid w:val="00C577F6"/>
    <w:rsid w:val="00C57879"/>
    <w:rsid w:val="00C57A30"/>
    <w:rsid w:val="00C57ACA"/>
    <w:rsid w:val="00C57B8C"/>
    <w:rsid w:val="00C57F45"/>
    <w:rsid w:val="00C603C0"/>
    <w:rsid w:val="00C604E3"/>
    <w:rsid w:val="00C60719"/>
    <w:rsid w:val="00C6074B"/>
    <w:rsid w:val="00C6085E"/>
    <w:rsid w:val="00C60BDA"/>
    <w:rsid w:val="00C60CD2"/>
    <w:rsid w:val="00C60D65"/>
    <w:rsid w:val="00C60F60"/>
    <w:rsid w:val="00C612FD"/>
    <w:rsid w:val="00C6141D"/>
    <w:rsid w:val="00C61426"/>
    <w:rsid w:val="00C61571"/>
    <w:rsid w:val="00C61816"/>
    <w:rsid w:val="00C618EC"/>
    <w:rsid w:val="00C61B59"/>
    <w:rsid w:val="00C61D62"/>
    <w:rsid w:val="00C623AC"/>
    <w:rsid w:val="00C62A7E"/>
    <w:rsid w:val="00C62B38"/>
    <w:rsid w:val="00C62BD0"/>
    <w:rsid w:val="00C62C41"/>
    <w:rsid w:val="00C62EC5"/>
    <w:rsid w:val="00C62F8A"/>
    <w:rsid w:val="00C6329F"/>
    <w:rsid w:val="00C632D6"/>
    <w:rsid w:val="00C633A4"/>
    <w:rsid w:val="00C63E07"/>
    <w:rsid w:val="00C64306"/>
    <w:rsid w:val="00C64595"/>
    <w:rsid w:val="00C64F0F"/>
    <w:rsid w:val="00C65028"/>
    <w:rsid w:val="00C6561C"/>
    <w:rsid w:val="00C656BF"/>
    <w:rsid w:val="00C658E7"/>
    <w:rsid w:val="00C65941"/>
    <w:rsid w:val="00C65ACF"/>
    <w:rsid w:val="00C65E8F"/>
    <w:rsid w:val="00C66209"/>
    <w:rsid w:val="00C66AC9"/>
    <w:rsid w:val="00C66ACF"/>
    <w:rsid w:val="00C66BCD"/>
    <w:rsid w:val="00C66C0B"/>
    <w:rsid w:val="00C66C9D"/>
    <w:rsid w:val="00C66CAF"/>
    <w:rsid w:val="00C66D43"/>
    <w:rsid w:val="00C66D52"/>
    <w:rsid w:val="00C66EDC"/>
    <w:rsid w:val="00C66F7B"/>
    <w:rsid w:val="00C6707C"/>
    <w:rsid w:val="00C672D4"/>
    <w:rsid w:val="00C6744E"/>
    <w:rsid w:val="00C675C6"/>
    <w:rsid w:val="00C6762E"/>
    <w:rsid w:val="00C67873"/>
    <w:rsid w:val="00C678AD"/>
    <w:rsid w:val="00C67B6F"/>
    <w:rsid w:val="00C67C6C"/>
    <w:rsid w:val="00C67C88"/>
    <w:rsid w:val="00C67D45"/>
    <w:rsid w:val="00C67F69"/>
    <w:rsid w:val="00C70466"/>
    <w:rsid w:val="00C706CC"/>
    <w:rsid w:val="00C70A48"/>
    <w:rsid w:val="00C70D5E"/>
    <w:rsid w:val="00C70FA3"/>
    <w:rsid w:val="00C70FF6"/>
    <w:rsid w:val="00C710E4"/>
    <w:rsid w:val="00C7120B"/>
    <w:rsid w:val="00C71215"/>
    <w:rsid w:val="00C715FB"/>
    <w:rsid w:val="00C71643"/>
    <w:rsid w:val="00C716A4"/>
    <w:rsid w:val="00C7184D"/>
    <w:rsid w:val="00C718CD"/>
    <w:rsid w:val="00C718EF"/>
    <w:rsid w:val="00C71949"/>
    <w:rsid w:val="00C71C73"/>
    <w:rsid w:val="00C71D44"/>
    <w:rsid w:val="00C71E1D"/>
    <w:rsid w:val="00C71FAA"/>
    <w:rsid w:val="00C7211B"/>
    <w:rsid w:val="00C72371"/>
    <w:rsid w:val="00C723AB"/>
    <w:rsid w:val="00C72491"/>
    <w:rsid w:val="00C7299F"/>
    <w:rsid w:val="00C729DF"/>
    <w:rsid w:val="00C72AF3"/>
    <w:rsid w:val="00C72C6A"/>
    <w:rsid w:val="00C7305F"/>
    <w:rsid w:val="00C731E8"/>
    <w:rsid w:val="00C733F8"/>
    <w:rsid w:val="00C73A83"/>
    <w:rsid w:val="00C73F55"/>
    <w:rsid w:val="00C73F65"/>
    <w:rsid w:val="00C7405A"/>
    <w:rsid w:val="00C740C9"/>
    <w:rsid w:val="00C742C8"/>
    <w:rsid w:val="00C742EF"/>
    <w:rsid w:val="00C7468C"/>
    <w:rsid w:val="00C747B1"/>
    <w:rsid w:val="00C74C5F"/>
    <w:rsid w:val="00C74E12"/>
    <w:rsid w:val="00C74E32"/>
    <w:rsid w:val="00C74F33"/>
    <w:rsid w:val="00C74FE8"/>
    <w:rsid w:val="00C75196"/>
    <w:rsid w:val="00C75308"/>
    <w:rsid w:val="00C75325"/>
    <w:rsid w:val="00C75760"/>
    <w:rsid w:val="00C75E13"/>
    <w:rsid w:val="00C76292"/>
    <w:rsid w:val="00C7634B"/>
    <w:rsid w:val="00C76375"/>
    <w:rsid w:val="00C763E4"/>
    <w:rsid w:val="00C76624"/>
    <w:rsid w:val="00C7681A"/>
    <w:rsid w:val="00C76929"/>
    <w:rsid w:val="00C76982"/>
    <w:rsid w:val="00C76989"/>
    <w:rsid w:val="00C76B46"/>
    <w:rsid w:val="00C7704B"/>
    <w:rsid w:val="00C7748E"/>
    <w:rsid w:val="00C77637"/>
    <w:rsid w:val="00C77641"/>
    <w:rsid w:val="00C8000A"/>
    <w:rsid w:val="00C8009A"/>
    <w:rsid w:val="00C80148"/>
    <w:rsid w:val="00C801BA"/>
    <w:rsid w:val="00C80501"/>
    <w:rsid w:val="00C8066D"/>
    <w:rsid w:val="00C809FD"/>
    <w:rsid w:val="00C80D3C"/>
    <w:rsid w:val="00C80F30"/>
    <w:rsid w:val="00C80F9F"/>
    <w:rsid w:val="00C81212"/>
    <w:rsid w:val="00C8136E"/>
    <w:rsid w:val="00C81453"/>
    <w:rsid w:val="00C816D2"/>
    <w:rsid w:val="00C8182D"/>
    <w:rsid w:val="00C8193B"/>
    <w:rsid w:val="00C81E5C"/>
    <w:rsid w:val="00C81EFD"/>
    <w:rsid w:val="00C82148"/>
    <w:rsid w:val="00C8224E"/>
    <w:rsid w:val="00C824F8"/>
    <w:rsid w:val="00C82849"/>
    <w:rsid w:val="00C82A60"/>
    <w:rsid w:val="00C83006"/>
    <w:rsid w:val="00C832C6"/>
    <w:rsid w:val="00C8343A"/>
    <w:rsid w:val="00C8388E"/>
    <w:rsid w:val="00C83988"/>
    <w:rsid w:val="00C839A9"/>
    <w:rsid w:val="00C839D0"/>
    <w:rsid w:val="00C83B99"/>
    <w:rsid w:val="00C83C0C"/>
    <w:rsid w:val="00C83D1E"/>
    <w:rsid w:val="00C841F0"/>
    <w:rsid w:val="00C84569"/>
    <w:rsid w:val="00C84673"/>
    <w:rsid w:val="00C84753"/>
    <w:rsid w:val="00C8565F"/>
    <w:rsid w:val="00C85A57"/>
    <w:rsid w:val="00C85E32"/>
    <w:rsid w:val="00C85ECB"/>
    <w:rsid w:val="00C85FA3"/>
    <w:rsid w:val="00C85FC6"/>
    <w:rsid w:val="00C85FD9"/>
    <w:rsid w:val="00C8614D"/>
    <w:rsid w:val="00C86C4D"/>
    <w:rsid w:val="00C86D76"/>
    <w:rsid w:val="00C8701A"/>
    <w:rsid w:val="00C87053"/>
    <w:rsid w:val="00C8707B"/>
    <w:rsid w:val="00C870DE"/>
    <w:rsid w:val="00C87108"/>
    <w:rsid w:val="00C874C4"/>
    <w:rsid w:val="00C875E9"/>
    <w:rsid w:val="00C878FC"/>
    <w:rsid w:val="00C8795F"/>
    <w:rsid w:val="00C8797F"/>
    <w:rsid w:val="00C879E8"/>
    <w:rsid w:val="00C87AAA"/>
    <w:rsid w:val="00C87B96"/>
    <w:rsid w:val="00C87BB9"/>
    <w:rsid w:val="00C901C1"/>
    <w:rsid w:val="00C904AA"/>
    <w:rsid w:val="00C906DB"/>
    <w:rsid w:val="00C907BE"/>
    <w:rsid w:val="00C909D4"/>
    <w:rsid w:val="00C90AC8"/>
    <w:rsid w:val="00C90AE1"/>
    <w:rsid w:val="00C90B8A"/>
    <w:rsid w:val="00C90D8D"/>
    <w:rsid w:val="00C91019"/>
    <w:rsid w:val="00C914F7"/>
    <w:rsid w:val="00C917E5"/>
    <w:rsid w:val="00C91AAB"/>
    <w:rsid w:val="00C91CEA"/>
    <w:rsid w:val="00C92481"/>
    <w:rsid w:val="00C924E8"/>
    <w:rsid w:val="00C92822"/>
    <w:rsid w:val="00C929ED"/>
    <w:rsid w:val="00C92A0A"/>
    <w:rsid w:val="00C92A5F"/>
    <w:rsid w:val="00C92DFA"/>
    <w:rsid w:val="00C92FDC"/>
    <w:rsid w:val="00C934E7"/>
    <w:rsid w:val="00C93DD3"/>
    <w:rsid w:val="00C93F16"/>
    <w:rsid w:val="00C942A9"/>
    <w:rsid w:val="00C949E0"/>
    <w:rsid w:val="00C94A11"/>
    <w:rsid w:val="00C94AC0"/>
    <w:rsid w:val="00C94BB4"/>
    <w:rsid w:val="00C95095"/>
    <w:rsid w:val="00C9510B"/>
    <w:rsid w:val="00C95199"/>
    <w:rsid w:val="00C951DD"/>
    <w:rsid w:val="00C95400"/>
    <w:rsid w:val="00C9555A"/>
    <w:rsid w:val="00C9566C"/>
    <w:rsid w:val="00C95949"/>
    <w:rsid w:val="00C95AC7"/>
    <w:rsid w:val="00C95D82"/>
    <w:rsid w:val="00C95E4A"/>
    <w:rsid w:val="00C96246"/>
    <w:rsid w:val="00C96253"/>
    <w:rsid w:val="00C9729D"/>
    <w:rsid w:val="00C972A8"/>
    <w:rsid w:val="00C973B4"/>
    <w:rsid w:val="00C9743C"/>
    <w:rsid w:val="00C97496"/>
    <w:rsid w:val="00C975D8"/>
    <w:rsid w:val="00C97640"/>
    <w:rsid w:val="00C97669"/>
    <w:rsid w:val="00C976C7"/>
    <w:rsid w:val="00C97B21"/>
    <w:rsid w:val="00C97B57"/>
    <w:rsid w:val="00C97D67"/>
    <w:rsid w:val="00CA0053"/>
    <w:rsid w:val="00CA008F"/>
    <w:rsid w:val="00CA0245"/>
    <w:rsid w:val="00CA03D8"/>
    <w:rsid w:val="00CA03FA"/>
    <w:rsid w:val="00CA04F4"/>
    <w:rsid w:val="00CA0767"/>
    <w:rsid w:val="00CA0913"/>
    <w:rsid w:val="00CA0C84"/>
    <w:rsid w:val="00CA0FF9"/>
    <w:rsid w:val="00CA12A8"/>
    <w:rsid w:val="00CA1547"/>
    <w:rsid w:val="00CA162B"/>
    <w:rsid w:val="00CA19D6"/>
    <w:rsid w:val="00CA19DE"/>
    <w:rsid w:val="00CA1A9F"/>
    <w:rsid w:val="00CA21C1"/>
    <w:rsid w:val="00CA22FF"/>
    <w:rsid w:val="00CA26A4"/>
    <w:rsid w:val="00CA2B04"/>
    <w:rsid w:val="00CA2DE3"/>
    <w:rsid w:val="00CA2FC4"/>
    <w:rsid w:val="00CA2FD9"/>
    <w:rsid w:val="00CA33B7"/>
    <w:rsid w:val="00CA3481"/>
    <w:rsid w:val="00CA359D"/>
    <w:rsid w:val="00CA3AF0"/>
    <w:rsid w:val="00CA3B0A"/>
    <w:rsid w:val="00CA3BA0"/>
    <w:rsid w:val="00CA416B"/>
    <w:rsid w:val="00CA423B"/>
    <w:rsid w:val="00CA45E9"/>
    <w:rsid w:val="00CA4DBC"/>
    <w:rsid w:val="00CA4DED"/>
    <w:rsid w:val="00CA51CA"/>
    <w:rsid w:val="00CA5A97"/>
    <w:rsid w:val="00CA5B00"/>
    <w:rsid w:val="00CA5B28"/>
    <w:rsid w:val="00CA5EF9"/>
    <w:rsid w:val="00CA5F2A"/>
    <w:rsid w:val="00CA614C"/>
    <w:rsid w:val="00CA6646"/>
    <w:rsid w:val="00CA6812"/>
    <w:rsid w:val="00CA6A3B"/>
    <w:rsid w:val="00CA701C"/>
    <w:rsid w:val="00CA71D2"/>
    <w:rsid w:val="00CA72C7"/>
    <w:rsid w:val="00CA748F"/>
    <w:rsid w:val="00CA74F5"/>
    <w:rsid w:val="00CA77AA"/>
    <w:rsid w:val="00CA7A8E"/>
    <w:rsid w:val="00CB002E"/>
    <w:rsid w:val="00CB020F"/>
    <w:rsid w:val="00CB08EC"/>
    <w:rsid w:val="00CB0B0A"/>
    <w:rsid w:val="00CB0D57"/>
    <w:rsid w:val="00CB0E40"/>
    <w:rsid w:val="00CB0F0D"/>
    <w:rsid w:val="00CB10A8"/>
    <w:rsid w:val="00CB1132"/>
    <w:rsid w:val="00CB19B5"/>
    <w:rsid w:val="00CB1DA7"/>
    <w:rsid w:val="00CB23BC"/>
    <w:rsid w:val="00CB243F"/>
    <w:rsid w:val="00CB25AF"/>
    <w:rsid w:val="00CB27CA"/>
    <w:rsid w:val="00CB2A0A"/>
    <w:rsid w:val="00CB2A22"/>
    <w:rsid w:val="00CB2C2A"/>
    <w:rsid w:val="00CB2DC4"/>
    <w:rsid w:val="00CB2E40"/>
    <w:rsid w:val="00CB3005"/>
    <w:rsid w:val="00CB313A"/>
    <w:rsid w:val="00CB31A1"/>
    <w:rsid w:val="00CB33C6"/>
    <w:rsid w:val="00CB3479"/>
    <w:rsid w:val="00CB43E2"/>
    <w:rsid w:val="00CB4497"/>
    <w:rsid w:val="00CB4CC9"/>
    <w:rsid w:val="00CB4D4E"/>
    <w:rsid w:val="00CB536A"/>
    <w:rsid w:val="00CB540F"/>
    <w:rsid w:val="00CB574C"/>
    <w:rsid w:val="00CB585B"/>
    <w:rsid w:val="00CB5889"/>
    <w:rsid w:val="00CB6028"/>
    <w:rsid w:val="00CB64B2"/>
    <w:rsid w:val="00CB6557"/>
    <w:rsid w:val="00CB67C4"/>
    <w:rsid w:val="00CB6872"/>
    <w:rsid w:val="00CB69DF"/>
    <w:rsid w:val="00CB6AC1"/>
    <w:rsid w:val="00CB6AD0"/>
    <w:rsid w:val="00CB6C16"/>
    <w:rsid w:val="00CB6F1F"/>
    <w:rsid w:val="00CB6F6A"/>
    <w:rsid w:val="00CB758D"/>
    <w:rsid w:val="00CB780D"/>
    <w:rsid w:val="00CB7820"/>
    <w:rsid w:val="00CB79A3"/>
    <w:rsid w:val="00CB7A21"/>
    <w:rsid w:val="00CB7D7A"/>
    <w:rsid w:val="00CB7EAF"/>
    <w:rsid w:val="00CC0561"/>
    <w:rsid w:val="00CC0CCE"/>
    <w:rsid w:val="00CC0D5A"/>
    <w:rsid w:val="00CC140D"/>
    <w:rsid w:val="00CC153D"/>
    <w:rsid w:val="00CC170D"/>
    <w:rsid w:val="00CC17E7"/>
    <w:rsid w:val="00CC1A05"/>
    <w:rsid w:val="00CC1A16"/>
    <w:rsid w:val="00CC1A5D"/>
    <w:rsid w:val="00CC20C2"/>
    <w:rsid w:val="00CC21DE"/>
    <w:rsid w:val="00CC22D2"/>
    <w:rsid w:val="00CC2C66"/>
    <w:rsid w:val="00CC2EBB"/>
    <w:rsid w:val="00CC30D6"/>
    <w:rsid w:val="00CC3136"/>
    <w:rsid w:val="00CC314B"/>
    <w:rsid w:val="00CC316B"/>
    <w:rsid w:val="00CC3392"/>
    <w:rsid w:val="00CC3410"/>
    <w:rsid w:val="00CC36F8"/>
    <w:rsid w:val="00CC404F"/>
    <w:rsid w:val="00CC40F2"/>
    <w:rsid w:val="00CC5022"/>
    <w:rsid w:val="00CC5122"/>
    <w:rsid w:val="00CC51A7"/>
    <w:rsid w:val="00CC5235"/>
    <w:rsid w:val="00CC548F"/>
    <w:rsid w:val="00CC582F"/>
    <w:rsid w:val="00CC5A4E"/>
    <w:rsid w:val="00CC5E25"/>
    <w:rsid w:val="00CC5F5D"/>
    <w:rsid w:val="00CC61F5"/>
    <w:rsid w:val="00CC62AE"/>
    <w:rsid w:val="00CC63AF"/>
    <w:rsid w:val="00CC68D9"/>
    <w:rsid w:val="00CC6BE3"/>
    <w:rsid w:val="00CC6C38"/>
    <w:rsid w:val="00CC6E97"/>
    <w:rsid w:val="00CC6E9A"/>
    <w:rsid w:val="00CC6EC3"/>
    <w:rsid w:val="00CC6F61"/>
    <w:rsid w:val="00CC7228"/>
    <w:rsid w:val="00CC72E2"/>
    <w:rsid w:val="00CC7955"/>
    <w:rsid w:val="00CC7CF8"/>
    <w:rsid w:val="00CD009B"/>
    <w:rsid w:val="00CD0121"/>
    <w:rsid w:val="00CD0361"/>
    <w:rsid w:val="00CD0863"/>
    <w:rsid w:val="00CD089B"/>
    <w:rsid w:val="00CD0A31"/>
    <w:rsid w:val="00CD1282"/>
    <w:rsid w:val="00CD1456"/>
    <w:rsid w:val="00CD1574"/>
    <w:rsid w:val="00CD1BEA"/>
    <w:rsid w:val="00CD2068"/>
    <w:rsid w:val="00CD22F4"/>
    <w:rsid w:val="00CD2753"/>
    <w:rsid w:val="00CD2956"/>
    <w:rsid w:val="00CD2C0D"/>
    <w:rsid w:val="00CD2DDB"/>
    <w:rsid w:val="00CD2E63"/>
    <w:rsid w:val="00CD2EF8"/>
    <w:rsid w:val="00CD2F46"/>
    <w:rsid w:val="00CD3062"/>
    <w:rsid w:val="00CD339B"/>
    <w:rsid w:val="00CD3450"/>
    <w:rsid w:val="00CD3828"/>
    <w:rsid w:val="00CD3883"/>
    <w:rsid w:val="00CD3AA7"/>
    <w:rsid w:val="00CD3DFD"/>
    <w:rsid w:val="00CD3ECF"/>
    <w:rsid w:val="00CD40F2"/>
    <w:rsid w:val="00CD4811"/>
    <w:rsid w:val="00CD525F"/>
    <w:rsid w:val="00CD56BE"/>
    <w:rsid w:val="00CD56E9"/>
    <w:rsid w:val="00CD6315"/>
    <w:rsid w:val="00CD6334"/>
    <w:rsid w:val="00CD6377"/>
    <w:rsid w:val="00CD661D"/>
    <w:rsid w:val="00CD67EF"/>
    <w:rsid w:val="00CD6CC6"/>
    <w:rsid w:val="00CD74E3"/>
    <w:rsid w:val="00CD76F3"/>
    <w:rsid w:val="00CD79F0"/>
    <w:rsid w:val="00CD7A5E"/>
    <w:rsid w:val="00CD7C1E"/>
    <w:rsid w:val="00CD7E95"/>
    <w:rsid w:val="00CE0362"/>
    <w:rsid w:val="00CE048C"/>
    <w:rsid w:val="00CE096A"/>
    <w:rsid w:val="00CE0C1F"/>
    <w:rsid w:val="00CE0C27"/>
    <w:rsid w:val="00CE0CDB"/>
    <w:rsid w:val="00CE0D90"/>
    <w:rsid w:val="00CE122A"/>
    <w:rsid w:val="00CE12A1"/>
    <w:rsid w:val="00CE1573"/>
    <w:rsid w:val="00CE19CB"/>
    <w:rsid w:val="00CE1B94"/>
    <w:rsid w:val="00CE1B99"/>
    <w:rsid w:val="00CE1BD8"/>
    <w:rsid w:val="00CE1DC1"/>
    <w:rsid w:val="00CE1F0A"/>
    <w:rsid w:val="00CE2048"/>
    <w:rsid w:val="00CE231F"/>
    <w:rsid w:val="00CE23BB"/>
    <w:rsid w:val="00CE2428"/>
    <w:rsid w:val="00CE28C8"/>
    <w:rsid w:val="00CE28F7"/>
    <w:rsid w:val="00CE2B68"/>
    <w:rsid w:val="00CE2C5B"/>
    <w:rsid w:val="00CE2D10"/>
    <w:rsid w:val="00CE2EB5"/>
    <w:rsid w:val="00CE2ECB"/>
    <w:rsid w:val="00CE35A5"/>
    <w:rsid w:val="00CE35C1"/>
    <w:rsid w:val="00CE3880"/>
    <w:rsid w:val="00CE3999"/>
    <w:rsid w:val="00CE39F1"/>
    <w:rsid w:val="00CE3F84"/>
    <w:rsid w:val="00CE40A7"/>
    <w:rsid w:val="00CE423F"/>
    <w:rsid w:val="00CE42B4"/>
    <w:rsid w:val="00CE42EC"/>
    <w:rsid w:val="00CE4336"/>
    <w:rsid w:val="00CE479B"/>
    <w:rsid w:val="00CE4E2F"/>
    <w:rsid w:val="00CE4F36"/>
    <w:rsid w:val="00CE5617"/>
    <w:rsid w:val="00CE59D0"/>
    <w:rsid w:val="00CE5B00"/>
    <w:rsid w:val="00CE5C64"/>
    <w:rsid w:val="00CE5C9D"/>
    <w:rsid w:val="00CE605D"/>
    <w:rsid w:val="00CE6208"/>
    <w:rsid w:val="00CE64A2"/>
    <w:rsid w:val="00CE67B7"/>
    <w:rsid w:val="00CE6876"/>
    <w:rsid w:val="00CE6CEF"/>
    <w:rsid w:val="00CE7076"/>
    <w:rsid w:val="00CE719E"/>
    <w:rsid w:val="00CE73B0"/>
    <w:rsid w:val="00CE749A"/>
    <w:rsid w:val="00CE7503"/>
    <w:rsid w:val="00CE7506"/>
    <w:rsid w:val="00CE788C"/>
    <w:rsid w:val="00CE79E5"/>
    <w:rsid w:val="00CE79FF"/>
    <w:rsid w:val="00CE7F18"/>
    <w:rsid w:val="00CF05BF"/>
    <w:rsid w:val="00CF085F"/>
    <w:rsid w:val="00CF0917"/>
    <w:rsid w:val="00CF0B94"/>
    <w:rsid w:val="00CF10EC"/>
    <w:rsid w:val="00CF114D"/>
    <w:rsid w:val="00CF13B8"/>
    <w:rsid w:val="00CF18F7"/>
    <w:rsid w:val="00CF1A8F"/>
    <w:rsid w:val="00CF1DAB"/>
    <w:rsid w:val="00CF1F45"/>
    <w:rsid w:val="00CF21D0"/>
    <w:rsid w:val="00CF268C"/>
    <w:rsid w:val="00CF2984"/>
    <w:rsid w:val="00CF2F6E"/>
    <w:rsid w:val="00CF2FFB"/>
    <w:rsid w:val="00CF314E"/>
    <w:rsid w:val="00CF3283"/>
    <w:rsid w:val="00CF35C2"/>
    <w:rsid w:val="00CF37EF"/>
    <w:rsid w:val="00CF3874"/>
    <w:rsid w:val="00CF3A5D"/>
    <w:rsid w:val="00CF425F"/>
    <w:rsid w:val="00CF43C3"/>
    <w:rsid w:val="00CF47D1"/>
    <w:rsid w:val="00CF4DE1"/>
    <w:rsid w:val="00CF4E33"/>
    <w:rsid w:val="00CF4F6D"/>
    <w:rsid w:val="00CF5018"/>
    <w:rsid w:val="00CF517F"/>
    <w:rsid w:val="00CF5334"/>
    <w:rsid w:val="00CF5793"/>
    <w:rsid w:val="00CF580D"/>
    <w:rsid w:val="00CF5C0D"/>
    <w:rsid w:val="00CF654A"/>
    <w:rsid w:val="00CF675C"/>
    <w:rsid w:val="00CF6BD8"/>
    <w:rsid w:val="00CF6CD3"/>
    <w:rsid w:val="00CF6E3B"/>
    <w:rsid w:val="00CF6FC6"/>
    <w:rsid w:val="00CF6FEA"/>
    <w:rsid w:val="00CF70A8"/>
    <w:rsid w:val="00CF71A2"/>
    <w:rsid w:val="00CF7459"/>
    <w:rsid w:val="00CF766F"/>
    <w:rsid w:val="00CF79CB"/>
    <w:rsid w:val="00CF79CF"/>
    <w:rsid w:val="00CF7DD3"/>
    <w:rsid w:val="00CF7F58"/>
    <w:rsid w:val="00CF7FB2"/>
    <w:rsid w:val="00D004F1"/>
    <w:rsid w:val="00D006EC"/>
    <w:rsid w:val="00D008A2"/>
    <w:rsid w:val="00D00A2E"/>
    <w:rsid w:val="00D00AA9"/>
    <w:rsid w:val="00D00C27"/>
    <w:rsid w:val="00D00C9F"/>
    <w:rsid w:val="00D012AD"/>
    <w:rsid w:val="00D014BF"/>
    <w:rsid w:val="00D017C5"/>
    <w:rsid w:val="00D01932"/>
    <w:rsid w:val="00D01974"/>
    <w:rsid w:val="00D01AF9"/>
    <w:rsid w:val="00D01B4D"/>
    <w:rsid w:val="00D01E94"/>
    <w:rsid w:val="00D01F22"/>
    <w:rsid w:val="00D01F7C"/>
    <w:rsid w:val="00D02040"/>
    <w:rsid w:val="00D022C8"/>
    <w:rsid w:val="00D02382"/>
    <w:rsid w:val="00D0263C"/>
    <w:rsid w:val="00D027DA"/>
    <w:rsid w:val="00D02B67"/>
    <w:rsid w:val="00D0301F"/>
    <w:rsid w:val="00D032EF"/>
    <w:rsid w:val="00D03424"/>
    <w:rsid w:val="00D03825"/>
    <w:rsid w:val="00D03C9C"/>
    <w:rsid w:val="00D03F52"/>
    <w:rsid w:val="00D04296"/>
    <w:rsid w:val="00D04353"/>
    <w:rsid w:val="00D044BD"/>
    <w:rsid w:val="00D0479F"/>
    <w:rsid w:val="00D048F6"/>
    <w:rsid w:val="00D049C9"/>
    <w:rsid w:val="00D05223"/>
    <w:rsid w:val="00D05427"/>
    <w:rsid w:val="00D05C50"/>
    <w:rsid w:val="00D05D55"/>
    <w:rsid w:val="00D05EFE"/>
    <w:rsid w:val="00D064EB"/>
    <w:rsid w:val="00D06502"/>
    <w:rsid w:val="00D0654D"/>
    <w:rsid w:val="00D066BF"/>
    <w:rsid w:val="00D06720"/>
    <w:rsid w:val="00D0682F"/>
    <w:rsid w:val="00D0683E"/>
    <w:rsid w:val="00D06950"/>
    <w:rsid w:val="00D069CC"/>
    <w:rsid w:val="00D06C01"/>
    <w:rsid w:val="00D06D97"/>
    <w:rsid w:val="00D06FE9"/>
    <w:rsid w:val="00D0786D"/>
    <w:rsid w:val="00D07B7B"/>
    <w:rsid w:val="00D07BF4"/>
    <w:rsid w:val="00D07C17"/>
    <w:rsid w:val="00D07EB8"/>
    <w:rsid w:val="00D101B0"/>
    <w:rsid w:val="00D1065E"/>
    <w:rsid w:val="00D10D04"/>
    <w:rsid w:val="00D112BB"/>
    <w:rsid w:val="00D1138F"/>
    <w:rsid w:val="00D11790"/>
    <w:rsid w:val="00D11890"/>
    <w:rsid w:val="00D11BF8"/>
    <w:rsid w:val="00D11D08"/>
    <w:rsid w:val="00D11D6D"/>
    <w:rsid w:val="00D12016"/>
    <w:rsid w:val="00D1202B"/>
    <w:rsid w:val="00D12076"/>
    <w:rsid w:val="00D12207"/>
    <w:rsid w:val="00D124F0"/>
    <w:rsid w:val="00D12638"/>
    <w:rsid w:val="00D12823"/>
    <w:rsid w:val="00D12B2D"/>
    <w:rsid w:val="00D12BF1"/>
    <w:rsid w:val="00D136E1"/>
    <w:rsid w:val="00D13B24"/>
    <w:rsid w:val="00D1418C"/>
    <w:rsid w:val="00D143A5"/>
    <w:rsid w:val="00D147DB"/>
    <w:rsid w:val="00D1482A"/>
    <w:rsid w:val="00D14907"/>
    <w:rsid w:val="00D14A1B"/>
    <w:rsid w:val="00D14B5A"/>
    <w:rsid w:val="00D14B78"/>
    <w:rsid w:val="00D14D3F"/>
    <w:rsid w:val="00D15006"/>
    <w:rsid w:val="00D1524F"/>
    <w:rsid w:val="00D15519"/>
    <w:rsid w:val="00D1571F"/>
    <w:rsid w:val="00D1580D"/>
    <w:rsid w:val="00D15824"/>
    <w:rsid w:val="00D1583A"/>
    <w:rsid w:val="00D159F1"/>
    <w:rsid w:val="00D15A18"/>
    <w:rsid w:val="00D15B2C"/>
    <w:rsid w:val="00D15C25"/>
    <w:rsid w:val="00D15D1A"/>
    <w:rsid w:val="00D15F04"/>
    <w:rsid w:val="00D162C1"/>
    <w:rsid w:val="00D165BA"/>
    <w:rsid w:val="00D16809"/>
    <w:rsid w:val="00D16924"/>
    <w:rsid w:val="00D16A18"/>
    <w:rsid w:val="00D16D26"/>
    <w:rsid w:val="00D16EEB"/>
    <w:rsid w:val="00D17494"/>
    <w:rsid w:val="00D176E6"/>
    <w:rsid w:val="00D17863"/>
    <w:rsid w:val="00D17899"/>
    <w:rsid w:val="00D17AC5"/>
    <w:rsid w:val="00D17B42"/>
    <w:rsid w:val="00D17D19"/>
    <w:rsid w:val="00D20099"/>
    <w:rsid w:val="00D2014A"/>
    <w:rsid w:val="00D2016B"/>
    <w:rsid w:val="00D201AD"/>
    <w:rsid w:val="00D211AB"/>
    <w:rsid w:val="00D2142F"/>
    <w:rsid w:val="00D21736"/>
    <w:rsid w:val="00D2197F"/>
    <w:rsid w:val="00D21A66"/>
    <w:rsid w:val="00D21D17"/>
    <w:rsid w:val="00D21D1E"/>
    <w:rsid w:val="00D21E10"/>
    <w:rsid w:val="00D2215C"/>
    <w:rsid w:val="00D225FF"/>
    <w:rsid w:val="00D227A2"/>
    <w:rsid w:val="00D22ADA"/>
    <w:rsid w:val="00D22C95"/>
    <w:rsid w:val="00D22EC4"/>
    <w:rsid w:val="00D234EC"/>
    <w:rsid w:val="00D234FF"/>
    <w:rsid w:val="00D236CE"/>
    <w:rsid w:val="00D23BBD"/>
    <w:rsid w:val="00D23D26"/>
    <w:rsid w:val="00D23EAF"/>
    <w:rsid w:val="00D23F3A"/>
    <w:rsid w:val="00D24207"/>
    <w:rsid w:val="00D246AB"/>
    <w:rsid w:val="00D24B6D"/>
    <w:rsid w:val="00D24CC8"/>
    <w:rsid w:val="00D2507A"/>
    <w:rsid w:val="00D25589"/>
    <w:rsid w:val="00D2559E"/>
    <w:rsid w:val="00D25EE4"/>
    <w:rsid w:val="00D26069"/>
    <w:rsid w:val="00D26122"/>
    <w:rsid w:val="00D264DF"/>
    <w:rsid w:val="00D265F6"/>
    <w:rsid w:val="00D2660B"/>
    <w:rsid w:val="00D269D3"/>
    <w:rsid w:val="00D26AA1"/>
    <w:rsid w:val="00D26E04"/>
    <w:rsid w:val="00D26EA9"/>
    <w:rsid w:val="00D2740D"/>
    <w:rsid w:val="00D27486"/>
    <w:rsid w:val="00D276C0"/>
    <w:rsid w:val="00D27715"/>
    <w:rsid w:val="00D27A5D"/>
    <w:rsid w:val="00D27B69"/>
    <w:rsid w:val="00D27D17"/>
    <w:rsid w:val="00D27D27"/>
    <w:rsid w:val="00D3016C"/>
    <w:rsid w:val="00D30B41"/>
    <w:rsid w:val="00D30C1E"/>
    <w:rsid w:val="00D30C66"/>
    <w:rsid w:val="00D30DA5"/>
    <w:rsid w:val="00D30E82"/>
    <w:rsid w:val="00D30F5D"/>
    <w:rsid w:val="00D310CB"/>
    <w:rsid w:val="00D3135A"/>
    <w:rsid w:val="00D3162D"/>
    <w:rsid w:val="00D31659"/>
    <w:rsid w:val="00D316DD"/>
    <w:rsid w:val="00D31890"/>
    <w:rsid w:val="00D31B97"/>
    <w:rsid w:val="00D31ED2"/>
    <w:rsid w:val="00D31F84"/>
    <w:rsid w:val="00D32694"/>
    <w:rsid w:val="00D327F6"/>
    <w:rsid w:val="00D32852"/>
    <w:rsid w:val="00D333A3"/>
    <w:rsid w:val="00D33456"/>
    <w:rsid w:val="00D337FD"/>
    <w:rsid w:val="00D33C9E"/>
    <w:rsid w:val="00D3402A"/>
    <w:rsid w:val="00D3416D"/>
    <w:rsid w:val="00D341E4"/>
    <w:rsid w:val="00D347FD"/>
    <w:rsid w:val="00D34EFF"/>
    <w:rsid w:val="00D3529D"/>
    <w:rsid w:val="00D35311"/>
    <w:rsid w:val="00D3598A"/>
    <w:rsid w:val="00D35B21"/>
    <w:rsid w:val="00D35E09"/>
    <w:rsid w:val="00D3612E"/>
    <w:rsid w:val="00D36786"/>
    <w:rsid w:val="00D367E0"/>
    <w:rsid w:val="00D3694C"/>
    <w:rsid w:val="00D36EF8"/>
    <w:rsid w:val="00D3757D"/>
    <w:rsid w:val="00D37764"/>
    <w:rsid w:val="00D378E4"/>
    <w:rsid w:val="00D37A76"/>
    <w:rsid w:val="00D37C38"/>
    <w:rsid w:val="00D37CC8"/>
    <w:rsid w:val="00D37F18"/>
    <w:rsid w:val="00D400E7"/>
    <w:rsid w:val="00D40409"/>
    <w:rsid w:val="00D409D8"/>
    <w:rsid w:val="00D40FC2"/>
    <w:rsid w:val="00D410B8"/>
    <w:rsid w:val="00D4125A"/>
    <w:rsid w:val="00D41380"/>
    <w:rsid w:val="00D41405"/>
    <w:rsid w:val="00D41634"/>
    <w:rsid w:val="00D41680"/>
    <w:rsid w:val="00D4168B"/>
    <w:rsid w:val="00D416D6"/>
    <w:rsid w:val="00D4187A"/>
    <w:rsid w:val="00D41DCB"/>
    <w:rsid w:val="00D42073"/>
    <w:rsid w:val="00D42256"/>
    <w:rsid w:val="00D42C6D"/>
    <w:rsid w:val="00D42EAC"/>
    <w:rsid w:val="00D42EC5"/>
    <w:rsid w:val="00D43029"/>
    <w:rsid w:val="00D43418"/>
    <w:rsid w:val="00D43702"/>
    <w:rsid w:val="00D43741"/>
    <w:rsid w:val="00D439E1"/>
    <w:rsid w:val="00D44283"/>
    <w:rsid w:val="00D443CE"/>
    <w:rsid w:val="00D4452E"/>
    <w:rsid w:val="00D44719"/>
    <w:rsid w:val="00D447EB"/>
    <w:rsid w:val="00D448B5"/>
    <w:rsid w:val="00D44C34"/>
    <w:rsid w:val="00D44DF1"/>
    <w:rsid w:val="00D45054"/>
    <w:rsid w:val="00D45120"/>
    <w:rsid w:val="00D4519C"/>
    <w:rsid w:val="00D45398"/>
    <w:rsid w:val="00D454EA"/>
    <w:rsid w:val="00D457B5"/>
    <w:rsid w:val="00D45AF9"/>
    <w:rsid w:val="00D45C21"/>
    <w:rsid w:val="00D45C39"/>
    <w:rsid w:val="00D45F50"/>
    <w:rsid w:val="00D46241"/>
    <w:rsid w:val="00D4633A"/>
    <w:rsid w:val="00D46538"/>
    <w:rsid w:val="00D46733"/>
    <w:rsid w:val="00D46C03"/>
    <w:rsid w:val="00D46D45"/>
    <w:rsid w:val="00D47018"/>
    <w:rsid w:val="00D47395"/>
    <w:rsid w:val="00D47532"/>
    <w:rsid w:val="00D47623"/>
    <w:rsid w:val="00D47DA9"/>
    <w:rsid w:val="00D47F9B"/>
    <w:rsid w:val="00D500E7"/>
    <w:rsid w:val="00D504BD"/>
    <w:rsid w:val="00D509F0"/>
    <w:rsid w:val="00D50ACC"/>
    <w:rsid w:val="00D50ED4"/>
    <w:rsid w:val="00D50F07"/>
    <w:rsid w:val="00D5113D"/>
    <w:rsid w:val="00D5122A"/>
    <w:rsid w:val="00D513E9"/>
    <w:rsid w:val="00D515F8"/>
    <w:rsid w:val="00D51A9B"/>
    <w:rsid w:val="00D51BD6"/>
    <w:rsid w:val="00D51C29"/>
    <w:rsid w:val="00D51DB2"/>
    <w:rsid w:val="00D52033"/>
    <w:rsid w:val="00D5206D"/>
    <w:rsid w:val="00D5227A"/>
    <w:rsid w:val="00D52449"/>
    <w:rsid w:val="00D52601"/>
    <w:rsid w:val="00D527C0"/>
    <w:rsid w:val="00D527EA"/>
    <w:rsid w:val="00D528F0"/>
    <w:rsid w:val="00D528F2"/>
    <w:rsid w:val="00D52BF1"/>
    <w:rsid w:val="00D52E82"/>
    <w:rsid w:val="00D52F4E"/>
    <w:rsid w:val="00D531E9"/>
    <w:rsid w:val="00D5326B"/>
    <w:rsid w:val="00D5329C"/>
    <w:rsid w:val="00D537DA"/>
    <w:rsid w:val="00D53890"/>
    <w:rsid w:val="00D53CBB"/>
    <w:rsid w:val="00D53D2D"/>
    <w:rsid w:val="00D53D8E"/>
    <w:rsid w:val="00D53DFA"/>
    <w:rsid w:val="00D53F6D"/>
    <w:rsid w:val="00D5431E"/>
    <w:rsid w:val="00D543D5"/>
    <w:rsid w:val="00D543DB"/>
    <w:rsid w:val="00D5444F"/>
    <w:rsid w:val="00D54A2E"/>
    <w:rsid w:val="00D54A5F"/>
    <w:rsid w:val="00D54CF8"/>
    <w:rsid w:val="00D55027"/>
    <w:rsid w:val="00D550F4"/>
    <w:rsid w:val="00D5517D"/>
    <w:rsid w:val="00D55193"/>
    <w:rsid w:val="00D551ED"/>
    <w:rsid w:val="00D552EC"/>
    <w:rsid w:val="00D55445"/>
    <w:rsid w:val="00D55605"/>
    <w:rsid w:val="00D55F34"/>
    <w:rsid w:val="00D563CF"/>
    <w:rsid w:val="00D5656C"/>
    <w:rsid w:val="00D56599"/>
    <w:rsid w:val="00D5684E"/>
    <w:rsid w:val="00D56BBA"/>
    <w:rsid w:val="00D56F89"/>
    <w:rsid w:val="00D571DD"/>
    <w:rsid w:val="00D573B0"/>
    <w:rsid w:val="00D57651"/>
    <w:rsid w:val="00D57B1D"/>
    <w:rsid w:val="00D57B23"/>
    <w:rsid w:val="00D57B7F"/>
    <w:rsid w:val="00D57D96"/>
    <w:rsid w:val="00D601F6"/>
    <w:rsid w:val="00D60216"/>
    <w:rsid w:val="00D60257"/>
    <w:rsid w:val="00D6029F"/>
    <w:rsid w:val="00D60326"/>
    <w:rsid w:val="00D604DB"/>
    <w:rsid w:val="00D607A2"/>
    <w:rsid w:val="00D6093E"/>
    <w:rsid w:val="00D60AFC"/>
    <w:rsid w:val="00D60DA2"/>
    <w:rsid w:val="00D60F99"/>
    <w:rsid w:val="00D60FBC"/>
    <w:rsid w:val="00D6100C"/>
    <w:rsid w:val="00D61190"/>
    <w:rsid w:val="00D61562"/>
    <w:rsid w:val="00D61774"/>
    <w:rsid w:val="00D618E5"/>
    <w:rsid w:val="00D6195C"/>
    <w:rsid w:val="00D6196E"/>
    <w:rsid w:val="00D61A03"/>
    <w:rsid w:val="00D61D41"/>
    <w:rsid w:val="00D61EB4"/>
    <w:rsid w:val="00D61F79"/>
    <w:rsid w:val="00D61FB0"/>
    <w:rsid w:val="00D620D5"/>
    <w:rsid w:val="00D62622"/>
    <w:rsid w:val="00D626EB"/>
    <w:rsid w:val="00D62818"/>
    <w:rsid w:val="00D62A1E"/>
    <w:rsid w:val="00D62BB7"/>
    <w:rsid w:val="00D62BD3"/>
    <w:rsid w:val="00D62CAD"/>
    <w:rsid w:val="00D62E51"/>
    <w:rsid w:val="00D63014"/>
    <w:rsid w:val="00D63232"/>
    <w:rsid w:val="00D63337"/>
    <w:rsid w:val="00D6361B"/>
    <w:rsid w:val="00D636EA"/>
    <w:rsid w:val="00D63765"/>
    <w:rsid w:val="00D63A64"/>
    <w:rsid w:val="00D6433A"/>
    <w:rsid w:val="00D64C1E"/>
    <w:rsid w:val="00D64C92"/>
    <w:rsid w:val="00D64D6D"/>
    <w:rsid w:val="00D64EB9"/>
    <w:rsid w:val="00D6525C"/>
    <w:rsid w:val="00D656D4"/>
    <w:rsid w:val="00D65968"/>
    <w:rsid w:val="00D65BC7"/>
    <w:rsid w:val="00D65C16"/>
    <w:rsid w:val="00D660EE"/>
    <w:rsid w:val="00D665CC"/>
    <w:rsid w:val="00D6680A"/>
    <w:rsid w:val="00D6695B"/>
    <w:rsid w:val="00D66B57"/>
    <w:rsid w:val="00D66C99"/>
    <w:rsid w:val="00D66CAE"/>
    <w:rsid w:val="00D66D75"/>
    <w:rsid w:val="00D67555"/>
    <w:rsid w:val="00D67590"/>
    <w:rsid w:val="00D67FC9"/>
    <w:rsid w:val="00D7039B"/>
    <w:rsid w:val="00D70433"/>
    <w:rsid w:val="00D7048B"/>
    <w:rsid w:val="00D709E7"/>
    <w:rsid w:val="00D70CEF"/>
    <w:rsid w:val="00D71290"/>
    <w:rsid w:val="00D71312"/>
    <w:rsid w:val="00D7151E"/>
    <w:rsid w:val="00D717CC"/>
    <w:rsid w:val="00D718EA"/>
    <w:rsid w:val="00D71956"/>
    <w:rsid w:val="00D71F85"/>
    <w:rsid w:val="00D720B4"/>
    <w:rsid w:val="00D72856"/>
    <w:rsid w:val="00D729DB"/>
    <w:rsid w:val="00D72B54"/>
    <w:rsid w:val="00D72E28"/>
    <w:rsid w:val="00D72F4A"/>
    <w:rsid w:val="00D72F69"/>
    <w:rsid w:val="00D73081"/>
    <w:rsid w:val="00D730C1"/>
    <w:rsid w:val="00D736C2"/>
    <w:rsid w:val="00D73941"/>
    <w:rsid w:val="00D73A4C"/>
    <w:rsid w:val="00D73B2B"/>
    <w:rsid w:val="00D73B40"/>
    <w:rsid w:val="00D73B81"/>
    <w:rsid w:val="00D74142"/>
    <w:rsid w:val="00D745BE"/>
    <w:rsid w:val="00D7469D"/>
    <w:rsid w:val="00D748FF"/>
    <w:rsid w:val="00D74A84"/>
    <w:rsid w:val="00D74BA6"/>
    <w:rsid w:val="00D74BBE"/>
    <w:rsid w:val="00D74C5A"/>
    <w:rsid w:val="00D74C6A"/>
    <w:rsid w:val="00D7505F"/>
    <w:rsid w:val="00D756AE"/>
    <w:rsid w:val="00D75C14"/>
    <w:rsid w:val="00D75CAA"/>
    <w:rsid w:val="00D75E88"/>
    <w:rsid w:val="00D7608E"/>
    <w:rsid w:val="00D761BB"/>
    <w:rsid w:val="00D76893"/>
    <w:rsid w:val="00D76E3E"/>
    <w:rsid w:val="00D76EEF"/>
    <w:rsid w:val="00D76F41"/>
    <w:rsid w:val="00D7709C"/>
    <w:rsid w:val="00D77145"/>
    <w:rsid w:val="00D7767D"/>
    <w:rsid w:val="00D777DE"/>
    <w:rsid w:val="00D7780C"/>
    <w:rsid w:val="00D77928"/>
    <w:rsid w:val="00D77B86"/>
    <w:rsid w:val="00D77BAC"/>
    <w:rsid w:val="00D77C2E"/>
    <w:rsid w:val="00D800F2"/>
    <w:rsid w:val="00D803A0"/>
    <w:rsid w:val="00D8055C"/>
    <w:rsid w:val="00D80AF7"/>
    <w:rsid w:val="00D80B71"/>
    <w:rsid w:val="00D80BE0"/>
    <w:rsid w:val="00D80C93"/>
    <w:rsid w:val="00D81546"/>
    <w:rsid w:val="00D815D8"/>
    <w:rsid w:val="00D819C7"/>
    <w:rsid w:val="00D81A61"/>
    <w:rsid w:val="00D82183"/>
    <w:rsid w:val="00D82901"/>
    <w:rsid w:val="00D8335A"/>
    <w:rsid w:val="00D838F2"/>
    <w:rsid w:val="00D83C75"/>
    <w:rsid w:val="00D83D9F"/>
    <w:rsid w:val="00D83F3C"/>
    <w:rsid w:val="00D83FA8"/>
    <w:rsid w:val="00D840D1"/>
    <w:rsid w:val="00D843A6"/>
    <w:rsid w:val="00D84844"/>
    <w:rsid w:val="00D8492E"/>
    <w:rsid w:val="00D8497A"/>
    <w:rsid w:val="00D849EE"/>
    <w:rsid w:val="00D84B1C"/>
    <w:rsid w:val="00D84B57"/>
    <w:rsid w:val="00D84BD4"/>
    <w:rsid w:val="00D84C0C"/>
    <w:rsid w:val="00D84FC8"/>
    <w:rsid w:val="00D85113"/>
    <w:rsid w:val="00D858BB"/>
    <w:rsid w:val="00D85D58"/>
    <w:rsid w:val="00D860A1"/>
    <w:rsid w:val="00D860F6"/>
    <w:rsid w:val="00D86505"/>
    <w:rsid w:val="00D86559"/>
    <w:rsid w:val="00D8658B"/>
    <w:rsid w:val="00D86795"/>
    <w:rsid w:val="00D86DA5"/>
    <w:rsid w:val="00D87678"/>
    <w:rsid w:val="00D87BC3"/>
    <w:rsid w:val="00D87D6A"/>
    <w:rsid w:val="00D900A2"/>
    <w:rsid w:val="00D902DC"/>
    <w:rsid w:val="00D90337"/>
    <w:rsid w:val="00D903A9"/>
    <w:rsid w:val="00D905D9"/>
    <w:rsid w:val="00D90821"/>
    <w:rsid w:val="00D9083F"/>
    <w:rsid w:val="00D90CA0"/>
    <w:rsid w:val="00D910B8"/>
    <w:rsid w:val="00D9143F"/>
    <w:rsid w:val="00D9160F"/>
    <w:rsid w:val="00D916F6"/>
    <w:rsid w:val="00D918FF"/>
    <w:rsid w:val="00D919A2"/>
    <w:rsid w:val="00D91E22"/>
    <w:rsid w:val="00D91E48"/>
    <w:rsid w:val="00D91F31"/>
    <w:rsid w:val="00D921A7"/>
    <w:rsid w:val="00D921F4"/>
    <w:rsid w:val="00D92B37"/>
    <w:rsid w:val="00D92DC6"/>
    <w:rsid w:val="00D92F92"/>
    <w:rsid w:val="00D93009"/>
    <w:rsid w:val="00D93565"/>
    <w:rsid w:val="00D935AF"/>
    <w:rsid w:val="00D9383F"/>
    <w:rsid w:val="00D938E2"/>
    <w:rsid w:val="00D93C4E"/>
    <w:rsid w:val="00D9444A"/>
    <w:rsid w:val="00D9458E"/>
    <w:rsid w:val="00D945C1"/>
    <w:rsid w:val="00D9472C"/>
    <w:rsid w:val="00D94A8D"/>
    <w:rsid w:val="00D9532C"/>
    <w:rsid w:val="00D9538F"/>
    <w:rsid w:val="00D955BA"/>
    <w:rsid w:val="00D9583E"/>
    <w:rsid w:val="00D958C4"/>
    <w:rsid w:val="00D95A70"/>
    <w:rsid w:val="00D95AF0"/>
    <w:rsid w:val="00D96131"/>
    <w:rsid w:val="00D9636A"/>
    <w:rsid w:val="00D9648F"/>
    <w:rsid w:val="00D9696F"/>
    <w:rsid w:val="00D96BB7"/>
    <w:rsid w:val="00D96C24"/>
    <w:rsid w:val="00D96F9B"/>
    <w:rsid w:val="00D97068"/>
    <w:rsid w:val="00D9722E"/>
    <w:rsid w:val="00D972A5"/>
    <w:rsid w:val="00D972D0"/>
    <w:rsid w:val="00D9746E"/>
    <w:rsid w:val="00D977C2"/>
    <w:rsid w:val="00D978B2"/>
    <w:rsid w:val="00D978FB"/>
    <w:rsid w:val="00D97932"/>
    <w:rsid w:val="00D97F18"/>
    <w:rsid w:val="00D97F19"/>
    <w:rsid w:val="00DA0567"/>
    <w:rsid w:val="00DA07F4"/>
    <w:rsid w:val="00DA0A21"/>
    <w:rsid w:val="00DA0C33"/>
    <w:rsid w:val="00DA0C6C"/>
    <w:rsid w:val="00DA0DBE"/>
    <w:rsid w:val="00DA0F6E"/>
    <w:rsid w:val="00DA110D"/>
    <w:rsid w:val="00DA1183"/>
    <w:rsid w:val="00DA12BD"/>
    <w:rsid w:val="00DA15E5"/>
    <w:rsid w:val="00DA168A"/>
    <w:rsid w:val="00DA171F"/>
    <w:rsid w:val="00DA18EB"/>
    <w:rsid w:val="00DA22CC"/>
    <w:rsid w:val="00DA2390"/>
    <w:rsid w:val="00DA2566"/>
    <w:rsid w:val="00DA25D4"/>
    <w:rsid w:val="00DA27EA"/>
    <w:rsid w:val="00DA2AA5"/>
    <w:rsid w:val="00DA2EBD"/>
    <w:rsid w:val="00DA322C"/>
    <w:rsid w:val="00DA3253"/>
    <w:rsid w:val="00DA3263"/>
    <w:rsid w:val="00DA3416"/>
    <w:rsid w:val="00DA37D2"/>
    <w:rsid w:val="00DA38E8"/>
    <w:rsid w:val="00DA3902"/>
    <w:rsid w:val="00DA39A0"/>
    <w:rsid w:val="00DA3B35"/>
    <w:rsid w:val="00DA3D92"/>
    <w:rsid w:val="00DA47DB"/>
    <w:rsid w:val="00DA499A"/>
    <w:rsid w:val="00DA4A05"/>
    <w:rsid w:val="00DA4ACB"/>
    <w:rsid w:val="00DA4BE9"/>
    <w:rsid w:val="00DA4CD0"/>
    <w:rsid w:val="00DA4DB7"/>
    <w:rsid w:val="00DA4EA7"/>
    <w:rsid w:val="00DA500F"/>
    <w:rsid w:val="00DA51C2"/>
    <w:rsid w:val="00DA5575"/>
    <w:rsid w:val="00DA591B"/>
    <w:rsid w:val="00DA5D3B"/>
    <w:rsid w:val="00DA5DD1"/>
    <w:rsid w:val="00DA5EC8"/>
    <w:rsid w:val="00DA5F9F"/>
    <w:rsid w:val="00DA640E"/>
    <w:rsid w:val="00DA648D"/>
    <w:rsid w:val="00DA6BAE"/>
    <w:rsid w:val="00DA6E13"/>
    <w:rsid w:val="00DA7033"/>
    <w:rsid w:val="00DA71D3"/>
    <w:rsid w:val="00DA79F5"/>
    <w:rsid w:val="00DA7E61"/>
    <w:rsid w:val="00DA7ED2"/>
    <w:rsid w:val="00DA7F9C"/>
    <w:rsid w:val="00DA7FFA"/>
    <w:rsid w:val="00DB0289"/>
    <w:rsid w:val="00DB0376"/>
    <w:rsid w:val="00DB0502"/>
    <w:rsid w:val="00DB05DC"/>
    <w:rsid w:val="00DB0659"/>
    <w:rsid w:val="00DB0B94"/>
    <w:rsid w:val="00DB0E68"/>
    <w:rsid w:val="00DB0F04"/>
    <w:rsid w:val="00DB11FF"/>
    <w:rsid w:val="00DB13D6"/>
    <w:rsid w:val="00DB1501"/>
    <w:rsid w:val="00DB1595"/>
    <w:rsid w:val="00DB16C7"/>
    <w:rsid w:val="00DB1751"/>
    <w:rsid w:val="00DB18BE"/>
    <w:rsid w:val="00DB1D54"/>
    <w:rsid w:val="00DB1EEC"/>
    <w:rsid w:val="00DB28D7"/>
    <w:rsid w:val="00DB2931"/>
    <w:rsid w:val="00DB29AA"/>
    <w:rsid w:val="00DB2CB6"/>
    <w:rsid w:val="00DB3149"/>
    <w:rsid w:val="00DB31AD"/>
    <w:rsid w:val="00DB3213"/>
    <w:rsid w:val="00DB3897"/>
    <w:rsid w:val="00DB38DA"/>
    <w:rsid w:val="00DB3EAA"/>
    <w:rsid w:val="00DB3F58"/>
    <w:rsid w:val="00DB40EC"/>
    <w:rsid w:val="00DB43F2"/>
    <w:rsid w:val="00DB4712"/>
    <w:rsid w:val="00DB4913"/>
    <w:rsid w:val="00DB4E62"/>
    <w:rsid w:val="00DB4F1D"/>
    <w:rsid w:val="00DB5121"/>
    <w:rsid w:val="00DB5210"/>
    <w:rsid w:val="00DB5513"/>
    <w:rsid w:val="00DB5588"/>
    <w:rsid w:val="00DB562A"/>
    <w:rsid w:val="00DB5B9B"/>
    <w:rsid w:val="00DB5CC1"/>
    <w:rsid w:val="00DB5D71"/>
    <w:rsid w:val="00DB64D6"/>
    <w:rsid w:val="00DB68D0"/>
    <w:rsid w:val="00DB68EA"/>
    <w:rsid w:val="00DB6990"/>
    <w:rsid w:val="00DB6BD3"/>
    <w:rsid w:val="00DB6C37"/>
    <w:rsid w:val="00DB6CF9"/>
    <w:rsid w:val="00DB6D15"/>
    <w:rsid w:val="00DB6D9F"/>
    <w:rsid w:val="00DB70B4"/>
    <w:rsid w:val="00DB739D"/>
    <w:rsid w:val="00DB77C2"/>
    <w:rsid w:val="00DB7A62"/>
    <w:rsid w:val="00DB7A74"/>
    <w:rsid w:val="00DC003D"/>
    <w:rsid w:val="00DC0A7A"/>
    <w:rsid w:val="00DC0AF1"/>
    <w:rsid w:val="00DC0C53"/>
    <w:rsid w:val="00DC0C95"/>
    <w:rsid w:val="00DC10FA"/>
    <w:rsid w:val="00DC113E"/>
    <w:rsid w:val="00DC1491"/>
    <w:rsid w:val="00DC14BC"/>
    <w:rsid w:val="00DC1D44"/>
    <w:rsid w:val="00DC1D85"/>
    <w:rsid w:val="00DC1E7B"/>
    <w:rsid w:val="00DC22CF"/>
    <w:rsid w:val="00DC2342"/>
    <w:rsid w:val="00DC2345"/>
    <w:rsid w:val="00DC24D6"/>
    <w:rsid w:val="00DC26B3"/>
    <w:rsid w:val="00DC279F"/>
    <w:rsid w:val="00DC2A14"/>
    <w:rsid w:val="00DC2A5F"/>
    <w:rsid w:val="00DC2D75"/>
    <w:rsid w:val="00DC2EAA"/>
    <w:rsid w:val="00DC35F6"/>
    <w:rsid w:val="00DC392B"/>
    <w:rsid w:val="00DC3A5F"/>
    <w:rsid w:val="00DC3A8F"/>
    <w:rsid w:val="00DC3CEB"/>
    <w:rsid w:val="00DC3D0A"/>
    <w:rsid w:val="00DC3E3C"/>
    <w:rsid w:val="00DC401A"/>
    <w:rsid w:val="00DC4329"/>
    <w:rsid w:val="00DC443B"/>
    <w:rsid w:val="00DC4754"/>
    <w:rsid w:val="00DC49ED"/>
    <w:rsid w:val="00DC4AEB"/>
    <w:rsid w:val="00DC4B4B"/>
    <w:rsid w:val="00DC4CC1"/>
    <w:rsid w:val="00DC4CF1"/>
    <w:rsid w:val="00DC4D04"/>
    <w:rsid w:val="00DC4D4F"/>
    <w:rsid w:val="00DC4F6F"/>
    <w:rsid w:val="00DC4FE3"/>
    <w:rsid w:val="00DC52FD"/>
    <w:rsid w:val="00DC593C"/>
    <w:rsid w:val="00DC5C25"/>
    <w:rsid w:val="00DC6227"/>
    <w:rsid w:val="00DC6650"/>
    <w:rsid w:val="00DC6A9B"/>
    <w:rsid w:val="00DC6B86"/>
    <w:rsid w:val="00DC713F"/>
    <w:rsid w:val="00DC7211"/>
    <w:rsid w:val="00DC7573"/>
    <w:rsid w:val="00DC7C8A"/>
    <w:rsid w:val="00DC7EB4"/>
    <w:rsid w:val="00DC7FCE"/>
    <w:rsid w:val="00DD025B"/>
    <w:rsid w:val="00DD0388"/>
    <w:rsid w:val="00DD04DE"/>
    <w:rsid w:val="00DD05D0"/>
    <w:rsid w:val="00DD078F"/>
    <w:rsid w:val="00DD083D"/>
    <w:rsid w:val="00DD08F3"/>
    <w:rsid w:val="00DD0EC6"/>
    <w:rsid w:val="00DD1102"/>
    <w:rsid w:val="00DD11EC"/>
    <w:rsid w:val="00DD13A3"/>
    <w:rsid w:val="00DD1571"/>
    <w:rsid w:val="00DD1718"/>
    <w:rsid w:val="00DD17B9"/>
    <w:rsid w:val="00DD17D3"/>
    <w:rsid w:val="00DD1AE5"/>
    <w:rsid w:val="00DD1BDE"/>
    <w:rsid w:val="00DD1FDB"/>
    <w:rsid w:val="00DD205F"/>
    <w:rsid w:val="00DD22BA"/>
    <w:rsid w:val="00DD25DB"/>
    <w:rsid w:val="00DD26A3"/>
    <w:rsid w:val="00DD26A9"/>
    <w:rsid w:val="00DD2769"/>
    <w:rsid w:val="00DD27D1"/>
    <w:rsid w:val="00DD28F9"/>
    <w:rsid w:val="00DD29BF"/>
    <w:rsid w:val="00DD2C5F"/>
    <w:rsid w:val="00DD2D57"/>
    <w:rsid w:val="00DD2EC4"/>
    <w:rsid w:val="00DD30A7"/>
    <w:rsid w:val="00DD3521"/>
    <w:rsid w:val="00DD361D"/>
    <w:rsid w:val="00DD37C5"/>
    <w:rsid w:val="00DD3983"/>
    <w:rsid w:val="00DD4277"/>
    <w:rsid w:val="00DD44FB"/>
    <w:rsid w:val="00DD4876"/>
    <w:rsid w:val="00DD4A70"/>
    <w:rsid w:val="00DD4BAC"/>
    <w:rsid w:val="00DD4E1C"/>
    <w:rsid w:val="00DD4F3C"/>
    <w:rsid w:val="00DD4FF7"/>
    <w:rsid w:val="00DD514E"/>
    <w:rsid w:val="00DD51C3"/>
    <w:rsid w:val="00DD54E7"/>
    <w:rsid w:val="00DD586D"/>
    <w:rsid w:val="00DD59A4"/>
    <w:rsid w:val="00DD5C71"/>
    <w:rsid w:val="00DD611A"/>
    <w:rsid w:val="00DD6174"/>
    <w:rsid w:val="00DD6190"/>
    <w:rsid w:val="00DD629E"/>
    <w:rsid w:val="00DD6629"/>
    <w:rsid w:val="00DD6E91"/>
    <w:rsid w:val="00DD6E95"/>
    <w:rsid w:val="00DD708A"/>
    <w:rsid w:val="00DD7159"/>
    <w:rsid w:val="00DD77D1"/>
    <w:rsid w:val="00DD7951"/>
    <w:rsid w:val="00DD7C78"/>
    <w:rsid w:val="00DD7CA6"/>
    <w:rsid w:val="00DD7D30"/>
    <w:rsid w:val="00DD7F9F"/>
    <w:rsid w:val="00DD7FF4"/>
    <w:rsid w:val="00DD7FFE"/>
    <w:rsid w:val="00DE01F2"/>
    <w:rsid w:val="00DE02EE"/>
    <w:rsid w:val="00DE0570"/>
    <w:rsid w:val="00DE0759"/>
    <w:rsid w:val="00DE098C"/>
    <w:rsid w:val="00DE0ADF"/>
    <w:rsid w:val="00DE0C4A"/>
    <w:rsid w:val="00DE0CDA"/>
    <w:rsid w:val="00DE0E6E"/>
    <w:rsid w:val="00DE0FC0"/>
    <w:rsid w:val="00DE1252"/>
    <w:rsid w:val="00DE1408"/>
    <w:rsid w:val="00DE15C7"/>
    <w:rsid w:val="00DE1D98"/>
    <w:rsid w:val="00DE1E6C"/>
    <w:rsid w:val="00DE1E9B"/>
    <w:rsid w:val="00DE2012"/>
    <w:rsid w:val="00DE2949"/>
    <w:rsid w:val="00DE2A67"/>
    <w:rsid w:val="00DE2F16"/>
    <w:rsid w:val="00DE339C"/>
    <w:rsid w:val="00DE33D6"/>
    <w:rsid w:val="00DE3B03"/>
    <w:rsid w:val="00DE3D17"/>
    <w:rsid w:val="00DE3E57"/>
    <w:rsid w:val="00DE40A3"/>
    <w:rsid w:val="00DE40B7"/>
    <w:rsid w:val="00DE417A"/>
    <w:rsid w:val="00DE41E7"/>
    <w:rsid w:val="00DE4265"/>
    <w:rsid w:val="00DE42DD"/>
    <w:rsid w:val="00DE453D"/>
    <w:rsid w:val="00DE47DC"/>
    <w:rsid w:val="00DE4865"/>
    <w:rsid w:val="00DE4B7B"/>
    <w:rsid w:val="00DE4BFB"/>
    <w:rsid w:val="00DE5045"/>
    <w:rsid w:val="00DE54EB"/>
    <w:rsid w:val="00DE57E5"/>
    <w:rsid w:val="00DE58CB"/>
    <w:rsid w:val="00DE5B62"/>
    <w:rsid w:val="00DE6038"/>
    <w:rsid w:val="00DE60AA"/>
    <w:rsid w:val="00DE60D5"/>
    <w:rsid w:val="00DE60D6"/>
    <w:rsid w:val="00DE612A"/>
    <w:rsid w:val="00DE6275"/>
    <w:rsid w:val="00DE673A"/>
    <w:rsid w:val="00DE67CA"/>
    <w:rsid w:val="00DE6CBF"/>
    <w:rsid w:val="00DE70D4"/>
    <w:rsid w:val="00DE75FE"/>
    <w:rsid w:val="00DE763E"/>
    <w:rsid w:val="00DE76FA"/>
    <w:rsid w:val="00DE78B8"/>
    <w:rsid w:val="00DE795F"/>
    <w:rsid w:val="00DE7C21"/>
    <w:rsid w:val="00DE7C79"/>
    <w:rsid w:val="00DE7CD1"/>
    <w:rsid w:val="00DE7F72"/>
    <w:rsid w:val="00DF000C"/>
    <w:rsid w:val="00DF041F"/>
    <w:rsid w:val="00DF0752"/>
    <w:rsid w:val="00DF07A5"/>
    <w:rsid w:val="00DF0959"/>
    <w:rsid w:val="00DF0984"/>
    <w:rsid w:val="00DF0B44"/>
    <w:rsid w:val="00DF0D26"/>
    <w:rsid w:val="00DF1036"/>
    <w:rsid w:val="00DF1822"/>
    <w:rsid w:val="00DF1E50"/>
    <w:rsid w:val="00DF20B8"/>
    <w:rsid w:val="00DF2343"/>
    <w:rsid w:val="00DF27F0"/>
    <w:rsid w:val="00DF2A74"/>
    <w:rsid w:val="00DF2B39"/>
    <w:rsid w:val="00DF2C3F"/>
    <w:rsid w:val="00DF2CC8"/>
    <w:rsid w:val="00DF2E3D"/>
    <w:rsid w:val="00DF2E67"/>
    <w:rsid w:val="00DF2EA3"/>
    <w:rsid w:val="00DF2EC3"/>
    <w:rsid w:val="00DF30F3"/>
    <w:rsid w:val="00DF318D"/>
    <w:rsid w:val="00DF3C7F"/>
    <w:rsid w:val="00DF426D"/>
    <w:rsid w:val="00DF432F"/>
    <w:rsid w:val="00DF4418"/>
    <w:rsid w:val="00DF4528"/>
    <w:rsid w:val="00DF472D"/>
    <w:rsid w:val="00DF4906"/>
    <w:rsid w:val="00DF4AC9"/>
    <w:rsid w:val="00DF4DB3"/>
    <w:rsid w:val="00DF4E71"/>
    <w:rsid w:val="00DF4FAB"/>
    <w:rsid w:val="00DF5245"/>
    <w:rsid w:val="00DF53CA"/>
    <w:rsid w:val="00DF54FC"/>
    <w:rsid w:val="00DF5983"/>
    <w:rsid w:val="00DF5C94"/>
    <w:rsid w:val="00DF5E63"/>
    <w:rsid w:val="00DF5FFD"/>
    <w:rsid w:val="00DF6067"/>
    <w:rsid w:val="00DF61F0"/>
    <w:rsid w:val="00DF667D"/>
    <w:rsid w:val="00DF68EF"/>
    <w:rsid w:val="00DF6A12"/>
    <w:rsid w:val="00DF6C0E"/>
    <w:rsid w:val="00DF6C2D"/>
    <w:rsid w:val="00DF6D1E"/>
    <w:rsid w:val="00DF6EC9"/>
    <w:rsid w:val="00DF712D"/>
    <w:rsid w:val="00DF7453"/>
    <w:rsid w:val="00DF763A"/>
    <w:rsid w:val="00DF7797"/>
    <w:rsid w:val="00DF7A38"/>
    <w:rsid w:val="00DF7B1D"/>
    <w:rsid w:val="00DF7CB3"/>
    <w:rsid w:val="00DF7D21"/>
    <w:rsid w:val="00DF7D5C"/>
    <w:rsid w:val="00DF7F1C"/>
    <w:rsid w:val="00E0048F"/>
    <w:rsid w:val="00E00497"/>
    <w:rsid w:val="00E00626"/>
    <w:rsid w:val="00E006ED"/>
    <w:rsid w:val="00E00880"/>
    <w:rsid w:val="00E009D8"/>
    <w:rsid w:val="00E00CB7"/>
    <w:rsid w:val="00E00D33"/>
    <w:rsid w:val="00E01101"/>
    <w:rsid w:val="00E0166B"/>
    <w:rsid w:val="00E01716"/>
    <w:rsid w:val="00E01CA5"/>
    <w:rsid w:val="00E01F41"/>
    <w:rsid w:val="00E01F56"/>
    <w:rsid w:val="00E01FD6"/>
    <w:rsid w:val="00E023AE"/>
    <w:rsid w:val="00E023B6"/>
    <w:rsid w:val="00E0255A"/>
    <w:rsid w:val="00E0266B"/>
    <w:rsid w:val="00E026DF"/>
    <w:rsid w:val="00E026E5"/>
    <w:rsid w:val="00E02828"/>
    <w:rsid w:val="00E02E55"/>
    <w:rsid w:val="00E02EDF"/>
    <w:rsid w:val="00E02FD2"/>
    <w:rsid w:val="00E02FDA"/>
    <w:rsid w:val="00E0303C"/>
    <w:rsid w:val="00E03114"/>
    <w:rsid w:val="00E03513"/>
    <w:rsid w:val="00E0388B"/>
    <w:rsid w:val="00E03C73"/>
    <w:rsid w:val="00E0402E"/>
    <w:rsid w:val="00E04228"/>
    <w:rsid w:val="00E042F8"/>
    <w:rsid w:val="00E04528"/>
    <w:rsid w:val="00E04652"/>
    <w:rsid w:val="00E04F82"/>
    <w:rsid w:val="00E0506B"/>
    <w:rsid w:val="00E05594"/>
    <w:rsid w:val="00E056F0"/>
    <w:rsid w:val="00E057BC"/>
    <w:rsid w:val="00E05C11"/>
    <w:rsid w:val="00E05C58"/>
    <w:rsid w:val="00E05D56"/>
    <w:rsid w:val="00E05D82"/>
    <w:rsid w:val="00E06031"/>
    <w:rsid w:val="00E0673A"/>
    <w:rsid w:val="00E0680C"/>
    <w:rsid w:val="00E06834"/>
    <w:rsid w:val="00E0693D"/>
    <w:rsid w:val="00E06B36"/>
    <w:rsid w:val="00E06BA4"/>
    <w:rsid w:val="00E06CD4"/>
    <w:rsid w:val="00E06F38"/>
    <w:rsid w:val="00E07179"/>
    <w:rsid w:val="00E074F1"/>
    <w:rsid w:val="00E075E4"/>
    <w:rsid w:val="00E079AB"/>
    <w:rsid w:val="00E079C6"/>
    <w:rsid w:val="00E07A2F"/>
    <w:rsid w:val="00E07AC8"/>
    <w:rsid w:val="00E07CFF"/>
    <w:rsid w:val="00E07FAD"/>
    <w:rsid w:val="00E10079"/>
    <w:rsid w:val="00E102DF"/>
    <w:rsid w:val="00E10353"/>
    <w:rsid w:val="00E10861"/>
    <w:rsid w:val="00E10A7F"/>
    <w:rsid w:val="00E11086"/>
    <w:rsid w:val="00E11301"/>
    <w:rsid w:val="00E1162E"/>
    <w:rsid w:val="00E11735"/>
    <w:rsid w:val="00E11A66"/>
    <w:rsid w:val="00E11B07"/>
    <w:rsid w:val="00E11DCB"/>
    <w:rsid w:val="00E12267"/>
    <w:rsid w:val="00E123FB"/>
    <w:rsid w:val="00E12811"/>
    <w:rsid w:val="00E12874"/>
    <w:rsid w:val="00E12910"/>
    <w:rsid w:val="00E12B07"/>
    <w:rsid w:val="00E12BF9"/>
    <w:rsid w:val="00E12FAD"/>
    <w:rsid w:val="00E1318F"/>
    <w:rsid w:val="00E1330C"/>
    <w:rsid w:val="00E13345"/>
    <w:rsid w:val="00E13966"/>
    <w:rsid w:val="00E13D34"/>
    <w:rsid w:val="00E14652"/>
    <w:rsid w:val="00E14829"/>
    <w:rsid w:val="00E148DE"/>
    <w:rsid w:val="00E14D62"/>
    <w:rsid w:val="00E14DBE"/>
    <w:rsid w:val="00E14FDC"/>
    <w:rsid w:val="00E15374"/>
    <w:rsid w:val="00E155DA"/>
    <w:rsid w:val="00E15A00"/>
    <w:rsid w:val="00E15BA9"/>
    <w:rsid w:val="00E15CE4"/>
    <w:rsid w:val="00E15D35"/>
    <w:rsid w:val="00E1608D"/>
    <w:rsid w:val="00E16257"/>
    <w:rsid w:val="00E16A95"/>
    <w:rsid w:val="00E16BFD"/>
    <w:rsid w:val="00E16CAA"/>
    <w:rsid w:val="00E16D1C"/>
    <w:rsid w:val="00E1704D"/>
    <w:rsid w:val="00E170DB"/>
    <w:rsid w:val="00E17909"/>
    <w:rsid w:val="00E179FE"/>
    <w:rsid w:val="00E17BCF"/>
    <w:rsid w:val="00E17D05"/>
    <w:rsid w:val="00E2020E"/>
    <w:rsid w:val="00E20217"/>
    <w:rsid w:val="00E20221"/>
    <w:rsid w:val="00E20260"/>
    <w:rsid w:val="00E203DD"/>
    <w:rsid w:val="00E205CF"/>
    <w:rsid w:val="00E205D6"/>
    <w:rsid w:val="00E2077A"/>
    <w:rsid w:val="00E20858"/>
    <w:rsid w:val="00E20A87"/>
    <w:rsid w:val="00E20C6B"/>
    <w:rsid w:val="00E20C71"/>
    <w:rsid w:val="00E212B9"/>
    <w:rsid w:val="00E213B9"/>
    <w:rsid w:val="00E213FA"/>
    <w:rsid w:val="00E21502"/>
    <w:rsid w:val="00E215A7"/>
    <w:rsid w:val="00E21E30"/>
    <w:rsid w:val="00E21E38"/>
    <w:rsid w:val="00E21E46"/>
    <w:rsid w:val="00E2220F"/>
    <w:rsid w:val="00E223FF"/>
    <w:rsid w:val="00E225CA"/>
    <w:rsid w:val="00E2267A"/>
    <w:rsid w:val="00E2276F"/>
    <w:rsid w:val="00E22783"/>
    <w:rsid w:val="00E227F0"/>
    <w:rsid w:val="00E22973"/>
    <w:rsid w:val="00E22976"/>
    <w:rsid w:val="00E22C9F"/>
    <w:rsid w:val="00E22F98"/>
    <w:rsid w:val="00E22FFD"/>
    <w:rsid w:val="00E230ED"/>
    <w:rsid w:val="00E235E5"/>
    <w:rsid w:val="00E236F2"/>
    <w:rsid w:val="00E237DC"/>
    <w:rsid w:val="00E239B6"/>
    <w:rsid w:val="00E239E8"/>
    <w:rsid w:val="00E23C8F"/>
    <w:rsid w:val="00E23F2E"/>
    <w:rsid w:val="00E240B4"/>
    <w:rsid w:val="00E24162"/>
    <w:rsid w:val="00E244FA"/>
    <w:rsid w:val="00E24595"/>
    <w:rsid w:val="00E246D6"/>
    <w:rsid w:val="00E246F5"/>
    <w:rsid w:val="00E24767"/>
    <w:rsid w:val="00E2487A"/>
    <w:rsid w:val="00E24A1B"/>
    <w:rsid w:val="00E24AB6"/>
    <w:rsid w:val="00E24EED"/>
    <w:rsid w:val="00E250F1"/>
    <w:rsid w:val="00E253F7"/>
    <w:rsid w:val="00E25429"/>
    <w:rsid w:val="00E2561F"/>
    <w:rsid w:val="00E2569C"/>
    <w:rsid w:val="00E25776"/>
    <w:rsid w:val="00E2597C"/>
    <w:rsid w:val="00E25B1F"/>
    <w:rsid w:val="00E25E13"/>
    <w:rsid w:val="00E25F7C"/>
    <w:rsid w:val="00E2644F"/>
    <w:rsid w:val="00E2649F"/>
    <w:rsid w:val="00E26668"/>
    <w:rsid w:val="00E2682A"/>
    <w:rsid w:val="00E2684D"/>
    <w:rsid w:val="00E26A44"/>
    <w:rsid w:val="00E26B65"/>
    <w:rsid w:val="00E26FFD"/>
    <w:rsid w:val="00E27334"/>
    <w:rsid w:val="00E2786E"/>
    <w:rsid w:val="00E27B10"/>
    <w:rsid w:val="00E27B36"/>
    <w:rsid w:val="00E27FC6"/>
    <w:rsid w:val="00E30050"/>
    <w:rsid w:val="00E30691"/>
    <w:rsid w:val="00E306D8"/>
    <w:rsid w:val="00E30764"/>
    <w:rsid w:val="00E30C3F"/>
    <w:rsid w:val="00E30F1B"/>
    <w:rsid w:val="00E30F3B"/>
    <w:rsid w:val="00E30FD2"/>
    <w:rsid w:val="00E31131"/>
    <w:rsid w:val="00E31828"/>
    <w:rsid w:val="00E319B5"/>
    <w:rsid w:val="00E31CD2"/>
    <w:rsid w:val="00E31CEC"/>
    <w:rsid w:val="00E31D54"/>
    <w:rsid w:val="00E32246"/>
    <w:rsid w:val="00E32423"/>
    <w:rsid w:val="00E324A0"/>
    <w:rsid w:val="00E324E8"/>
    <w:rsid w:val="00E32B7C"/>
    <w:rsid w:val="00E32DEF"/>
    <w:rsid w:val="00E32EB9"/>
    <w:rsid w:val="00E33105"/>
    <w:rsid w:val="00E3322B"/>
    <w:rsid w:val="00E3333B"/>
    <w:rsid w:val="00E3341D"/>
    <w:rsid w:val="00E3343A"/>
    <w:rsid w:val="00E3371D"/>
    <w:rsid w:val="00E33794"/>
    <w:rsid w:val="00E337F6"/>
    <w:rsid w:val="00E33845"/>
    <w:rsid w:val="00E338E8"/>
    <w:rsid w:val="00E3392B"/>
    <w:rsid w:val="00E33F08"/>
    <w:rsid w:val="00E342DD"/>
    <w:rsid w:val="00E3434F"/>
    <w:rsid w:val="00E3451A"/>
    <w:rsid w:val="00E34650"/>
    <w:rsid w:val="00E3467B"/>
    <w:rsid w:val="00E34842"/>
    <w:rsid w:val="00E34FA3"/>
    <w:rsid w:val="00E350ED"/>
    <w:rsid w:val="00E3529C"/>
    <w:rsid w:val="00E353B3"/>
    <w:rsid w:val="00E35735"/>
    <w:rsid w:val="00E357AF"/>
    <w:rsid w:val="00E35936"/>
    <w:rsid w:val="00E35C13"/>
    <w:rsid w:val="00E35CBD"/>
    <w:rsid w:val="00E35CD4"/>
    <w:rsid w:val="00E35FF4"/>
    <w:rsid w:val="00E360D6"/>
    <w:rsid w:val="00E36869"/>
    <w:rsid w:val="00E36AEB"/>
    <w:rsid w:val="00E36C29"/>
    <w:rsid w:val="00E36DB1"/>
    <w:rsid w:val="00E37054"/>
    <w:rsid w:val="00E371F8"/>
    <w:rsid w:val="00E376E9"/>
    <w:rsid w:val="00E3784F"/>
    <w:rsid w:val="00E37896"/>
    <w:rsid w:val="00E37993"/>
    <w:rsid w:val="00E379A6"/>
    <w:rsid w:val="00E37ACF"/>
    <w:rsid w:val="00E37B31"/>
    <w:rsid w:val="00E37C07"/>
    <w:rsid w:val="00E37C38"/>
    <w:rsid w:val="00E37CC4"/>
    <w:rsid w:val="00E37F72"/>
    <w:rsid w:val="00E400A8"/>
    <w:rsid w:val="00E401A4"/>
    <w:rsid w:val="00E401BD"/>
    <w:rsid w:val="00E40282"/>
    <w:rsid w:val="00E40643"/>
    <w:rsid w:val="00E40B80"/>
    <w:rsid w:val="00E40ECA"/>
    <w:rsid w:val="00E40F37"/>
    <w:rsid w:val="00E412F6"/>
    <w:rsid w:val="00E41300"/>
    <w:rsid w:val="00E41381"/>
    <w:rsid w:val="00E414C3"/>
    <w:rsid w:val="00E415BF"/>
    <w:rsid w:val="00E41CE7"/>
    <w:rsid w:val="00E42022"/>
    <w:rsid w:val="00E42083"/>
    <w:rsid w:val="00E424BD"/>
    <w:rsid w:val="00E42D4F"/>
    <w:rsid w:val="00E42F9F"/>
    <w:rsid w:val="00E43131"/>
    <w:rsid w:val="00E43766"/>
    <w:rsid w:val="00E43782"/>
    <w:rsid w:val="00E43C2F"/>
    <w:rsid w:val="00E43C97"/>
    <w:rsid w:val="00E43E84"/>
    <w:rsid w:val="00E43EDD"/>
    <w:rsid w:val="00E4427B"/>
    <w:rsid w:val="00E443AE"/>
    <w:rsid w:val="00E449B0"/>
    <w:rsid w:val="00E44C4E"/>
    <w:rsid w:val="00E44D1B"/>
    <w:rsid w:val="00E44DAA"/>
    <w:rsid w:val="00E44E17"/>
    <w:rsid w:val="00E44F19"/>
    <w:rsid w:val="00E44F7C"/>
    <w:rsid w:val="00E44FA2"/>
    <w:rsid w:val="00E45379"/>
    <w:rsid w:val="00E45601"/>
    <w:rsid w:val="00E45B62"/>
    <w:rsid w:val="00E45B9E"/>
    <w:rsid w:val="00E45E18"/>
    <w:rsid w:val="00E45E4B"/>
    <w:rsid w:val="00E45E73"/>
    <w:rsid w:val="00E45E82"/>
    <w:rsid w:val="00E46221"/>
    <w:rsid w:val="00E463AD"/>
    <w:rsid w:val="00E46A48"/>
    <w:rsid w:val="00E46A6A"/>
    <w:rsid w:val="00E46ABB"/>
    <w:rsid w:val="00E46B4A"/>
    <w:rsid w:val="00E46BC7"/>
    <w:rsid w:val="00E46DBA"/>
    <w:rsid w:val="00E46E50"/>
    <w:rsid w:val="00E46E69"/>
    <w:rsid w:val="00E47138"/>
    <w:rsid w:val="00E4745D"/>
    <w:rsid w:val="00E4770C"/>
    <w:rsid w:val="00E47851"/>
    <w:rsid w:val="00E47E98"/>
    <w:rsid w:val="00E47FDA"/>
    <w:rsid w:val="00E5023F"/>
    <w:rsid w:val="00E502CD"/>
    <w:rsid w:val="00E5088C"/>
    <w:rsid w:val="00E50ABD"/>
    <w:rsid w:val="00E51446"/>
    <w:rsid w:val="00E518C8"/>
    <w:rsid w:val="00E51C79"/>
    <w:rsid w:val="00E51DA4"/>
    <w:rsid w:val="00E51ED5"/>
    <w:rsid w:val="00E5207F"/>
    <w:rsid w:val="00E52390"/>
    <w:rsid w:val="00E52522"/>
    <w:rsid w:val="00E52610"/>
    <w:rsid w:val="00E52AD7"/>
    <w:rsid w:val="00E52CCE"/>
    <w:rsid w:val="00E53023"/>
    <w:rsid w:val="00E531D1"/>
    <w:rsid w:val="00E53436"/>
    <w:rsid w:val="00E534A4"/>
    <w:rsid w:val="00E5370B"/>
    <w:rsid w:val="00E5374B"/>
    <w:rsid w:val="00E53799"/>
    <w:rsid w:val="00E53E73"/>
    <w:rsid w:val="00E53FCE"/>
    <w:rsid w:val="00E5434F"/>
    <w:rsid w:val="00E545C4"/>
    <w:rsid w:val="00E5472B"/>
    <w:rsid w:val="00E5527D"/>
    <w:rsid w:val="00E55310"/>
    <w:rsid w:val="00E55636"/>
    <w:rsid w:val="00E5597B"/>
    <w:rsid w:val="00E55F86"/>
    <w:rsid w:val="00E563D0"/>
    <w:rsid w:val="00E56506"/>
    <w:rsid w:val="00E5672A"/>
    <w:rsid w:val="00E56771"/>
    <w:rsid w:val="00E56965"/>
    <w:rsid w:val="00E56D06"/>
    <w:rsid w:val="00E56FA5"/>
    <w:rsid w:val="00E57009"/>
    <w:rsid w:val="00E571AD"/>
    <w:rsid w:val="00E57F85"/>
    <w:rsid w:val="00E60115"/>
    <w:rsid w:val="00E6029F"/>
    <w:rsid w:val="00E603FD"/>
    <w:rsid w:val="00E60407"/>
    <w:rsid w:val="00E609E9"/>
    <w:rsid w:val="00E60A26"/>
    <w:rsid w:val="00E60B13"/>
    <w:rsid w:val="00E60C7E"/>
    <w:rsid w:val="00E60D79"/>
    <w:rsid w:val="00E60DF5"/>
    <w:rsid w:val="00E6118F"/>
    <w:rsid w:val="00E611B0"/>
    <w:rsid w:val="00E615F3"/>
    <w:rsid w:val="00E61600"/>
    <w:rsid w:val="00E61848"/>
    <w:rsid w:val="00E6189E"/>
    <w:rsid w:val="00E618BE"/>
    <w:rsid w:val="00E61C6A"/>
    <w:rsid w:val="00E61FA7"/>
    <w:rsid w:val="00E62547"/>
    <w:rsid w:val="00E629B2"/>
    <w:rsid w:val="00E62E4D"/>
    <w:rsid w:val="00E62E53"/>
    <w:rsid w:val="00E62FF8"/>
    <w:rsid w:val="00E63C31"/>
    <w:rsid w:val="00E63DB1"/>
    <w:rsid w:val="00E64045"/>
    <w:rsid w:val="00E64359"/>
    <w:rsid w:val="00E64606"/>
    <w:rsid w:val="00E6490D"/>
    <w:rsid w:val="00E6498D"/>
    <w:rsid w:val="00E64E06"/>
    <w:rsid w:val="00E65426"/>
    <w:rsid w:val="00E6551B"/>
    <w:rsid w:val="00E65C14"/>
    <w:rsid w:val="00E65CB9"/>
    <w:rsid w:val="00E65D95"/>
    <w:rsid w:val="00E65EC1"/>
    <w:rsid w:val="00E66056"/>
    <w:rsid w:val="00E66515"/>
    <w:rsid w:val="00E66582"/>
    <w:rsid w:val="00E666C2"/>
    <w:rsid w:val="00E6672C"/>
    <w:rsid w:val="00E66B1D"/>
    <w:rsid w:val="00E66C1C"/>
    <w:rsid w:val="00E66D4F"/>
    <w:rsid w:val="00E66DAD"/>
    <w:rsid w:val="00E66EC4"/>
    <w:rsid w:val="00E6717B"/>
    <w:rsid w:val="00E6733E"/>
    <w:rsid w:val="00E6740A"/>
    <w:rsid w:val="00E67BEF"/>
    <w:rsid w:val="00E67EC1"/>
    <w:rsid w:val="00E70516"/>
    <w:rsid w:val="00E70529"/>
    <w:rsid w:val="00E70956"/>
    <w:rsid w:val="00E70C05"/>
    <w:rsid w:val="00E7128E"/>
    <w:rsid w:val="00E713E8"/>
    <w:rsid w:val="00E7141C"/>
    <w:rsid w:val="00E7155F"/>
    <w:rsid w:val="00E71720"/>
    <w:rsid w:val="00E7172E"/>
    <w:rsid w:val="00E71CEC"/>
    <w:rsid w:val="00E71ECA"/>
    <w:rsid w:val="00E7201D"/>
    <w:rsid w:val="00E725B9"/>
    <w:rsid w:val="00E72635"/>
    <w:rsid w:val="00E726B1"/>
    <w:rsid w:val="00E72957"/>
    <w:rsid w:val="00E729A2"/>
    <w:rsid w:val="00E72A40"/>
    <w:rsid w:val="00E73026"/>
    <w:rsid w:val="00E732B0"/>
    <w:rsid w:val="00E733A4"/>
    <w:rsid w:val="00E73806"/>
    <w:rsid w:val="00E73C48"/>
    <w:rsid w:val="00E73C8B"/>
    <w:rsid w:val="00E73D38"/>
    <w:rsid w:val="00E73EB7"/>
    <w:rsid w:val="00E7483A"/>
    <w:rsid w:val="00E748A3"/>
    <w:rsid w:val="00E74A12"/>
    <w:rsid w:val="00E74AD3"/>
    <w:rsid w:val="00E74E95"/>
    <w:rsid w:val="00E74F02"/>
    <w:rsid w:val="00E74FB4"/>
    <w:rsid w:val="00E75211"/>
    <w:rsid w:val="00E752EE"/>
    <w:rsid w:val="00E754A7"/>
    <w:rsid w:val="00E75631"/>
    <w:rsid w:val="00E7575E"/>
    <w:rsid w:val="00E7578E"/>
    <w:rsid w:val="00E76673"/>
    <w:rsid w:val="00E766A2"/>
    <w:rsid w:val="00E7683F"/>
    <w:rsid w:val="00E76A6B"/>
    <w:rsid w:val="00E770D6"/>
    <w:rsid w:val="00E772C0"/>
    <w:rsid w:val="00E77419"/>
    <w:rsid w:val="00E77944"/>
    <w:rsid w:val="00E77BF2"/>
    <w:rsid w:val="00E77C6F"/>
    <w:rsid w:val="00E77D3D"/>
    <w:rsid w:val="00E800B1"/>
    <w:rsid w:val="00E8030E"/>
    <w:rsid w:val="00E80327"/>
    <w:rsid w:val="00E80AA6"/>
    <w:rsid w:val="00E80B77"/>
    <w:rsid w:val="00E80B7C"/>
    <w:rsid w:val="00E80E28"/>
    <w:rsid w:val="00E80ECA"/>
    <w:rsid w:val="00E81117"/>
    <w:rsid w:val="00E813A0"/>
    <w:rsid w:val="00E817C6"/>
    <w:rsid w:val="00E81E52"/>
    <w:rsid w:val="00E81EEE"/>
    <w:rsid w:val="00E824D6"/>
    <w:rsid w:val="00E82583"/>
    <w:rsid w:val="00E825F0"/>
    <w:rsid w:val="00E82662"/>
    <w:rsid w:val="00E8274D"/>
    <w:rsid w:val="00E829FA"/>
    <w:rsid w:val="00E82C02"/>
    <w:rsid w:val="00E82C2D"/>
    <w:rsid w:val="00E82D18"/>
    <w:rsid w:val="00E82D57"/>
    <w:rsid w:val="00E82DF9"/>
    <w:rsid w:val="00E8338A"/>
    <w:rsid w:val="00E83570"/>
    <w:rsid w:val="00E83601"/>
    <w:rsid w:val="00E83906"/>
    <w:rsid w:val="00E840A5"/>
    <w:rsid w:val="00E8415D"/>
    <w:rsid w:val="00E8419C"/>
    <w:rsid w:val="00E84729"/>
    <w:rsid w:val="00E847A7"/>
    <w:rsid w:val="00E84921"/>
    <w:rsid w:val="00E84B19"/>
    <w:rsid w:val="00E84B70"/>
    <w:rsid w:val="00E84C3A"/>
    <w:rsid w:val="00E84CFB"/>
    <w:rsid w:val="00E852A4"/>
    <w:rsid w:val="00E85575"/>
    <w:rsid w:val="00E855C9"/>
    <w:rsid w:val="00E85B24"/>
    <w:rsid w:val="00E85B91"/>
    <w:rsid w:val="00E85C7A"/>
    <w:rsid w:val="00E85DB9"/>
    <w:rsid w:val="00E85DE6"/>
    <w:rsid w:val="00E85E24"/>
    <w:rsid w:val="00E85F61"/>
    <w:rsid w:val="00E860BB"/>
    <w:rsid w:val="00E862FE"/>
    <w:rsid w:val="00E870C5"/>
    <w:rsid w:val="00E87116"/>
    <w:rsid w:val="00E873FC"/>
    <w:rsid w:val="00E8754C"/>
    <w:rsid w:val="00E87558"/>
    <w:rsid w:val="00E875E5"/>
    <w:rsid w:val="00E87773"/>
    <w:rsid w:val="00E87D42"/>
    <w:rsid w:val="00E87FE8"/>
    <w:rsid w:val="00E903DD"/>
    <w:rsid w:val="00E9052C"/>
    <w:rsid w:val="00E905CA"/>
    <w:rsid w:val="00E90990"/>
    <w:rsid w:val="00E909D9"/>
    <w:rsid w:val="00E90AC1"/>
    <w:rsid w:val="00E90B95"/>
    <w:rsid w:val="00E90D43"/>
    <w:rsid w:val="00E912EE"/>
    <w:rsid w:val="00E913DE"/>
    <w:rsid w:val="00E917FF"/>
    <w:rsid w:val="00E91AA2"/>
    <w:rsid w:val="00E91AAA"/>
    <w:rsid w:val="00E91CE4"/>
    <w:rsid w:val="00E91F17"/>
    <w:rsid w:val="00E920D5"/>
    <w:rsid w:val="00E9230F"/>
    <w:rsid w:val="00E926F4"/>
    <w:rsid w:val="00E92D45"/>
    <w:rsid w:val="00E92EA7"/>
    <w:rsid w:val="00E92F1D"/>
    <w:rsid w:val="00E930DF"/>
    <w:rsid w:val="00E93496"/>
    <w:rsid w:val="00E93BD4"/>
    <w:rsid w:val="00E945AA"/>
    <w:rsid w:val="00E94714"/>
    <w:rsid w:val="00E948C7"/>
    <w:rsid w:val="00E9496C"/>
    <w:rsid w:val="00E94BB0"/>
    <w:rsid w:val="00E95BBC"/>
    <w:rsid w:val="00E95D4A"/>
    <w:rsid w:val="00E95E0B"/>
    <w:rsid w:val="00E9600E"/>
    <w:rsid w:val="00E960F1"/>
    <w:rsid w:val="00E96333"/>
    <w:rsid w:val="00E96886"/>
    <w:rsid w:val="00E968D0"/>
    <w:rsid w:val="00E96953"/>
    <w:rsid w:val="00E96C5F"/>
    <w:rsid w:val="00E96D60"/>
    <w:rsid w:val="00E96EF8"/>
    <w:rsid w:val="00E9710C"/>
    <w:rsid w:val="00E9723B"/>
    <w:rsid w:val="00EA031A"/>
    <w:rsid w:val="00EA06F4"/>
    <w:rsid w:val="00EA0A1A"/>
    <w:rsid w:val="00EA0B2E"/>
    <w:rsid w:val="00EA0C2A"/>
    <w:rsid w:val="00EA0CA2"/>
    <w:rsid w:val="00EA0E4E"/>
    <w:rsid w:val="00EA133B"/>
    <w:rsid w:val="00EA1441"/>
    <w:rsid w:val="00EA1536"/>
    <w:rsid w:val="00EA16DB"/>
    <w:rsid w:val="00EA1A1D"/>
    <w:rsid w:val="00EA1BB7"/>
    <w:rsid w:val="00EA1EE5"/>
    <w:rsid w:val="00EA1F6D"/>
    <w:rsid w:val="00EA201A"/>
    <w:rsid w:val="00EA224A"/>
    <w:rsid w:val="00EA2922"/>
    <w:rsid w:val="00EA296C"/>
    <w:rsid w:val="00EA29FC"/>
    <w:rsid w:val="00EA2C5F"/>
    <w:rsid w:val="00EA2D9A"/>
    <w:rsid w:val="00EA2FC7"/>
    <w:rsid w:val="00EA32AA"/>
    <w:rsid w:val="00EA3BA6"/>
    <w:rsid w:val="00EA3CF0"/>
    <w:rsid w:val="00EA3EDD"/>
    <w:rsid w:val="00EA4559"/>
    <w:rsid w:val="00EA460D"/>
    <w:rsid w:val="00EA46A1"/>
    <w:rsid w:val="00EA4A6F"/>
    <w:rsid w:val="00EA4BCB"/>
    <w:rsid w:val="00EA4C2E"/>
    <w:rsid w:val="00EA4CD8"/>
    <w:rsid w:val="00EA5569"/>
    <w:rsid w:val="00EA5941"/>
    <w:rsid w:val="00EA5AA2"/>
    <w:rsid w:val="00EA5C7A"/>
    <w:rsid w:val="00EA5E99"/>
    <w:rsid w:val="00EA5F11"/>
    <w:rsid w:val="00EA61A7"/>
    <w:rsid w:val="00EA6287"/>
    <w:rsid w:val="00EA65B2"/>
    <w:rsid w:val="00EA6A0F"/>
    <w:rsid w:val="00EA6A44"/>
    <w:rsid w:val="00EA6C8B"/>
    <w:rsid w:val="00EA6CE8"/>
    <w:rsid w:val="00EA71D2"/>
    <w:rsid w:val="00EA76CA"/>
    <w:rsid w:val="00EA7790"/>
    <w:rsid w:val="00EA7823"/>
    <w:rsid w:val="00EA7D9B"/>
    <w:rsid w:val="00EB01A7"/>
    <w:rsid w:val="00EB0508"/>
    <w:rsid w:val="00EB0F90"/>
    <w:rsid w:val="00EB111B"/>
    <w:rsid w:val="00EB1148"/>
    <w:rsid w:val="00EB1294"/>
    <w:rsid w:val="00EB14FF"/>
    <w:rsid w:val="00EB1942"/>
    <w:rsid w:val="00EB202B"/>
    <w:rsid w:val="00EB221B"/>
    <w:rsid w:val="00EB225E"/>
    <w:rsid w:val="00EB2429"/>
    <w:rsid w:val="00EB25D5"/>
    <w:rsid w:val="00EB2699"/>
    <w:rsid w:val="00EB2AB4"/>
    <w:rsid w:val="00EB2C50"/>
    <w:rsid w:val="00EB2E90"/>
    <w:rsid w:val="00EB2F60"/>
    <w:rsid w:val="00EB2FAB"/>
    <w:rsid w:val="00EB378C"/>
    <w:rsid w:val="00EB3885"/>
    <w:rsid w:val="00EB3F04"/>
    <w:rsid w:val="00EB4003"/>
    <w:rsid w:val="00EB4206"/>
    <w:rsid w:val="00EB4976"/>
    <w:rsid w:val="00EB4FDC"/>
    <w:rsid w:val="00EB5588"/>
    <w:rsid w:val="00EB575D"/>
    <w:rsid w:val="00EB59DE"/>
    <w:rsid w:val="00EB5A14"/>
    <w:rsid w:val="00EB5ADE"/>
    <w:rsid w:val="00EB5AE6"/>
    <w:rsid w:val="00EB6040"/>
    <w:rsid w:val="00EB6143"/>
    <w:rsid w:val="00EB625E"/>
    <w:rsid w:val="00EB63FE"/>
    <w:rsid w:val="00EB6969"/>
    <w:rsid w:val="00EB69E0"/>
    <w:rsid w:val="00EB6BFE"/>
    <w:rsid w:val="00EB6C00"/>
    <w:rsid w:val="00EB6C2A"/>
    <w:rsid w:val="00EB6FB7"/>
    <w:rsid w:val="00EB7053"/>
    <w:rsid w:val="00EB723E"/>
    <w:rsid w:val="00EB7261"/>
    <w:rsid w:val="00EB762A"/>
    <w:rsid w:val="00EB794E"/>
    <w:rsid w:val="00EB7AA5"/>
    <w:rsid w:val="00EB7B57"/>
    <w:rsid w:val="00EB7F9A"/>
    <w:rsid w:val="00EC03E5"/>
    <w:rsid w:val="00EC0A85"/>
    <w:rsid w:val="00EC0DDB"/>
    <w:rsid w:val="00EC1012"/>
    <w:rsid w:val="00EC1132"/>
    <w:rsid w:val="00EC1252"/>
    <w:rsid w:val="00EC16E7"/>
    <w:rsid w:val="00EC1A86"/>
    <w:rsid w:val="00EC1F7E"/>
    <w:rsid w:val="00EC2585"/>
    <w:rsid w:val="00EC2D2E"/>
    <w:rsid w:val="00EC2E42"/>
    <w:rsid w:val="00EC3540"/>
    <w:rsid w:val="00EC3710"/>
    <w:rsid w:val="00EC37D6"/>
    <w:rsid w:val="00EC3801"/>
    <w:rsid w:val="00EC3EDB"/>
    <w:rsid w:val="00EC4090"/>
    <w:rsid w:val="00EC4194"/>
    <w:rsid w:val="00EC45AD"/>
    <w:rsid w:val="00EC45D1"/>
    <w:rsid w:val="00EC46DA"/>
    <w:rsid w:val="00EC474F"/>
    <w:rsid w:val="00EC4B73"/>
    <w:rsid w:val="00EC4E1D"/>
    <w:rsid w:val="00EC4F65"/>
    <w:rsid w:val="00EC4FE7"/>
    <w:rsid w:val="00EC56A1"/>
    <w:rsid w:val="00EC5AD5"/>
    <w:rsid w:val="00EC61B4"/>
    <w:rsid w:val="00EC6373"/>
    <w:rsid w:val="00EC6374"/>
    <w:rsid w:val="00EC65D3"/>
    <w:rsid w:val="00EC6910"/>
    <w:rsid w:val="00EC696D"/>
    <w:rsid w:val="00EC6E9A"/>
    <w:rsid w:val="00EC6F97"/>
    <w:rsid w:val="00EC76D1"/>
    <w:rsid w:val="00EC793E"/>
    <w:rsid w:val="00EC7B6A"/>
    <w:rsid w:val="00EC7C52"/>
    <w:rsid w:val="00ED0199"/>
    <w:rsid w:val="00ED0270"/>
    <w:rsid w:val="00ED047D"/>
    <w:rsid w:val="00ED06E8"/>
    <w:rsid w:val="00ED0757"/>
    <w:rsid w:val="00ED07D4"/>
    <w:rsid w:val="00ED0874"/>
    <w:rsid w:val="00ED0B88"/>
    <w:rsid w:val="00ED11EC"/>
    <w:rsid w:val="00ED1413"/>
    <w:rsid w:val="00ED1530"/>
    <w:rsid w:val="00ED182F"/>
    <w:rsid w:val="00ED184D"/>
    <w:rsid w:val="00ED1DC4"/>
    <w:rsid w:val="00ED1DD2"/>
    <w:rsid w:val="00ED1EFF"/>
    <w:rsid w:val="00ED1F33"/>
    <w:rsid w:val="00ED240A"/>
    <w:rsid w:val="00ED26E4"/>
    <w:rsid w:val="00ED29F8"/>
    <w:rsid w:val="00ED2F30"/>
    <w:rsid w:val="00ED32B8"/>
    <w:rsid w:val="00ED3526"/>
    <w:rsid w:val="00ED3A6D"/>
    <w:rsid w:val="00ED3E38"/>
    <w:rsid w:val="00ED3FEF"/>
    <w:rsid w:val="00ED45D9"/>
    <w:rsid w:val="00ED4820"/>
    <w:rsid w:val="00ED4AD6"/>
    <w:rsid w:val="00ED4D75"/>
    <w:rsid w:val="00ED4E07"/>
    <w:rsid w:val="00ED4EA5"/>
    <w:rsid w:val="00ED517E"/>
    <w:rsid w:val="00ED55AA"/>
    <w:rsid w:val="00ED5726"/>
    <w:rsid w:val="00ED5876"/>
    <w:rsid w:val="00ED597C"/>
    <w:rsid w:val="00ED59DB"/>
    <w:rsid w:val="00ED5A2A"/>
    <w:rsid w:val="00ED5FB2"/>
    <w:rsid w:val="00ED62D5"/>
    <w:rsid w:val="00ED6902"/>
    <w:rsid w:val="00ED6959"/>
    <w:rsid w:val="00ED69F5"/>
    <w:rsid w:val="00ED6DD6"/>
    <w:rsid w:val="00ED6FB9"/>
    <w:rsid w:val="00ED708F"/>
    <w:rsid w:val="00ED709F"/>
    <w:rsid w:val="00ED737B"/>
    <w:rsid w:val="00ED73FD"/>
    <w:rsid w:val="00ED77BF"/>
    <w:rsid w:val="00ED7A53"/>
    <w:rsid w:val="00ED7BEB"/>
    <w:rsid w:val="00EE0439"/>
    <w:rsid w:val="00EE0803"/>
    <w:rsid w:val="00EE0A0F"/>
    <w:rsid w:val="00EE0F9B"/>
    <w:rsid w:val="00EE11BD"/>
    <w:rsid w:val="00EE12B0"/>
    <w:rsid w:val="00EE149A"/>
    <w:rsid w:val="00EE1506"/>
    <w:rsid w:val="00EE1519"/>
    <w:rsid w:val="00EE1929"/>
    <w:rsid w:val="00EE1DBA"/>
    <w:rsid w:val="00EE1E2E"/>
    <w:rsid w:val="00EE1F7A"/>
    <w:rsid w:val="00EE2250"/>
    <w:rsid w:val="00EE2318"/>
    <w:rsid w:val="00EE2440"/>
    <w:rsid w:val="00EE260B"/>
    <w:rsid w:val="00EE2AAF"/>
    <w:rsid w:val="00EE2B7E"/>
    <w:rsid w:val="00EE2CE3"/>
    <w:rsid w:val="00EE2D2F"/>
    <w:rsid w:val="00EE31C9"/>
    <w:rsid w:val="00EE3281"/>
    <w:rsid w:val="00EE35B7"/>
    <w:rsid w:val="00EE3760"/>
    <w:rsid w:val="00EE379A"/>
    <w:rsid w:val="00EE3C18"/>
    <w:rsid w:val="00EE3E88"/>
    <w:rsid w:val="00EE3F9A"/>
    <w:rsid w:val="00EE41E7"/>
    <w:rsid w:val="00EE451E"/>
    <w:rsid w:val="00EE455C"/>
    <w:rsid w:val="00EE4876"/>
    <w:rsid w:val="00EE4C1C"/>
    <w:rsid w:val="00EE4E9B"/>
    <w:rsid w:val="00EE52F1"/>
    <w:rsid w:val="00EE53BE"/>
    <w:rsid w:val="00EE585F"/>
    <w:rsid w:val="00EE58B3"/>
    <w:rsid w:val="00EE621B"/>
    <w:rsid w:val="00EE63B4"/>
    <w:rsid w:val="00EE666D"/>
    <w:rsid w:val="00EE667E"/>
    <w:rsid w:val="00EE66B3"/>
    <w:rsid w:val="00EE6B70"/>
    <w:rsid w:val="00EE6E4C"/>
    <w:rsid w:val="00EE6F5C"/>
    <w:rsid w:val="00EE7408"/>
    <w:rsid w:val="00EE7634"/>
    <w:rsid w:val="00EE78DF"/>
    <w:rsid w:val="00EE7C45"/>
    <w:rsid w:val="00EE7D16"/>
    <w:rsid w:val="00EF00A6"/>
    <w:rsid w:val="00EF0186"/>
    <w:rsid w:val="00EF02ED"/>
    <w:rsid w:val="00EF078C"/>
    <w:rsid w:val="00EF08EB"/>
    <w:rsid w:val="00EF09B1"/>
    <w:rsid w:val="00EF0D5E"/>
    <w:rsid w:val="00EF0F29"/>
    <w:rsid w:val="00EF180A"/>
    <w:rsid w:val="00EF1C13"/>
    <w:rsid w:val="00EF21D0"/>
    <w:rsid w:val="00EF27FB"/>
    <w:rsid w:val="00EF2B08"/>
    <w:rsid w:val="00EF2BD8"/>
    <w:rsid w:val="00EF2D75"/>
    <w:rsid w:val="00EF2EE1"/>
    <w:rsid w:val="00EF3282"/>
    <w:rsid w:val="00EF32D6"/>
    <w:rsid w:val="00EF381F"/>
    <w:rsid w:val="00EF38D8"/>
    <w:rsid w:val="00EF394C"/>
    <w:rsid w:val="00EF3ABF"/>
    <w:rsid w:val="00EF3B66"/>
    <w:rsid w:val="00EF3D08"/>
    <w:rsid w:val="00EF3D6A"/>
    <w:rsid w:val="00EF3F84"/>
    <w:rsid w:val="00EF44B8"/>
    <w:rsid w:val="00EF4566"/>
    <w:rsid w:val="00EF46CA"/>
    <w:rsid w:val="00EF4705"/>
    <w:rsid w:val="00EF487C"/>
    <w:rsid w:val="00EF4915"/>
    <w:rsid w:val="00EF4AA4"/>
    <w:rsid w:val="00EF515F"/>
    <w:rsid w:val="00EF5527"/>
    <w:rsid w:val="00EF5E66"/>
    <w:rsid w:val="00EF5F28"/>
    <w:rsid w:val="00EF606B"/>
    <w:rsid w:val="00EF6184"/>
    <w:rsid w:val="00EF6559"/>
    <w:rsid w:val="00EF6807"/>
    <w:rsid w:val="00EF6A3C"/>
    <w:rsid w:val="00EF6B06"/>
    <w:rsid w:val="00EF6BAD"/>
    <w:rsid w:val="00EF6BB4"/>
    <w:rsid w:val="00EF6D9D"/>
    <w:rsid w:val="00EF7054"/>
    <w:rsid w:val="00EF7237"/>
    <w:rsid w:val="00EF733A"/>
    <w:rsid w:val="00EF77AC"/>
    <w:rsid w:val="00EF7825"/>
    <w:rsid w:val="00EF79F2"/>
    <w:rsid w:val="00EF7E1F"/>
    <w:rsid w:val="00EF7E22"/>
    <w:rsid w:val="00F005A3"/>
    <w:rsid w:val="00F00856"/>
    <w:rsid w:val="00F00B76"/>
    <w:rsid w:val="00F00D32"/>
    <w:rsid w:val="00F00D5E"/>
    <w:rsid w:val="00F00E22"/>
    <w:rsid w:val="00F010FF"/>
    <w:rsid w:val="00F01149"/>
    <w:rsid w:val="00F01195"/>
    <w:rsid w:val="00F011CC"/>
    <w:rsid w:val="00F01714"/>
    <w:rsid w:val="00F019CE"/>
    <w:rsid w:val="00F01DFF"/>
    <w:rsid w:val="00F01FE2"/>
    <w:rsid w:val="00F021FD"/>
    <w:rsid w:val="00F02263"/>
    <w:rsid w:val="00F0233D"/>
    <w:rsid w:val="00F028CB"/>
    <w:rsid w:val="00F02A57"/>
    <w:rsid w:val="00F02A97"/>
    <w:rsid w:val="00F02DDC"/>
    <w:rsid w:val="00F033C2"/>
    <w:rsid w:val="00F0351D"/>
    <w:rsid w:val="00F036CD"/>
    <w:rsid w:val="00F039BE"/>
    <w:rsid w:val="00F03B1B"/>
    <w:rsid w:val="00F04B2C"/>
    <w:rsid w:val="00F05123"/>
    <w:rsid w:val="00F05250"/>
    <w:rsid w:val="00F059F5"/>
    <w:rsid w:val="00F05C47"/>
    <w:rsid w:val="00F05C56"/>
    <w:rsid w:val="00F060FE"/>
    <w:rsid w:val="00F064F8"/>
    <w:rsid w:val="00F0656B"/>
    <w:rsid w:val="00F06881"/>
    <w:rsid w:val="00F06A52"/>
    <w:rsid w:val="00F06ED0"/>
    <w:rsid w:val="00F06F6F"/>
    <w:rsid w:val="00F075BD"/>
    <w:rsid w:val="00F07A9B"/>
    <w:rsid w:val="00F07AA9"/>
    <w:rsid w:val="00F07D2E"/>
    <w:rsid w:val="00F07FCC"/>
    <w:rsid w:val="00F102CA"/>
    <w:rsid w:val="00F10325"/>
    <w:rsid w:val="00F10D8B"/>
    <w:rsid w:val="00F10E3F"/>
    <w:rsid w:val="00F10E92"/>
    <w:rsid w:val="00F11129"/>
    <w:rsid w:val="00F1129A"/>
    <w:rsid w:val="00F114BD"/>
    <w:rsid w:val="00F11B4C"/>
    <w:rsid w:val="00F11BBB"/>
    <w:rsid w:val="00F11BDC"/>
    <w:rsid w:val="00F11D53"/>
    <w:rsid w:val="00F11E08"/>
    <w:rsid w:val="00F11E21"/>
    <w:rsid w:val="00F11E9B"/>
    <w:rsid w:val="00F11FB2"/>
    <w:rsid w:val="00F1219A"/>
    <w:rsid w:val="00F12298"/>
    <w:rsid w:val="00F12595"/>
    <w:rsid w:val="00F12B45"/>
    <w:rsid w:val="00F12E04"/>
    <w:rsid w:val="00F1322B"/>
    <w:rsid w:val="00F132FB"/>
    <w:rsid w:val="00F134CD"/>
    <w:rsid w:val="00F1394B"/>
    <w:rsid w:val="00F13B6D"/>
    <w:rsid w:val="00F14B58"/>
    <w:rsid w:val="00F1520F"/>
    <w:rsid w:val="00F152BE"/>
    <w:rsid w:val="00F15756"/>
    <w:rsid w:val="00F157DF"/>
    <w:rsid w:val="00F15ABC"/>
    <w:rsid w:val="00F15AC7"/>
    <w:rsid w:val="00F15EEA"/>
    <w:rsid w:val="00F16081"/>
    <w:rsid w:val="00F161B9"/>
    <w:rsid w:val="00F1628A"/>
    <w:rsid w:val="00F16600"/>
    <w:rsid w:val="00F16701"/>
    <w:rsid w:val="00F16832"/>
    <w:rsid w:val="00F169AA"/>
    <w:rsid w:val="00F16D0B"/>
    <w:rsid w:val="00F16EE7"/>
    <w:rsid w:val="00F16FDD"/>
    <w:rsid w:val="00F17282"/>
    <w:rsid w:val="00F17838"/>
    <w:rsid w:val="00F179F7"/>
    <w:rsid w:val="00F17C10"/>
    <w:rsid w:val="00F2008F"/>
    <w:rsid w:val="00F200E4"/>
    <w:rsid w:val="00F20124"/>
    <w:rsid w:val="00F202AB"/>
    <w:rsid w:val="00F2067B"/>
    <w:rsid w:val="00F20CC0"/>
    <w:rsid w:val="00F20E60"/>
    <w:rsid w:val="00F20FD3"/>
    <w:rsid w:val="00F215AC"/>
    <w:rsid w:val="00F21D6E"/>
    <w:rsid w:val="00F22A0C"/>
    <w:rsid w:val="00F22B16"/>
    <w:rsid w:val="00F22C88"/>
    <w:rsid w:val="00F2368A"/>
    <w:rsid w:val="00F2395E"/>
    <w:rsid w:val="00F239E7"/>
    <w:rsid w:val="00F239F5"/>
    <w:rsid w:val="00F23C31"/>
    <w:rsid w:val="00F23C5D"/>
    <w:rsid w:val="00F23EC3"/>
    <w:rsid w:val="00F2433C"/>
    <w:rsid w:val="00F24494"/>
    <w:rsid w:val="00F244A1"/>
    <w:rsid w:val="00F245FE"/>
    <w:rsid w:val="00F24936"/>
    <w:rsid w:val="00F2498E"/>
    <w:rsid w:val="00F24B57"/>
    <w:rsid w:val="00F24BAF"/>
    <w:rsid w:val="00F24E53"/>
    <w:rsid w:val="00F2519C"/>
    <w:rsid w:val="00F252A6"/>
    <w:rsid w:val="00F253A9"/>
    <w:rsid w:val="00F255C7"/>
    <w:rsid w:val="00F2585A"/>
    <w:rsid w:val="00F25BFA"/>
    <w:rsid w:val="00F25C65"/>
    <w:rsid w:val="00F25D89"/>
    <w:rsid w:val="00F2604D"/>
    <w:rsid w:val="00F2627C"/>
    <w:rsid w:val="00F26298"/>
    <w:rsid w:val="00F2636D"/>
    <w:rsid w:val="00F263F9"/>
    <w:rsid w:val="00F26A8B"/>
    <w:rsid w:val="00F26AA5"/>
    <w:rsid w:val="00F26BF7"/>
    <w:rsid w:val="00F26ECE"/>
    <w:rsid w:val="00F26F17"/>
    <w:rsid w:val="00F2705C"/>
    <w:rsid w:val="00F2720C"/>
    <w:rsid w:val="00F27236"/>
    <w:rsid w:val="00F2779C"/>
    <w:rsid w:val="00F278FF"/>
    <w:rsid w:val="00F27CF2"/>
    <w:rsid w:val="00F3007B"/>
    <w:rsid w:val="00F30186"/>
    <w:rsid w:val="00F304FD"/>
    <w:rsid w:val="00F3063F"/>
    <w:rsid w:val="00F3069F"/>
    <w:rsid w:val="00F30766"/>
    <w:rsid w:val="00F308BD"/>
    <w:rsid w:val="00F3099D"/>
    <w:rsid w:val="00F30EEE"/>
    <w:rsid w:val="00F31132"/>
    <w:rsid w:val="00F312B4"/>
    <w:rsid w:val="00F31394"/>
    <w:rsid w:val="00F31A28"/>
    <w:rsid w:val="00F31F30"/>
    <w:rsid w:val="00F3214B"/>
    <w:rsid w:val="00F32160"/>
    <w:rsid w:val="00F32AEF"/>
    <w:rsid w:val="00F32C09"/>
    <w:rsid w:val="00F32DA5"/>
    <w:rsid w:val="00F32F88"/>
    <w:rsid w:val="00F33534"/>
    <w:rsid w:val="00F336F8"/>
    <w:rsid w:val="00F3373C"/>
    <w:rsid w:val="00F338C0"/>
    <w:rsid w:val="00F339A4"/>
    <w:rsid w:val="00F33E41"/>
    <w:rsid w:val="00F33FAE"/>
    <w:rsid w:val="00F340B3"/>
    <w:rsid w:val="00F340E1"/>
    <w:rsid w:val="00F3430D"/>
    <w:rsid w:val="00F343D9"/>
    <w:rsid w:val="00F3454E"/>
    <w:rsid w:val="00F34659"/>
    <w:rsid w:val="00F34766"/>
    <w:rsid w:val="00F34877"/>
    <w:rsid w:val="00F34962"/>
    <w:rsid w:val="00F34ACD"/>
    <w:rsid w:val="00F34AEE"/>
    <w:rsid w:val="00F34B9B"/>
    <w:rsid w:val="00F34BE8"/>
    <w:rsid w:val="00F34DCF"/>
    <w:rsid w:val="00F34EEE"/>
    <w:rsid w:val="00F35046"/>
    <w:rsid w:val="00F351A9"/>
    <w:rsid w:val="00F3553F"/>
    <w:rsid w:val="00F357DA"/>
    <w:rsid w:val="00F358BB"/>
    <w:rsid w:val="00F3593E"/>
    <w:rsid w:val="00F35A5C"/>
    <w:rsid w:val="00F35F3C"/>
    <w:rsid w:val="00F360B8"/>
    <w:rsid w:val="00F3639C"/>
    <w:rsid w:val="00F3654C"/>
    <w:rsid w:val="00F366CC"/>
    <w:rsid w:val="00F3685D"/>
    <w:rsid w:val="00F36875"/>
    <w:rsid w:val="00F36A53"/>
    <w:rsid w:val="00F36A5A"/>
    <w:rsid w:val="00F36EDC"/>
    <w:rsid w:val="00F37288"/>
    <w:rsid w:val="00F37360"/>
    <w:rsid w:val="00F37388"/>
    <w:rsid w:val="00F375C5"/>
    <w:rsid w:val="00F377A5"/>
    <w:rsid w:val="00F37A16"/>
    <w:rsid w:val="00F37BE1"/>
    <w:rsid w:val="00F37D12"/>
    <w:rsid w:val="00F37D57"/>
    <w:rsid w:val="00F4004A"/>
    <w:rsid w:val="00F405BF"/>
    <w:rsid w:val="00F40A2A"/>
    <w:rsid w:val="00F40B39"/>
    <w:rsid w:val="00F411A5"/>
    <w:rsid w:val="00F412A1"/>
    <w:rsid w:val="00F415CC"/>
    <w:rsid w:val="00F4250F"/>
    <w:rsid w:val="00F42534"/>
    <w:rsid w:val="00F42782"/>
    <w:rsid w:val="00F428D6"/>
    <w:rsid w:val="00F42907"/>
    <w:rsid w:val="00F4293A"/>
    <w:rsid w:val="00F42B2B"/>
    <w:rsid w:val="00F42BC0"/>
    <w:rsid w:val="00F42BC5"/>
    <w:rsid w:val="00F4312B"/>
    <w:rsid w:val="00F43453"/>
    <w:rsid w:val="00F43575"/>
    <w:rsid w:val="00F435CF"/>
    <w:rsid w:val="00F435DF"/>
    <w:rsid w:val="00F43830"/>
    <w:rsid w:val="00F438D6"/>
    <w:rsid w:val="00F43BFB"/>
    <w:rsid w:val="00F43CBA"/>
    <w:rsid w:val="00F43EF4"/>
    <w:rsid w:val="00F43F69"/>
    <w:rsid w:val="00F446B1"/>
    <w:rsid w:val="00F4472A"/>
    <w:rsid w:val="00F44854"/>
    <w:rsid w:val="00F44C82"/>
    <w:rsid w:val="00F44EC3"/>
    <w:rsid w:val="00F4503D"/>
    <w:rsid w:val="00F45295"/>
    <w:rsid w:val="00F452FB"/>
    <w:rsid w:val="00F4534B"/>
    <w:rsid w:val="00F454DD"/>
    <w:rsid w:val="00F45870"/>
    <w:rsid w:val="00F45C6C"/>
    <w:rsid w:val="00F45D89"/>
    <w:rsid w:val="00F45F06"/>
    <w:rsid w:val="00F46373"/>
    <w:rsid w:val="00F46BD4"/>
    <w:rsid w:val="00F46D8A"/>
    <w:rsid w:val="00F470E1"/>
    <w:rsid w:val="00F475B8"/>
    <w:rsid w:val="00F476B6"/>
    <w:rsid w:val="00F479DE"/>
    <w:rsid w:val="00F47BD6"/>
    <w:rsid w:val="00F47C71"/>
    <w:rsid w:val="00F47CD0"/>
    <w:rsid w:val="00F47CF5"/>
    <w:rsid w:val="00F50020"/>
    <w:rsid w:val="00F50490"/>
    <w:rsid w:val="00F507DF"/>
    <w:rsid w:val="00F5097A"/>
    <w:rsid w:val="00F50A51"/>
    <w:rsid w:val="00F50B8E"/>
    <w:rsid w:val="00F511EA"/>
    <w:rsid w:val="00F51224"/>
    <w:rsid w:val="00F5130B"/>
    <w:rsid w:val="00F5141E"/>
    <w:rsid w:val="00F5158A"/>
    <w:rsid w:val="00F516F0"/>
    <w:rsid w:val="00F51808"/>
    <w:rsid w:val="00F51DB0"/>
    <w:rsid w:val="00F5206C"/>
    <w:rsid w:val="00F521E9"/>
    <w:rsid w:val="00F52219"/>
    <w:rsid w:val="00F527E7"/>
    <w:rsid w:val="00F529D5"/>
    <w:rsid w:val="00F52A95"/>
    <w:rsid w:val="00F52CF1"/>
    <w:rsid w:val="00F52DDC"/>
    <w:rsid w:val="00F53061"/>
    <w:rsid w:val="00F5337B"/>
    <w:rsid w:val="00F53402"/>
    <w:rsid w:val="00F53413"/>
    <w:rsid w:val="00F5341D"/>
    <w:rsid w:val="00F53866"/>
    <w:rsid w:val="00F53BF0"/>
    <w:rsid w:val="00F54172"/>
    <w:rsid w:val="00F54186"/>
    <w:rsid w:val="00F542E2"/>
    <w:rsid w:val="00F5439A"/>
    <w:rsid w:val="00F545FB"/>
    <w:rsid w:val="00F545FF"/>
    <w:rsid w:val="00F54738"/>
    <w:rsid w:val="00F54756"/>
    <w:rsid w:val="00F547B3"/>
    <w:rsid w:val="00F54B2B"/>
    <w:rsid w:val="00F54C03"/>
    <w:rsid w:val="00F555EA"/>
    <w:rsid w:val="00F558A1"/>
    <w:rsid w:val="00F55BA2"/>
    <w:rsid w:val="00F55E22"/>
    <w:rsid w:val="00F55EC1"/>
    <w:rsid w:val="00F55F1E"/>
    <w:rsid w:val="00F560DE"/>
    <w:rsid w:val="00F56270"/>
    <w:rsid w:val="00F562CA"/>
    <w:rsid w:val="00F56361"/>
    <w:rsid w:val="00F567DF"/>
    <w:rsid w:val="00F56A39"/>
    <w:rsid w:val="00F56ADF"/>
    <w:rsid w:val="00F5710A"/>
    <w:rsid w:val="00F57738"/>
    <w:rsid w:val="00F577AD"/>
    <w:rsid w:val="00F57A3C"/>
    <w:rsid w:val="00F57A62"/>
    <w:rsid w:val="00F57EAC"/>
    <w:rsid w:val="00F603A3"/>
    <w:rsid w:val="00F607D3"/>
    <w:rsid w:val="00F60ACD"/>
    <w:rsid w:val="00F60CE1"/>
    <w:rsid w:val="00F60E84"/>
    <w:rsid w:val="00F60F5A"/>
    <w:rsid w:val="00F6102E"/>
    <w:rsid w:val="00F6106D"/>
    <w:rsid w:val="00F611A2"/>
    <w:rsid w:val="00F611AD"/>
    <w:rsid w:val="00F611D9"/>
    <w:rsid w:val="00F61716"/>
    <w:rsid w:val="00F61A1E"/>
    <w:rsid w:val="00F61A39"/>
    <w:rsid w:val="00F61C5E"/>
    <w:rsid w:val="00F61DD2"/>
    <w:rsid w:val="00F61FB4"/>
    <w:rsid w:val="00F62290"/>
    <w:rsid w:val="00F6234B"/>
    <w:rsid w:val="00F6263D"/>
    <w:rsid w:val="00F629BB"/>
    <w:rsid w:val="00F62B69"/>
    <w:rsid w:val="00F62D05"/>
    <w:rsid w:val="00F63330"/>
    <w:rsid w:val="00F633F4"/>
    <w:rsid w:val="00F63433"/>
    <w:rsid w:val="00F6345C"/>
    <w:rsid w:val="00F635D7"/>
    <w:rsid w:val="00F635F7"/>
    <w:rsid w:val="00F63623"/>
    <w:rsid w:val="00F63A35"/>
    <w:rsid w:val="00F63D10"/>
    <w:rsid w:val="00F6425A"/>
    <w:rsid w:val="00F642DE"/>
    <w:rsid w:val="00F6431B"/>
    <w:rsid w:val="00F64776"/>
    <w:rsid w:val="00F649A4"/>
    <w:rsid w:val="00F6516E"/>
    <w:rsid w:val="00F65306"/>
    <w:rsid w:val="00F6563D"/>
    <w:rsid w:val="00F658FF"/>
    <w:rsid w:val="00F65946"/>
    <w:rsid w:val="00F65E2B"/>
    <w:rsid w:val="00F65F13"/>
    <w:rsid w:val="00F6620B"/>
    <w:rsid w:val="00F66393"/>
    <w:rsid w:val="00F66ABE"/>
    <w:rsid w:val="00F66E28"/>
    <w:rsid w:val="00F670F7"/>
    <w:rsid w:val="00F671A8"/>
    <w:rsid w:val="00F6783F"/>
    <w:rsid w:val="00F67B47"/>
    <w:rsid w:val="00F67BBA"/>
    <w:rsid w:val="00F67C21"/>
    <w:rsid w:val="00F7010B"/>
    <w:rsid w:val="00F70293"/>
    <w:rsid w:val="00F70617"/>
    <w:rsid w:val="00F706F0"/>
    <w:rsid w:val="00F706FC"/>
    <w:rsid w:val="00F70867"/>
    <w:rsid w:val="00F70B17"/>
    <w:rsid w:val="00F70BA3"/>
    <w:rsid w:val="00F70D2A"/>
    <w:rsid w:val="00F70D38"/>
    <w:rsid w:val="00F70E5C"/>
    <w:rsid w:val="00F7108D"/>
    <w:rsid w:val="00F71376"/>
    <w:rsid w:val="00F7137A"/>
    <w:rsid w:val="00F715E1"/>
    <w:rsid w:val="00F7177C"/>
    <w:rsid w:val="00F717EB"/>
    <w:rsid w:val="00F7180F"/>
    <w:rsid w:val="00F724CC"/>
    <w:rsid w:val="00F727C8"/>
    <w:rsid w:val="00F72A17"/>
    <w:rsid w:val="00F72AEA"/>
    <w:rsid w:val="00F72CED"/>
    <w:rsid w:val="00F72F29"/>
    <w:rsid w:val="00F72F78"/>
    <w:rsid w:val="00F72FC0"/>
    <w:rsid w:val="00F730CA"/>
    <w:rsid w:val="00F731E7"/>
    <w:rsid w:val="00F732BD"/>
    <w:rsid w:val="00F733F6"/>
    <w:rsid w:val="00F73558"/>
    <w:rsid w:val="00F73663"/>
    <w:rsid w:val="00F73BF8"/>
    <w:rsid w:val="00F73C2C"/>
    <w:rsid w:val="00F73F72"/>
    <w:rsid w:val="00F74050"/>
    <w:rsid w:val="00F7413C"/>
    <w:rsid w:val="00F749DA"/>
    <w:rsid w:val="00F74DDF"/>
    <w:rsid w:val="00F74DF4"/>
    <w:rsid w:val="00F750EC"/>
    <w:rsid w:val="00F752C2"/>
    <w:rsid w:val="00F753D1"/>
    <w:rsid w:val="00F75524"/>
    <w:rsid w:val="00F7571B"/>
    <w:rsid w:val="00F75821"/>
    <w:rsid w:val="00F75957"/>
    <w:rsid w:val="00F75AA3"/>
    <w:rsid w:val="00F75B28"/>
    <w:rsid w:val="00F75B59"/>
    <w:rsid w:val="00F75E02"/>
    <w:rsid w:val="00F75F67"/>
    <w:rsid w:val="00F7607D"/>
    <w:rsid w:val="00F761C2"/>
    <w:rsid w:val="00F76346"/>
    <w:rsid w:val="00F763BA"/>
    <w:rsid w:val="00F76845"/>
    <w:rsid w:val="00F76F4C"/>
    <w:rsid w:val="00F77236"/>
    <w:rsid w:val="00F772BA"/>
    <w:rsid w:val="00F7776B"/>
    <w:rsid w:val="00F779A3"/>
    <w:rsid w:val="00F779D3"/>
    <w:rsid w:val="00F801EA"/>
    <w:rsid w:val="00F8034D"/>
    <w:rsid w:val="00F80482"/>
    <w:rsid w:val="00F805EA"/>
    <w:rsid w:val="00F8089A"/>
    <w:rsid w:val="00F81043"/>
    <w:rsid w:val="00F81103"/>
    <w:rsid w:val="00F81324"/>
    <w:rsid w:val="00F814FF"/>
    <w:rsid w:val="00F81786"/>
    <w:rsid w:val="00F81A20"/>
    <w:rsid w:val="00F81B26"/>
    <w:rsid w:val="00F81C5B"/>
    <w:rsid w:val="00F81E98"/>
    <w:rsid w:val="00F8211A"/>
    <w:rsid w:val="00F82277"/>
    <w:rsid w:val="00F82934"/>
    <w:rsid w:val="00F829A7"/>
    <w:rsid w:val="00F82C0A"/>
    <w:rsid w:val="00F82C28"/>
    <w:rsid w:val="00F82DF1"/>
    <w:rsid w:val="00F82E8A"/>
    <w:rsid w:val="00F82EC8"/>
    <w:rsid w:val="00F833DA"/>
    <w:rsid w:val="00F837BE"/>
    <w:rsid w:val="00F83A41"/>
    <w:rsid w:val="00F83A51"/>
    <w:rsid w:val="00F83BE7"/>
    <w:rsid w:val="00F83BFE"/>
    <w:rsid w:val="00F83EC8"/>
    <w:rsid w:val="00F8459E"/>
    <w:rsid w:val="00F8498B"/>
    <w:rsid w:val="00F84991"/>
    <w:rsid w:val="00F84CD0"/>
    <w:rsid w:val="00F8540A"/>
    <w:rsid w:val="00F856B7"/>
    <w:rsid w:val="00F859F8"/>
    <w:rsid w:val="00F85B46"/>
    <w:rsid w:val="00F8600D"/>
    <w:rsid w:val="00F864C4"/>
    <w:rsid w:val="00F867C6"/>
    <w:rsid w:val="00F868EB"/>
    <w:rsid w:val="00F86989"/>
    <w:rsid w:val="00F86A3B"/>
    <w:rsid w:val="00F86E75"/>
    <w:rsid w:val="00F86F6E"/>
    <w:rsid w:val="00F86FE3"/>
    <w:rsid w:val="00F87498"/>
    <w:rsid w:val="00F87859"/>
    <w:rsid w:val="00F87A64"/>
    <w:rsid w:val="00F90028"/>
    <w:rsid w:val="00F90040"/>
    <w:rsid w:val="00F90608"/>
    <w:rsid w:val="00F90659"/>
    <w:rsid w:val="00F90E10"/>
    <w:rsid w:val="00F9113E"/>
    <w:rsid w:val="00F913E0"/>
    <w:rsid w:val="00F9149C"/>
    <w:rsid w:val="00F9153A"/>
    <w:rsid w:val="00F919F2"/>
    <w:rsid w:val="00F91AEB"/>
    <w:rsid w:val="00F920BE"/>
    <w:rsid w:val="00F9217D"/>
    <w:rsid w:val="00F9241E"/>
    <w:rsid w:val="00F92525"/>
    <w:rsid w:val="00F925A0"/>
    <w:rsid w:val="00F92A69"/>
    <w:rsid w:val="00F93163"/>
    <w:rsid w:val="00F9394C"/>
    <w:rsid w:val="00F93B54"/>
    <w:rsid w:val="00F93C3B"/>
    <w:rsid w:val="00F93C9B"/>
    <w:rsid w:val="00F93E79"/>
    <w:rsid w:val="00F93EF3"/>
    <w:rsid w:val="00F94220"/>
    <w:rsid w:val="00F94333"/>
    <w:rsid w:val="00F9440B"/>
    <w:rsid w:val="00F94826"/>
    <w:rsid w:val="00F94D0A"/>
    <w:rsid w:val="00F94D3D"/>
    <w:rsid w:val="00F94EB4"/>
    <w:rsid w:val="00F94FAF"/>
    <w:rsid w:val="00F951E8"/>
    <w:rsid w:val="00F95219"/>
    <w:rsid w:val="00F95292"/>
    <w:rsid w:val="00F95536"/>
    <w:rsid w:val="00F958EF"/>
    <w:rsid w:val="00F958F2"/>
    <w:rsid w:val="00F95B21"/>
    <w:rsid w:val="00F95D2D"/>
    <w:rsid w:val="00F9641D"/>
    <w:rsid w:val="00F96482"/>
    <w:rsid w:val="00F96730"/>
    <w:rsid w:val="00F967E4"/>
    <w:rsid w:val="00F969CE"/>
    <w:rsid w:val="00F96CC5"/>
    <w:rsid w:val="00F96EB8"/>
    <w:rsid w:val="00FA00B1"/>
    <w:rsid w:val="00FA00E8"/>
    <w:rsid w:val="00FA023D"/>
    <w:rsid w:val="00FA03DD"/>
    <w:rsid w:val="00FA044A"/>
    <w:rsid w:val="00FA04A1"/>
    <w:rsid w:val="00FA0F26"/>
    <w:rsid w:val="00FA16D1"/>
    <w:rsid w:val="00FA1773"/>
    <w:rsid w:val="00FA1914"/>
    <w:rsid w:val="00FA198E"/>
    <w:rsid w:val="00FA1FEF"/>
    <w:rsid w:val="00FA20F5"/>
    <w:rsid w:val="00FA21F3"/>
    <w:rsid w:val="00FA24BD"/>
    <w:rsid w:val="00FA2795"/>
    <w:rsid w:val="00FA2885"/>
    <w:rsid w:val="00FA295C"/>
    <w:rsid w:val="00FA3101"/>
    <w:rsid w:val="00FA3343"/>
    <w:rsid w:val="00FA3417"/>
    <w:rsid w:val="00FA359E"/>
    <w:rsid w:val="00FA39CF"/>
    <w:rsid w:val="00FA3C20"/>
    <w:rsid w:val="00FA3C94"/>
    <w:rsid w:val="00FA3F00"/>
    <w:rsid w:val="00FA4027"/>
    <w:rsid w:val="00FA40BB"/>
    <w:rsid w:val="00FA4165"/>
    <w:rsid w:val="00FA4A5F"/>
    <w:rsid w:val="00FA4D40"/>
    <w:rsid w:val="00FA4F35"/>
    <w:rsid w:val="00FA4FF9"/>
    <w:rsid w:val="00FA50C1"/>
    <w:rsid w:val="00FA5117"/>
    <w:rsid w:val="00FA517B"/>
    <w:rsid w:val="00FA53F5"/>
    <w:rsid w:val="00FA59A7"/>
    <w:rsid w:val="00FA5A0F"/>
    <w:rsid w:val="00FA5F09"/>
    <w:rsid w:val="00FA5FCA"/>
    <w:rsid w:val="00FA6351"/>
    <w:rsid w:val="00FA646D"/>
    <w:rsid w:val="00FA655A"/>
    <w:rsid w:val="00FA6763"/>
    <w:rsid w:val="00FA6962"/>
    <w:rsid w:val="00FA6BE4"/>
    <w:rsid w:val="00FA6F47"/>
    <w:rsid w:val="00FA72DA"/>
    <w:rsid w:val="00FA72F5"/>
    <w:rsid w:val="00FA760D"/>
    <w:rsid w:val="00FA77A2"/>
    <w:rsid w:val="00FA7B3A"/>
    <w:rsid w:val="00FA7D0F"/>
    <w:rsid w:val="00FB02DD"/>
    <w:rsid w:val="00FB0493"/>
    <w:rsid w:val="00FB098E"/>
    <w:rsid w:val="00FB0B58"/>
    <w:rsid w:val="00FB0C22"/>
    <w:rsid w:val="00FB10CA"/>
    <w:rsid w:val="00FB123D"/>
    <w:rsid w:val="00FB1BEA"/>
    <w:rsid w:val="00FB1C48"/>
    <w:rsid w:val="00FB1F30"/>
    <w:rsid w:val="00FB2021"/>
    <w:rsid w:val="00FB203E"/>
    <w:rsid w:val="00FB2360"/>
    <w:rsid w:val="00FB254B"/>
    <w:rsid w:val="00FB288E"/>
    <w:rsid w:val="00FB2D21"/>
    <w:rsid w:val="00FB3112"/>
    <w:rsid w:val="00FB32EA"/>
    <w:rsid w:val="00FB3358"/>
    <w:rsid w:val="00FB3565"/>
    <w:rsid w:val="00FB3752"/>
    <w:rsid w:val="00FB3CBB"/>
    <w:rsid w:val="00FB4008"/>
    <w:rsid w:val="00FB4756"/>
    <w:rsid w:val="00FB4C09"/>
    <w:rsid w:val="00FB5195"/>
    <w:rsid w:val="00FB51B3"/>
    <w:rsid w:val="00FB5242"/>
    <w:rsid w:val="00FB5359"/>
    <w:rsid w:val="00FB547D"/>
    <w:rsid w:val="00FB5814"/>
    <w:rsid w:val="00FB5A40"/>
    <w:rsid w:val="00FB5AB2"/>
    <w:rsid w:val="00FB5FAA"/>
    <w:rsid w:val="00FB617B"/>
    <w:rsid w:val="00FB64A3"/>
    <w:rsid w:val="00FB660A"/>
    <w:rsid w:val="00FB6796"/>
    <w:rsid w:val="00FB6AA9"/>
    <w:rsid w:val="00FB6B26"/>
    <w:rsid w:val="00FB6BB6"/>
    <w:rsid w:val="00FB7161"/>
    <w:rsid w:val="00FB718E"/>
    <w:rsid w:val="00FB73B8"/>
    <w:rsid w:val="00FB789B"/>
    <w:rsid w:val="00FB7937"/>
    <w:rsid w:val="00FB7B48"/>
    <w:rsid w:val="00FB7BC5"/>
    <w:rsid w:val="00FB7DBB"/>
    <w:rsid w:val="00FC0112"/>
    <w:rsid w:val="00FC03DB"/>
    <w:rsid w:val="00FC0460"/>
    <w:rsid w:val="00FC04DD"/>
    <w:rsid w:val="00FC05A6"/>
    <w:rsid w:val="00FC0C31"/>
    <w:rsid w:val="00FC0DEE"/>
    <w:rsid w:val="00FC0E0F"/>
    <w:rsid w:val="00FC0F7F"/>
    <w:rsid w:val="00FC128C"/>
    <w:rsid w:val="00FC129A"/>
    <w:rsid w:val="00FC142F"/>
    <w:rsid w:val="00FC1B74"/>
    <w:rsid w:val="00FC1F45"/>
    <w:rsid w:val="00FC20FB"/>
    <w:rsid w:val="00FC21E3"/>
    <w:rsid w:val="00FC2336"/>
    <w:rsid w:val="00FC2610"/>
    <w:rsid w:val="00FC2840"/>
    <w:rsid w:val="00FC2A3B"/>
    <w:rsid w:val="00FC2DAF"/>
    <w:rsid w:val="00FC2E88"/>
    <w:rsid w:val="00FC3059"/>
    <w:rsid w:val="00FC3080"/>
    <w:rsid w:val="00FC31AD"/>
    <w:rsid w:val="00FC3400"/>
    <w:rsid w:val="00FC3EA4"/>
    <w:rsid w:val="00FC404D"/>
    <w:rsid w:val="00FC412D"/>
    <w:rsid w:val="00FC4434"/>
    <w:rsid w:val="00FC4766"/>
    <w:rsid w:val="00FC49E3"/>
    <w:rsid w:val="00FC4D67"/>
    <w:rsid w:val="00FC4E01"/>
    <w:rsid w:val="00FC4E4D"/>
    <w:rsid w:val="00FC5090"/>
    <w:rsid w:val="00FC551D"/>
    <w:rsid w:val="00FC5892"/>
    <w:rsid w:val="00FC58DC"/>
    <w:rsid w:val="00FC5EFF"/>
    <w:rsid w:val="00FC6125"/>
    <w:rsid w:val="00FC615A"/>
    <w:rsid w:val="00FC6282"/>
    <w:rsid w:val="00FC64BB"/>
    <w:rsid w:val="00FC64ED"/>
    <w:rsid w:val="00FC66C9"/>
    <w:rsid w:val="00FC6826"/>
    <w:rsid w:val="00FC6CAF"/>
    <w:rsid w:val="00FC6E28"/>
    <w:rsid w:val="00FC7016"/>
    <w:rsid w:val="00FC7680"/>
    <w:rsid w:val="00FC7891"/>
    <w:rsid w:val="00FC7914"/>
    <w:rsid w:val="00FC79CB"/>
    <w:rsid w:val="00FC7D56"/>
    <w:rsid w:val="00FC7D93"/>
    <w:rsid w:val="00FC7DED"/>
    <w:rsid w:val="00FC7F3E"/>
    <w:rsid w:val="00FD0049"/>
    <w:rsid w:val="00FD074C"/>
    <w:rsid w:val="00FD07AD"/>
    <w:rsid w:val="00FD0B8A"/>
    <w:rsid w:val="00FD0BEB"/>
    <w:rsid w:val="00FD0D8F"/>
    <w:rsid w:val="00FD1103"/>
    <w:rsid w:val="00FD1457"/>
    <w:rsid w:val="00FD16AD"/>
    <w:rsid w:val="00FD1B1F"/>
    <w:rsid w:val="00FD1E7A"/>
    <w:rsid w:val="00FD1F1C"/>
    <w:rsid w:val="00FD1F38"/>
    <w:rsid w:val="00FD2235"/>
    <w:rsid w:val="00FD252F"/>
    <w:rsid w:val="00FD2703"/>
    <w:rsid w:val="00FD273B"/>
    <w:rsid w:val="00FD273F"/>
    <w:rsid w:val="00FD2883"/>
    <w:rsid w:val="00FD29E4"/>
    <w:rsid w:val="00FD2B92"/>
    <w:rsid w:val="00FD2D69"/>
    <w:rsid w:val="00FD2D6E"/>
    <w:rsid w:val="00FD2E0E"/>
    <w:rsid w:val="00FD2FDF"/>
    <w:rsid w:val="00FD31E5"/>
    <w:rsid w:val="00FD33A0"/>
    <w:rsid w:val="00FD33AE"/>
    <w:rsid w:val="00FD3487"/>
    <w:rsid w:val="00FD364A"/>
    <w:rsid w:val="00FD3A43"/>
    <w:rsid w:val="00FD3D87"/>
    <w:rsid w:val="00FD3F21"/>
    <w:rsid w:val="00FD4C3E"/>
    <w:rsid w:val="00FD4D44"/>
    <w:rsid w:val="00FD5263"/>
    <w:rsid w:val="00FD5654"/>
    <w:rsid w:val="00FD5835"/>
    <w:rsid w:val="00FD5C7D"/>
    <w:rsid w:val="00FD5D5D"/>
    <w:rsid w:val="00FD5D60"/>
    <w:rsid w:val="00FD5E13"/>
    <w:rsid w:val="00FD5EDB"/>
    <w:rsid w:val="00FD5F60"/>
    <w:rsid w:val="00FD612B"/>
    <w:rsid w:val="00FD64F1"/>
    <w:rsid w:val="00FD6573"/>
    <w:rsid w:val="00FD671C"/>
    <w:rsid w:val="00FD68E7"/>
    <w:rsid w:val="00FD6A3F"/>
    <w:rsid w:val="00FD6D56"/>
    <w:rsid w:val="00FD71DD"/>
    <w:rsid w:val="00FD71EE"/>
    <w:rsid w:val="00FD725C"/>
    <w:rsid w:val="00FD72B2"/>
    <w:rsid w:val="00FD7711"/>
    <w:rsid w:val="00FD7909"/>
    <w:rsid w:val="00FD7A4B"/>
    <w:rsid w:val="00FD7F8C"/>
    <w:rsid w:val="00FE0258"/>
    <w:rsid w:val="00FE0313"/>
    <w:rsid w:val="00FE072E"/>
    <w:rsid w:val="00FE07B4"/>
    <w:rsid w:val="00FE0824"/>
    <w:rsid w:val="00FE0959"/>
    <w:rsid w:val="00FE0A76"/>
    <w:rsid w:val="00FE0CB7"/>
    <w:rsid w:val="00FE0EFA"/>
    <w:rsid w:val="00FE1058"/>
    <w:rsid w:val="00FE107C"/>
    <w:rsid w:val="00FE1131"/>
    <w:rsid w:val="00FE1493"/>
    <w:rsid w:val="00FE1870"/>
    <w:rsid w:val="00FE1A48"/>
    <w:rsid w:val="00FE1BC6"/>
    <w:rsid w:val="00FE1C22"/>
    <w:rsid w:val="00FE1F39"/>
    <w:rsid w:val="00FE20C0"/>
    <w:rsid w:val="00FE24C4"/>
    <w:rsid w:val="00FE260F"/>
    <w:rsid w:val="00FE26AE"/>
    <w:rsid w:val="00FE2865"/>
    <w:rsid w:val="00FE2A83"/>
    <w:rsid w:val="00FE2AC7"/>
    <w:rsid w:val="00FE2B4D"/>
    <w:rsid w:val="00FE2C5A"/>
    <w:rsid w:val="00FE2CFE"/>
    <w:rsid w:val="00FE2DDA"/>
    <w:rsid w:val="00FE3044"/>
    <w:rsid w:val="00FE30B8"/>
    <w:rsid w:val="00FE30E2"/>
    <w:rsid w:val="00FE30E8"/>
    <w:rsid w:val="00FE3165"/>
    <w:rsid w:val="00FE321F"/>
    <w:rsid w:val="00FE359F"/>
    <w:rsid w:val="00FE3705"/>
    <w:rsid w:val="00FE37AD"/>
    <w:rsid w:val="00FE388D"/>
    <w:rsid w:val="00FE3A09"/>
    <w:rsid w:val="00FE3BFC"/>
    <w:rsid w:val="00FE3EA8"/>
    <w:rsid w:val="00FE4224"/>
    <w:rsid w:val="00FE482E"/>
    <w:rsid w:val="00FE4933"/>
    <w:rsid w:val="00FE4B4A"/>
    <w:rsid w:val="00FE4BF6"/>
    <w:rsid w:val="00FE4C60"/>
    <w:rsid w:val="00FE4CE8"/>
    <w:rsid w:val="00FE4D05"/>
    <w:rsid w:val="00FE4D9C"/>
    <w:rsid w:val="00FE4EFC"/>
    <w:rsid w:val="00FE53B2"/>
    <w:rsid w:val="00FE57B6"/>
    <w:rsid w:val="00FE5A89"/>
    <w:rsid w:val="00FE5BE9"/>
    <w:rsid w:val="00FE5E7A"/>
    <w:rsid w:val="00FE64D8"/>
    <w:rsid w:val="00FE64DE"/>
    <w:rsid w:val="00FE65FC"/>
    <w:rsid w:val="00FE6A62"/>
    <w:rsid w:val="00FE6BB4"/>
    <w:rsid w:val="00FE6F6B"/>
    <w:rsid w:val="00FE7031"/>
    <w:rsid w:val="00FE7405"/>
    <w:rsid w:val="00FE74F1"/>
    <w:rsid w:val="00FE7677"/>
    <w:rsid w:val="00FE77E3"/>
    <w:rsid w:val="00FE78CB"/>
    <w:rsid w:val="00FE7B36"/>
    <w:rsid w:val="00FE7D61"/>
    <w:rsid w:val="00FE7DB4"/>
    <w:rsid w:val="00FE7E7C"/>
    <w:rsid w:val="00FE7FF0"/>
    <w:rsid w:val="00FF00D8"/>
    <w:rsid w:val="00FF0340"/>
    <w:rsid w:val="00FF04FC"/>
    <w:rsid w:val="00FF0501"/>
    <w:rsid w:val="00FF0578"/>
    <w:rsid w:val="00FF0802"/>
    <w:rsid w:val="00FF092C"/>
    <w:rsid w:val="00FF0AEF"/>
    <w:rsid w:val="00FF0BB5"/>
    <w:rsid w:val="00FF0BBD"/>
    <w:rsid w:val="00FF103A"/>
    <w:rsid w:val="00FF1261"/>
    <w:rsid w:val="00FF16E4"/>
    <w:rsid w:val="00FF1755"/>
    <w:rsid w:val="00FF1890"/>
    <w:rsid w:val="00FF1A1F"/>
    <w:rsid w:val="00FF1EEC"/>
    <w:rsid w:val="00FF1F5A"/>
    <w:rsid w:val="00FF215D"/>
    <w:rsid w:val="00FF2436"/>
    <w:rsid w:val="00FF2653"/>
    <w:rsid w:val="00FF29C3"/>
    <w:rsid w:val="00FF2D9B"/>
    <w:rsid w:val="00FF2EA4"/>
    <w:rsid w:val="00FF3587"/>
    <w:rsid w:val="00FF3588"/>
    <w:rsid w:val="00FF35CC"/>
    <w:rsid w:val="00FF3922"/>
    <w:rsid w:val="00FF3A86"/>
    <w:rsid w:val="00FF3F10"/>
    <w:rsid w:val="00FF3F9F"/>
    <w:rsid w:val="00FF41EE"/>
    <w:rsid w:val="00FF46E7"/>
    <w:rsid w:val="00FF47CA"/>
    <w:rsid w:val="00FF48AE"/>
    <w:rsid w:val="00FF498C"/>
    <w:rsid w:val="00FF4C77"/>
    <w:rsid w:val="00FF4E3F"/>
    <w:rsid w:val="00FF513E"/>
    <w:rsid w:val="00FF52A8"/>
    <w:rsid w:val="00FF5828"/>
    <w:rsid w:val="00FF5994"/>
    <w:rsid w:val="00FF5AC9"/>
    <w:rsid w:val="00FF5ACE"/>
    <w:rsid w:val="00FF5DC9"/>
    <w:rsid w:val="00FF5F1E"/>
    <w:rsid w:val="00FF615B"/>
    <w:rsid w:val="00FF6185"/>
    <w:rsid w:val="00FF65A1"/>
    <w:rsid w:val="00FF6626"/>
    <w:rsid w:val="00FF6A20"/>
    <w:rsid w:val="00FF6C13"/>
    <w:rsid w:val="00FF703C"/>
    <w:rsid w:val="00FF757C"/>
    <w:rsid w:val="00FF75F0"/>
    <w:rsid w:val="00FF7604"/>
    <w:rsid w:val="00FF76FB"/>
    <w:rsid w:val="00FF7748"/>
    <w:rsid w:val="00FF7811"/>
    <w:rsid w:val="00FF7AA5"/>
    <w:rsid w:val="00FF7B36"/>
    <w:rsid w:val="00FF7B9B"/>
    <w:rsid w:val="00FF7D27"/>
    <w:rsid w:val="1A661847"/>
    <w:rsid w:val="1C082D06"/>
    <w:rsid w:val="5C4ABCE8"/>
    <w:rsid w:val="5E41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4A09FAA2"/>
  <w14:defaultImageDpi w14:val="32767"/>
  <w15:docId w15:val="{FA77DED2-B7F8-4FAB-84F5-F0AE4D646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E5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3061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</w:rPr>
  </w:style>
  <w:style w:type="paragraph" w:styleId="Heading2">
    <w:name w:val="heading 2"/>
    <w:basedOn w:val="Normal"/>
    <w:next w:val="Normal"/>
    <w:link w:val="Heading2Char"/>
    <w:qFormat/>
    <w:rsid w:val="0093541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ascii="Angsana New" w:hAnsi="Angsana New" w:cs="Times New Roman"/>
      <w:b/>
      <w:bCs/>
      <w:sz w:val="30"/>
    </w:rPr>
  </w:style>
  <w:style w:type="paragraph" w:styleId="Heading3">
    <w:name w:val="heading 3"/>
    <w:basedOn w:val="Normal"/>
    <w:next w:val="Normal"/>
    <w:link w:val="Heading3Char1"/>
    <w:qFormat/>
    <w:rsid w:val="00B578D4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1"/>
    <w:qFormat/>
    <w:rsid w:val="00B578D4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rsid w:val="00B578D4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B578D4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B578D4"/>
    <w:rPr>
      <w:rFonts w:cs="Times New Roman"/>
      <w:b/>
      <w:bCs/>
    </w:rPr>
  </w:style>
  <w:style w:type="paragraph" w:styleId="ListBullet">
    <w:name w:val="List Bullet"/>
    <w:basedOn w:val="Normal"/>
    <w:rsid w:val="00B578D4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B578D4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B578D4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B578D4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B578D4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B578D4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B578D4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B578D4"/>
    <w:pPr>
      <w:ind w:left="284"/>
    </w:pPr>
  </w:style>
  <w:style w:type="paragraph" w:customStyle="1" w:styleId="AAFrameAddress">
    <w:name w:val="AA Frame Address"/>
    <w:basedOn w:val="Heading1"/>
    <w:rsid w:val="00B578D4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B578D4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B578D4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B578D4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B578D4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B578D4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B578D4"/>
    <w:pPr>
      <w:ind w:left="851" w:hanging="284"/>
    </w:pPr>
  </w:style>
  <w:style w:type="paragraph" w:styleId="Index4">
    <w:name w:val="index 4"/>
    <w:basedOn w:val="Normal"/>
    <w:next w:val="Normal"/>
    <w:semiHidden/>
    <w:rsid w:val="00B578D4"/>
    <w:pPr>
      <w:ind w:left="1135" w:hanging="284"/>
    </w:pPr>
  </w:style>
  <w:style w:type="paragraph" w:styleId="Index6">
    <w:name w:val="index 6"/>
    <w:basedOn w:val="Normal"/>
    <w:next w:val="Normal"/>
    <w:semiHidden/>
    <w:rsid w:val="00B578D4"/>
    <w:pPr>
      <w:ind w:left="1702" w:hanging="284"/>
    </w:pPr>
  </w:style>
  <w:style w:type="paragraph" w:styleId="Index5">
    <w:name w:val="index 5"/>
    <w:basedOn w:val="Normal"/>
    <w:next w:val="Normal"/>
    <w:semiHidden/>
    <w:rsid w:val="00B578D4"/>
    <w:pPr>
      <w:ind w:left="1418" w:hanging="284"/>
    </w:pPr>
  </w:style>
  <w:style w:type="paragraph" w:styleId="Index7">
    <w:name w:val="index 7"/>
    <w:basedOn w:val="Normal"/>
    <w:next w:val="Normal"/>
    <w:semiHidden/>
    <w:rsid w:val="00B578D4"/>
    <w:pPr>
      <w:ind w:left="1985" w:hanging="284"/>
    </w:pPr>
  </w:style>
  <w:style w:type="paragraph" w:styleId="Index8">
    <w:name w:val="index 8"/>
    <w:basedOn w:val="Normal"/>
    <w:next w:val="Normal"/>
    <w:semiHidden/>
    <w:rsid w:val="00B578D4"/>
    <w:pPr>
      <w:ind w:left="2269" w:hanging="284"/>
    </w:pPr>
  </w:style>
  <w:style w:type="paragraph" w:styleId="Index9">
    <w:name w:val="index 9"/>
    <w:basedOn w:val="Normal"/>
    <w:next w:val="Normal"/>
    <w:semiHidden/>
    <w:rsid w:val="00B578D4"/>
    <w:pPr>
      <w:ind w:left="2552" w:hanging="284"/>
    </w:pPr>
  </w:style>
  <w:style w:type="paragraph" w:styleId="TOC2">
    <w:name w:val="toc 2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B578D4"/>
    <w:pPr>
      <w:ind w:left="851"/>
    </w:pPr>
  </w:style>
  <w:style w:type="paragraph" w:styleId="TOC5">
    <w:name w:val="toc 5"/>
    <w:basedOn w:val="Normal"/>
    <w:next w:val="Normal"/>
    <w:semiHidden/>
    <w:rsid w:val="00B578D4"/>
    <w:pPr>
      <w:ind w:left="1134"/>
    </w:pPr>
  </w:style>
  <w:style w:type="paragraph" w:styleId="TOC6">
    <w:name w:val="toc 6"/>
    <w:basedOn w:val="Normal"/>
    <w:next w:val="Normal"/>
    <w:semiHidden/>
    <w:rsid w:val="00B578D4"/>
    <w:pPr>
      <w:ind w:left="1418"/>
    </w:pPr>
  </w:style>
  <w:style w:type="paragraph" w:styleId="TOC7">
    <w:name w:val="toc 7"/>
    <w:basedOn w:val="Normal"/>
    <w:next w:val="Normal"/>
    <w:semiHidden/>
    <w:rsid w:val="00B578D4"/>
    <w:pPr>
      <w:ind w:left="1701"/>
    </w:pPr>
  </w:style>
  <w:style w:type="paragraph" w:styleId="TOC8">
    <w:name w:val="toc 8"/>
    <w:basedOn w:val="Normal"/>
    <w:next w:val="Normal"/>
    <w:semiHidden/>
    <w:rsid w:val="00B578D4"/>
    <w:pPr>
      <w:ind w:left="1985"/>
    </w:pPr>
  </w:style>
  <w:style w:type="paragraph" w:styleId="TOC9">
    <w:name w:val="toc 9"/>
    <w:basedOn w:val="Normal"/>
    <w:next w:val="Normal"/>
    <w:semiHidden/>
    <w:rsid w:val="00B578D4"/>
    <w:pPr>
      <w:ind w:left="2268"/>
    </w:pPr>
  </w:style>
  <w:style w:type="paragraph" w:styleId="TableofFigures">
    <w:name w:val="table of figures"/>
    <w:basedOn w:val="Normal"/>
    <w:next w:val="Normal"/>
    <w:semiHidden/>
    <w:rsid w:val="00B578D4"/>
    <w:pPr>
      <w:ind w:left="567" w:hanging="567"/>
    </w:pPr>
  </w:style>
  <w:style w:type="paragraph" w:styleId="ListBullet5">
    <w:name w:val="List Bullet 5"/>
    <w:basedOn w:val="Normal"/>
    <w:rsid w:val="00B578D4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ody อักขระ"/>
    <w:basedOn w:val="Normal"/>
    <w:link w:val="BodyTextChar"/>
    <w:rsid w:val="00B578D4"/>
    <w:pPr>
      <w:spacing w:after="120"/>
    </w:pPr>
  </w:style>
  <w:style w:type="paragraph" w:styleId="BodyTextFirstIndent">
    <w:name w:val="Body Text First Indent"/>
    <w:basedOn w:val="BodyText"/>
    <w:link w:val="BodyTextFirstIndentChar1"/>
    <w:rsid w:val="00B578D4"/>
    <w:pPr>
      <w:ind w:firstLine="284"/>
    </w:pPr>
  </w:style>
  <w:style w:type="paragraph" w:styleId="BodyTextIndent">
    <w:name w:val="Body Text Indent"/>
    <w:aliases w:val="i"/>
    <w:basedOn w:val="Normal"/>
    <w:link w:val="BodyTextIndentChar1"/>
    <w:rsid w:val="00B578D4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1"/>
    <w:rsid w:val="00B578D4"/>
    <w:pPr>
      <w:ind w:left="284" w:firstLine="284"/>
    </w:pPr>
  </w:style>
  <w:style w:type="character" w:styleId="Strong">
    <w:name w:val="Strong"/>
    <w:qFormat/>
    <w:rsid w:val="00B578D4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B578D4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B578D4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B578D4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B578D4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B578D4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B578D4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B578D4"/>
    <w:pPr>
      <w:framePr w:h="1054" w:wrap="around" w:y="5920"/>
    </w:pPr>
  </w:style>
  <w:style w:type="paragraph" w:customStyle="1" w:styleId="ReportHeading3">
    <w:name w:val="ReportHeading3"/>
    <w:basedOn w:val="ReportHeading2"/>
    <w:rsid w:val="00B578D4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78D4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B578D4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B578D4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B578D4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B578D4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B578D4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rsid w:val="00B578D4"/>
  </w:style>
  <w:style w:type="paragraph" w:customStyle="1" w:styleId="a0">
    <w:name w:val="ºÇ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?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3">
    <w:name w:val="Body Text 3"/>
    <w:basedOn w:val="Normal"/>
    <w:link w:val="BodyText3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T0">
    <w:name w:val="?????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customStyle="1" w:styleId="a2">
    <w:name w:val="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30">
    <w:name w:val="?????3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a3">
    <w:name w:val="บวก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styleId="BodyTextIndent2">
    <w:name w:val="Body Text Indent 2"/>
    <w:basedOn w:val="Normal"/>
    <w:link w:val="BodyTextIndent2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paragraph" w:customStyle="1" w:styleId="a4">
    <w:name w:val="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styleId="EndnoteText">
    <w:name w:val="endnote text"/>
    <w:basedOn w:val="Normal"/>
    <w:semiHidden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/>
      <w:sz w:val="20"/>
      <w:szCs w:val="20"/>
      <w:lang w:val="th-TH"/>
    </w:rPr>
  </w:style>
  <w:style w:type="paragraph" w:customStyle="1" w:styleId="E">
    <w:name w:val="?????????? 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6">
    <w:name w:val="ข้อควา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styleId="List">
    <w:name w:val="Lis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hanging="360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10">
    <w:name w:val="10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7">
    <w:name w:val="ลบ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E0">
    <w:name w:val="ปก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/>
      <w:b/>
      <w:bCs/>
      <w:snapToGrid w:val="0"/>
      <w:sz w:val="24"/>
      <w:szCs w:val="24"/>
      <w:lang w:val="th-TH" w:eastAsia="th-TH"/>
    </w:rPr>
  </w:style>
  <w:style w:type="paragraph" w:styleId="BlockText">
    <w:name w:val="Block Tex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right="29" w:hanging="540"/>
    </w:pPr>
    <w:rPr>
      <w:rFonts w:ascii="Wingdings" w:eastAsia="Batang" w:hAnsi="Wingdings"/>
      <w:sz w:val="28"/>
      <w:szCs w:val="28"/>
    </w:rPr>
  </w:style>
  <w:style w:type="paragraph" w:styleId="BalloonText">
    <w:name w:val="Balloon Text"/>
    <w:basedOn w:val="Normal"/>
    <w:link w:val="BalloonTextChar"/>
    <w:semiHidden/>
    <w:rsid w:val="00366A7B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A46D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7" w:right="-43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rsid w:val="00A46DF9"/>
    <w:rPr>
      <w:rFonts w:ascii="Angsana New" w:hAnsi="Angsana New"/>
      <w:i/>
      <w:iCs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9607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ccpolicyheading0">
    <w:name w:val="accpolicyheading"/>
    <w:basedOn w:val="Normal"/>
    <w:rsid w:val="009607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hAnsi="Times New Roman" w:cs="Tahoma"/>
      <w:sz w:val="28"/>
      <w:szCs w:val="28"/>
    </w:rPr>
  </w:style>
  <w:style w:type="paragraph" w:customStyle="1" w:styleId="index">
    <w:name w:val="index"/>
    <w:aliases w:val="ix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table" w:styleId="TableGrid">
    <w:name w:val="Table Grid"/>
    <w:basedOn w:val="TableNormal"/>
    <w:uiPriority w:val="39"/>
    <w:rsid w:val="005F442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,b + Angsana New,Bold,Thai Distributed Justification,Left:  0...."/>
    <w:basedOn w:val="BodyText"/>
    <w:rsid w:val="005A24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Heading2Char">
    <w:name w:val="Heading 2 Char"/>
    <w:link w:val="Heading2"/>
    <w:rsid w:val="0093541E"/>
    <w:rPr>
      <w:rFonts w:ascii="Angsana New" w:hAnsi="Angsana New" w:cs="Times New Roman"/>
      <w:b/>
      <w:bCs/>
      <w:sz w:val="30"/>
      <w:szCs w:val="18"/>
    </w:rPr>
  </w:style>
  <w:style w:type="paragraph" w:customStyle="1" w:styleId="acctfourfigures">
    <w:name w:val="acct four figures"/>
    <w:aliases w:val="a4,a4 + Angsana New,Left:  -0.05&quot;,Right:  -0.05&quot;,Lin...,...,a4 + 8 pt,(Complex) + 8 pt,(Complex),Thai Distribute...,Before:  3 pt,Line spacing:  At l..."/>
    <w:basedOn w:val="Normal"/>
    <w:rsid w:val="007821B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439E1"/>
    <w:pPr>
      <w:ind w:left="720"/>
      <w:contextualSpacing/>
    </w:pPr>
    <w:rPr>
      <w:szCs w:val="22"/>
    </w:rPr>
  </w:style>
  <w:style w:type="character" w:customStyle="1" w:styleId="Heading2Char1">
    <w:name w:val="Heading 2 Char1"/>
    <w:rsid w:val="00E27334"/>
    <w:rPr>
      <w:rFonts w:ascii="Arial" w:eastAsia="Times New Roman" w:hAnsi="Arial" w:cs="Times New Roman"/>
      <w:b/>
      <w:bCs/>
      <w:sz w:val="18"/>
      <w:szCs w:val="18"/>
    </w:rPr>
  </w:style>
  <w:style w:type="paragraph" w:customStyle="1" w:styleId="acctmergecolhdg">
    <w:name w:val="acct merge col hdg"/>
    <w:aliases w:val="mh"/>
    <w:basedOn w:val="Normal"/>
    <w:rsid w:val="00EF1C1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,Body อักขระ Char"/>
    <w:link w:val="BodyText"/>
    <w:rsid w:val="009B67E3"/>
    <w:rPr>
      <w:rFonts w:ascii="Arial" w:hAnsi="Arial"/>
      <w:sz w:val="18"/>
      <w:szCs w:val="18"/>
    </w:rPr>
  </w:style>
  <w:style w:type="paragraph" w:customStyle="1" w:styleId="AccPolicyalternative">
    <w:name w:val="Acc Policy alternative"/>
    <w:basedOn w:val="Normal"/>
    <w:link w:val="AccPolicyalternativeChar"/>
    <w:autoRedefine/>
    <w:rsid w:val="006E27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6E2771"/>
    <w:rPr>
      <w:rFonts w:ascii="Angsana New" w:eastAsia="Calibri" w:hAnsi="Angsana New"/>
      <w:i/>
      <w:iCs/>
      <w:sz w:val="30"/>
      <w:szCs w:val="30"/>
    </w:rPr>
  </w:style>
  <w:style w:type="paragraph" w:customStyle="1" w:styleId="Default">
    <w:name w:val="Default"/>
    <w:rsid w:val="00D400E7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84C9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484C9D"/>
    <w:rPr>
      <w:rFonts w:ascii="Angsana New" w:eastAsia="Calibri" w:hAnsi="Angsana New"/>
      <w:i/>
      <w:iCs/>
      <w:sz w:val="30"/>
      <w:szCs w:val="30"/>
    </w:rPr>
  </w:style>
  <w:style w:type="character" w:customStyle="1" w:styleId="Heading1Char">
    <w:name w:val="Heading 1 Char"/>
    <w:link w:val="Heading1"/>
    <w:uiPriority w:val="99"/>
    <w:rsid w:val="00F53061"/>
    <w:rPr>
      <w:rFonts w:ascii="Angsana New" w:hAnsi="Angsana New"/>
      <w:b/>
      <w:bCs/>
      <w:sz w:val="30"/>
      <w:szCs w:val="18"/>
      <w:shd w:val="solid" w:color="FFFFFF" w:fill="FFFFFF"/>
    </w:rPr>
  </w:style>
  <w:style w:type="character" w:customStyle="1" w:styleId="BodyText2Char">
    <w:name w:val="Body Text 2 Char"/>
    <w:link w:val="BodyText2"/>
    <w:rsid w:val="00B21B05"/>
    <w:rPr>
      <w:rFonts w:ascii="Book Antiqua" w:hAnsi="Book Antiqua"/>
      <w:sz w:val="22"/>
      <w:szCs w:val="22"/>
    </w:rPr>
  </w:style>
  <w:style w:type="paragraph" w:customStyle="1" w:styleId="normalAngsanaNew">
    <w:name w:val="normal + Angsana New"/>
    <w:aliases w:val="15 pt,Left,Before:  0 pt,Line spacing:  At least..."/>
    <w:basedOn w:val="Normal"/>
    <w:rsid w:val="00892AD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eastAsia="PMingLiU" w:hAnsi="Times New Roman" w:cs="Times New Roman"/>
      <w:sz w:val="22"/>
      <w:szCs w:val="20"/>
      <w:lang w:val="en-GB" w:bidi="ar-SA"/>
    </w:rPr>
  </w:style>
  <w:style w:type="character" w:customStyle="1" w:styleId="st1">
    <w:name w:val="st1"/>
    <w:basedOn w:val="DefaultParagraphFont"/>
    <w:rsid w:val="00943B6A"/>
  </w:style>
  <w:style w:type="character" w:customStyle="1" w:styleId="Heading6Char">
    <w:name w:val="Heading 6 Char"/>
    <w:link w:val="Heading6"/>
    <w:rsid w:val="00932065"/>
    <w:rPr>
      <w:rFonts w:cs="EucrosiaUPC"/>
      <w:b/>
      <w:bCs/>
      <w:sz w:val="32"/>
      <w:szCs w:val="32"/>
    </w:rPr>
  </w:style>
  <w:style w:type="character" w:customStyle="1" w:styleId="Heading1Char1">
    <w:name w:val="Heading 1 Char1"/>
    <w:uiPriority w:val="99"/>
    <w:rsid w:val="001B6B20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3Char1">
    <w:name w:val="Heading 3 Char1"/>
    <w:link w:val="Heading3"/>
    <w:rsid w:val="001B6B20"/>
    <w:rPr>
      <w:rFonts w:ascii="Arial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1B6B20"/>
    <w:rPr>
      <w:rFonts w:cs="EucrosiaUPC"/>
      <w:b/>
      <w:bCs/>
      <w:sz w:val="30"/>
      <w:szCs w:val="30"/>
    </w:rPr>
  </w:style>
  <w:style w:type="character" w:customStyle="1" w:styleId="Heading6Char1">
    <w:name w:val="Heading 6 Char1"/>
    <w:rsid w:val="001B6B20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1B6B20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1B6B20"/>
    <w:rPr>
      <w:rFonts w:cs="EucrosiaUPC"/>
      <w:b/>
      <w:bCs/>
      <w:sz w:val="28"/>
      <w:szCs w:val="28"/>
    </w:rPr>
  </w:style>
  <w:style w:type="character" w:customStyle="1" w:styleId="Heading9Char1">
    <w:name w:val="Heading 9 Char1"/>
    <w:link w:val="Heading9"/>
    <w:rsid w:val="001B6B20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,Body Char2"/>
    <w:rsid w:val="001B6B20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link w:val="Header"/>
    <w:uiPriority w:val="99"/>
    <w:rsid w:val="001B6B20"/>
    <w:rPr>
      <w:rFonts w:ascii="Arial" w:hAnsi="Arial"/>
      <w:sz w:val="18"/>
      <w:szCs w:val="18"/>
    </w:rPr>
  </w:style>
  <w:style w:type="character" w:customStyle="1" w:styleId="FooterChar1">
    <w:name w:val="Footer Char1"/>
    <w:link w:val="Footer"/>
    <w:uiPriority w:val="99"/>
    <w:rsid w:val="001B6B20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link w:val="BodyTextFirstIndent"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link w:val="BodyTextIndent"/>
    <w:rsid w:val="001B6B20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link w:val="BodyTextFirstIndent2"/>
    <w:rsid w:val="001B6B20"/>
    <w:rPr>
      <w:rFonts w:ascii="Arial" w:hAnsi="Arial"/>
      <w:sz w:val="18"/>
      <w:szCs w:val="18"/>
    </w:rPr>
  </w:style>
  <w:style w:type="character" w:customStyle="1" w:styleId="BodyText2Char1">
    <w:name w:val="Body Text 2 Char1"/>
    <w:rsid w:val="001B6B20"/>
    <w:rPr>
      <w:rFonts w:ascii="Book Antiqua" w:eastAsia="Times New Roman" w:hAnsi="Book Antiqua" w:cs="Times New Roman"/>
      <w:szCs w:val="22"/>
    </w:rPr>
  </w:style>
  <w:style w:type="paragraph" w:customStyle="1" w:styleId="E1">
    <w:name w:val="ª×èÍºÃÔÉÑ· 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BodyText3Char1">
    <w:name w:val="Body Text 3 Char1"/>
    <w:link w:val="BodyText3"/>
    <w:rsid w:val="001B6B20"/>
    <w:rPr>
      <w:rFonts w:ascii="Angsana New" w:hAnsi="Angsana New"/>
      <w:sz w:val="30"/>
      <w:szCs w:val="30"/>
      <w:lang w:val="th-TH"/>
    </w:rPr>
  </w:style>
  <w:style w:type="paragraph" w:customStyle="1" w:styleId="ASSETS">
    <w:name w:val="ASSETS"/>
    <w:basedOn w:val="Normal"/>
    <w:uiPriority w:val="99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character" w:customStyle="1" w:styleId="BodyTextIndent2Char1">
    <w:name w:val="Body Text Indent 2 Char1"/>
    <w:link w:val="BodyTextIndent2"/>
    <w:rsid w:val="001B6B20"/>
    <w:rPr>
      <w:rFonts w:cs="EucrosiaUPC"/>
      <w:sz w:val="28"/>
      <w:szCs w:val="28"/>
    </w:rPr>
  </w:style>
  <w:style w:type="character" w:customStyle="1" w:styleId="BalloonTextChar">
    <w:name w:val="Balloon Text Char"/>
    <w:link w:val="BalloonText"/>
    <w:semiHidden/>
    <w:rsid w:val="001B6B20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1"/>
    <w:rsid w:val="001B6B20"/>
    <w:pPr>
      <w:spacing w:line="240" w:lineRule="auto"/>
    </w:pPr>
    <w:rPr>
      <w:rFonts w:cs="Times New Roman"/>
    </w:rPr>
  </w:style>
  <w:style w:type="character" w:customStyle="1" w:styleId="SignatureChar">
    <w:name w:val="Signature Char"/>
    <w:rsid w:val="001B6B20"/>
    <w:rPr>
      <w:rFonts w:ascii="Arial" w:hAnsi="Arial"/>
      <w:sz w:val="18"/>
      <w:szCs w:val="22"/>
    </w:rPr>
  </w:style>
  <w:style w:type="character" w:customStyle="1" w:styleId="SignatureChar1">
    <w:name w:val="Signature Char1"/>
    <w:link w:val="Signature"/>
    <w:rsid w:val="001B6B20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1B6B20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1B6B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1B6B20"/>
    <w:pPr>
      <w:spacing w:after="0"/>
    </w:pPr>
  </w:style>
  <w:style w:type="paragraph" w:customStyle="1" w:styleId="acctdividends">
    <w:name w:val="acct dividends"/>
    <w:aliases w:val="a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1B6B20"/>
    <w:pPr>
      <w:spacing w:after="0"/>
    </w:pPr>
  </w:style>
  <w:style w:type="paragraph" w:customStyle="1" w:styleId="acctindent">
    <w:name w:val="acct indent"/>
    <w:aliases w:val="ai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1B6B20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1B6B20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1B6B20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1B6B20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1B6B20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1B6B20"/>
    <w:pPr>
      <w:ind w:left="1134"/>
    </w:pPr>
    <w:rPr>
      <w:rFonts w:eastAsia="Calibri" w:cs="Cordi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1B6B20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1B6B20"/>
    <w:pPr>
      <w:spacing w:after="0"/>
    </w:pPr>
    <w:rPr>
      <w:rFonts w:eastAsia="Calibri" w:cs="Cordia New"/>
    </w:rPr>
  </w:style>
  <w:style w:type="paragraph" w:customStyle="1" w:styleId="block2nospaceafter">
    <w:name w:val="block2 no space after"/>
    <w:aliases w:val="b2n,block2 no sp"/>
    <w:basedOn w:val="block2"/>
    <w:rsid w:val="001B6B20"/>
    <w:pPr>
      <w:spacing w:after="0"/>
    </w:pPr>
  </w:style>
  <w:style w:type="paragraph" w:customStyle="1" w:styleId="List1a">
    <w:name w:val="List 1a"/>
    <w:aliases w:val="1a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1B6B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1B6B20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1B6B20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1B6B20"/>
  </w:style>
  <w:style w:type="paragraph" w:customStyle="1" w:styleId="zreportaddinfo">
    <w:name w:val="zreport addinfo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1B6B20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1B6B20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ind">
    <w:name w:val="*in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1B6B20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1B6B20"/>
    <w:rPr>
      <w:b/>
      <w:bCs/>
    </w:rPr>
  </w:style>
  <w:style w:type="paragraph" w:customStyle="1" w:styleId="nineptbodytext">
    <w:name w:val="nine pt body text"/>
    <w:aliases w:val="9bt"/>
    <w:basedOn w:val="nineptnormal"/>
    <w:rsid w:val="001B6B20"/>
    <w:pPr>
      <w:spacing w:after="220"/>
    </w:pPr>
  </w:style>
  <w:style w:type="paragraph" w:customStyle="1" w:styleId="nineptnormal">
    <w:name w:val="nine pt normal"/>
    <w:aliases w:val="9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1B6B20"/>
    <w:pPr>
      <w:jc w:val="center"/>
    </w:pPr>
  </w:style>
  <w:style w:type="paragraph" w:customStyle="1" w:styleId="heading">
    <w:name w:val="heading"/>
    <w:aliases w:val="h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1B6B20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1B6B20"/>
  </w:style>
  <w:style w:type="paragraph" w:customStyle="1" w:styleId="nineptheadingcentredbold">
    <w:name w:val="nine pt heading centred bold"/>
    <w:aliases w:val="9hc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1B6B20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1B6B20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1B6B20"/>
    <w:rPr>
      <w:b/>
    </w:rPr>
  </w:style>
  <w:style w:type="paragraph" w:customStyle="1" w:styleId="nineptcolumntab1">
    <w:name w:val="nine pt column tab1"/>
    <w:aliases w:val="a91"/>
    <w:basedOn w:val="nineptnormal"/>
    <w:rsid w:val="001B6B20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1B6B20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1B6B20"/>
    <w:pPr>
      <w:jc w:val="center"/>
    </w:pPr>
  </w:style>
  <w:style w:type="paragraph" w:customStyle="1" w:styleId="Normalheading">
    <w:name w:val="Normal heading"/>
    <w:aliases w:val="nh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1B6B20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1B6B20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1B6B20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1B6B20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1B6B20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1B6B20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1B6B20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1B6B20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1B6B20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1B6B20"/>
    <w:pPr>
      <w:ind w:left="1134" w:hanging="567"/>
    </w:pPr>
    <w:rPr>
      <w:rFonts w:eastAsia="Calibri" w:cs="Cordia New"/>
    </w:rPr>
  </w:style>
  <w:style w:type="paragraph" w:customStyle="1" w:styleId="blocklist2">
    <w:name w:val="block list2"/>
    <w:aliases w:val="blist2"/>
    <w:basedOn w:val="blocklist"/>
    <w:rsid w:val="001B6B20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1B6B20"/>
    <w:pPr>
      <w:keepNext/>
      <w:keepLines/>
      <w:spacing w:before="70"/>
    </w:pPr>
    <w:rPr>
      <w:rFonts w:eastAsia="Calibri" w:cs="Cordia New"/>
      <w:b/>
    </w:rPr>
  </w:style>
  <w:style w:type="paragraph" w:customStyle="1" w:styleId="blockheadingitalicnosp">
    <w:name w:val="block heading italic no sp"/>
    <w:aliases w:val="bhin"/>
    <w:basedOn w:val="blockheadingitalic"/>
    <w:rsid w:val="001B6B20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1B6B20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1B6B20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1B6B20"/>
    <w:pPr>
      <w:spacing w:after="0"/>
    </w:pPr>
  </w:style>
  <w:style w:type="paragraph" w:customStyle="1" w:styleId="smallreturn">
    <w:name w:val="small return"/>
    <w:aliases w:val="sr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1B6B20"/>
    <w:pPr>
      <w:spacing w:after="0"/>
    </w:pPr>
  </w:style>
  <w:style w:type="paragraph" w:customStyle="1" w:styleId="headingbolditalic">
    <w:name w:val="heading bold italic"/>
    <w:aliases w:val="hbi"/>
    <w:basedOn w:val="heading"/>
    <w:rsid w:val="001B6B20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1B6B20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1B6B20"/>
    <w:pPr>
      <w:spacing w:after="0"/>
    </w:pPr>
  </w:style>
  <w:style w:type="paragraph" w:customStyle="1" w:styleId="blockbullet">
    <w:name w:val="block bullet"/>
    <w:aliases w:val="bb"/>
    <w:basedOn w:val="block"/>
    <w:rsid w:val="001B6B20"/>
    <w:pPr>
      <w:tabs>
        <w:tab w:val="num" w:pos="907"/>
      </w:tabs>
      <w:ind w:left="907" w:hanging="340"/>
    </w:pPr>
    <w:rPr>
      <w:rFonts w:eastAsia="Calibri" w:cs="Cordia New"/>
    </w:rPr>
  </w:style>
  <w:style w:type="paragraph" w:customStyle="1" w:styleId="acctfourfigureslongernumber3">
    <w:name w:val="acct four figures longer number3"/>
    <w:aliases w:val="a4+3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1B6B20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1B6B20"/>
    <w:pPr>
      <w:spacing w:after="0"/>
    </w:pPr>
  </w:style>
  <w:style w:type="paragraph" w:customStyle="1" w:styleId="eightptnormal">
    <w:name w:val="eight pt normal"/>
    <w:aliases w:val="8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1B6B20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1B6B20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1B6B20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1B6B20"/>
    <w:rPr>
      <w:b/>
      <w:bCs/>
    </w:rPr>
  </w:style>
  <w:style w:type="paragraph" w:customStyle="1" w:styleId="eightptbodytext">
    <w:name w:val="eight pt body text"/>
    <w:aliases w:val="8bt"/>
    <w:basedOn w:val="eightptnormal"/>
    <w:rsid w:val="001B6B20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1B6B20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1B6B20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1B6B20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1B6B20"/>
    <w:pPr>
      <w:spacing w:after="0"/>
    </w:pPr>
  </w:style>
  <w:style w:type="paragraph" w:customStyle="1" w:styleId="eightptblock">
    <w:name w:val="eight pt block"/>
    <w:aliases w:val="8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1B6B20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1B6B20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1B6B20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1B6B20"/>
    <w:pPr>
      <w:spacing w:after="0"/>
    </w:pPr>
  </w:style>
  <w:style w:type="paragraph" w:customStyle="1" w:styleId="blockindent">
    <w:name w:val="block indent"/>
    <w:aliases w:val="bi"/>
    <w:basedOn w:val="block"/>
    <w:rsid w:val="001B6B20"/>
    <w:pPr>
      <w:ind w:left="737" w:hanging="170"/>
    </w:pPr>
    <w:rPr>
      <w:rFonts w:eastAsia="Calibri" w:cs="Cordia New"/>
    </w:rPr>
  </w:style>
  <w:style w:type="paragraph" w:customStyle="1" w:styleId="nineptnormalcentred">
    <w:name w:val="nine pt normal centred"/>
    <w:aliases w:val="9nc"/>
    <w:basedOn w:val="nineptnormal"/>
    <w:rsid w:val="001B6B20"/>
    <w:pPr>
      <w:jc w:val="center"/>
    </w:pPr>
  </w:style>
  <w:style w:type="paragraph" w:customStyle="1" w:styleId="nineptcol">
    <w:name w:val="nine pt %col"/>
    <w:aliases w:val="9%"/>
    <w:basedOn w:val="nineptnormal"/>
    <w:rsid w:val="001B6B20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1B6B20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1B6B20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1B6B20"/>
    <w:pPr>
      <w:spacing w:after="0"/>
    </w:pPr>
  </w:style>
  <w:style w:type="paragraph" w:customStyle="1" w:styleId="nineptblocklist">
    <w:name w:val="nine pt block list"/>
    <w:aliases w:val="9bl"/>
    <w:basedOn w:val="nineptblock"/>
    <w:rsid w:val="001B6B20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1B6B20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1B6B20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1B6B20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1B6B20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1B6B20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1B6B20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1B6B20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1B6B20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1B6B20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1B6B20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1B6B20"/>
    <w:pPr>
      <w:spacing w:after="80"/>
    </w:pPr>
  </w:style>
  <w:style w:type="paragraph" w:customStyle="1" w:styleId="nineptratecol">
    <w:name w:val="nine pt rate col"/>
    <w:aliases w:val="a9r"/>
    <w:basedOn w:val="nineptnormal"/>
    <w:rsid w:val="001B6B20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1B6B20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1B6B20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1B6B20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1B6B20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1B6B20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1B6B20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1B6B20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1B6B20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1B6B20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1B6B20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1B6B20"/>
    <w:pPr>
      <w:ind w:left="907" w:hanging="340"/>
    </w:pPr>
    <w:rPr>
      <w:rFonts w:eastAsia="Calibri" w:cs="Cordia New"/>
    </w:rPr>
  </w:style>
  <w:style w:type="paragraph" w:customStyle="1" w:styleId="List3i">
    <w:name w:val="List 3i"/>
    <w:aliases w:val="3i"/>
    <w:basedOn w:val="List2i"/>
    <w:rsid w:val="001B6B20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1B6B20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1B6B20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1B6B20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1B6B20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1B6B20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1B6B20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1B6B20"/>
    <w:pPr>
      <w:spacing w:after="80"/>
    </w:pPr>
  </w:style>
  <w:style w:type="paragraph" w:customStyle="1" w:styleId="blockbullet2">
    <w:name w:val="block bullet 2"/>
    <w:aliases w:val="bb2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1B6B20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1B6B20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eastAsia="Calibri" w:hAnsi="Times New Roman" w:cs="Cordia New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Calibri" w:hAnsi="Times New Roman" w:cs="Cordia New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character" w:customStyle="1" w:styleId="DocumentMapChar">
    <w:name w:val="Document Map Char"/>
    <w:link w:val="DocumentMap"/>
    <w:semiHidden/>
    <w:rsid w:val="001B6B20"/>
    <w:rPr>
      <w:rFonts w:ascii="Tahoma" w:hAnsi="Tahoma" w:cs="Tahoma"/>
      <w:shd w:val="clear" w:color="auto" w:fill="000080"/>
    </w:rPr>
  </w:style>
  <w:style w:type="character" w:customStyle="1" w:styleId="AccPolicyHeadingCharChar">
    <w:name w:val="Acc Policy Heading Char Char"/>
    <w:rsid w:val="001B6B20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1B6B20"/>
    <w:rPr>
      <w:sz w:val="29"/>
      <w:szCs w:val="29"/>
    </w:rPr>
  </w:style>
  <w:style w:type="character" w:customStyle="1" w:styleId="shorttext">
    <w:name w:val="short_text"/>
    <w:basedOn w:val="DefaultParagraphFont"/>
    <w:rsid w:val="001B6B20"/>
  </w:style>
  <w:style w:type="paragraph" w:styleId="PlainText">
    <w:name w:val="Plain Text"/>
    <w:basedOn w:val="Normal"/>
    <w:link w:val="PlainTextCha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rsid w:val="001B6B20"/>
    <w:rPr>
      <w:rFonts w:ascii="Consolas" w:hAnsi="Consolas"/>
      <w:sz w:val="21"/>
      <w:szCs w:val="26"/>
    </w:rPr>
  </w:style>
  <w:style w:type="paragraph" w:styleId="CommentText">
    <w:name w:val="annotation text"/>
    <w:basedOn w:val="Normal"/>
    <w:link w:val="CommentTextChar"/>
    <w:rsid w:val="001B6B20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1B6B20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B6B20"/>
    <w:rPr>
      <w:b/>
      <w:bCs/>
    </w:rPr>
  </w:style>
  <w:style w:type="character" w:customStyle="1" w:styleId="CommentSubjectChar">
    <w:name w:val="Comment Subject Char"/>
    <w:link w:val="CommentSubject"/>
    <w:rsid w:val="001B6B20"/>
    <w:rPr>
      <w:rFonts w:ascii="Arial" w:hAnsi="Arial"/>
      <w:b/>
      <w:bCs/>
      <w:szCs w:val="25"/>
    </w:rPr>
  </w:style>
  <w:style w:type="character" w:customStyle="1" w:styleId="Heading3Char">
    <w:name w:val="Heading 3 Char"/>
    <w:locked/>
    <w:rsid w:val="001B6B20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locked/>
    <w:rsid w:val="001B6B20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1B6B20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1B6B20"/>
    <w:rPr>
      <w:rFonts w:cs="EucrosiaUPC"/>
      <w:sz w:val="30"/>
      <w:szCs w:val="30"/>
      <w:lang w:bidi="th-TH"/>
    </w:rPr>
  </w:style>
  <w:style w:type="character" w:customStyle="1" w:styleId="hps">
    <w:name w:val="hps"/>
    <w:rsid w:val="001B6B20"/>
    <w:rPr>
      <w:rFonts w:cs="Times New Roman"/>
    </w:rPr>
  </w:style>
  <w:style w:type="character" w:customStyle="1" w:styleId="gt-icon-text1">
    <w:name w:val="gt-icon-text1"/>
    <w:rsid w:val="001B6B20"/>
    <w:rPr>
      <w:rFonts w:cs="Times New Roman"/>
    </w:rPr>
  </w:style>
  <w:style w:type="character" w:customStyle="1" w:styleId="longtext">
    <w:name w:val="long_text"/>
    <w:rsid w:val="001B6B20"/>
    <w:rPr>
      <w:rFonts w:cs="Times New Roman"/>
    </w:rPr>
  </w:style>
  <w:style w:type="character" w:styleId="CommentReference">
    <w:name w:val="annotation reference"/>
    <w:rsid w:val="001B6B20"/>
    <w:rPr>
      <w:rFonts w:cs="Times New Roman"/>
      <w:sz w:val="16"/>
      <w:szCs w:val="16"/>
    </w:rPr>
  </w:style>
  <w:style w:type="character" w:customStyle="1" w:styleId="CharChar22">
    <w:name w:val="Char Char22"/>
    <w:rsid w:val="001B6B20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B6B20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B6B20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1B6B20"/>
  </w:style>
  <w:style w:type="character" w:styleId="Emphasis">
    <w:name w:val="Emphasis"/>
    <w:uiPriority w:val="20"/>
    <w:qFormat/>
    <w:rsid w:val="001B6B20"/>
    <w:rPr>
      <w:b w:val="0"/>
      <w:bCs w:val="0"/>
      <w:i w:val="0"/>
      <w:iCs w:val="0"/>
      <w:color w:val="D14836"/>
    </w:rPr>
  </w:style>
  <w:style w:type="paragraph" w:styleId="Revision">
    <w:name w:val="Revision"/>
    <w:hidden/>
    <w:uiPriority w:val="99"/>
    <w:semiHidden/>
    <w:rsid w:val="001B6B20"/>
    <w:rPr>
      <w:rFonts w:ascii="Arial" w:hAnsi="Arial"/>
      <w:sz w:val="18"/>
      <w:szCs w:val="22"/>
    </w:rPr>
  </w:style>
  <w:style w:type="character" w:styleId="Hyperlink">
    <w:name w:val="Hyperlink"/>
    <w:uiPriority w:val="99"/>
    <w:semiHidden/>
    <w:unhideWhenUsed/>
    <w:rsid w:val="001B6B20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1B6B2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1B6B20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B6B20"/>
    <w:rPr>
      <w:rFonts w:ascii="Univers 45 Light" w:eastAsia="MS Mincho" w:hAnsi="Univers 45 Light" w:cs="Univers 45 Light"/>
      <w:color w:val="000000"/>
      <w:lang w:val="en-GB" w:bidi="ar-SA"/>
    </w:rPr>
  </w:style>
  <w:style w:type="table" w:customStyle="1" w:styleId="TableGridLight1">
    <w:name w:val="Table Grid Light1"/>
    <w:basedOn w:val="TableNormal"/>
    <w:uiPriority w:val="40"/>
    <w:rsid w:val="001B6B20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otnoteReference">
    <w:name w:val="footnote reference"/>
    <w:uiPriority w:val="99"/>
    <w:semiHidden/>
    <w:unhideWhenUsed/>
    <w:rsid w:val="00630121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C6B86"/>
    <w:rPr>
      <w:rFonts w:ascii="Courier New" w:hAnsi="Courier New" w:cs="Courier New"/>
    </w:rPr>
  </w:style>
  <w:style w:type="paragraph" w:styleId="NoSpacing">
    <w:name w:val="No Spacing"/>
    <w:uiPriority w:val="1"/>
    <w:qFormat/>
    <w:rsid w:val="009354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4342E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6421E"/>
    <w:rPr>
      <w:rFonts w:ascii="Arial" w:hAnsi="Arial"/>
      <w:sz w:val="18"/>
      <w:szCs w:val="22"/>
    </w:rPr>
  </w:style>
  <w:style w:type="character" w:customStyle="1" w:styleId="ui-provider">
    <w:name w:val="ui-provider"/>
    <w:basedOn w:val="DefaultParagraphFont"/>
    <w:rsid w:val="00C36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CCEEA5-1A67-432C-ACFD-1767739C8CC7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BE2BE9B-90F2-4CFB-83DE-2C9CB7F25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04083-9EF6-411A-B86D-9512F8AA18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673FBB-CA19-4C21-8C15-47540F008E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2252</TotalTime>
  <Pages>3</Pages>
  <Words>404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ซันโค โกเซ (ประเทศไทย) จำกัด</vt:lpstr>
    </vt:vector>
  </TitlesOfParts>
  <Company>KPMG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ซันโค โกเซ (ประเทศไทย) จำกัด</dc:title>
  <dc:subject/>
  <dc:creator>typist03</dc:creator>
  <cp:keywords/>
  <dc:description/>
  <cp:lastModifiedBy>Kornsiri, Chongaksorn</cp:lastModifiedBy>
  <cp:revision>360</cp:revision>
  <cp:lastPrinted>2025-04-27T19:13:00Z</cp:lastPrinted>
  <dcterms:created xsi:type="dcterms:W3CDTF">2025-04-19T19:21:00Z</dcterms:created>
  <dcterms:modified xsi:type="dcterms:W3CDTF">2025-05-13T03:09:00Z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